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bookmarkStart w:id="1" w:name="_Toc273362633" w:displacedByCustomXml="next"/>
    <w:bookmarkStart w:id="2" w:name="_Toc274055810" w:displacedByCustomXml="next"/>
    <w:sdt>
      <w:sdtPr>
        <w:rPr>
          <w:b/>
          <w:bCs/>
          <w:caps/>
          <w:sz w:val="20"/>
          <w:szCs w:val="20"/>
        </w:rPr>
        <w:id w:val="315737"/>
        <w:docPartObj>
          <w:docPartGallery w:val="Cover Pages"/>
          <w:docPartUnique/>
        </w:docPartObj>
      </w:sdtPr>
      <w:sdtEndPr/>
      <w:sdtContent>
        <w:p w:rsidR="00202F05" w:rsidRPr="008520B6" w:rsidRDefault="00202F05" w:rsidP="00202F05">
          <w:pPr>
            <w:jc w:val="center"/>
            <w:rPr>
              <w:rFonts w:ascii="Helvetica" w:hAnsi="Helvetica"/>
              <w:sz w:val="56"/>
            </w:rPr>
          </w:pPr>
          <w:r w:rsidRPr="008520B6">
            <w:rPr>
              <w:rFonts w:ascii="Helvetica" w:hAnsi="Helvetica"/>
              <w:spacing w:val="40"/>
              <w:sz w:val="48"/>
            </w:rPr>
            <w:t>P</w:t>
          </w:r>
          <w:bookmarkStart w:id="3" w:name="_Ref36969636"/>
          <w:bookmarkEnd w:id="3"/>
          <w:r w:rsidRPr="008520B6">
            <w:rPr>
              <w:rFonts w:ascii="Helvetica" w:hAnsi="Helvetica"/>
              <w:spacing w:val="40"/>
              <w:sz w:val="48"/>
            </w:rPr>
            <w:t>aradyn Parallel Performance Tools</w:t>
          </w:r>
        </w:p>
        <w:p w:rsidR="00202F05" w:rsidRPr="008520B6" w:rsidRDefault="00202F05" w:rsidP="00202F05">
          <w:pPr>
            <w:jc w:val="left"/>
            <w:rPr>
              <w:b/>
              <w:sz w:val="28"/>
            </w:rPr>
          </w:pPr>
        </w:p>
        <w:p w:rsidR="00202F05" w:rsidRPr="008520B6" w:rsidRDefault="00202F05" w:rsidP="00202F05">
          <w:pPr>
            <w:jc w:val="left"/>
            <w:rPr>
              <w:b/>
              <w:sz w:val="28"/>
            </w:rPr>
          </w:pPr>
        </w:p>
        <w:p w:rsidR="00202F05" w:rsidRPr="008520B6" w:rsidRDefault="00202F05" w:rsidP="00202F05">
          <w:pPr>
            <w:jc w:val="left"/>
            <w:rPr>
              <w:b/>
              <w:sz w:val="28"/>
            </w:rPr>
          </w:pPr>
        </w:p>
        <w:p w:rsidR="00202F05" w:rsidRPr="008520B6" w:rsidRDefault="00202F05" w:rsidP="00202F05">
          <w:pPr>
            <w:jc w:val="left"/>
            <w:rPr>
              <w:b/>
              <w:sz w:val="28"/>
            </w:rPr>
          </w:pPr>
        </w:p>
        <w:p w:rsidR="00202F05" w:rsidRPr="008520B6" w:rsidRDefault="00202F05" w:rsidP="00202F05">
          <w:pPr>
            <w:jc w:val="left"/>
            <w:rPr>
              <w:b/>
              <w:sz w:val="28"/>
            </w:rPr>
          </w:pPr>
        </w:p>
        <w:p w:rsidR="00202F05" w:rsidRPr="008520B6" w:rsidRDefault="00202F05" w:rsidP="00202F05">
          <w:pPr>
            <w:jc w:val="left"/>
            <w:rPr>
              <w:rFonts w:ascii="Helvetica" w:hAnsi="Helvetica"/>
              <w:spacing w:val="46"/>
              <w:sz w:val="80"/>
            </w:rPr>
          </w:pPr>
          <w:r>
            <w:rPr>
              <w:rFonts w:ascii="Helvetica" w:hAnsi="Helvetica"/>
              <w:spacing w:val="46"/>
              <w:sz w:val="80"/>
            </w:rPr>
            <w:t>ProcControlAPI</w:t>
          </w:r>
        </w:p>
        <w:p w:rsidR="00202F05" w:rsidRPr="008520B6" w:rsidRDefault="00202F05" w:rsidP="00202F05">
          <w:pPr>
            <w:jc w:val="left"/>
            <w:rPr>
              <w:rFonts w:ascii="Helvetica" w:hAnsi="Helvetica"/>
              <w:sz w:val="72"/>
            </w:rPr>
          </w:pPr>
          <w:r w:rsidRPr="008520B6">
            <w:rPr>
              <w:rFonts w:ascii="Helvetica" w:hAnsi="Helvetica"/>
              <w:spacing w:val="46"/>
              <w:sz w:val="80"/>
            </w:rPr>
            <w:t>Programmer’s Guide</w:t>
          </w:r>
        </w:p>
        <w:p w:rsidR="00202F05" w:rsidRPr="008520B6" w:rsidRDefault="00202F05" w:rsidP="00202F05">
          <w:pPr>
            <w:jc w:val="left"/>
            <w:rPr>
              <w:rFonts w:ascii="Helvetica" w:hAnsi="Helvetica"/>
              <w:b/>
              <w:sz w:val="72"/>
            </w:rPr>
          </w:pPr>
        </w:p>
        <w:p w:rsidR="00202F05" w:rsidRPr="008520B6" w:rsidRDefault="00202F05" w:rsidP="00202F05">
          <w:pPr>
            <w:jc w:val="left"/>
            <w:rPr>
              <w:rFonts w:ascii="Helvetica" w:hAnsi="Helvetica"/>
              <w:b/>
              <w:sz w:val="72"/>
            </w:rPr>
          </w:pPr>
        </w:p>
        <w:p w:rsidR="00202F05" w:rsidRPr="008C2753" w:rsidRDefault="00202F05" w:rsidP="00202F05">
          <w:pPr>
            <w:jc w:val="left"/>
            <w:rPr>
              <w:rFonts w:ascii="Helvetica" w:hAnsi="Helvetica"/>
              <w:sz w:val="36"/>
            </w:rPr>
          </w:pPr>
          <w:r w:rsidRPr="008520B6">
            <w:rPr>
              <w:rFonts w:ascii="Helvetica" w:hAnsi="Helvetica"/>
              <w:sz w:val="36"/>
            </w:rPr>
            <w:t>Release 8</w:t>
          </w:r>
          <w:r w:rsidR="00FF20CE">
            <w:rPr>
              <w:rFonts w:ascii="Helvetica" w:hAnsi="Helvetica"/>
              <w:sz w:val="36"/>
            </w:rPr>
            <w:t>.1</w:t>
          </w:r>
        </w:p>
        <w:p w:rsidR="00202F05" w:rsidRPr="00095AB1" w:rsidRDefault="00CF2275" w:rsidP="00202F05">
          <w:pPr>
            <w:jc w:val="left"/>
            <w:rPr>
              <w:rFonts w:ascii="Helvetica" w:hAnsi="Helvetica"/>
              <w:sz w:val="36"/>
            </w:rPr>
          </w:pPr>
          <w:r>
            <w:rPr>
              <w:rFonts w:ascii="Helvetica" w:hAnsi="Helvetica"/>
              <w:sz w:val="36"/>
            </w:rPr>
            <w:t>March</w:t>
          </w:r>
          <w:r w:rsidR="00FF20CE">
            <w:rPr>
              <w:rFonts w:ascii="Helvetica" w:hAnsi="Helvetica"/>
              <w:sz w:val="36"/>
            </w:rPr>
            <w:t xml:space="preserve"> 2013</w:t>
          </w:r>
        </w:p>
        <w:p w:rsidR="00202F05" w:rsidRPr="008C2753" w:rsidRDefault="00202F05" w:rsidP="00202F05">
          <w:pPr>
            <w:jc w:val="left"/>
            <w:rPr>
              <w:rFonts w:ascii="Helvetica" w:hAnsi="Helvetica"/>
              <w:b/>
              <w:sz w:val="40"/>
            </w:rPr>
          </w:pPr>
        </w:p>
        <w:p w:rsidR="00202F05" w:rsidRPr="00F97BC1" w:rsidRDefault="00202F05" w:rsidP="00202F05">
          <w:pPr>
            <w:jc w:val="left"/>
            <w:rPr>
              <w:rFonts w:ascii="Helvetica" w:hAnsi="Helvetica"/>
              <w:b/>
              <w:sz w:val="40"/>
            </w:rPr>
          </w:pPr>
        </w:p>
        <w:p w:rsidR="00202F05" w:rsidRPr="00F97BC1" w:rsidRDefault="00202F05" w:rsidP="00202F05">
          <w:pPr>
            <w:jc w:val="left"/>
            <w:rPr>
              <w:rFonts w:ascii="Helvetica" w:hAnsi="Helvetica"/>
              <w:b/>
              <w:sz w:val="40"/>
            </w:rPr>
          </w:pPr>
        </w:p>
        <w:p w:rsidR="00202F05" w:rsidRPr="00095AB1" w:rsidRDefault="00202F05" w:rsidP="00202F05">
          <w:pPr>
            <w:jc w:val="left"/>
            <w:rPr>
              <w:rFonts w:ascii="Helvetica" w:hAnsi="Helvetica"/>
              <w:b/>
              <w:sz w:val="40"/>
            </w:rPr>
          </w:pPr>
        </w:p>
        <w:p w:rsidR="00202F05" w:rsidRPr="00095AB1" w:rsidRDefault="00202F05" w:rsidP="00202F05">
          <w:pPr>
            <w:jc w:val="left"/>
            <w:rPr>
              <w:rFonts w:ascii="Helvetica" w:hAnsi="Helvetica"/>
              <w:b/>
              <w:sz w:val="40"/>
            </w:rPr>
          </w:pPr>
        </w:p>
        <w:p w:rsidR="00202F05" w:rsidRPr="008C2753" w:rsidRDefault="00202F05" w:rsidP="00202F05">
          <w:pPr>
            <w:jc w:val="left"/>
            <w:rPr>
              <w:rFonts w:ascii="Helvetica" w:hAnsi="Helvetica"/>
            </w:rPr>
          </w:pPr>
          <w:r>
            <w:rPr>
              <w:rFonts w:ascii="Helvetica" w:hAnsi="Helvetica"/>
              <w:noProof/>
              <w:sz w:val="28"/>
            </w:rPr>
            <w:drawing>
              <wp:anchor distT="0" distB="0" distL="114300" distR="114300" simplePos="0" relativeHeight="251660288" behindDoc="0" locked="0" layoutInCell="1" allowOverlap="1" wp14:anchorId="18DF31E6" wp14:editId="458A1028">
                <wp:simplePos x="0" y="0"/>
                <wp:positionH relativeFrom="column">
                  <wp:posOffset>3305175</wp:posOffset>
                </wp:positionH>
                <wp:positionV relativeFrom="paragraph">
                  <wp:posOffset>37465</wp:posOffset>
                </wp:positionV>
                <wp:extent cx="2695575" cy="1618615"/>
                <wp:effectExtent l="0" t="0" r="0" b="0"/>
                <wp:wrapNone/>
                <wp:docPr id="1" name="Picture 1" descr="dyninst-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yninst-bi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695575" cy="16186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8C2753">
            <w:rPr>
              <w:rFonts w:ascii="Helvetica" w:hAnsi="Helvetica"/>
            </w:rPr>
            <w:t>Computer Science Department</w:t>
          </w:r>
        </w:p>
        <w:p w:rsidR="00202F05" w:rsidRPr="00F97BC1" w:rsidRDefault="00202F05" w:rsidP="00202F05">
          <w:pPr>
            <w:jc w:val="left"/>
            <w:rPr>
              <w:rFonts w:ascii="Helvetica" w:hAnsi="Helvetica"/>
            </w:rPr>
          </w:pPr>
          <w:r w:rsidRPr="00F97BC1">
            <w:rPr>
              <w:rFonts w:ascii="Helvetica" w:hAnsi="Helvetica"/>
            </w:rPr>
            <w:t>University of Wisconsin-Madison</w:t>
          </w:r>
        </w:p>
        <w:p w:rsidR="00202F05" w:rsidRPr="00095AB1" w:rsidRDefault="00202F05" w:rsidP="00202F05">
          <w:pPr>
            <w:jc w:val="left"/>
            <w:rPr>
              <w:rFonts w:ascii="Helvetica" w:hAnsi="Helvetica"/>
            </w:rPr>
          </w:pPr>
          <w:r w:rsidRPr="00F97BC1">
            <w:rPr>
              <w:rFonts w:ascii="Helvetica" w:hAnsi="Helvetica"/>
            </w:rPr>
            <w:t>Madison, WI 53706</w:t>
          </w:r>
        </w:p>
        <w:p w:rsidR="00202F05" w:rsidRPr="00095AB1" w:rsidRDefault="00202F05" w:rsidP="00202F05">
          <w:pPr>
            <w:spacing w:before="120"/>
            <w:jc w:val="left"/>
            <w:rPr>
              <w:rFonts w:ascii="Helvetica" w:hAnsi="Helvetica"/>
            </w:rPr>
          </w:pPr>
        </w:p>
        <w:p w:rsidR="00202F05" w:rsidRPr="00095AB1" w:rsidRDefault="00202F05" w:rsidP="00202F05">
          <w:pPr>
            <w:jc w:val="left"/>
            <w:rPr>
              <w:rFonts w:ascii="Helvetica" w:hAnsi="Helvetica"/>
            </w:rPr>
          </w:pPr>
          <w:r w:rsidRPr="00095AB1">
            <w:rPr>
              <w:rFonts w:ascii="Helvetica" w:hAnsi="Helvetica"/>
            </w:rPr>
            <w:t>Computer Science Department</w:t>
          </w:r>
        </w:p>
        <w:p w:rsidR="00202F05" w:rsidRPr="00095AB1" w:rsidRDefault="00202F05" w:rsidP="00202F05">
          <w:pPr>
            <w:jc w:val="left"/>
            <w:rPr>
              <w:rFonts w:ascii="Helvetica" w:hAnsi="Helvetica"/>
            </w:rPr>
          </w:pPr>
          <w:r w:rsidRPr="00095AB1">
            <w:rPr>
              <w:rFonts w:ascii="Helvetica" w:hAnsi="Helvetica"/>
            </w:rPr>
            <w:t>University of Maryland</w:t>
          </w:r>
        </w:p>
        <w:p w:rsidR="00202F05" w:rsidRPr="00095AB1" w:rsidRDefault="00202F05" w:rsidP="00202F05">
          <w:pPr>
            <w:jc w:val="left"/>
            <w:rPr>
              <w:rFonts w:ascii="Helvetica" w:hAnsi="Helvetica"/>
            </w:rPr>
          </w:pPr>
          <w:r w:rsidRPr="00095AB1">
            <w:rPr>
              <w:rFonts w:ascii="Helvetica" w:hAnsi="Helvetica"/>
            </w:rPr>
            <w:t>College Park, MD 20742</w:t>
          </w:r>
        </w:p>
        <w:p w:rsidR="00202F05" w:rsidRPr="00095AB1" w:rsidRDefault="00202F05" w:rsidP="00202F05">
          <w:pPr>
            <w:spacing w:before="40"/>
            <w:jc w:val="left"/>
            <w:rPr>
              <w:rFonts w:ascii="Courier New" w:hAnsi="Courier New"/>
              <w:lang w:val="fr-FR"/>
            </w:rPr>
          </w:pPr>
          <w:r w:rsidRPr="00095AB1">
            <w:rPr>
              <w:rFonts w:ascii="Times" w:hAnsi="Times"/>
              <w:lang w:val="fr-FR"/>
            </w:rPr>
            <w:t>Email:</w:t>
          </w:r>
          <w:r w:rsidRPr="00095AB1">
            <w:rPr>
              <w:rFonts w:ascii="Courier New" w:hAnsi="Courier New"/>
              <w:lang w:val="fr-FR"/>
            </w:rPr>
            <w:t xml:space="preserve"> bugs@dyninst.org</w:t>
          </w:r>
        </w:p>
        <w:p w:rsidR="00202F05" w:rsidRPr="00095AB1" w:rsidRDefault="00202F05" w:rsidP="00202F05">
          <w:pPr>
            <w:pStyle w:val="TOC1"/>
            <w:spacing w:before="40" w:after="0"/>
            <w:rPr>
              <w:rFonts w:ascii="Courier New" w:hAnsi="Courier New"/>
            </w:rPr>
          </w:pPr>
          <w:r w:rsidRPr="00095AB1">
            <w:rPr>
              <w:rFonts w:ascii="Times" w:hAnsi="Times"/>
            </w:rPr>
            <w:t>Web:</w:t>
          </w:r>
          <w:r w:rsidRPr="00095AB1">
            <w:rPr>
              <w:rFonts w:ascii="Courier New" w:hAnsi="Courier New"/>
            </w:rPr>
            <w:t xml:space="preserve"> www.dyninst.org</w:t>
          </w:r>
        </w:p>
        <w:p w:rsidR="00202F05" w:rsidRPr="00095AB1" w:rsidRDefault="00202F05" w:rsidP="00202F05">
          <w:pPr>
            <w:pStyle w:val="TOC1"/>
            <w:spacing w:before="40" w:after="0"/>
            <w:rPr>
              <w:rFonts w:ascii="Courier New" w:hAnsi="Courier New"/>
            </w:rPr>
          </w:pPr>
        </w:p>
        <w:p w:rsidR="005C4BEF" w:rsidRDefault="00202F05" w:rsidP="00202F05">
          <w:pPr>
            <w:sectPr w:rsidR="005C4BEF" w:rsidSect="006A4937">
              <w:footerReference w:type="default" r:id="rId10"/>
              <w:pgSz w:w="12240" w:h="15840"/>
              <w:pgMar w:top="1440" w:right="1440" w:bottom="1440" w:left="1440" w:header="720" w:footer="720" w:gutter="0"/>
              <w:pgNumType w:start="0"/>
              <w:cols w:space="720"/>
              <w:titlePg/>
              <w:docGrid w:linePitch="360"/>
            </w:sectPr>
          </w:pPr>
          <w:r w:rsidRPr="00095AB1">
            <w:br w:type="page"/>
          </w:r>
        </w:p>
        <w:p w:rsidR="005C4BEF" w:rsidRDefault="00597207" w:rsidP="009A6F08">
          <w:pPr>
            <w:pStyle w:val="TOC1"/>
            <w:rPr>
              <w:sz w:val="24"/>
              <w:szCs w:val="22"/>
            </w:rPr>
          </w:pPr>
        </w:p>
      </w:sdtContent>
    </w:sdt>
    <w:p w:rsidR="00BF32E2" w:rsidRDefault="000F4AA4">
      <w:pPr>
        <w:pStyle w:val="TOC1"/>
        <w:tabs>
          <w:tab w:val="left" w:pos="960"/>
          <w:tab w:val="right" w:leader="dot" w:pos="9350"/>
        </w:tabs>
        <w:rPr>
          <w:rFonts w:asciiTheme="minorHAnsi" w:hAnsiTheme="minorHAnsi" w:cstheme="minorBidi"/>
          <w:b w:val="0"/>
          <w:bCs w:val="0"/>
          <w:caps w:val="0"/>
          <w:noProof/>
          <w:sz w:val="22"/>
          <w:szCs w:val="22"/>
        </w:rPr>
      </w:pPr>
      <w:r>
        <w:fldChar w:fldCharType="begin"/>
      </w:r>
      <w:r w:rsidR="005C4BEF">
        <w:instrText xml:space="preserve"> TOC \o "1-3" \h \z \u </w:instrText>
      </w:r>
      <w:r>
        <w:fldChar w:fldCharType="separate"/>
      </w:r>
      <w:hyperlink w:anchor="_Toc350168825" w:history="1">
        <w:r w:rsidR="00BF32E2" w:rsidRPr="003C5C95">
          <w:rPr>
            <w:rStyle w:val="Hyperlink"/>
            <w:noProof/>
          </w:rPr>
          <w:t>1.</w:t>
        </w:r>
        <w:r w:rsidR="00BF32E2">
          <w:rPr>
            <w:rFonts w:asciiTheme="minorHAnsi" w:hAnsiTheme="minorHAnsi" w:cstheme="minorBidi"/>
            <w:b w:val="0"/>
            <w:bCs w:val="0"/>
            <w:caps w:val="0"/>
            <w:noProof/>
            <w:sz w:val="22"/>
            <w:szCs w:val="22"/>
          </w:rPr>
          <w:tab/>
        </w:r>
        <w:r w:rsidR="00BF32E2" w:rsidRPr="003C5C95">
          <w:rPr>
            <w:rStyle w:val="Hyperlink"/>
            <w:noProof/>
          </w:rPr>
          <w:t>Introduction</w:t>
        </w:r>
        <w:r w:rsidR="00BF32E2">
          <w:rPr>
            <w:noProof/>
            <w:webHidden/>
          </w:rPr>
          <w:tab/>
        </w:r>
        <w:r w:rsidR="00BF32E2">
          <w:rPr>
            <w:noProof/>
            <w:webHidden/>
          </w:rPr>
          <w:fldChar w:fldCharType="begin"/>
        </w:r>
        <w:r w:rsidR="00BF32E2">
          <w:rPr>
            <w:noProof/>
            <w:webHidden/>
          </w:rPr>
          <w:instrText xml:space="preserve"> PAGEREF _Toc350168825 \h </w:instrText>
        </w:r>
        <w:r w:rsidR="00BF32E2">
          <w:rPr>
            <w:noProof/>
            <w:webHidden/>
          </w:rPr>
        </w:r>
        <w:r w:rsidR="00BF32E2">
          <w:rPr>
            <w:noProof/>
            <w:webHidden/>
          </w:rPr>
          <w:fldChar w:fldCharType="separate"/>
        </w:r>
        <w:r w:rsidR="00C42453">
          <w:rPr>
            <w:noProof/>
            <w:webHidden/>
          </w:rPr>
          <w:t>1</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26" w:history="1">
        <w:r w:rsidR="00BF32E2" w:rsidRPr="003C5C95">
          <w:rPr>
            <w:rStyle w:val="Hyperlink"/>
            <w:noProof/>
          </w:rPr>
          <w:t>1.1.</w:t>
        </w:r>
        <w:r w:rsidR="00BF32E2">
          <w:rPr>
            <w:rFonts w:asciiTheme="minorHAnsi" w:hAnsiTheme="minorHAnsi" w:cstheme="minorBidi"/>
            <w:smallCaps w:val="0"/>
            <w:noProof/>
            <w:sz w:val="22"/>
            <w:szCs w:val="22"/>
          </w:rPr>
          <w:tab/>
        </w:r>
        <w:r w:rsidR="00BF32E2" w:rsidRPr="003C5C95">
          <w:rPr>
            <w:rStyle w:val="Hyperlink"/>
            <w:noProof/>
          </w:rPr>
          <w:t>Simple Example</w:t>
        </w:r>
        <w:r w:rsidR="00BF32E2">
          <w:rPr>
            <w:noProof/>
            <w:webHidden/>
          </w:rPr>
          <w:tab/>
        </w:r>
        <w:r w:rsidR="00BF32E2">
          <w:rPr>
            <w:noProof/>
            <w:webHidden/>
          </w:rPr>
          <w:fldChar w:fldCharType="begin"/>
        </w:r>
        <w:r w:rsidR="00BF32E2">
          <w:rPr>
            <w:noProof/>
            <w:webHidden/>
          </w:rPr>
          <w:instrText xml:space="preserve"> PAGEREF _Toc350168826 \h </w:instrText>
        </w:r>
        <w:r w:rsidR="00BF32E2">
          <w:rPr>
            <w:noProof/>
            <w:webHidden/>
          </w:rPr>
        </w:r>
        <w:r w:rsidR="00BF32E2">
          <w:rPr>
            <w:noProof/>
            <w:webHidden/>
          </w:rPr>
          <w:fldChar w:fldCharType="separate"/>
        </w:r>
        <w:r w:rsidR="00C42453">
          <w:rPr>
            <w:noProof/>
            <w:webHidden/>
          </w:rPr>
          <w:t>1</w:t>
        </w:r>
        <w:r w:rsidR="00BF32E2">
          <w:rPr>
            <w:noProof/>
            <w:webHidden/>
          </w:rPr>
          <w:fldChar w:fldCharType="end"/>
        </w:r>
      </w:hyperlink>
    </w:p>
    <w:p w:rsidR="00BF32E2" w:rsidRDefault="00597207">
      <w:pPr>
        <w:pStyle w:val="TOC1"/>
        <w:tabs>
          <w:tab w:val="left" w:pos="960"/>
          <w:tab w:val="right" w:leader="dot" w:pos="9350"/>
        </w:tabs>
        <w:rPr>
          <w:rFonts w:asciiTheme="minorHAnsi" w:hAnsiTheme="minorHAnsi" w:cstheme="minorBidi"/>
          <w:b w:val="0"/>
          <w:bCs w:val="0"/>
          <w:caps w:val="0"/>
          <w:noProof/>
          <w:sz w:val="22"/>
          <w:szCs w:val="22"/>
        </w:rPr>
      </w:pPr>
      <w:hyperlink w:anchor="_Toc350168827" w:history="1">
        <w:r w:rsidR="00BF32E2" w:rsidRPr="003C5C95">
          <w:rPr>
            <w:rStyle w:val="Hyperlink"/>
            <w:noProof/>
          </w:rPr>
          <w:t>2.</w:t>
        </w:r>
        <w:r w:rsidR="00BF32E2">
          <w:rPr>
            <w:rFonts w:asciiTheme="minorHAnsi" w:hAnsiTheme="minorHAnsi" w:cstheme="minorBidi"/>
            <w:b w:val="0"/>
            <w:bCs w:val="0"/>
            <w:caps w:val="0"/>
            <w:noProof/>
            <w:sz w:val="22"/>
            <w:szCs w:val="22"/>
          </w:rPr>
          <w:tab/>
        </w:r>
        <w:r w:rsidR="00BF32E2" w:rsidRPr="003C5C95">
          <w:rPr>
            <w:rStyle w:val="Hyperlink"/>
            <w:noProof/>
          </w:rPr>
          <w:t>Important Concepts</w:t>
        </w:r>
        <w:r w:rsidR="00BF32E2">
          <w:rPr>
            <w:noProof/>
            <w:webHidden/>
          </w:rPr>
          <w:tab/>
        </w:r>
        <w:r w:rsidR="00BF32E2">
          <w:rPr>
            <w:noProof/>
            <w:webHidden/>
          </w:rPr>
          <w:fldChar w:fldCharType="begin"/>
        </w:r>
        <w:r w:rsidR="00BF32E2">
          <w:rPr>
            <w:noProof/>
            <w:webHidden/>
          </w:rPr>
          <w:instrText xml:space="preserve"> PAGEREF _Toc350168827 \h </w:instrText>
        </w:r>
        <w:r w:rsidR="00BF32E2">
          <w:rPr>
            <w:noProof/>
            <w:webHidden/>
          </w:rPr>
        </w:r>
        <w:r w:rsidR="00BF32E2">
          <w:rPr>
            <w:noProof/>
            <w:webHidden/>
          </w:rPr>
          <w:fldChar w:fldCharType="separate"/>
        </w:r>
        <w:r w:rsidR="00C42453">
          <w:rPr>
            <w:noProof/>
            <w:webHidden/>
          </w:rPr>
          <w:t>4</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28" w:history="1">
        <w:r w:rsidR="00BF32E2" w:rsidRPr="003C5C95">
          <w:rPr>
            <w:rStyle w:val="Hyperlink"/>
            <w:noProof/>
          </w:rPr>
          <w:t>2.1.</w:t>
        </w:r>
        <w:r w:rsidR="00BF32E2">
          <w:rPr>
            <w:rFonts w:asciiTheme="minorHAnsi" w:hAnsiTheme="minorHAnsi" w:cstheme="minorBidi"/>
            <w:smallCaps w:val="0"/>
            <w:noProof/>
            <w:sz w:val="22"/>
            <w:szCs w:val="22"/>
          </w:rPr>
          <w:tab/>
        </w:r>
        <w:r w:rsidR="00BF32E2" w:rsidRPr="003C5C95">
          <w:rPr>
            <w:rStyle w:val="Hyperlink"/>
            <w:noProof/>
          </w:rPr>
          <w:t>Processes and Threads</w:t>
        </w:r>
        <w:r w:rsidR="00BF32E2">
          <w:rPr>
            <w:noProof/>
            <w:webHidden/>
          </w:rPr>
          <w:tab/>
        </w:r>
        <w:r w:rsidR="00BF32E2">
          <w:rPr>
            <w:noProof/>
            <w:webHidden/>
          </w:rPr>
          <w:fldChar w:fldCharType="begin"/>
        </w:r>
        <w:r w:rsidR="00BF32E2">
          <w:rPr>
            <w:noProof/>
            <w:webHidden/>
          </w:rPr>
          <w:instrText xml:space="preserve"> PAGEREF _Toc350168828 \h </w:instrText>
        </w:r>
        <w:r w:rsidR="00BF32E2">
          <w:rPr>
            <w:noProof/>
            <w:webHidden/>
          </w:rPr>
        </w:r>
        <w:r w:rsidR="00BF32E2">
          <w:rPr>
            <w:noProof/>
            <w:webHidden/>
          </w:rPr>
          <w:fldChar w:fldCharType="separate"/>
        </w:r>
        <w:r w:rsidR="00C42453">
          <w:rPr>
            <w:noProof/>
            <w:webHidden/>
          </w:rPr>
          <w:t>4</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29" w:history="1">
        <w:r w:rsidR="00BF32E2" w:rsidRPr="003C5C95">
          <w:rPr>
            <w:rStyle w:val="Hyperlink"/>
            <w:noProof/>
          </w:rPr>
          <w:t>2.2.</w:t>
        </w:r>
        <w:r w:rsidR="00BF32E2">
          <w:rPr>
            <w:rFonts w:asciiTheme="minorHAnsi" w:hAnsiTheme="minorHAnsi" w:cstheme="minorBidi"/>
            <w:smallCaps w:val="0"/>
            <w:noProof/>
            <w:sz w:val="22"/>
            <w:szCs w:val="22"/>
          </w:rPr>
          <w:tab/>
        </w:r>
        <w:r w:rsidR="00BF32E2" w:rsidRPr="003C5C95">
          <w:rPr>
            <w:rStyle w:val="Hyperlink"/>
            <w:noProof/>
          </w:rPr>
          <w:t>Callbacks</w:t>
        </w:r>
        <w:r w:rsidR="00BF32E2">
          <w:rPr>
            <w:noProof/>
            <w:webHidden/>
          </w:rPr>
          <w:tab/>
        </w:r>
        <w:r w:rsidR="00BF32E2">
          <w:rPr>
            <w:noProof/>
            <w:webHidden/>
          </w:rPr>
          <w:fldChar w:fldCharType="begin"/>
        </w:r>
        <w:r w:rsidR="00BF32E2">
          <w:rPr>
            <w:noProof/>
            <w:webHidden/>
          </w:rPr>
          <w:instrText xml:space="preserve"> PAGEREF _Toc350168829 \h </w:instrText>
        </w:r>
        <w:r w:rsidR="00BF32E2">
          <w:rPr>
            <w:noProof/>
            <w:webHidden/>
          </w:rPr>
        </w:r>
        <w:r w:rsidR="00BF32E2">
          <w:rPr>
            <w:noProof/>
            <w:webHidden/>
          </w:rPr>
          <w:fldChar w:fldCharType="separate"/>
        </w:r>
        <w:r w:rsidR="00C42453">
          <w:rPr>
            <w:noProof/>
            <w:webHidden/>
          </w:rPr>
          <w:t>4</w:t>
        </w:r>
        <w:r w:rsidR="00BF32E2">
          <w:rPr>
            <w:noProof/>
            <w:webHidden/>
          </w:rPr>
          <w:fldChar w:fldCharType="end"/>
        </w:r>
      </w:hyperlink>
    </w:p>
    <w:p w:rsidR="00BF32E2" w:rsidRDefault="00597207">
      <w:pPr>
        <w:pStyle w:val="TOC3"/>
        <w:tabs>
          <w:tab w:val="left" w:pos="1920"/>
          <w:tab w:val="right" w:leader="dot" w:pos="9350"/>
        </w:tabs>
        <w:rPr>
          <w:rFonts w:asciiTheme="minorHAnsi" w:hAnsiTheme="minorHAnsi" w:cstheme="minorBidi"/>
          <w:i w:val="0"/>
          <w:iCs w:val="0"/>
          <w:noProof/>
          <w:sz w:val="22"/>
          <w:szCs w:val="22"/>
        </w:rPr>
      </w:pPr>
      <w:hyperlink w:anchor="_Toc350168830" w:history="1">
        <w:r w:rsidR="00BF32E2" w:rsidRPr="003C5C95">
          <w:rPr>
            <w:rStyle w:val="Hyperlink"/>
            <w:noProof/>
          </w:rPr>
          <w:t>2.2.1.</w:t>
        </w:r>
        <w:r w:rsidR="00BF32E2">
          <w:rPr>
            <w:rFonts w:asciiTheme="minorHAnsi" w:hAnsiTheme="minorHAnsi" w:cstheme="minorBidi"/>
            <w:i w:val="0"/>
            <w:iCs w:val="0"/>
            <w:noProof/>
            <w:sz w:val="22"/>
            <w:szCs w:val="22"/>
          </w:rPr>
          <w:tab/>
        </w:r>
        <w:r w:rsidR="00BF32E2" w:rsidRPr="003C5C95">
          <w:rPr>
            <w:rStyle w:val="Hyperlink"/>
            <w:noProof/>
          </w:rPr>
          <w:t>Events</w:t>
        </w:r>
        <w:r w:rsidR="00BF32E2">
          <w:rPr>
            <w:noProof/>
            <w:webHidden/>
          </w:rPr>
          <w:tab/>
        </w:r>
        <w:r w:rsidR="00BF32E2">
          <w:rPr>
            <w:noProof/>
            <w:webHidden/>
          </w:rPr>
          <w:fldChar w:fldCharType="begin"/>
        </w:r>
        <w:r w:rsidR="00BF32E2">
          <w:rPr>
            <w:noProof/>
            <w:webHidden/>
          </w:rPr>
          <w:instrText xml:space="preserve"> PAGEREF _Toc350168830 \h </w:instrText>
        </w:r>
        <w:r w:rsidR="00BF32E2">
          <w:rPr>
            <w:noProof/>
            <w:webHidden/>
          </w:rPr>
        </w:r>
        <w:r w:rsidR="00BF32E2">
          <w:rPr>
            <w:noProof/>
            <w:webHidden/>
          </w:rPr>
          <w:fldChar w:fldCharType="separate"/>
        </w:r>
        <w:r w:rsidR="00C42453">
          <w:rPr>
            <w:noProof/>
            <w:webHidden/>
          </w:rPr>
          <w:t>4</w:t>
        </w:r>
        <w:r w:rsidR="00BF32E2">
          <w:rPr>
            <w:noProof/>
            <w:webHidden/>
          </w:rPr>
          <w:fldChar w:fldCharType="end"/>
        </w:r>
      </w:hyperlink>
    </w:p>
    <w:p w:rsidR="00BF32E2" w:rsidRDefault="00597207">
      <w:pPr>
        <w:pStyle w:val="TOC3"/>
        <w:tabs>
          <w:tab w:val="left" w:pos="1920"/>
          <w:tab w:val="right" w:leader="dot" w:pos="9350"/>
        </w:tabs>
        <w:rPr>
          <w:rFonts w:asciiTheme="minorHAnsi" w:hAnsiTheme="minorHAnsi" w:cstheme="minorBidi"/>
          <w:i w:val="0"/>
          <w:iCs w:val="0"/>
          <w:noProof/>
          <w:sz w:val="22"/>
          <w:szCs w:val="22"/>
        </w:rPr>
      </w:pPr>
      <w:hyperlink w:anchor="_Toc350168831" w:history="1">
        <w:r w:rsidR="00BF32E2" w:rsidRPr="003C5C95">
          <w:rPr>
            <w:rStyle w:val="Hyperlink"/>
            <w:noProof/>
          </w:rPr>
          <w:t>2.2.2.</w:t>
        </w:r>
        <w:r w:rsidR="00BF32E2">
          <w:rPr>
            <w:rFonts w:asciiTheme="minorHAnsi" w:hAnsiTheme="minorHAnsi" w:cstheme="minorBidi"/>
            <w:i w:val="0"/>
            <w:iCs w:val="0"/>
            <w:noProof/>
            <w:sz w:val="22"/>
            <w:szCs w:val="22"/>
          </w:rPr>
          <w:tab/>
        </w:r>
        <w:r w:rsidR="00BF32E2" w:rsidRPr="003C5C95">
          <w:rPr>
            <w:rStyle w:val="Hyperlink"/>
            <w:noProof/>
          </w:rPr>
          <w:t>Callback Functions</w:t>
        </w:r>
        <w:r w:rsidR="00BF32E2">
          <w:rPr>
            <w:noProof/>
            <w:webHidden/>
          </w:rPr>
          <w:tab/>
        </w:r>
        <w:r w:rsidR="00BF32E2">
          <w:rPr>
            <w:noProof/>
            <w:webHidden/>
          </w:rPr>
          <w:fldChar w:fldCharType="begin"/>
        </w:r>
        <w:r w:rsidR="00BF32E2">
          <w:rPr>
            <w:noProof/>
            <w:webHidden/>
          </w:rPr>
          <w:instrText xml:space="preserve"> PAGEREF _Toc350168831 \h </w:instrText>
        </w:r>
        <w:r w:rsidR="00BF32E2">
          <w:rPr>
            <w:noProof/>
            <w:webHidden/>
          </w:rPr>
        </w:r>
        <w:r w:rsidR="00BF32E2">
          <w:rPr>
            <w:noProof/>
            <w:webHidden/>
          </w:rPr>
          <w:fldChar w:fldCharType="separate"/>
        </w:r>
        <w:r w:rsidR="00C42453">
          <w:rPr>
            <w:noProof/>
            <w:webHidden/>
          </w:rPr>
          <w:t>6</w:t>
        </w:r>
        <w:r w:rsidR="00BF32E2">
          <w:rPr>
            <w:noProof/>
            <w:webHidden/>
          </w:rPr>
          <w:fldChar w:fldCharType="end"/>
        </w:r>
      </w:hyperlink>
    </w:p>
    <w:p w:rsidR="00BF32E2" w:rsidRDefault="00597207">
      <w:pPr>
        <w:pStyle w:val="TOC3"/>
        <w:tabs>
          <w:tab w:val="left" w:pos="1920"/>
          <w:tab w:val="right" w:leader="dot" w:pos="9350"/>
        </w:tabs>
        <w:rPr>
          <w:rFonts w:asciiTheme="minorHAnsi" w:hAnsiTheme="minorHAnsi" w:cstheme="minorBidi"/>
          <w:i w:val="0"/>
          <w:iCs w:val="0"/>
          <w:noProof/>
          <w:sz w:val="22"/>
          <w:szCs w:val="22"/>
        </w:rPr>
      </w:pPr>
      <w:hyperlink w:anchor="_Toc350168832" w:history="1">
        <w:r w:rsidR="00BF32E2" w:rsidRPr="003C5C95">
          <w:rPr>
            <w:rStyle w:val="Hyperlink"/>
            <w:noProof/>
          </w:rPr>
          <w:t>2.2.3.</w:t>
        </w:r>
        <w:r w:rsidR="00BF32E2">
          <w:rPr>
            <w:rFonts w:asciiTheme="minorHAnsi" w:hAnsiTheme="minorHAnsi" w:cstheme="minorBidi"/>
            <w:i w:val="0"/>
            <w:iCs w:val="0"/>
            <w:noProof/>
            <w:sz w:val="22"/>
            <w:szCs w:val="22"/>
          </w:rPr>
          <w:tab/>
        </w:r>
        <w:r w:rsidR="00BF32E2" w:rsidRPr="003C5C95">
          <w:rPr>
            <w:rStyle w:val="Hyperlink"/>
            <w:noProof/>
          </w:rPr>
          <w:t>Callback Delivery</w:t>
        </w:r>
        <w:r w:rsidR="00BF32E2">
          <w:rPr>
            <w:noProof/>
            <w:webHidden/>
          </w:rPr>
          <w:tab/>
        </w:r>
        <w:r w:rsidR="00BF32E2">
          <w:rPr>
            <w:noProof/>
            <w:webHidden/>
          </w:rPr>
          <w:fldChar w:fldCharType="begin"/>
        </w:r>
        <w:r w:rsidR="00BF32E2">
          <w:rPr>
            <w:noProof/>
            <w:webHidden/>
          </w:rPr>
          <w:instrText xml:space="preserve"> PAGEREF _Toc350168832 \h </w:instrText>
        </w:r>
        <w:r w:rsidR="00BF32E2">
          <w:rPr>
            <w:noProof/>
            <w:webHidden/>
          </w:rPr>
        </w:r>
        <w:r w:rsidR="00BF32E2">
          <w:rPr>
            <w:noProof/>
            <w:webHidden/>
          </w:rPr>
          <w:fldChar w:fldCharType="separate"/>
        </w:r>
        <w:r w:rsidR="00C42453">
          <w:rPr>
            <w:noProof/>
            <w:webHidden/>
          </w:rPr>
          <w:t>6</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33" w:history="1">
        <w:r w:rsidR="00BF32E2" w:rsidRPr="003C5C95">
          <w:rPr>
            <w:rStyle w:val="Hyperlink"/>
            <w:noProof/>
          </w:rPr>
          <w:t>2.3.</w:t>
        </w:r>
        <w:r w:rsidR="00BF32E2">
          <w:rPr>
            <w:rFonts w:asciiTheme="minorHAnsi" w:hAnsiTheme="minorHAnsi" w:cstheme="minorBidi"/>
            <w:smallCaps w:val="0"/>
            <w:noProof/>
            <w:sz w:val="22"/>
            <w:szCs w:val="22"/>
          </w:rPr>
          <w:tab/>
        </w:r>
        <w:r w:rsidR="00BF32E2" w:rsidRPr="003C5C95">
          <w:rPr>
            <w:rStyle w:val="Hyperlink"/>
            <w:noProof/>
          </w:rPr>
          <w:t>iRPCs</w:t>
        </w:r>
        <w:r w:rsidR="00BF32E2">
          <w:rPr>
            <w:noProof/>
            <w:webHidden/>
          </w:rPr>
          <w:tab/>
        </w:r>
        <w:r w:rsidR="00BF32E2">
          <w:rPr>
            <w:noProof/>
            <w:webHidden/>
          </w:rPr>
          <w:fldChar w:fldCharType="begin"/>
        </w:r>
        <w:r w:rsidR="00BF32E2">
          <w:rPr>
            <w:noProof/>
            <w:webHidden/>
          </w:rPr>
          <w:instrText xml:space="preserve"> PAGEREF _Toc350168833 \h </w:instrText>
        </w:r>
        <w:r w:rsidR="00BF32E2">
          <w:rPr>
            <w:noProof/>
            <w:webHidden/>
          </w:rPr>
        </w:r>
        <w:r w:rsidR="00BF32E2">
          <w:rPr>
            <w:noProof/>
            <w:webHidden/>
          </w:rPr>
          <w:fldChar w:fldCharType="separate"/>
        </w:r>
        <w:r w:rsidR="00C42453">
          <w:rPr>
            <w:noProof/>
            <w:webHidden/>
          </w:rPr>
          <w:t>7</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34" w:history="1">
        <w:r w:rsidR="00BF32E2" w:rsidRPr="003C5C95">
          <w:rPr>
            <w:rStyle w:val="Hyperlink"/>
            <w:noProof/>
          </w:rPr>
          <w:t>2.4.</w:t>
        </w:r>
        <w:r w:rsidR="00BF32E2">
          <w:rPr>
            <w:rFonts w:asciiTheme="minorHAnsi" w:hAnsiTheme="minorHAnsi" w:cstheme="minorBidi"/>
            <w:smallCaps w:val="0"/>
            <w:noProof/>
            <w:sz w:val="22"/>
            <w:szCs w:val="22"/>
          </w:rPr>
          <w:tab/>
        </w:r>
        <w:r w:rsidR="00BF32E2" w:rsidRPr="003C5C95">
          <w:rPr>
            <w:rStyle w:val="Hyperlink"/>
            <w:noProof/>
          </w:rPr>
          <w:t>Memory Management</w:t>
        </w:r>
        <w:r w:rsidR="00BF32E2">
          <w:rPr>
            <w:noProof/>
            <w:webHidden/>
          </w:rPr>
          <w:tab/>
        </w:r>
        <w:r w:rsidR="00BF32E2">
          <w:rPr>
            <w:noProof/>
            <w:webHidden/>
          </w:rPr>
          <w:fldChar w:fldCharType="begin"/>
        </w:r>
        <w:r w:rsidR="00BF32E2">
          <w:rPr>
            <w:noProof/>
            <w:webHidden/>
          </w:rPr>
          <w:instrText xml:space="preserve"> PAGEREF _Toc350168834 \h </w:instrText>
        </w:r>
        <w:r w:rsidR="00BF32E2">
          <w:rPr>
            <w:noProof/>
            <w:webHidden/>
          </w:rPr>
        </w:r>
        <w:r w:rsidR="00BF32E2">
          <w:rPr>
            <w:noProof/>
            <w:webHidden/>
          </w:rPr>
          <w:fldChar w:fldCharType="separate"/>
        </w:r>
        <w:r w:rsidR="00C42453">
          <w:rPr>
            <w:noProof/>
            <w:webHidden/>
          </w:rPr>
          <w:t>7</w:t>
        </w:r>
        <w:r w:rsidR="00BF32E2">
          <w:rPr>
            <w:noProof/>
            <w:webHidden/>
          </w:rPr>
          <w:fldChar w:fldCharType="end"/>
        </w:r>
      </w:hyperlink>
    </w:p>
    <w:p w:rsidR="00BF32E2" w:rsidRDefault="00597207">
      <w:pPr>
        <w:pStyle w:val="TOC1"/>
        <w:tabs>
          <w:tab w:val="left" w:pos="960"/>
          <w:tab w:val="right" w:leader="dot" w:pos="9350"/>
        </w:tabs>
        <w:rPr>
          <w:rFonts w:asciiTheme="minorHAnsi" w:hAnsiTheme="minorHAnsi" w:cstheme="minorBidi"/>
          <w:b w:val="0"/>
          <w:bCs w:val="0"/>
          <w:caps w:val="0"/>
          <w:noProof/>
          <w:sz w:val="22"/>
          <w:szCs w:val="22"/>
        </w:rPr>
      </w:pPr>
      <w:hyperlink w:anchor="_Toc350168835" w:history="1">
        <w:r w:rsidR="00BF32E2" w:rsidRPr="003C5C95">
          <w:rPr>
            <w:rStyle w:val="Hyperlink"/>
            <w:noProof/>
          </w:rPr>
          <w:t>3.</w:t>
        </w:r>
        <w:r w:rsidR="00BF32E2">
          <w:rPr>
            <w:rFonts w:asciiTheme="minorHAnsi" w:hAnsiTheme="minorHAnsi" w:cstheme="minorBidi"/>
            <w:b w:val="0"/>
            <w:bCs w:val="0"/>
            <w:caps w:val="0"/>
            <w:noProof/>
            <w:sz w:val="22"/>
            <w:szCs w:val="22"/>
          </w:rPr>
          <w:tab/>
        </w:r>
        <w:r w:rsidR="00BF32E2" w:rsidRPr="003C5C95">
          <w:rPr>
            <w:rStyle w:val="Hyperlink"/>
            <w:noProof/>
          </w:rPr>
          <w:t>API Reference</w:t>
        </w:r>
        <w:r w:rsidR="00BF32E2">
          <w:rPr>
            <w:noProof/>
            <w:webHidden/>
          </w:rPr>
          <w:tab/>
        </w:r>
        <w:r w:rsidR="00BF32E2">
          <w:rPr>
            <w:noProof/>
            <w:webHidden/>
          </w:rPr>
          <w:fldChar w:fldCharType="begin"/>
        </w:r>
        <w:r w:rsidR="00BF32E2">
          <w:rPr>
            <w:noProof/>
            <w:webHidden/>
          </w:rPr>
          <w:instrText xml:space="preserve"> PAGEREF _Toc350168835 \h </w:instrText>
        </w:r>
        <w:r w:rsidR="00BF32E2">
          <w:rPr>
            <w:noProof/>
            <w:webHidden/>
          </w:rPr>
        </w:r>
        <w:r w:rsidR="00BF32E2">
          <w:rPr>
            <w:noProof/>
            <w:webHidden/>
          </w:rPr>
          <w:fldChar w:fldCharType="separate"/>
        </w:r>
        <w:r w:rsidR="00C42453">
          <w:rPr>
            <w:noProof/>
            <w:webHidden/>
          </w:rPr>
          <w:t>9</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36" w:history="1">
        <w:r w:rsidR="00BF32E2" w:rsidRPr="003C5C95">
          <w:rPr>
            <w:rStyle w:val="Hyperlink"/>
            <w:noProof/>
          </w:rPr>
          <w:t>3.1.</w:t>
        </w:r>
        <w:r w:rsidR="00BF32E2">
          <w:rPr>
            <w:rFonts w:asciiTheme="minorHAnsi" w:hAnsiTheme="minorHAnsi" w:cstheme="minorBidi"/>
            <w:smallCaps w:val="0"/>
            <w:noProof/>
            <w:sz w:val="22"/>
            <w:szCs w:val="22"/>
          </w:rPr>
          <w:tab/>
        </w:r>
        <w:r w:rsidR="00BF32E2" w:rsidRPr="003C5C95">
          <w:rPr>
            <w:rStyle w:val="Hyperlink"/>
            <w:noProof/>
          </w:rPr>
          <w:t>Process</w:t>
        </w:r>
        <w:r w:rsidR="00BF32E2">
          <w:rPr>
            <w:noProof/>
            <w:webHidden/>
          </w:rPr>
          <w:tab/>
        </w:r>
        <w:r w:rsidR="00BF32E2">
          <w:rPr>
            <w:noProof/>
            <w:webHidden/>
          </w:rPr>
          <w:fldChar w:fldCharType="begin"/>
        </w:r>
        <w:r w:rsidR="00BF32E2">
          <w:rPr>
            <w:noProof/>
            <w:webHidden/>
          </w:rPr>
          <w:instrText xml:space="preserve"> PAGEREF _Toc350168836 \h </w:instrText>
        </w:r>
        <w:r w:rsidR="00BF32E2">
          <w:rPr>
            <w:noProof/>
            <w:webHidden/>
          </w:rPr>
        </w:r>
        <w:r w:rsidR="00BF32E2">
          <w:rPr>
            <w:noProof/>
            <w:webHidden/>
          </w:rPr>
          <w:fldChar w:fldCharType="separate"/>
        </w:r>
        <w:r w:rsidR="00C42453">
          <w:rPr>
            <w:noProof/>
            <w:webHidden/>
          </w:rPr>
          <w:t>9</w:t>
        </w:r>
        <w:r w:rsidR="00BF32E2">
          <w:rPr>
            <w:noProof/>
            <w:webHidden/>
          </w:rPr>
          <w:fldChar w:fldCharType="end"/>
        </w:r>
      </w:hyperlink>
    </w:p>
    <w:p w:rsidR="00BF32E2" w:rsidRDefault="00597207">
      <w:pPr>
        <w:pStyle w:val="TOC3"/>
        <w:tabs>
          <w:tab w:val="left" w:pos="1920"/>
          <w:tab w:val="right" w:leader="dot" w:pos="9350"/>
        </w:tabs>
        <w:rPr>
          <w:rFonts w:asciiTheme="minorHAnsi" w:hAnsiTheme="minorHAnsi" w:cstheme="minorBidi"/>
          <w:i w:val="0"/>
          <w:iCs w:val="0"/>
          <w:noProof/>
          <w:sz w:val="22"/>
          <w:szCs w:val="22"/>
        </w:rPr>
      </w:pPr>
      <w:hyperlink w:anchor="_Toc350168837" w:history="1">
        <w:r w:rsidR="00BF32E2" w:rsidRPr="003C5C95">
          <w:rPr>
            <w:rStyle w:val="Hyperlink"/>
            <w:noProof/>
          </w:rPr>
          <w:t>3.1.1.</w:t>
        </w:r>
        <w:r w:rsidR="00BF32E2">
          <w:rPr>
            <w:rFonts w:asciiTheme="minorHAnsi" w:hAnsiTheme="minorHAnsi" w:cstheme="minorBidi"/>
            <w:i w:val="0"/>
            <w:iCs w:val="0"/>
            <w:noProof/>
            <w:sz w:val="22"/>
            <w:szCs w:val="22"/>
          </w:rPr>
          <w:tab/>
        </w:r>
        <w:r w:rsidR="00BF32E2" w:rsidRPr="003C5C95">
          <w:rPr>
            <w:rStyle w:val="Hyperlink"/>
            <w:noProof/>
          </w:rPr>
          <w:t>mem_perm</w:t>
        </w:r>
        <w:r w:rsidR="00BF32E2">
          <w:rPr>
            <w:noProof/>
            <w:webHidden/>
          </w:rPr>
          <w:tab/>
        </w:r>
        <w:r w:rsidR="00BF32E2">
          <w:rPr>
            <w:noProof/>
            <w:webHidden/>
          </w:rPr>
          <w:fldChar w:fldCharType="begin"/>
        </w:r>
        <w:r w:rsidR="00BF32E2">
          <w:rPr>
            <w:noProof/>
            <w:webHidden/>
          </w:rPr>
          <w:instrText xml:space="preserve"> PAGEREF _Toc350168837 \h </w:instrText>
        </w:r>
        <w:r w:rsidR="00BF32E2">
          <w:rPr>
            <w:noProof/>
            <w:webHidden/>
          </w:rPr>
        </w:r>
        <w:r w:rsidR="00BF32E2">
          <w:rPr>
            <w:noProof/>
            <w:webHidden/>
          </w:rPr>
          <w:fldChar w:fldCharType="separate"/>
        </w:r>
        <w:r w:rsidR="00C42453">
          <w:rPr>
            <w:noProof/>
            <w:webHidden/>
          </w:rPr>
          <w:t>18</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38" w:history="1">
        <w:r w:rsidR="00BF32E2" w:rsidRPr="003C5C95">
          <w:rPr>
            <w:rStyle w:val="Hyperlink"/>
            <w:noProof/>
          </w:rPr>
          <w:t>3.2.</w:t>
        </w:r>
        <w:r w:rsidR="00BF32E2">
          <w:rPr>
            <w:rFonts w:asciiTheme="minorHAnsi" w:hAnsiTheme="minorHAnsi" w:cstheme="minorBidi"/>
            <w:smallCaps w:val="0"/>
            <w:noProof/>
            <w:sz w:val="22"/>
            <w:szCs w:val="22"/>
          </w:rPr>
          <w:tab/>
        </w:r>
        <w:r w:rsidR="00BF32E2" w:rsidRPr="003C5C95">
          <w:rPr>
            <w:rStyle w:val="Hyperlink"/>
            <w:noProof/>
          </w:rPr>
          <w:t>Thread</w:t>
        </w:r>
        <w:r w:rsidR="00BF32E2">
          <w:rPr>
            <w:noProof/>
            <w:webHidden/>
          </w:rPr>
          <w:tab/>
        </w:r>
        <w:r w:rsidR="00BF32E2">
          <w:rPr>
            <w:noProof/>
            <w:webHidden/>
          </w:rPr>
          <w:fldChar w:fldCharType="begin"/>
        </w:r>
        <w:r w:rsidR="00BF32E2">
          <w:rPr>
            <w:noProof/>
            <w:webHidden/>
          </w:rPr>
          <w:instrText xml:space="preserve"> PAGEREF _Toc350168838 \h </w:instrText>
        </w:r>
        <w:r w:rsidR="00BF32E2">
          <w:rPr>
            <w:noProof/>
            <w:webHidden/>
          </w:rPr>
        </w:r>
        <w:r w:rsidR="00BF32E2">
          <w:rPr>
            <w:noProof/>
            <w:webHidden/>
          </w:rPr>
          <w:fldChar w:fldCharType="separate"/>
        </w:r>
        <w:r w:rsidR="00C42453">
          <w:rPr>
            <w:noProof/>
            <w:webHidden/>
          </w:rPr>
          <w:t>20</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39" w:history="1">
        <w:r w:rsidR="00BF32E2" w:rsidRPr="003C5C95">
          <w:rPr>
            <w:rStyle w:val="Hyperlink"/>
            <w:noProof/>
          </w:rPr>
          <w:t>3.3.</w:t>
        </w:r>
        <w:r w:rsidR="00BF32E2">
          <w:rPr>
            <w:rFonts w:asciiTheme="minorHAnsi" w:hAnsiTheme="minorHAnsi" w:cstheme="minorBidi"/>
            <w:smallCaps w:val="0"/>
            <w:noProof/>
            <w:sz w:val="22"/>
            <w:szCs w:val="22"/>
          </w:rPr>
          <w:tab/>
        </w:r>
        <w:r w:rsidR="00BF32E2" w:rsidRPr="003C5C95">
          <w:rPr>
            <w:rStyle w:val="Hyperlink"/>
            <w:noProof/>
          </w:rPr>
          <w:t>Library</w:t>
        </w:r>
        <w:r w:rsidR="00BF32E2">
          <w:rPr>
            <w:noProof/>
            <w:webHidden/>
          </w:rPr>
          <w:tab/>
        </w:r>
        <w:r w:rsidR="00BF32E2">
          <w:rPr>
            <w:noProof/>
            <w:webHidden/>
          </w:rPr>
          <w:fldChar w:fldCharType="begin"/>
        </w:r>
        <w:r w:rsidR="00BF32E2">
          <w:rPr>
            <w:noProof/>
            <w:webHidden/>
          </w:rPr>
          <w:instrText xml:space="preserve"> PAGEREF _Toc350168839 \h </w:instrText>
        </w:r>
        <w:r w:rsidR="00BF32E2">
          <w:rPr>
            <w:noProof/>
            <w:webHidden/>
          </w:rPr>
        </w:r>
        <w:r w:rsidR="00BF32E2">
          <w:rPr>
            <w:noProof/>
            <w:webHidden/>
          </w:rPr>
          <w:fldChar w:fldCharType="separate"/>
        </w:r>
        <w:r w:rsidR="00C42453">
          <w:rPr>
            <w:noProof/>
            <w:webHidden/>
          </w:rPr>
          <w:t>23</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40" w:history="1">
        <w:r w:rsidR="00BF32E2" w:rsidRPr="003C5C95">
          <w:rPr>
            <w:rStyle w:val="Hyperlink"/>
            <w:noProof/>
          </w:rPr>
          <w:t>3.4.</w:t>
        </w:r>
        <w:r w:rsidR="00BF32E2">
          <w:rPr>
            <w:rFonts w:asciiTheme="minorHAnsi" w:hAnsiTheme="minorHAnsi" w:cstheme="minorBidi"/>
            <w:smallCaps w:val="0"/>
            <w:noProof/>
            <w:sz w:val="22"/>
            <w:szCs w:val="22"/>
          </w:rPr>
          <w:tab/>
        </w:r>
        <w:r w:rsidR="00BF32E2" w:rsidRPr="003C5C95">
          <w:rPr>
            <w:rStyle w:val="Hyperlink"/>
            <w:noProof/>
          </w:rPr>
          <w:t>Breakpoint</w:t>
        </w:r>
        <w:r w:rsidR="00BF32E2">
          <w:rPr>
            <w:noProof/>
            <w:webHidden/>
          </w:rPr>
          <w:tab/>
        </w:r>
        <w:r w:rsidR="00BF32E2">
          <w:rPr>
            <w:noProof/>
            <w:webHidden/>
          </w:rPr>
          <w:fldChar w:fldCharType="begin"/>
        </w:r>
        <w:r w:rsidR="00BF32E2">
          <w:rPr>
            <w:noProof/>
            <w:webHidden/>
          </w:rPr>
          <w:instrText xml:space="preserve"> PAGEREF _Toc350168840 \h </w:instrText>
        </w:r>
        <w:r w:rsidR="00BF32E2">
          <w:rPr>
            <w:noProof/>
            <w:webHidden/>
          </w:rPr>
        </w:r>
        <w:r w:rsidR="00BF32E2">
          <w:rPr>
            <w:noProof/>
            <w:webHidden/>
          </w:rPr>
          <w:fldChar w:fldCharType="separate"/>
        </w:r>
        <w:r w:rsidR="00C42453">
          <w:rPr>
            <w:noProof/>
            <w:webHidden/>
          </w:rPr>
          <w:t>24</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41" w:history="1">
        <w:r w:rsidR="00BF32E2" w:rsidRPr="003C5C95">
          <w:rPr>
            <w:rStyle w:val="Hyperlink"/>
            <w:noProof/>
          </w:rPr>
          <w:t>3.5.</w:t>
        </w:r>
        <w:r w:rsidR="00BF32E2">
          <w:rPr>
            <w:rFonts w:asciiTheme="minorHAnsi" w:hAnsiTheme="minorHAnsi" w:cstheme="minorBidi"/>
            <w:smallCaps w:val="0"/>
            <w:noProof/>
            <w:sz w:val="22"/>
            <w:szCs w:val="22"/>
          </w:rPr>
          <w:tab/>
        </w:r>
        <w:r w:rsidR="00BF32E2" w:rsidRPr="003C5C95">
          <w:rPr>
            <w:rStyle w:val="Hyperlink"/>
            <w:noProof/>
          </w:rPr>
          <w:t>IRPC</w:t>
        </w:r>
        <w:r w:rsidR="00BF32E2">
          <w:rPr>
            <w:noProof/>
            <w:webHidden/>
          </w:rPr>
          <w:tab/>
        </w:r>
        <w:r w:rsidR="00BF32E2">
          <w:rPr>
            <w:noProof/>
            <w:webHidden/>
          </w:rPr>
          <w:fldChar w:fldCharType="begin"/>
        </w:r>
        <w:r w:rsidR="00BF32E2">
          <w:rPr>
            <w:noProof/>
            <w:webHidden/>
          </w:rPr>
          <w:instrText xml:space="preserve"> PAGEREF _Toc350168841 \h </w:instrText>
        </w:r>
        <w:r w:rsidR="00BF32E2">
          <w:rPr>
            <w:noProof/>
            <w:webHidden/>
          </w:rPr>
        </w:r>
        <w:r w:rsidR="00BF32E2">
          <w:rPr>
            <w:noProof/>
            <w:webHidden/>
          </w:rPr>
          <w:fldChar w:fldCharType="separate"/>
        </w:r>
        <w:r w:rsidR="00C42453">
          <w:rPr>
            <w:noProof/>
            <w:webHidden/>
          </w:rPr>
          <w:t>26</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42" w:history="1">
        <w:r w:rsidR="00BF32E2" w:rsidRPr="003C5C95">
          <w:rPr>
            <w:rStyle w:val="Hyperlink"/>
            <w:noProof/>
          </w:rPr>
          <w:t>3.6.</w:t>
        </w:r>
        <w:r w:rsidR="00BF32E2">
          <w:rPr>
            <w:rFonts w:asciiTheme="minorHAnsi" w:hAnsiTheme="minorHAnsi" w:cstheme="minorBidi"/>
            <w:smallCaps w:val="0"/>
            <w:noProof/>
            <w:sz w:val="22"/>
            <w:szCs w:val="22"/>
          </w:rPr>
          <w:tab/>
        </w:r>
        <w:r w:rsidR="00BF32E2" w:rsidRPr="003C5C95">
          <w:rPr>
            <w:rStyle w:val="Hyperlink"/>
            <w:noProof/>
          </w:rPr>
          <w:t>ThreadPool</w:t>
        </w:r>
        <w:r w:rsidR="00BF32E2">
          <w:rPr>
            <w:noProof/>
            <w:webHidden/>
          </w:rPr>
          <w:tab/>
        </w:r>
        <w:r w:rsidR="00BF32E2">
          <w:rPr>
            <w:noProof/>
            <w:webHidden/>
          </w:rPr>
          <w:fldChar w:fldCharType="begin"/>
        </w:r>
        <w:r w:rsidR="00BF32E2">
          <w:rPr>
            <w:noProof/>
            <w:webHidden/>
          </w:rPr>
          <w:instrText xml:space="preserve"> PAGEREF _Toc350168842 \h </w:instrText>
        </w:r>
        <w:r w:rsidR="00BF32E2">
          <w:rPr>
            <w:noProof/>
            <w:webHidden/>
          </w:rPr>
        </w:r>
        <w:r w:rsidR="00BF32E2">
          <w:rPr>
            <w:noProof/>
            <w:webHidden/>
          </w:rPr>
          <w:fldChar w:fldCharType="separate"/>
        </w:r>
        <w:r w:rsidR="00C42453">
          <w:rPr>
            <w:noProof/>
            <w:webHidden/>
          </w:rPr>
          <w:t>28</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43" w:history="1">
        <w:r w:rsidR="00BF32E2" w:rsidRPr="003C5C95">
          <w:rPr>
            <w:rStyle w:val="Hyperlink"/>
            <w:noProof/>
          </w:rPr>
          <w:t>3.7.</w:t>
        </w:r>
        <w:r w:rsidR="00BF32E2">
          <w:rPr>
            <w:rFonts w:asciiTheme="minorHAnsi" w:hAnsiTheme="minorHAnsi" w:cstheme="minorBidi"/>
            <w:smallCaps w:val="0"/>
            <w:noProof/>
            <w:sz w:val="22"/>
            <w:szCs w:val="22"/>
          </w:rPr>
          <w:tab/>
        </w:r>
        <w:r w:rsidR="00BF32E2" w:rsidRPr="003C5C95">
          <w:rPr>
            <w:rStyle w:val="Hyperlink"/>
            <w:noProof/>
          </w:rPr>
          <w:t>LibraryPool</w:t>
        </w:r>
        <w:r w:rsidR="00BF32E2">
          <w:rPr>
            <w:noProof/>
            <w:webHidden/>
          </w:rPr>
          <w:tab/>
        </w:r>
        <w:r w:rsidR="00BF32E2">
          <w:rPr>
            <w:noProof/>
            <w:webHidden/>
          </w:rPr>
          <w:fldChar w:fldCharType="begin"/>
        </w:r>
        <w:r w:rsidR="00BF32E2">
          <w:rPr>
            <w:noProof/>
            <w:webHidden/>
          </w:rPr>
          <w:instrText xml:space="preserve"> PAGEREF _Toc350168843 \h </w:instrText>
        </w:r>
        <w:r w:rsidR="00BF32E2">
          <w:rPr>
            <w:noProof/>
            <w:webHidden/>
          </w:rPr>
        </w:r>
        <w:r w:rsidR="00BF32E2">
          <w:rPr>
            <w:noProof/>
            <w:webHidden/>
          </w:rPr>
          <w:fldChar w:fldCharType="separate"/>
        </w:r>
        <w:r w:rsidR="00C42453">
          <w:rPr>
            <w:noProof/>
            <w:webHidden/>
          </w:rPr>
          <w:t>29</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44" w:history="1">
        <w:r w:rsidR="00BF32E2" w:rsidRPr="003C5C95">
          <w:rPr>
            <w:rStyle w:val="Hyperlink"/>
            <w:noProof/>
          </w:rPr>
          <w:t>3.8.</w:t>
        </w:r>
        <w:r w:rsidR="00BF32E2">
          <w:rPr>
            <w:rFonts w:asciiTheme="minorHAnsi" w:hAnsiTheme="minorHAnsi" w:cstheme="minorBidi"/>
            <w:smallCaps w:val="0"/>
            <w:noProof/>
            <w:sz w:val="22"/>
            <w:szCs w:val="22"/>
          </w:rPr>
          <w:tab/>
        </w:r>
        <w:r w:rsidR="00BF32E2" w:rsidRPr="003C5C95">
          <w:rPr>
            <w:rStyle w:val="Hyperlink"/>
            <w:noProof/>
          </w:rPr>
          <w:t>RegisterPool</w:t>
        </w:r>
        <w:r w:rsidR="00BF32E2">
          <w:rPr>
            <w:noProof/>
            <w:webHidden/>
          </w:rPr>
          <w:tab/>
        </w:r>
        <w:r w:rsidR="00BF32E2">
          <w:rPr>
            <w:noProof/>
            <w:webHidden/>
          </w:rPr>
          <w:fldChar w:fldCharType="begin"/>
        </w:r>
        <w:r w:rsidR="00BF32E2">
          <w:rPr>
            <w:noProof/>
            <w:webHidden/>
          </w:rPr>
          <w:instrText xml:space="preserve"> PAGEREF _Toc350168844 \h </w:instrText>
        </w:r>
        <w:r w:rsidR="00BF32E2">
          <w:rPr>
            <w:noProof/>
            <w:webHidden/>
          </w:rPr>
        </w:r>
        <w:r w:rsidR="00BF32E2">
          <w:rPr>
            <w:noProof/>
            <w:webHidden/>
          </w:rPr>
          <w:fldChar w:fldCharType="separate"/>
        </w:r>
        <w:r w:rsidR="00C42453">
          <w:rPr>
            <w:noProof/>
            <w:webHidden/>
          </w:rPr>
          <w:t>31</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45" w:history="1">
        <w:r w:rsidR="00BF32E2" w:rsidRPr="003C5C95">
          <w:rPr>
            <w:rStyle w:val="Hyperlink"/>
            <w:noProof/>
          </w:rPr>
          <w:t>3.9.</w:t>
        </w:r>
        <w:r w:rsidR="00BF32E2">
          <w:rPr>
            <w:rFonts w:asciiTheme="minorHAnsi" w:hAnsiTheme="minorHAnsi" w:cstheme="minorBidi"/>
            <w:smallCaps w:val="0"/>
            <w:noProof/>
            <w:sz w:val="22"/>
            <w:szCs w:val="22"/>
          </w:rPr>
          <w:tab/>
        </w:r>
        <w:r w:rsidR="00BF32E2" w:rsidRPr="003C5C95">
          <w:rPr>
            <w:rStyle w:val="Hyperlink"/>
            <w:noProof/>
          </w:rPr>
          <w:t>AddressSet</w:t>
        </w:r>
        <w:r w:rsidR="00BF32E2">
          <w:rPr>
            <w:noProof/>
            <w:webHidden/>
          </w:rPr>
          <w:tab/>
        </w:r>
        <w:r w:rsidR="00BF32E2">
          <w:rPr>
            <w:noProof/>
            <w:webHidden/>
          </w:rPr>
          <w:fldChar w:fldCharType="begin"/>
        </w:r>
        <w:r w:rsidR="00BF32E2">
          <w:rPr>
            <w:noProof/>
            <w:webHidden/>
          </w:rPr>
          <w:instrText xml:space="preserve"> PAGEREF _Toc350168845 \h </w:instrText>
        </w:r>
        <w:r w:rsidR="00BF32E2">
          <w:rPr>
            <w:noProof/>
            <w:webHidden/>
          </w:rPr>
        </w:r>
        <w:r w:rsidR="00BF32E2">
          <w:rPr>
            <w:noProof/>
            <w:webHidden/>
          </w:rPr>
          <w:fldChar w:fldCharType="separate"/>
        </w:r>
        <w:r w:rsidR="00C42453">
          <w:rPr>
            <w:noProof/>
            <w:webHidden/>
          </w:rPr>
          <w:t>32</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46" w:history="1">
        <w:r w:rsidR="00BF32E2" w:rsidRPr="003C5C95">
          <w:rPr>
            <w:rStyle w:val="Hyperlink"/>
            <w:noProof/>
          </w:rPr>
          <w:t>3.10.</w:t>
        </w:r>
        <w:r w:rsidR="00BF32E2">
          <w:rPr>
            <w:rFonts w:asciiTheme="minorHAnsi" w:hAnsiTheme="minorHAnsi" w:cstheme="minorBidi"/>
            <w:smallCaps w:val="0"/>
            <w:noProof/>
            <w:sz w:val="22"/>
            <w:szCs w:val="22"/>
          </w:rPr>
          <w:tab/>
        </w:r>
        <w:r w:rsidR="00BF32E2" w:rsidRPr="003C5C95">
          <w:rPr>
            <w:rStyle w:val="Hyperlink"/>
            <w:noProof/>
          </w:rPr>
          <w:t>ProcessSet</w:t>
        </w:r>
        <w:r w:rsidR="00BF32E2">
          <w:rPr>
            <w:noProof/>
            <w:webHidden/>
          </w:rPr>
          <w:tab/>
        </w:r>
        <w:r w:rsidR="00BF32E2">
          <w:rPr>
            <w:noProof/>
            <w:webHidden/>
          </w:rPr>
          <w:fldChar w:fldCharType="begin"/>
        </w:r>
        <w:r w:rsidR="00BF32E2">
          <w:rPr>
            <w:noProof/>
            <w:webHidden/>
          </w:rPr>
          <w:instrText xml:space="preserve"> PAGEREF _Toc350168846 \h </w:instrText>
        </w:r>
        <w:r w:rsidR="00BF32E2">
          <w:rPr>
            <w:noProof/>
            <w:webHidden/>
          </w:rPr>
        </w:r>
        <w:r w:rsidR="00BF32E2">
          <w:rPr>
            <w:noProof/>
            <w:webHidden/>
          </w:rPr>
          <w:fldChar w:fldCharType="separate"/>
        </w:r>
        <w:r w:rsidR="00C42453">
          <w:rPr>
            <w:noProof/>
            <w:webHidden/>
          </w:rPr>
          <w:t>35</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47" w:history="1">
        <w:r w:rsidR="00BF32E2" w:rsidRPr="003C5C95">
          <w:rPr>
            <w:rStyle w:val="Hyperlink"/>
            <w:noProof/>
          </w:rPr>
          <w:t>3.11.</w:t>
        </w:r>
        <w:r w:rsidR="00BF32E2">
          <w:rPr>
            <w:rFonts w:asciiTheme="minorHAnsi" w:hAnsiTheme="minorHAnsi" w:cstheme="minorBidi"/>
            <w:smallCaps w:val="0"/>
            <w:noProof/>
            <w:sz w:val="22"/>
            <w:szCs w:val="22"/>
          </w:rPr>
          <w:tab/>
        </w:r>
        <w:r w:rsidR="00BF32E2" w:rsidRPr="003C5C95">
          <w:rPr>
            <w:rStyle w:val="Hyperlink"/>
            <w:noProof/>
          </w:rPr>
          <w:t>ThreadSet</w:t>
        </w:r>
        <w:r w:rsidR="00BF32E2">
          <w:rPr>
            <w:noProof/>
            <w:webHidden/>
          </w:rPr>
          <w:tab/>
        </w:r>
        <w:r w:rsidR="00BF32E2">
          <w:rPr>
            <w:noProof/>
            <w:webHidden/>
          </w:rPr>
          <w:fldChar w:fldCharType="begin"/>
        </w:r>
        <w:r w:rsidR="00BF32E2">
          <w:rPr>
            <w:noProof/>
            <w:webHidden/>
          </w:rPr>
          <w:instrText xml:space="preserve"> PAGEREF _Toc350168847 \h </w:instrText>
        </w:r>
        <w:r w:rsidR="00BF32E2">
          <w:rPr>
            <w:noProof/>
            <w:webHidden/>
          </w:rPr>
        </w:r>
        <w:r w:rsidR="00BF32E2">
          <w:rPr>
            <w:noProof/>
            <w:webHidden/>
          </w:rPr>
          <w:fldChar w:fldCharType="separate"/>
        </w:r>
        <w:r w:rsidR="00C42453">
          <w:rPr>
            <w:noProof/>
            <w:webHidden/>
          </w:rPr>
          <w:t>44</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48" w:history="1">
        <w:r w:rsidR="00BF32E2" w:rsidRPr="003C5C95">
          <w:rPr>
            <w:rStyle w:val="Hyperlink"/>
            <w:noProof/>
          </w:rPr>
          <w:t>3.12.</w:t>
        </w:r>
        <w:r w:rsidR="00BF32E2">
          <w:rPr>
            <w:rFonts w:asciiTheme="minorHAnsi" w:hAnsiTheme="minorHAnsi" w:cstheme="minorBidi"/>
            <w:smallCaps w:val="0"/>
            <w:noProof/>
            <w:sz w:val="22"/>
            <w:szCs w:val="22"/>
          </w:rPr>
          <w:tab/>
        </w:r>
        <w:r w:rsidR="00BF32E2" w:rsidRPr="003C5C95">
          <w:rPr>
            <w:rStyle w:val="Hyperlink"/>
            <w:noProof/>
          </w:rPr>
          <w:t>EventNotify</w:t>
        </w:r>
        <w:r w:rsidR="00BF32E2">
          <w:rPr>
            <w:noProof/>
            <w:webHidden/>
          </w:rPr>
          <w:tab/>
        </w:r>
        <w:r w:rsidR="00BF32E2">
          <w:rPr>
            <w:noProof/>
            <w:webHidden/>
          </w:rPr>
          <w:fldChar w:fldCharType="begin"/>
        </w:r>
        <w:r w:rsidR="00BF32E2">
          <w:rPr>
            <w:noProof/>
            <w:webHidden/>
          </w:rPr>
          <w:instrText xml:space="preserve"> PAGEREF _Toc350168848 \h </w:instrText>
        </w:r>
        <w:r w:rsidR="00BF32E2">
          <w:rPr>
            <w:noProof/>
            <w:webHidden/>
          </w:rPr>
        </w:r>
        <w:r w:rsidR="00BF32E2">
          <w:rPr>
            <w:noProof/>
            <w:webHidden/>
          </w:rPr>
          <w:fldChar w:fldCharType="separate"/>
        </w:r>
        <w:r w:rsidR="00C42453">
          <w:rPr>
            <w:noProof/>
            <w:webHidden/>
          </w:rPr>
          <w:t>50</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49" w:history="1">
        <w:r w:rsidR="00BF32E2" w:rsidRPr="003C5C95">
          <w:rPr>
            <w:rStyle w:val="Hyperlink"/>
            <w:noProof/>
          </w:rPr>
          <w:t>3.13.</w:t>
        </w:r>
        <w:r w:rsidR="00BF32E2">
          <w:rPr>
            <w:rFonts w:asciiTheme="minorHAnsi" w:hAnsiTheme="minorHAnsi" w:cstheme="minorBidi"/>
            <w:smallCaps w:val="0"/>
            <w:noProof/>
            <w:sz w:val="22"/>
            <w:szCs w:val="22"/>
          </w:rPr>
          <w:tab/>
        </w:r>
        <w:r w:rsidR="00BF32E2" w:rsidRPr="003C5C95">
          <w:rPr>
            <w:rStyle w:val="Hyperlink"/>
            <w:noProof/>
          </w:rPr>
          <w:t>EventType</w:t>
        </w:r>
        <w:r w:rsidR="00BF32E2">
          <w:rPr>
            <w:noProof/>
            <w:webHidden/>
          </w:rPr>
          <w:tab/>
        </w:r>
        <w:r w:rsidR="00BF32E2">
          <w:rPr>
            <w:noProof/>
            <w:webHidden/>
          </w:rPr>
          <w:fldChar w:fldCharType="begin"/>
        </w:r>
        <w:r w:rsidR="00BF32E2">
          <w:rPr>
            <w:noProof/>
            <w:webHidden/>
          </w:rPr>
          <w:instrText xml:space="preserve"> PAGEREF _Toc350168849 \h </w:instrText>
        </w:r>
        <w:r w:rsidR="00BF32E2">
          <w:rPr>
            <w:noProof/>
            <w:webHidden/>
          </w:rPr>
        </w:r>
        <w:r w:rsidR="00BF32E2">
          <w:rPr>
            <w:noProof/>
            <w:webHidden/>
          </w:rPr>
          <w:fldChar w:fldCharType="separate"/>
        </w:r>
        <w:r w:rsidR="00C42453">
          <w:rPr>
            <w:noProof/>
            <w:webHidden/>
          </w:rPr>
          <w:t>50</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50" w:history="1">
        <w:r w:rsidR="00BF32E2" w:rsidRPr="003C5C95">
          <w:rPr>
            <w:rStyle w:val="Hyperlink"/>
            <w:noProof/>
          </w:rPr>
          <w:t>3.14.</w:t>
        </w:r>
        <w:r w:rsidR="00BF32E2">
          <w:rPr>
            <w:rFonts w:asciiTheme="minorHAnsi" w:hAnsiTheme="minorHAnsi" w:cstheme="minorBidi"/>
            <w:smallCaps w:val="0"/>
            <w:noProof/>
            <w:sz w:val="22"/>
            <w:szCs w:val="22"/>
          </w:rPr>
          <w:tab/>
        </w:r>
        <w:r w:rsidR="00BF32E2" w:rsidRPr="003C5C95">
          <w:rPr>
            <w:rStyle w:val="Hyperlink"/>
            <w:noProof/>
          </w:rPr>
          <w:t>Event</w:t>
        </w:r>
        <w:r w:rsidR="00BF32E2">
          <w:rPr>
            <w:noProof/>
            <w:webHidden/>
          </w:rPr>
          <w:tab/>
        </w:r>
        <w:r w:rsidR="00BF32E2">
          <w:rPr>
            <w:noProof/>
            <w:webHidden/>
          </w:rPr>
          <w:fldChar w:fldCharType="begin"/>
        </w:r>
        <w:r w:rsidR="00BF32E2">
          <w:rPr>
            <w:noProof/>
            <w:webHidden/>
          </w:rPr>
          <w:instrText xml:space="preserve"> PAGEREF _Toc350168850 \h </w:instrText>
        </w:r>
        <w:r w:rsidR="00BF32E2">
          <w:rPr>
            <w:noProof/>
            <w:webHidden/>
          </w:rPr>
        </w:r>
        <w:r w:rsidR="00BF32E2">
          <w:rPr>
            <w:noProof/>
            <w:webHidden/>
          </w:rPr>
          <w:fldChar w:fldCharType="separate"/>
        </w:r>
        <w:r w:rsidR="00C42453">
          <w:rPr>
            <w:noProof/>
            <w:webHidden/>
          </w:rPr>
          <w:t>52</w:t>
        </w:r>
        <w:r w:rsidR="00BF32E2">
          <w:rPr>
            <w:noProof/>
            <w:webHidden/>
          </w:rPr>
          <w:fldChar w:fldCharType="end"/>
        </w:r>
      </w:hyperlink>
    </w:p>
    <w:p w:rsidR="00BF32E2" w:rsidRDefault="00597207">
      <w:pPr>
        <w:pStyle w:val="TOC2"/>
        <w:tabs>
          <w:tab w:val="left" w:pos="1440"/>
          <w:tab w:val="right" w:leader="dot" w:pos="9350"/>
        </w:tabs>
        <w:rPr>
          <w:rFonts w:asciiTheme="minorHAnsi" w:hAnsiTheme="minorHAnsi" w:cstheme="minorBidi"/>
          <w:smallCaps w:val="0"/>
          <w:noProof/>
          <w:sz w:val="22"/>
          <w:szCs w:val="22"/>
        </w:rPr>
      </w:pPr>
      <w:hyperlink w:anchor="_Toc350168851" w:history="1">
        <w:r w:rsidR="00BF32E2" w:rsidRPr="003C5C95">
          <w:rPr>
            <w:rStyle w:val="Hyperlink"/>
            <w:noProof/>
          </w:rPr>
          <w:t>3.15.</w:t>
        </w:r>
        <w:r w:rsidR="00BF32E2">
          <w:rPr>
            <w:rFonts w:asciiTheme="minorHAnsi" w:hAnsiTheme="minorHAnsi" w:cstheme="minorBidi"/>
            <w:smallCaps w:val="0"/>
            <w:noProof/>
            <w:sz w:val="22"/>
            <w:szCs w:val="22"/>
          </w:rPr>
          <w:tab/>
        </w:r>
        <w:r w:rsidR="00BF32E2" w:rsidRPr="003C5C95">
          <w:rPr>
            <w:rStyle w:val="Hyperlink"/>
            <w:noProof/>
          </w:rPr>
          <w:t>Event Child Classes</w:t>
        </w:r>
        <w:r w:rsidR="00BF32E2">
          <w:rPr>
            <w:noProof/>
            <w:webHidden/>
          </w:rPr>
          <w:tab/>
        </w:r>
        <w:r w:rsidR="00BF32E2">
          <w:rPr>
            <w:noProof/>
            <w:webHidden/>
          </w:rPr>
          <w:fldChar w:fldCharType="begin"/>
        </w:r>
        <w:r w:rsidR="00BF32E2">
          <w:rPr>
            <w:noProof/>
            <w:webHidden/>
          </w:rPr>
          <w:instrText xml:space="preserve"> PAGEREF _Toc350168851 \h </w:instrText>
        </w:r>
        <w:r w:rsidR="00BF32E2">
          <w:rPr>
            <w:noProof/>
            <w:webHidden/>
          </w:rPr>
        </w:r>
        <w:r w:rsidR="00BF32E2">
          <w:rPr>
            <w:noProof/>
            <w:webHidden/>
          </w:rPr>
          <w:fldChar w:fldCharType="separate"/>
        </w:r>
        <w:r w:rsidR="00C42453">
          <w:rPr>
            <w:noProof/>
            <w:webHidden/>
          </w:rPr>
          <w:t>55</w:t>
        </w:r>
        <w:r w:rsidR="00BF32E2">
          <w:rPr>
            <w:noProof/>
            <w:webHidden/>
          </w:rPr>
          <w:fldChar w:fldCharType="end"/>
        </w:r>
      </w:hyperlink>
    </w:p>
    <w:p w:rsidR="00BF32E2" w:rsidRDefault="00597207">
      <w:pPr>
        <w:pStyle w:val="TOC3"/>
        <w:tabs>
          <w:tab w:val="left" w:pos="1920"/>
          <w:tab w:val="right" w:leader="dot" w:pos="9350"/>
        </w:tabs>
        <w:rPr>
          <w:rFonts w:asciiTheme="minorHAnsi" w:hAnsiTheme="minorHAnsi" w:cstheme="minorBidi"/>
          <w:i w:val="0"/>
          <w:iCs w:val="0"/>
          <w:noProof/>
          <w:sz w:val="22"/>
          <w:szCs w:val="22"/>
        </w:rPr>
      </w:pPr>
      <w:hyperlink w:anchor="_Toc350168852" w:history="1">
        <w:r w:rsidR="00BF32E2" w:rsidRPr="003C5C95">
          <w:rPr>
            <w:rStyle w:val="Hyperlink"/>
            <w:noProof/>
          </w:rPr>
          <w:t>3.15.1.</w:t>
        </w:r>
        <w:r w:rsidR="00BF32E2">
          <w:rPr>
            <w:rFonts w:asciiTheme="minorHAnsi" w:hAnsiTheme="minorHAnsi" w:cstheme="minorBidi"/>
            <w:i w:val="0"/>
            <w:iCs w:val="0"/>
            <w:noProof/>
            <w:sz w:val="22"/>
            <w:szCs w:val="22"/>
          </w:rPr>
          <w:tab/>
        </w:r>
        <w:r w:rsidR="00BF32E2" w:rsidRPr="003C5C95">
          <w:rPr>
            <w:rStyle w:val="Hyperlink"/>
            <w:noProof/>
          </w:rPr>
          <w:t>EventTerminate</w:t>
        </w:r>
        <w:r w:rsidR="00BF32E2">
          <w:rPr>
            <w:noProof/>
            <w:webHidden/>
          </w:rPr>
          <w:tab/>
        </w:r>
        <w:r w:rsidR="00BF32E2">
          <w:rPr>
            <w:noProof/>
            <w:webHidden/>
          </w:rPr>
          <w:fldChar w:fldCharType="begin"/>
        </w:r>
        <w:r w:rsidR="00BF32E2">
          <w:rPr>
            <w:noProof/>
            <w:webHidden/>
          </w:rPr>
          <w:instrText xml:space="preserve"> PAGEREF _Toc350168852 \h </w:instrText>
        </w:r>
        <w:r w:rsidR="00BF32E2">
          <w:rPr>
            <w:noProof/>
            <w:webHidden/>
          </w:rPr>
        </w:r>
        <w:r w:rsidR="00BF32E2">
          <w:rPr>
            <w:noProof/>
            <w:webHidden/>
          </w:rPr>
          <w:fldChar w:fldCharType="separate"/>
        </w:r>
        <w:r w:rsidR="00C42453">
          <w:rPr>
            <w:noProof/>
            <w:webHidden/>
          </w:rPr>
          <w:t>55</w:t>
        </w:r>
        <w:r w:rsidR="00BF32E2">
          <w:rPr>
            <w:noProof/>
            <w:webHidden/>
          </w:rPr>
          <w:fldChar w:fldCharType="end"/>
        </w:r>
      </w:hyperlink>
    </w:p>
    <w:p w:rsidR="00BF32E2" w:rsidRDefault="00597207">
      <w:pPr>
        <w:pStyle w:val="TOC3"/>
        <w:tabs>
          <w:tab w:val="left" w:pos="1920"/>
          <w:tab w:val="right" w:leader="dot" w:pos="9350"/>
        </w:tabs>
        <w:rPr>
          <w:rFonts w:asciiTheme="minorHAnsi" w:hAnsiTheme="minorHAnsi" w:cstheme="minorBidi"/>
          <w:i w:val="0"/>
          <w:iCs w:val="0"/>
          <w:noProof/>
          <w:sz w:val="22"/>
          <w:szCs w:val="22"/>
        </w:rPr>
      </w:pPr>
      <w:hyperlink w:anchor="_Toc350168853" w:history="1">
        <w:r w:rsidR="00BF32E2" w:rsidRPr="003C5C95">
          <w:rPr>
            <w:rStyle w:val="Hyperlink"/>
            <w:noProof/>
          </w:rPr>
          <w:t>3.15.2.</w:t>
        </w:r>
        <w:r w:rsidR="00BF32E2">
          <w:rPr>
            <w:rFonts w:asciiTheme="minorHAnsi" w:hAnsiTheme="minorHAnsi" w:cstheme="minorBidi"/>
            <w:i w:val="0"/>
            <w:iCs w:val="0"/>
            <w:noProof/>
            <w:sz w:val="22"/>
            <w:szCs w:val="22"/>
          </w:rPr>
          <w:tab/>
        </w:r>
        <w:r w:rsidR="00BF32E2" w:rsidRPr="003C5C95">
          <w:rPr>
            <w:rStyle w:val="Hyperlink"/>
            <w:noProof/>
          </w:rPr>
          <w:t>EventExit</w:t>
        </w:r>
        <w:r w:rsidR="00BF32E2">
          <w:rPr>
            <w:noProof/>
            <w:webHidden/>
          </w:rPr>
          <w:tab/>
        </w:r>
        <w:r w:rsidR="00BF32E2">
          <w:rPr>
            <w:noProof/>
            <w:webHidden/>
          </w:rPr>
          <w:fldChar w:fldCharType="begin"/>
        </w:r>
        <w:r w:rsidR="00BF32E2">
          <w:rPr>
            <w:noProof/>
            <w:webHidden/>
          </w:rPr>
          <w:instrText xml:space="preserve"> PAGEREF _Toc350168853 \h </w:instrText>
        </w:r>
        <w:r w:rsidR="00BF32E2">
          <w:rPr>
            <w:noProof/>
            <w:webHidden/>
          </w:rPr>
        </w:r>
        <w:r w:rsidR="00BF32E2">
          <w:rPr>
            <w:noProof/>
            <w:webHidden/>
          </w:rPr>
          <w:fldChar w:fldCharType="separate"/>
        </w:r>
        <w:r w:rsidR="00C42453">
          <w:rPr>
            <w:noProof/>
            <w:webHidden/>
          </w:rPr>
          <w:t>56</w:t>
        </w:r>
        <w:r w:rsidR="00BF32E2">
          <w:rPr>
            <w:noProof/>
            <w:webHidden/>
          </w:rPr>
          <w:fldChar w:fldCharType="end"/>
        </w:r>
      </w:hyperlink>
    </w:p>
    <w:p w:rsidR="00BF32E2" w:rsidRDefault="00597207">
      <w:pPr>
        <w:pStyle w:val="TOC3"/>
        <w:tabs>
          <w:tab w:val="left" w:pos="1920"/>
          <w:tab w:val="right" w:leader="dot" w:pos="9350"/>
        </w:tabs>
        <w:rPr>
          <w:rFonts w:asciiTheme="minorHAnsi" w:hAnsiTheme="minorHAnsi" w:cstheme="minorBidi"/>
          <w:i w:val="0"/>
          <w:iCs w:val="0"/>
          <w:noProof/>
          <w:sz w:val="22"/>
          <w:szCs w:val="22"/>
        </w:rPr>
      </w:pPr>
      <w:hyperlink w:anchor="_Toc350168854" w:history="1">
        <w:r w:rsidR="00BF32E2" w:rsidRPr="003C5C95">
          <w:rPr>
            <w:rStyle w:val="Hyperlink"/>
            <w:noProof/>
          </w:rPr>
          <w:t>3.15.3.</w:t>
        </w:r>
        <w:r w:rsidR="00BF32E2">
          <w:rPr>
            <w:rFonts w:asciiTheme="minorHAnsi" w:hAnsiTheme="minorHAnsi" w:cstheme="minorBidi"/>
            <w:i w:val="0"/>
            <w:iCs w:val="0"/>
            <w:noProof/>
            <w:sz w:val="22"/>
            <w:szCs w:val="22"/>
          </w:rPr>
          <w:tab/>
        </w:r>
        <w:r w:rsidR="00BF32E2" w:rsidRPr="003C5C95">
          <w:rPr>
            <w:rStyle w:val="Hyperlink"/>
            <w:noProof/>
          </w:rPr>
          <w:t>EventCrash</w:t>
        </w:r>
        <w:r w:rsidR="00BF32E2">
          <w:rPr>
            <w:noProof/>
            <w:webHidden/>
          </w:rPr>
          <w:tab/>
        </w:r>
        <w:r w:rsidR="00BF32E2">
          <w:rPr>
            <w:noProof/>
            <w:webHidden/>
          </w:rPr>
          <w:fldChar w:fldCharType="begin"/>
        </w:r>
        <w:r w:rsidR="00BF32E2">
          <w:rPr>
            <w:noProof/>
            <w:webHidden/>
          </w:rPr>
          <w:instrText xml:space="preserve"> PAGEREF _Toc350168854 \h </w:instrText>
        </w:r>
        <w:r w:rsidR="00BF32E2">
          <w:rPr>
            <w:noProof/>
            <w:webHidden/>
          </w:rPr>
        </w:r>
        <w:r w:rsidR="00BF32E2">
          <w:rPr>
            <w:noProof/>
            <w:webHidden/>
          </w:rPr>
          <w:fldChar w:fldCharType="separate"/>
        </w:r>
        <w:r w:rsidR="00C42453">
          <w:rPr>
            <w:noProof/>
            <w:webHidden/>
          </w:rPr>
          <w:t>56</w:t>
        </w:r>
        <w:r w:rsidR="00BF32E2">
          <w:rPr>
            <w:noProof/>
            <w:webHidden/>
          </w:rPr>
          <w:fldChar w:fldCharType="end"/>
        </w:r>
      </w:hyperlink>
    </w:p>
    <w:p w:rsidR="00BF32E2" w:rsidRDefault="00597207">
      <w:pPr>
        <w:pStyle w:val="TOC3"/>
        <w:tabs>
          <w:tab w:val="left" w:pos="1920"/>
          <w:tab w:val="right" w:leader="dot" w:pos="9350"/>
        </w:tabs>
        <w:rPr>
          <w:rFonts w:asciiTheme="minorHAnsi" w:hAnsiTheme="minorHAnsi" w:cstheme="minorBidi"/>
          <w:i w:val="0"/>
          <w:iCs w:val="0"/>
          <w:noProof/>
          <w:sz w:val="22"/>
          <w:szCs w:val="22"/>
        </w:rPr>
      </w:pPr>
      <w:hyperlink w:anchor="_Toc350168855" w:history="1">
        <w:r w:rsidR="00BF32E2" w:rsidRPr="003C5C95">
          <w:rPr>
            <w:rStyle w:val="Hyperlink"/>
            <w:noProof/>
          </w:rPr>
          <w:t>3.15.4.</w:t>
        </w:r>
        <w:r w:rsidR="00BF32E2">
          <w:rPr>
            <w:rFonts w:asciiTheme="minorHAnsi" w:hAnsiTheme="minorHAnsi" w:cstheme="minorBidi"/>
            <w:i w:val="0"/>
            <w:iCs w:val="0"/>
            <w:noProof/>
            <w:sz w:val="22"/>
            <w:szCs w:val="22"/>
          </w:rPr>
          <w:tab/>
        </w:r>
        <w:r w:rsidR="00BF32E2" w:rsidRPr="003C5C95">
          <w:rPr>
            <w:rStyle w:val="Hyperlink"/>
            <w:noProof/>
          </w:rPr>
          <w:t>EventForceTerminate</w:t>
        </w:r>
        <w:r w:rsidR="00BF32E2">
          <w:rPr>
            <w:noProof/>
            <w:webHidden/>
          </w:rPr>
          <w:tab/>
        </w:r>
        <w:r w:rsidR="00BF32E2">
          <w:rPr>
            <w:noProof/>
            <w:webHidden/>
          </w:rPr>
          <w:fldChar w:fldCharType="begin"/>
        </w:r>
        <w:r w:rsidR="00BF32E2">
          <w:rPr>
            <w:noProof/>
            <w:webHidden/>
          </w:rPr>
          <w:instrText xml:space="preserve"> PAGEREF _Toc350168855 \h </w:instrText>
        </w:r>
        <w:r w:rsidR="00BF32E2">
          <w:rPr>
            <w:noProof/>
            <w:webHidden/>
          </w:rPr>
        </w:r>
        <w:r w:rsidR="00BF32E2">
          <w:rPr>
            <w:noProof/>
            <w:webHidden/>
          </w:rPr>
          <w:fldChar w:fldCharType="separate"/>
        </w:r>
        <w:r w:rsidR="00C42453">
          <w:rPr>
            <w:noProof/>
            <w:webHidden/>
          </w:rPr>
          <w:t>56</w:t>
        </w:r>
        <w:r w:rsidR="00BF32E2">
          <w:rPr>
            <w:noProof/>
            <w:webHidden/>
          </w:rPr>
          <w:fldChar w:fldCharType="end"/>
        </w:r>
      </w:hyperlink>
    </w:p>
    <w:p w:rsidR="00BF32E2" w:rsidRDefault="00597207">
      <w:pPr>
        <w:pStyle w:val="TOC3"/>
        <w:tabs>
          <w:tab w:val="left" w:pos="1920"/>
          <w:tab w:val="right" w:leader="dot" w:pos="9350"/>
        </w:tabs>
        <w:rPr>
          <w:rFonts w:asciiTheme="minorHAnsi" w:hAnsiTheme="minorHAnsi" w:cstheme="minorBidi"/>
          <w:i w:val="0"/>
          <w:iCs w:val="0"/>
          <w:noProof/>
          <w:sz w:val="22"/>
          <w:szCs w:val="22"/>
        </w:rPr>
      </w:pPr>
      <w:hyperlink w:anchor="_Toc350168856" w:history="1">
        <w:r w:rsidR="00BF32E2" w:rsidRPr="003C5C95">
          <w:rPr>
            <w:rStyle w:val="Hyperlink"/>
            <w:noProof/>
          </w:rPr>
          <w:t>3.15.5.</w:t>
        </w:r>
        <w:r w:rsidR="00BF32E2">
          <w:rPr>
            <w:rFonts w:asciiTheme="minorHAnsi" w:hAnsiTheme="minorHAnsi" w:cstheme="minorBidi"/>
            <w:i w:val="0"/>
            <w:iCs w:val="0"/>
            <w:noProof/>
            <w:sz w:val="22"/>
            <w:szCs w:val="22"/>
          </w:rPr>
          <w:tab/>
        </w:r>
        <w:r w:rsidR="00BF32E2" w:rsidRPr="003C5C95">
          <w:rPr>
            <w:rStyle w:val="Hyperlink"/>
            <w:noProof/>
          </w:rPr>
          <w:t>EventExec</w:t>
        </w:r>
        <w:r w:rsidR="00BF32E2">
          <w:rPr>
            <w:noProof/>
            <w:webHidden/>
          </w:rPr>
          <w:tab/>
        </w:r>
        <w:r w:rsidR="00BF32E2">
          <w:rPr>
            <w:noProof/>
            <w:webHidden/>
          </w:rPr>
          <w:fldChar w:fldCharType="begin"/>
        </w:r>
        <w:r w:rsidR="00BF32E2">
          <w:rPr>
            <w:noProof/>
            <w:webHidden/>
          </w:rPr>
          <w:instrText xml:space="preserve"> PAGEREF _Toc350168856 \h </w:instrText>
        </w:r>
        <w:r w:rsidR="00BF32E2">
          <w:rPr>
            <w:noProof/>
            <w:webHidden/>
          </w:rPr>
        </w:r>
        <w:r w:rsidR="00BF32E2">
          <w:rPr>
            <w:noProof/>
            <w:webHidden/>
          </w:rPr>
          <w:fldChar w:fldCharType="separate"/>
        </w:r>
        <w:r w:rsidR="00C42453">
          <w:rPr>
            <w:noProof/>
            <w:webHidden/>
          </w:rPr>
          <w:t>57</w:t>
        </w:r>
        <w:r w:rsidR="00BF32E2">
          <w:rPr>
            <w:noProof/>
            <w:webHidden/>
          </w:rPr>
          <w:fldChar w:fldCharType="end"/>
        </w:r>
      </w:hyperlink>
    </w:p>
    <w:p w:rsidR="00BF32E2" w:rsidRDefault="00597207">
      <w:pPr>
        <w:pStyle w:val="TOC3"/>
        <w:tabs>
          <w:tab w:val="left" w:pos="1920"/>
          <w:tab w:val="right" w:leader="dot" w:pos="9350"/>
        </w:tabs>
        <w:rPr>
          <w:rFonts w:asciiTheme="minorHAnsi" w:hAnsiTheme="minorHAnsi" w:cstheme="minorBidi"/>
          <w:i w:val="0"/>
          <w:iCs w:val="0"/>
          <w:noProof/>
          <w:sz w:val="22"/>
          <w:szCs w:val="22"/>
        </w:rPr>
      </w:pPr>
      <w:hyperlink w:anchor="_Toc350168857" w:history="1">
        <w:r w:rsidR="00BF32E2" w:rsidRPr="003C5C95">
          <w:rPr>
            <w:rStyle w:val="Hyperlink"/>
            <w:noProof/>
          </w:rPr>
          <w:t>3.15.6.</w:t>
        </w:r>
        <w:r w:rsidR="00BF32E2">
          <w:rPr>
            <w:rFonts w:asciiTheme="minorHAnsi" w:hAnsiTheme="minorHAnsi" w:cstheme="minorBidi"/>
            <w:i w:val="0"/>
            <w:iCs w:val="0"/>
            <w:noProof/>
            <w:sz w:val="22"/>
            <w:szCs w:val="22"/>
          </w:rPr>
          <w:tab/>
        </w:r>
        <w:r w:rsidR="00BF32E2" w:rsidRPr="003C5C95">
          <w:rPr>
            <w:rStyle w:val="Hyperlink"/>
            <w:noProof/>
          </w:rPr>
          <w:t>EventStop</w:t>
        </w:r>
        <w:r w:rsidR="00BF32E2">
          <w:rPr>
            <w:noProof/>
            <w:webHidden/>
          </w:rPr>
          <w:tab/>
        </w:r>
        <w:r w:rsidR="00BF32E2">
          <w:rPr>
            <w:noProof/>
            <w:webHidden/>
          </w:rPr>
          <w:fldChar w:fldCharType="begin"/>
        </w:r>
        <w:r w:rsidR="00BF32E2">
          <w:rPr>
            <w:noProof/>
            <w:webHidden/>
          </w:rPr>
          <w:instrText xml:space="preserve"> PAGEREF _Toc350168857 \h </w:instrText>
        </w:r>
        <w:r w:rsidR="00BF32E2">
          <w:rPr>
            <w:noProof/>
            <w:webHidden/>
          </w:rPr>
        </w:r>
        <w:r w:rsidR="00BF32E2">
          <w:rPr>
            <w:noProof/>
            <w:webHidden/>
          </w:rPr>
          <w:fldChar w:fldCharType="separate"/>
        </w:r>
        <w:r w:rsidR="00C42453">
          <w:rPr>
            <w:noProof/>
            <w:webHidden/>
          </w:rPr>
          <w:t>57</w:t>
        </w:r>
        <w:r w:rsidR="00BF32E2">
          <w:rPr>
            <w:noProof/>
            <w:webHidden/>
          </w:rPr>
          <w:fldChar w:fldCharType="end"/>
        </w:r>
      </w:hyperlink>
    </w:p>
    <w:p w:rsidR="00BF32E2" w:rsidRDefault="00597207">
      <w:pPr>
        <w:pStyle w:val="TOC3"/>
        <w:tabs>
          <w:tab w:val="left" w:pos="1920"/>
          <w:tab w:val="right" w:leader="dot" w:pos="9350"/>
        </w:tabs>
        <w:rPr>
          <w:rFonts w:asciiTheme="minorHAnsi" w:hAnsiTheme="minorHAnsi" w:cstheme="minorBidi"/>
          <w:i w:val="0"/>
          <w:iCs w:val="0"/>
          <w:noProof/>
          <w:sz w:val="22"/>
          <w:szCs w:val="22"/>
        </w:rPr>
      </w:pPr>
      <w:hyperlink w:anchor="_Toc350168858" w:history="1">
        <w:r w:rsidR="00BF32E2" w:rsidRPr="003C5C95">
          <w:rPr>
            <w:rStyle w:val="Hyperlink"/>
            <w:noProof/>
          </w:rPr>
          <w:t>3.15.7.</w:t>
        </w:r>
        <w:r w:rsidR="00BF32E2">
          <w:rPr>
            <w:rFonts w:asciiTheme="minorHAnsi" w:hAnsiTheme="minorHAnsi" w:cstheme="minorBidi"/>
            <w:i w:val="0"/>
            <w:iCs w:val="0"/>
            <w:noProof/>
            <w:sz w:val="22"/>
            <w:szCs w:val="22"/>
          </w:rPr>
          <w:tab/>
        </w:r>
        <w:r w:rsidR="00BF32E2" w:rsidRPr="003C5C95">
          <w:rPr>
            <w:rStyle w:val="Hyperlink"/>
            <w:noProof/>
          </w:rPr>
          <w:t>EventBreakpoint</w:t>
        </w:r>
        <w:r w:rsidR="00BF32E2">
          <w:rPr>
            <w:noProof/>
            <w:webHidden/>
          </w:rPr>
          <w:tab/>
        </w:r>
        <w:r w:rsidR="00BF32E2">
          <w:rPr>
            <w:noProof/>
            <w:webHidden/>
          </w:rPr>
          <w:fldChar w:fldCharType="begin"/>
        </w:r>
        <w:r w:rsidR="00BF32E2">
          <w:rPr>
            <w:noProof/>
            <w:webHidden/>
          </w:rPr>
          <w:instrText xml:space="preserve"> PAGEREF _Toc350168858 \h </w:instrText>
        </w:r>
        <w:r w:rsidR="00BF32E2">
          <w:rPr>
            <w:noProof/>
            <w:webHidden/>
          </w:rPr>
        </w:r>
        <w:r w:rsidR="00BF32E2">
          <w:rPr>
            <w:noProof/>
            <w:webHidden/>
          </w:rPr>
          <w:fldChar w:fldCharType="separate"/>
        </w:r>
        <w:r w:rsidR="00C42453">
          <w:rPr>
            <w:noProof/>
            <w:webHidden/>
          </w:rPr>
          <w:t>57</w:t>
        </w:r>
        <w:r w:rsidR="00BF32E2">
          <w:rPr>
            <w:noProof/>
            <w:webHidden/>
          </w:rPr>
          <w:fldChar w:fldCharType="end"/>
        </w:r>
      </w:hyperlink>
    </w:p>
    <w:p w:rsidR="00BF32E2" w:rsidRDefault="00597207">
      <w:pPr>
        <w:pStyle w:val="TOC3"/>
        <w:tabs>
          <w:tab w:val="left" w:pos="1920"/>
          <w:tab w:val="right" w:leader="dot" w:pos="9350"/>
        </w:tabs>
        <w:rPr>
          <w:rFonts w:asciiTheme="minorHAnsi" w:hAnsiTheme="minorHAnsi" w:cstheme="minorBidi"/>
          <w:i w:val="0"/>
          <w:iCs w:val="0"/>
          <w:noProof/>
          <w:sz w:val="22"/>
          <w:szCs w:val="22"/>
        </w:rPr>
      </w:pPr>
      <w:hyperlink w:anchor="_Toc350168859" w:history="1">
        <w:r w:rsidR="00BF32E2" w:rsidRPr="003C5C95">
          <w:rPr>
            <w:rStyle w:val="Hyperlink"/>
            <w:noProof/>
          </w:rPr>
          <w:t>3.15.8.</w:t>
        </w:r>
        <w:r w:rsidR="00BF32E2">
          <w:rPr>
            <w:rFonts w:asciiTheme="minorHAnsi" w:hAnsiTheme="minorHAnsi" w:cstheme="minorBidi"/>
            <w:i w:val="0"/>
            <w:iCs w:val="0"/>
            <w:noProof/>
            <w:sz w:val="22"/>
            <w:szCs w:val="22"/>
          </w:rPr>
          <w:tab/>
        </w:r>
        <w:r w:rsidR="00BF32E2" w:rsidRPr="003C5C95">
          <w:rPr>
            <w:rStyle w:val="Hyperlink"/>
            <w:noProof/>
          </w:rPr>
          <w:t>EventNewThread</w:t>
        </w:r>
        <w:r w:rsidR="00BF32E2">
          <w:rPr>
            <w:noProof/>
            <w:webHidden/>
          </w:rPr>
          <w:tab/>
        </w:r>
        <w:r w:rsidR="00BF32E2">
          <w:rPr>
            <w:noProof/>
            <w:webHidden/>
          </w:rPr>
          <w:fldChar w:fldCharType="begin"/>
        </w:r>
        <w:r w:rsidR="00BF32E2">
          <w:rPr>
            <w:noProof/>
            <w:webHidden/>
          </w:rPr>
          <w:instrText xml:space="preserve"> PAGEREF _Toc350168859 \h </w:instrText>
        </w:r>
        <w:r w:rsidR="00BF32E2">
          <w:rPr>
            <w:noProof/>
            <w:webHidden/>
          </w:rPr>
        </w:r>
        <w:r w:rsidR="00BF32E2">
          <w:rPr>
            <w:noProof/>
            <w:webHidden/>
          </w:rPr>
          <w:fldChar w:fldCharType="separate"/>
        </w:r>
        <w:r w:rsidR="00C42453">
          <w:rPr>
            <w:noProof/>
            <w:webHidden/>
          </w:rPr>
          <w:t>58</w:t>
        </w:r>
        <w:r w:rsidR="00BF32E2">
          <w:rPr>
            <w:noProof/>
            <w:webHidden/>
          </w:rPr>
          <w:fldChar w:fldCharType="end"/>
        </w:r>
      </w:hyperlink>
    </w:p>
    <w:p w:rsidR="00BF32E2" w:rsidRDefault="00597207">
      <w:pPr>
        <w:pStyle w:val="TOC3"/>
        <w:tabs>
          <w:tab w:val="left" w:pos="1920"/>
          <w:tab w:val="right" w:leader="dot" w:pos="9350"/>
        </w:tabs>
        <w:rPr>
          <w:rFonts w:asciiTheme="minorHAnsi" w:hAnsiTheme="minorHAnsi" w:cstheme="minorBidi"/>
          <w:i w:val="0"/>
          <w:iCs w:val="0"/>
          <w:noProof/>
          <w:sz w:val="22"/>
          <w:szCs w:val="22"/>
        </w:rPr>
      </w:pPr>
      <w:hyperlink w:anchor="_Toc350168860" w:history="1">
        <w:r w:rsidR="00BF32E2" w:rsidRPr="003C5C95">
          <w:rPr>
            <w:rStyle w:val="Hyperlink"/>
            <w:noProof/>
          </w:rPr>
          <w:t>3.15.9.</w:t>
        </w:r>
        <w:r w:rsidR="00BF32E2">
          <w:rPr>
            <w:rFonts w:asciiTheme="minorHAnsi" w:hAnsiTheme="minorHAnsi" w:cstheme="minorBidi"/>
            <w:i w:val="0"/>
            <w:iCs w:val="0"/>
            <w:noProof/>
            <w:sz w:val="22"/>
            <w:szCs w:val="22"/>
          </w:rPr>
          <w:tab/>
        </w:r>
        <w:r w:rsidR="00BF32E2" w:rsidRPr="003C5C95">
          <w:rPr>
            <w:rStyle w:val="Hyperlink"/>
            <w:noProof/>
          </w:rPr>
          <w:t>EventNewUserThread</w:t>
        </w:r>
        <w:r w:rsidR="00BF32E2">
          <w:rPr>
            <w:noProof/>
            <w:webHidden/>
          </w:rPr>
          <w:tab/>
        </w:r>
        <w:r w:rsidR="00BF32E2">
          <w:rPr>
            <w:noProof/>
            <w:webHidden/>
          </w:rPr>
          <w:fldChar w:fldCharType="begin"/>
        </w:r>
        <w:r w:rsidR="00BF32E2">
          <w:rPr>
            <w:noProof/>
            <w:webHidden/>
          </w:rPr>
          <w:instrText xml:space="preserve"> PAGEREF _Toc350168860 \h </w:instrText>
        </w:r>
        <w:r w:rsidR="00BF32E2">
          <w:rPr>
            <w:noProof/>
            <w:webHidden/>
          </w:rPr>
        </w:r>
        <w:r w:rsidR="00BF32E2">
          <w:rPr>
            <w:noProof/>
            <w:webHidden/>
          </w:rPr>
          <w:fldChar w:fldCharType="separate"/>
        </w:r>
        <w:r w:rsidR="00C42453">
          <w:rPr>
            <w:noProof/>
            <w:webHidden/>
          </w:rPr>
          <w:t>58</w:t>
        </w:r>
        <w:r w:rsidR="00BF32E2">
          <w:rPr>
            <w:noProof/>
            <w:webHidden/>
          </w:rPr>
          <w:fldChar w:fldCharType="end"/>
        </w:r>
      </w:hyperlink>
    </w:p>
    <w:p w:rsidR="00BF32E2" w:rsidRDefault="00597207">
      <w:pPr>
        <w:pStyle w:val="TOC3"/>
        <w:tabs>
          <w:tab w:val="left" w:pos="1926"/>
          <w:tab w:val="right" w:leader="dot" w:pos="9350"/>
        </w:tabs>
        <w:rPr>
          <w:rFonts w:asciiTheme="minorHAnsi" w:hAnsiTheme="minorHAnsi" w:cstheme="minorBidi"/>
          <w:i w:val="0"/>
          <w:iCs w:val="0"/>
          <w:noProof/>
          <w:sz w:val="22"/>
          <w:szCs w:val="22"/>
        </w:rPr>
      </w:pPr>
      <w:hyperlink w:anchor="_Toc350168861" w:history="1">
        <w:r w:rsidR="00BF32E2" w:rsidRPr="003C5C95">
          <w:rPr>
            <w:rStyle w:val="Hyperlink"/>
            <w:noProof/>
          </w:rPr>
          <w:t>3.15.10.</w:t>
        </w:r>
        <w:r w:rsidR="00BF32E2">
          <w:rPr>
            <w:rFonts w:asciiTheme="minorHAnsi" w:hAnsiTheme="minorHAnsi" w:cstheme="minorBidi"/>
            <w:i w:val="0"/>
            <w:iCs w:val="0"/>
            <w:noProof/>
            <w:sz w:val="22"/>
            <w:szCs w:val="22"/>
          </w:rPr>
          <w:tab/>
        </w:r>
        <w:r w:rsidR="00BF32E2" w:rsidRPr="003C5C95">
          <w:rPr>
            <w:rStyle w:val="Hyperlink"/>
            <w:noProof/>
          </w:rPr>
          <w:t>EventNewLWP</w:t>
        </w:r>
        <w:r w:rsidR="00BF32E2">
          <w:rPr>
            <w:noProof/>
            <w:webHidden/>
          </w:rPr>
          <w:tab/>
        </w:r>
        <w:r w:rsidR="00BF32E2">
          <w:rPr>
            <w:noProof/>
            <w:webHidden/>
          </w:rPr>
          <w:fldChar w:fldCharType="begin"/>
        </w:r>
        <w:r w:rsidR="00BF32E2">
          <w:rPr>
            <w:noProof/>
            <w:webHidden/>
          </w:rPr>
          <w:instrText xml:space="preserve"> PAGEREF _Toc350168861 \h </w:instrText>
        </w:r>
        <w:r w:rsidR="00BF32E2">
          <w:rPr>
            <w:noProof/>
            <w:webHidden/>
          </w:rPr>
        </w:r>
        <w:r w:rsidR="00BF32E2">
          <w:rPr>
            <w:noProof/>
            <w:webHidden/>
          </w:rPr>
          <w:fldChar w:fldCharType="separate"/>
        </w:r>
        <w:r w:rsidR="00C42453">
          <w:rPr>
            <w:noProof/>
            <w:webHidden/>
          </w:rPr>
          <w:t>58</w:t>
        </w:r>
        <w:r w:rsidR="00BF32E2">
          <w:rPr>
            <w:noProof/>
            <w:webHidden/>
          </w:rPr>
          <w:fldChar w:fldCharType="end"/>
        </w:r>
      </w:hyperlink>
    </w:p>
    <w:p w:rsidR="00BF32E2" w:rsidRDefault="00597207">
      <w:pPr>
        <w:pStyle w:val="TOC3"/>
        <w:tabs>
          <w:tab w:val="left" w:pos="1926"/>
          <w:tab w:val="right" w:leader="dot" w:pos="9350"/>
        </w:tabs>
        <w:rPr>
          <w:rFonts w:asciiTheme="minorHAnsi" w:hAnsiTheme="minorHAnsi" w:cstheme="minorBidi"/>
          <w:i w:val="0"/>
          <w:iCs w:val="0"/>
          <w:noProof/>
          <w:sz w:val="22"/>
          <w:szCs w:val="22"/>
        </w:rPr>
      </w:pPr>
      <w:hyperlink w:anchor="_Toc350168862" w:history="1">
        <w:r w:rsidR="00BF32E2" w:rsidRPr="003C5C95">
          <w:rPr>
            <w:rStyle w:val="Hyperlink"/>
            <w:noProof/>
          </w:rPr>
          <w:t>3.15.11.</w:t>
        </w:r>
        <w:r w:rsidR="00BF32E2">
          <w:rPr>
            <w:rFonts w:asciiTheme="minorHAnsi" w:hAnsiTheme="minorHAnsi" w:cstheme="minorBidi"/>
            <w:i w:val="0"/>
            <w:iCs w:val="0"/>
            <w:noProof/>
            <w:sz w:val="22"/>
            <w:szCs w:val="22"/>
          </w:rPr>
          <w:tab/>
        </w:r>
        <w:r w:rsidR="00BF32E2" w:rsidRPr="003C5C95">
          <w:rPr>
            <w:rStyle w:val="Hyperlink"/>
            <w:noProof/>
          </w:rPr>
          <w:t>EventThreadDestroy</w:t>
        </w:r>
        <w:r w:rsidR="00BF32E2">
          <w:rPr>
            <w:noProof/>
            <w:webHidden/>
          </w:rPr>
          <w:tab/>
        </w:r>
        <w:r w:rsidR="00BF32E2">
          <w:rPr>
            <w:noProof/>
            <w:webHidden/>
          </w:rPr>
          <w:fldChar w:fldCharType="begin"/>
        </w:r>
        <w:r w:rsidR="00BF32E2">
          <w:rPr>
            <w:noProof/>
            <w:webHidden/>
          </w:rPr>
          <w:instrText xml:space="preserve"> PAGEREF _Toc350168862 \h </w:instrText>
        </w:r>
        <w:r w:rsidR="00BF32E2">
          <w:rPr>
            <w:noProof/>
            <w:webHidden/>
          </w:rPr>
        </w:r>
        <w:r w:rsidR="00BF32E2">
          <w:rPr>
            <w:noProof/>
            <w:webHidden/>
          </w:rPr>
          <w:fldChar w:fldCharType="separate"/>
        </w:r>
        <w:r w:rsidR="00C42453">
          <w:rPr>
            <w:noProof/>
            <w:webHidden/>
          </w:rPr>
          <w:t>59</w:t>
        </w:r>
        <w:r w:rsidR="00BF32E2">
          <w:rPr>
            <w:noProof/>
            <w:webHidden/>
          </w:rPr>
          <w:fldChar w:fldCharType="end"/>
        </w:r>
      </w:hyperlink>
    </w:p>
    <w:p w:rsidR="00BF32E2" w:rsidRDefault="00597207">
      <w:pPr>
        <w:pStyle w:val="TOC3"/>
        <w:tabs>
          <w:tab w:val="left" w:pos="1926"/>
          <w:tab w:val="right" w:leader="dot" w:pos="9350"/>
        </w:tabs>
        <w:rPr>
          <w:rFonts w:asciiTheme="minorHAnsi" w:hAnsiTheme="minorHAnsi" w:cstheme="minorBidi"/>
          <w:i w:val="0"/>
          <w:iCs w:val="0"/>
          <w:noProof/>
          <w:sz w:val="22"/>
          <w:szCs w:val="22"/>
        </w:rPr>
      </w:pPr>
      <w:hyperlink w:anchor="_Toc350168863" w:history="1">
        <w:r w:rsidR="00BF32E2" w:rsidRPr="003C5C95">
          <w:rPr>
            <w:rStyle w:val="Hyperlink"/>
            <w:noProof/>
          </w:rPr>
          <w:t>3.15.12.</w:t>
        </w:r>
        <w:r w:rsidR="00BF32E2">
          <w:rPr>
            <w:rFonts w:asciiTheme="minorHAnsi" w:hAnsiTheme="minorHAnsi" w:cstheme="minorBidi"/>
            <w:i w:val="0"/>
            <w:iCs w:val="0"/>
            <w:noProof/>
            <w:sz w:val="22"/>
            <w:szCs w:val="22"/>
          </w:rPr>
          <w:tab/>
        </w:r>
        <w:r w:rsidR="00BF32E2" w:rsidRPr="003C5C95">
          <w:rPr>
            <w:rStyle w:val="Hyperlink"/>
            <w:noProof/>
          </w:rPr>
          <w:t>EventUserThreadDestroy</w:t>
        </w:r>
        <w:r w:rsidR="00BF32E2">
          <w:rPr>
            <w:noProof/>
            <w:webHidden/>
          </w:rPr>
          <w:tab/>
        </w:r>
        <w:r w:rsidR="00BF32E2">
          <w:rPr>
            <w:noProof/>
            <w:webHidden/>
          </w:rPr>
          <w:fldChar w:fldCharType="begin"/>
        </w:r>
        <w:r w:rsidR="00BF32E2">
          <w:rPr>
            <w:noProof/>
            <w:webHidden/>
          </w:rPr>
          <w:instrText xml:space="preserve"> PAGEREF _Toc350168863 \h </w:instrText>
        </w:r>
        <w:r w:rsidR="00BF32E2">
          <w:rPr>
            <w:noProof/>
            <w:webHidden/>
          </w:rPr>
        </w:r>
        <w:r w:rsidR="00BF32E2">
          <w:rPr>
            <w:noProof/>
            <w:webHidden/>
          </w:rPr>
          <w:fldChar w:fldCharType="separate"/>
        </w:r>
        <w:r w:rsidR="00C42453">
          <w:rPr>
            <w:noProof/>
            <w:webHidden/>
          </w:rPr>
          <w:t>59</w:t>
        </w:r>
        <w:r w:rsidR="00BF32E2">
          <w:rPr>
            <w:noProof/>
            <w:webHidden/>
          </w:rPr>
          <w:fldChar w:fldCharType="end"/>
        </w:r>
      </w:hyperlink>
    </w:p>
    <w:p w:rsidR="00BF32E2" w:rsidRDefault="00597207">
      <w:pPr>
        <w:pStyle w:val="TOC3"/>
        <w:tabs>
          <w:tab w:val="left" w:pos="1926"/>
          <w:tab w:val="right" w:leader="dot" w:pos="9350"/>
        </w:tabs>
        <w:rPr>
          <w:rFonts w:asciiTheme="minorHAnsi" w:hAnsiTheme="minorHAnsi" w:cstheme="minorBidi"/>
          <w:i w:val="0"/>
          <w:iCs w:val="0"/>
          <w:noProof/>
          <w:sz w:val="22"/>
          <w:szCs w:val="22"/>
        </w:rPr>
      </w:pPr>
      <w:hyperlink w:anchor="_Toc350168864" w:history="1">
        <w:r w:rsidR="00BF32E2" w:rsidRPr="003C5C95">
          <w:rPr>
            <w:rStyle w:val="Hyperlink"/>
            <w:noProof/>
          </w:rPr>
          <w:t>3.15.13.</w:t>
        </w:r>
        <w:r w:rsidR="00BF32E2">
          <w:rPr>
            <w:rFonts w:asciiTheme="minorHAnsi" w:hAnsiTheme="minorHAnsi" w:cstheme="minorBidi"/>
            <w:i w:val="0"/>
            <w:iCs w:val="0"/>
            <w:noProof/>
            <w:sz w:val="22"/>
            <w:szCs w:val="22"/>
          </w:rPr>
          <w:tab/>
        </w:r>
        <w:r w:rsidR="00BF32E2" w:rsidRPr="003C5C95">
          <w:rPr>
            <w:rStyle w:val="Hyperlink"/>
            <w:noProof/>
          </w:rPr>
          <w:t>EventLWPDestroy</w:t>
        </w:r>
        <w:r w:rsidR="00BF32E2">
          <w:rPr>
            <w:noProof/>
            <w:webHidden/>
          </w:rPr>
          <w:tab/>
        </w:r>
        <w:r w:rsidR="00BF32E2">
          <w:rPr>
            <w:noProof/>
            <w:webHidden/>
          </w:rPr>
          <w:fldChar w:fldCharType="begin"/>
        </w:r>
        <w:r w:rsidR="00BF32E2">
          <w:rPr>
            <w:noProof/>
            <w:webHidden/>
          </w:rPr>
          <w:instrText xml:space="preserve"> PAGEREF _Toc350168864 \h </w:instrText>
        </w:r>
        <w:r w:rsidR="00BF32E2">
          <w:rPr>
            <w:noProof/>
            <w:webHidden/>
          </w:rPr>
        </w:r>
        <w:r w:rsidR="00BF32E2">
          <w:rPr>
            <w:noProof/>
            <w:webHidden/>
          </w:rPr>
          <w:fldChar w:fldCharType="separate"/>
        </w:r>
        <w:r w:rsidR="00C42453">
          <w:rPr>
            <w:noProof/>
            <w:webHidden/>
          </w:rPr>
          <w:t>59</w:t>
        </w:r>
        <w:r w:rsidR="00BF32E2">
          <w:rPr>
            <w:noProof/>
            <w:webHidden/>
          </w:rPr>
          <w:fldChar w:fldCharType="end"/>
        </w:r>
      </w:hyperlink>
    </w:p>
    <w:p w:rsidR="00BF32E2" w:rsidRDefault="00597207">
      <w:pPr>
        <w:pStyle w:val="TOC3"/>
        <w:tabs>
          <w:tab w:val="left" w:pos="1926"/>
          <w:tab w:val="right" w:leader="dot" w:pos="9350"/>
        </w:tabs>
        <w:rPr>
          <w:rFonts w:asciiTheme="minorHAnsi" w:hAnsiTheme="minorHAnsi" w:cstheme="minorBidi"/>
          <w:i w:val="0"/>
          <w:iCs w:val="0"/>
          <w:noProof/>
          <w:sz w:val="22"/>
          <w:szCs w:val="22"/>
        </w:rPr>
      </w:pPr>
      <w:hyperlink w:anchor="_Toc350168865" w:history="1">
        <w:r w:rsidR="00BF32E2" w:rsidRPr="003C5C95">
          <w:rPr>
            <w:rStyle w:val="Hyperlink"/>
            <w:noProof/>
          </w:rPr>
          <w:t>3.15.14.</w:t>
        </w:r>
        <w:r w:rsidR="00BF32E2">
          <w:rPr>
            <w:rFonts w:asciiTheme="minorHAnsi" w:hAnsiTheme="minorHAnsi" w:cstheme="minorBidi"/>
            <w:i w:val="0"/>
            <w:iCs w:val="0"/>
            <w:noProof/>
            <w:sz w:val="22"/>
            <w:szCs w:val="22"/>
          </w:rPr>
          <w:tab/>
        </w:r>
        <w:r w:rsidR="00BF32E2" w:rsidRPr="003C5C95">
          <w:rPr>
            <w:rStyle w:val="Hyperlink"/>
            <w:noProof/>
          </w:rPr>
          <w:t>EventFork</w:t>
        </w:r>
        <w:r w:rsidR="00BF32E2">
          <w:rPr>
            <w:noProof/>
            <w:webHidden/>
          </w:rPr>
          <w:tab/>
        </w:r>
        <w:r w:rsidR="00BF32E2">
          <w:rPr>
            <w:noProof/>
            <w:webHidden/>
          </w:rPr>
          <w:fldChar w:fldCharType="begin"/>
        </w:r>
        <w:r w:rsidR="00BF32E2">
          <w:rPr>
            <w:noProof/>
            <w:webHidden/>
          </w:rPr>
          <w:instrText xml:space="preserve"> PAGEREF _Toc350168865 \h </w:instrText>
        </w:r>
        <w:r w:rsidR="00BF32E2">
          <w:rPr>
            <w:noProof/>
            <w:webHidden/>
          </w:rPr>
        </w:r>
        <w:r w:rsidR="00BF32E2">
          <w:rPr>
            <w:noProof/>
            <w:webHidden/>
          </w:rPr>
          <w:fldChar w:fldCharType="separate"/>
        </w:r>
        <w:r w:rsidR="00C42453">
          <w:rPr>
            <w:noProof/>
            <w:webHidden/>
          </w:rPr>
          <w:t>59</w:t>
        </w:r>
        <w:r w:rsidR="00BF32E2">
          <w:rPr>
            <w:noProof/>
            <w:webHidden/>
          </w:rPr>
          <w:fldChar w:fldCharType="end"/>
        </w:r>
      </w:hyperlink>
    </w:p>
    <w:p w:rsidR="00BF32E2" w:rsidRDefault="00597207">
      <w:pPr>
        <w:pStyle w:val="TOC3"/>
        <w:tabs>
          <w:tab w:val="left" w:pos="1926"/>
          <w:tab w:val="right" w:leader="dot" w:pos="9350"/>
        </w:tabs>
        <w:rPr>
          <w:rFonts w:asciiTheme="minorHAnsi" w:hAnsiTheme="minorHAnsi" w:cstheme="minorBidi"/>
          <w:i w:val="0"/>
          <w:iCs w:val="0"/>
          <w:noProof/>
          <w:sz w:val="22"/>
          <w:szCs w:val="22"/>
        </w:rPr>
      </w:pPr>
      <w:hyperlink w:anchor="_Toc350168866" w:history="1">
        <w:r w:rsidR="00BF32E2" w:rsidRPr="003C5C95">
          <w:rPr>
            <w:rStyle w:val="Hyperlink"/>
            <w:noProof/>
          </w:rPr>
          <w:t>3.15.15.</w:t>
        </w:r>
        <w:r w:rsidR="00BF32E2">
          <w:rPr>
            <w:rFonts w:asciiTheme="minorHAnsi" w:hAnsiTheme="minorHAnsi" w:cstheme="minorBidi"/>
            <w:i w:val="0"/>
            <w:iCs w:val="0"/>
            <w:noProof/>
            <w:sz w:val="22"/>
            <w:szCs w:val="22"/>
          </w:rPr>
          <w:tab/>
        </w:r>
        <w:r w:rsidR="00BF32E2" w:rsidRPr="003C5C95">
          <w:rPr>
            <w:rStyle w:val="Hyperlink"/>
            <w:noProof/>
          </w:rPr>
          <w:t>EventSignal</w:t>
        </w:r>
        <w:r w:rsidR="00BF32E2">
          <w:rPr>
            <w:noProof/>
            <w:webHidden/>
          </w:rPr>
          <w:tab/>
        </w:r>
        <w:r w:rsidR="00BF32E2">
          <w:rPr>
            <w:noProof/>
            <w:webHidden/>
          </w:rPr>
          <w:fldChar w:fldCharType="begin"/>
        </w:r>
        <w:r w:rsidR="00BF32E2">
          <w:rPr>
            <w:noProof/>
            <w:webHidden/>
          </w:rPr>
          <w:instrText xml:space="preserve"> PAGEREF _Toc350168866 \h </w:instrText>
        </w:r>
        <w:r w:rsidR="00BF32E2">
          <w:rPr>
            <w:noProof/>
            <w:webHidden/>
          </w:rPr>
        </w:r>
        <w:r w:rsidR="00BF32E2">
          <w:rPr>
            <w:noProof/>
            <w:webHidden/>
          </w:rPr>
          <w:fldChar w:fldCharType="separate"/>
        </w:r>
        <w:r w:rsidR="00C42453">
          <w:rPr>
            <w:noProof/>
            <w:webHidden/>
          </w:rPr>
          <w:t>60</w:t>
        </w:r>
        <w:r w:rsidR="00BF32E2">
          <w:rPr>
            <w:noProof/>
            <w:webHidden/>
          </w:rPr>
          <w:fldChar w:fldCharType="end"/>
        </w:r>
      </w:hyperlink>
    </w:p>
    <w:p w:rsidR="00BF32E2" w:rsidRDefault="00597207">
      <w:pPr>
        <w:pStyle w:val="TOC3"/>
        <w:tabs>
          <w:tab w:val="left" w:pos="1926"/>
          <w:tab w:val="right" w:leader="dot" w:pos="9350"/>
        </w:tabs>
        <w:rPr>
          <w:rFonts w:asciiTheme="minorHAnsi" w:hAnsiTheme="minorHAnsi" w:cstheme="minorBidi"/>
          <w:i w:val="0"/>
          <w:iCs w:val="0"/>
          <w:noProof/>
          <w:sz w:val="22"/>
          <w:szCs w:val="22"/>
        </w:rPr>
      </w:pPr>
      <w:hyperlink w:anchor="_Toc350168867" w:history="1">
        <w:r w:rsidR="00BF32E2" w:rsidRPr="003C5C95">
          <w:rPr>
            <w:rStyle w:val="Hyperlink"/>
            <w:noProof/>
          </w:rPr>
          <w:t>3.15.16.</w:t>
        </w:r>
        <w:r w:rsidR="00BF32E2">
          <w:rPr>
            <w:rFonts w:asciiTheme="minorHAnsi" w:hAnsiTheme="minorHAnsi" w:cstheme="minorBidi"/>
            <w:i w:val="0"/>
            <w:iCs w:val="0"/>
            <w:noProof/>
            <w:sz w:val="22"/>
            <w:szCs w:val="22"/>
          </w:rPr>
          <w:tab/>
        </w:r>
        <w:r w:rsidR="00BF32E2" w:rsidRPr="003C5C95">
          <w:rPr>
            <w:rStyle w:val="Hyperlink"/>
            <w:noProof/>
          </w:rPr>
          <w:t>EventRPC</w:t>
        </w:r>
        <w:r w:rsidR="00BF32E2">
          <w:rPr>
            <w:noProof/>
            <w:webHidden/>
          </w:rPr>
          <w:tab/>
        </w:r>
        <w:r w:rsidR="00BF32E2">
          <w:rPr>
            <w:noProof/>
            <w:webHidden/>
          </w:rPr>
          <w:fldChar w:fldCharType="begin"/>
        </w:r>
        <w:r w:rsidR="00BF32E2">
          <w:rPr>
            <w:noProof/>
            <w:webHidden/>
          </w:rPr>
          <w:instrText xml:space="preserve"> PAGEREF _Toc350168867 \h </w:instrText>
        </w:r>
        <w:r w:rsidR="00BF32E2">
          <w:rPr>
            <w:noProof/>
            <w:webHidden/>
          </w:rPr>
        </w:r>
        <w:r w:rsidR="00BF32E2">
          <w:rPr>
            <w:noProof/>
            <w:webHidden/>
          </w:rPr>
          <w:fldChar w:fldCharType="separate"/>
        </w:r>
        <w:r w:rsidR="00C42453">
          <w:rPr>
            <w:noProof/>
            <w:webHidden/>
          </w:rPr>
          <w:t>60</w:t>
        </w:r>
        <w:r w:rsidR="00BF32E2">
          <w:rPr>
            <w:noProof/>
            <w:webHidden/>
          </w:rPr>
          <w:fldChar w:fldCharType="end"/>
        </w:r>
      </w:hyperlink>
    </w:p>
    <w:p w:rsidR="00BF32E2" w:rsidRDefault="00597207">
      <w:pPr>
        <w:pStyle w:val="TOC3"/>
        <w:tabs>
          <w:tab w:val="left" w:pos="1926"/>
          <w:tab w:val="right" w:leader="dot" w:pos="9350"/>
        </w:tabs>
        <w:rPr>
          <w:rFonts w:asciiTheme="minorHAnsi" w:hAnsiTheme="minorHAnsi" w:cstheme="minorBidi"/>
          <w:i w:val="0"/>
          <w:iCs w:val="0"/>
          <w:noProof/>
          <w:sz w:val="22"/>
          <w:szCs w:val="22"/>
        </w:rPr>
      </w:pPr>
      <w:hyperlink w:anchor="_Toc350168868" w:history="1">
        <w:r w:rsidR="00BF32E2" w:rsidRPr="003C5C95">
          <w:rPr>
            <w:rStyle w:val="Hyperlink"/>
            <w:noProof/>
          </w:rPr>
          <w:t>3.15.17.</w:t>
        </w:r>
        <w:r w:rsidR="00BF32E2">
          <w:rPr>
            <w:rFonts w:asciiTheme="minorHAnsi" w:hAnsiTheme="minorHAnsi" w:cstheme="minorBidi"/>
            <w:i w:val="0"/>
            <w:iCs w:val="0"/>
            <w:noProof/>
            <w:sz w:val="22"/>
            <w:szCs w:val="22"/>
          </w:rPr>
          <w:tab/>
        </w:r>
        <w:r w:rsidR="00BF32E2" w:rsidRPr="003C5C95">
          <w:rPr>
            <w:rStyle w:val="Hyperlink"/>
            <w:noProof/>
          </w:rPr>
          <w:t>EventSingleStep</w:t>
        </w:r>
        <w:r w:rsidR="00BF32E2">
          <w:rPr>
            <w:noProof/>
            <w:webHidden/>
          </w:rPr>
          <w:tab/>
        </w:r>
        <w:r w:rsidR="00BF32E2">
          <w:rPr>
            <w:noProof/>
            <w:webHidden/>
          </w:rPr>
          <w:fldChar w:fldCharType="begin"/>
        </w:r>
        <w:r w:rsidR="00BF32E2">
          <w:rPr>
            <w:noProof/>
            <w:webHidden/>
          </w:rPr>
          <w:instrText xml:space="preserve"> PAGEREF _Toc350168868 \h </w:instrText>
        </w:r>
        <w:r w:rsidR="00BF32E2">
          <w:rPr>
            <w:noProof/>
            <w:webHidden/>
          </w:rPr>
        </w:r>
        <w:r w:rsidR="00BF32E2">
          <w:rPr>
            <w:noProof/>
            <w:webHidden/>
          </w:rPr>
          <w:fldChar w:fldCharType="separate"/>
        </w:r>
        <w:r w:rsidR="00C42453">
          <w:rPr>
            <w:noProof/>
            <w:webHidden/>
          </w:rPr>
          <w:t>60</w:t>
        </w:r>
        <w:r w:rsidR="00BF32E2">
          <w:rPr>
            <w:noProof/>
            <w:webHidden/>
          </w:rPr>
          <w:fldChar w:fldCharType="end"/>
        </w:r>
      </w:hyperlink>
    </w:p>
    <w:p w:rsidR="00BF32E2" w:rsidRDefault="00597207">
      <w:pPr>
        <w:pStyle w:val="TOC3"/>
        <w:tabs>
          <w:tab w:val="left" w:pos="1926"/>
          <w:tab w:val="right" w:leader="dot" w:pos="9350"/>
        </w:tabs>
        <w:rPr>
          <w:rFonts w:asciiTheme="minorHAnsi" w:hAnsiTheme="minorHAnsi" w:cstheme="minorBidi"/>
          <w:i w:val="0"/>
          <w:iCs w:val="0"/>
          <w:noProof/>
          <w:sz w:val="22"/>
          <w:szCs w:val="22"/>
        </w:rPr>
      </w:pPr>
      <w:hyperlink w:anchor="_Toc350168869" w:history="1">
        <w:r w:rsidR="00BF32E2" w:rsidRPr="003C5C95">
          <w:rPr>
            <w:rStyle w:val="Hyperlink"/>
            <w:noProof/>
          </w:rPr>
          <w:t>3.15.18.</w:t>
        </w:r>
        <w:r w:rsidR="00BF32E2">
          <w:rPr>
            <w:rFonts w:asciiTheme="minorHAnsi" w:hAnsiTheme="minorHAnsi" w:cstheme="minorBidi"/>
            <w:i w:val="0"/>
            <w:iCs w:val="0"/>
            <w:noProof/>
            <w:sz w:val="22"/>
            <w:szCs w:val="22"/>
          </w:rPr>
          <w:tab/>
        </w:r>
        <w:r w:rsidR="00BF32E2" w:rsidRPr="003C5C95">
          <w:rPr>
            <w:rStyle w:val="Hyperlink"/>
            <w:noProof/>
          </w:rPr>
          <w:t>EventLibrary</w:t>
        </w:r>
        <w:r w:rsidR="00BF32E2">
          <w:rPr>
            <w:noProof/>
            <w:webHidden/>
          </w:rPr>
          <w:tab/>
        </w:r>
        <w:r w:rsidR="00BF32E2">
          <w:rPr>
            <w:noProof/>
            <w:webHidden/>
          </w:rPr>
          <w:fldChar w:fldCharType="begin"/>
        </w:r>
        <w:r w:rsidR="00BF32E2">
          <w:rPr>
            <w:noProof/>
            <w:webHidden/>
          </w:rPr>
          <w:instrText xml:space="preserve"> PAGEREF _Toc350168869 \h </w:instrText>
        </w:r>
        <w:r w:rsidR="00BF32E2">
          <w:rPr>
            <w:noProof/>
            <w:webHidden/>
          </w:rPr>
        </w:r>
        <w:r w:rsidR="00BF32E2">
          <w:rPr>
            <w:noProof/>
            <w:webHidden/>
          </w:rPr>
          <w:fldChar w:fldCharType="separate"/>
        </w:r>
        <w:r w:rsidR="00C42453">
          <w:rPr>
            <w:noProof/>
            <w:webHidden/>
          </w:rPr>
          <w:t>60</w:t>
        </w:r>
        <w:r w:rsidR="00BF32E2">
          <w:rPr>
            <w:noProof/>
            <w:webHidden/>
          </w:rPr>
          <w:fldChar w:fldCharType="end"/>
        </w:r>
      </w:hyperlink>
    </w:p>
    <w:p w:rsidR="00BF32E2" w:rsidRDefault="00597207">
      <w:pPr>
        <w:pStyle w:val="TOC1"/>
        <w:tabs>
          <w:tab w:val="left" w:pos="2074"/>
          <w:tab w:val="right" w:leader="dot" w:pos="9350"/>
        </w:tabs>
        <w:rPr>
          <w:rFonts w:asciiTheme="minorHAnsi" w:hAnsiTheme="minorHAnsi" w:cstheme="minorBidi"/>
          <w:b w:val="0"/>
          <w:bCs w:val="0"/>
          <w:caps w:val="0"/>
          <w:noProof/>
          <w:sz w:val="22"/>
          <w:szCs w:val="22"/>
        </w:rPr>
      </w:pPr>
      <w:hyperlink w:anchor="_Toc350168870" w:history="1">
        <w:r w:rsidR="00BF32E2" w:rsidRPr="003C5C95">
          <w:rPr>
            <w:rStyle w:val="Hyperlink"/>
            <w:noProof/>
          </w:rPr>
          <w:t>Appendix A.</w:t>
        </w:r>
        <w:r w:rsidR="00BF32E2">
          <w:rPr>
            <w:rFonts w:asciiTheme="minorHAnsi" w:hAnsiTheme="minorHAnsi" w:cstheme="minorBidi"/>
            <w:b w:val="0"/>
            <w:bCs w:val="0"/>
            <w:caps w:val="0"/>
            <w:noProof/>
            <w:sz w:val="22"/>
            <w:szCs w:val="22"/>
          </w:rPr>
          <w:tab/>
        </w:r>
        <w:r w:rsidR="00BF32E2" w:rsidRPr="003C5C95">
          <w:rPr>
            <w:rStyle w:val="Hyperlink"/>
            <w:noProof/>
          </w:rPr>
          <w:t>Registers</w:t>
        </w:r>
        <w:r w:rsidR="00BF32E2">
          <w:rPr>
            <w:noProof/>
            <w:webHidden/>
          </w:rPr>
          <w:tab/>
        </w:r>
        <w:r w:rsidR="00BF32E2">
          <w:rPr>
            <w:noProof/>
            <w:webHidden/>
          </w:rPr>
          <w:fldChar w:fldCharType="begin"/>
        </w:r>
        <w:r w:rsidR="00BF32E2">
          <w:rPr>
            <w:noProof/>
            <w:webHidden/>
          </w:rPr>
          <w:instrText xml:space="preserve"> PAGEREF _Toc350168870 \h </w:instrText>
        </w:r>
        <w:r w:rsidR="00BF32E2">
          <w:rPr>
            <w:noProof/>
            <w:webHidden/>
          </w:rPr>
        </w:r>
        <w:r w:rsidR="00BF32E2">
          <w:rPr>
            <w:noProof/>
            <w:webHidden/>
          </w:rPr>
          <w:fldChar w:fldCharType="separate"/>
        </w:r>
        <w:r w:rsidR="00C42453">
          <w:rPr>
            <w:noProof/>
            <w:webHidden/>
          </w:rPr>
          <w:t>62</w:t>
        </w:r>
        <w:r w:rsidR="00BF32E2">
          <w:rPr>
            <w:noProof/>
            <w:webHidden/>
          </w:rPr>
          <w:fldChar w:fldCharType="end"/>
        </w:r>
      </w:hyperlink>
    </w:p>
    <w:p w:rsidR="005C4BEF" w:rsidRDefault="000F4AA4" w:rsidP="009A6F08">
      <w:r>
        <w:fldChar w:fldCharType="end"/>
      </w:r>
      <w:r w:rsidR="005C4BEF">
        <w:br w:type="page"/>
      </w:r>
    </w:p>
    <w:p w:rsidR="005C4BEF" w:rsidRDefault="005C4BEF" w:rsidP="009A6F08">
      <w:pPr>
        <w:pStyle w:val="Heading4"/>
        <w:sectPr w:rsidR="005C4BEF" w:rsidSect="006A4937">
          <w:footerReference w:type="default" r:id="rId11"/>
          <w:pgSz w:w="12240" w:h="15840"/>
          <w:pgMar w:top="1440" w:right="1440" w:bottom="1440" w:left="1440" w:header="720" w:footer="720" w:gutter="0"/>
          <w:pgNumType w:start="0"/>
          <w:cols w:space="720"/>
          <w:titlePg/>
          <w:docGrid w:linePitch="360"/>
        </w:sectPr>
      </w:pPr>
    </w:p>
    <w:p w:rsidR="00A2748D" w:rsidRDefault="00A2748D" w:rsidP="009E4715">
      <w:pPr>
        <w:pStyle w:val="Heading1"/>
      </w:pPr>
      <w:bookmarkStart w:id="4" w:name="_Toc350168825"/>
      <w:r w:rsidRPr="005F4970">
        <w:lastRenderedPageBreak/>
        <w:t>Introduction</w:t>
      </w:r>
      <w:bookmarkEnd w:id="2"/>
      <w:bookmarkEnd w:id="1"/>
      <w:bookmarkEnd w:id="4"/>
    </w:p>
    <w:p w:rsidR="00920438" w:rsidRPr="00AA30E0" w:rsidRDefault="0056038B" w:rsidP="009A6F08">
      <w:r w:rsidRPr="00AA30E0">
        <w:t>This docume</w:t>
      </w:r>
      <w:r w:rsidR="001F61BC" w:rsidRPr="00AA30E0">
        <w:t xml:space="preserve">nt describes ProcControlAPI, an </w:t>
      </w:r>
      <w:r w:rsidRPr="00AA30E0">
        <w:t>API</w:t>
      </w:r>
      <w:r w:rsidR="001F61BC" w:rsidRPr="00AA30E0">
        <w:t xml:space="preserve"> and library</w:t>
      </w:r>
      <w:r w:rsidRPr="00AA30E0">
        <w:t xml:space="preserve"> for controlling processes. ProcControlAPI runs </w:t>
      </w:r>
      <w:r w:rsidR="001F61BC" w:rsidRPr="00AA30E0">
        <w:t>as part of</w:t>
      </w:r>
      <w:r w:rsidRPr="00AA30E0">
        <w:t xml:space="preserve"> a </w:t>
      </w:r>
      <w:r w:rsidRPr="00AA30E0">
        <w:rPr>
          <w:i/>
        </w:rPr>
        <w:t>controller process</w:t>
      </w:r>
      <w:r w:rsidR="000F4AA4">
        <w:rPr>
          <w:i/>
        </w:rPr>
        <w:fldChar w:fldCharType="begin"/>
      </w:r>
      <w:r w:rsidR="00B777D6">
        <w:instrText xml:space="preserve"> XE "</w:instrText>
      </w:r>
      <w:r w:rsidR="00B777D6" w:rsidRPr="00E21802">
        <w:instrText>controller process</w:instrText>
      </w:r>
      <w:r w:rsidR="00B777D6">
        <w:instrText xml:space="preserve">" </w:instrText>
      </w:r>
      <w:r w:rsidR="000F4AA4">
        <w:rPr>
          <w:i/>
        </w:rPr>
        <w:fldChar w:fldCharType="end"/>
      </w:r>
      <w:r w:rsidRPr="00AA30E0">
        <w:rPr>
          <w:i/>
        </w:rPr>
        <w:t xml:space="preserve"> </w:t>
      </w:r>
      <w:r w:rsidRPr="00AA30E0">
        <w:t xml:space="preserve">and manages one or more </w:t>
      </w:r>
      <w:r w:rsidR="001F61BC" w:rsidRPr="00AA30E0">
        <w:rPr>
          <w:i/>
        </w:rPr>
        <w:t>target processes</w:t>
      </w:r>
      <w:r w:rsidR="000F4AA4">
        <w:rPr>
          <w:i/>
        </w:rPr>
        <w:fldChar w:fldCharType="begin"/>
      </w:r>
      <w:r w:rsidR="00B777D6">
        <w:instrText xml:space="preserve"> XE "</w:instrText>
      </w:r>
      <w:r w:rsidR="00B777D6" w:rsidRPr="00425653">
        <w:instrText>target process</w:instrText>
      </w:r>
      <w:r w:rsidR="00B777D6">
        <w:instrText xml:space="preserve">" </w:instrText>
      </w:r>
      <w:r w:rsidR="000F4AA4">
        <w:rPr>
          <w:i/>
        </w:rPr>
        <w:fldChar w:fldCharType="end"/>
      </w:r>
      <w:r w:rsidR="001F61BC" w:rsidRPr="00AA30E0">
        <w:t xml:space="preserve">. </w:t>
      </w:r>
      <w:r w:rsidRPr="00AA30E0">
        <w:t xml:space="preserve"> </w:t>
      </w:r>
      <w:r w:rsidR="00A52481">
        <w:t>It</w:t>
      </w:r>
      <w:r w:rsidRPr="00AA30E0">
        <w:t xml:space="preserve"> </w:t>
      </w:r>
      <w:r w:rsidR="001F61BC" w:rsidRPr="00AA30E0">
        <w:t>allows the contr</w:t>
      </w:r>
      <w:r w:rsidR="00A52481">
        <w:t>oller process to perform operations</w:t>
      </w:r>
      <w:r w:rsidR="001F61BC" w:rsidRPr="00AA30E0">
        <w:t xml:space="preserve"> on target processes, such as writing to memory, stopping and running </w:t>
      </w:r>
      <w:r w:rsidR="00A52481">
        <w:t>threads</w:t>
      </w:r>
      <w:r w:rsidR="00A67A57">
        <w:t>, or receiving notification</w:t>
      </w:r>
      <w:r w:rsidR="001F61BC" w:rsidRPr="00AA30E0">
        <w:t xml:space="preserve"> when certain events occur.  </w:t>
      </w:r>
      <w:r w:rsidRPr="00AA30E0">
        <w:t>ProcControlAPI presents these operations through a platform-independent API and high-level abstractions. Users can describe what they want ProcControlAPI to do, and ProcControlAPI handle</w:t>
      </w:r>
      <w:r w:rsidR="00A52481">
        <w:t>s</w:t>
      </w:r>
      <w:r w:rsidRPr="00AA30E0">
        <w:t xml:space="preserve"> the details.</w:t>
      </w:r>
    </w:p>
    <w:p w:rsidR="00B73CD4" w:rsidRPr="00AA30E0" w:rsidRDefault="0056038B" w:rsidP="009A6F08">
      <w:r w:rsidRPr="00AA30E0">
        <w:t xml:space="preserve">An example use </w:t>
      </w:r>
      <w:r w:rsidR="001F61BC" w:rsidRPr="00AA30E0">
        <w:t>for</w:t>
      </w:r>
      <w:r w:rsidRPr="00AA30E0">
        <w:t xml:space="preserve"> ProcControlAPI would be as the underlying mechanism for a debugger. A user writing a debugger could provide their own user interface and debugging </w:t>
      </w:r>
      <w:r w:rsidRPr="009A6F08">
        <w:t xml:space="preserve">strategies, while using ProcControlAPI </w:t>
      </w:r>
      <w:r w:rsidR="00A52481" w:rsidRPr="009A6F08">
        <w:t>to</w:t>
      </w:r>
      <w:r w:rsidRPr="009A6F08">
        <w:t xml:space="preserve"> </w:t>
      </w:r>
      <w:r w:rsidR="00A52481" w:rsidRPr="009A6F08">
        <w:t>perform</w:t>
      </w:r>
      <w:r w:rsidR="001F61BC" w:rsidRPr="009A6F08">
        <w:t xml:space="preserve"> operations such as</w:t>
      </w:r>
      <w:r w:rsidRPr="009A6F08">
        <w:t xml:space="preserve"> creating</w:t>
      </w:r>
      <w:r w:rsidR="00EE2D12" w:rsidRPr="009A6F08">
        <w:t xml:space="preserve"> process</w:t>
      </w:r>
      <w:r w:rsidR="00A67A57" w:rsidRPr="009A6F08">
        <w:t>es</w:t>
      </w:r>
      <w:r w:rsidRPr="009A6F08">
        <w:t>,</w:t>
      </w:r>
      <w:r w:rsidRPr="00AA30E0">
        <w:t xml:space="preserve"> running</w:t>
      </w:r>
      <w:r w:rsidR="00EE2D12" w:rsidRPr="00AA30E0">
        <w:t xml:space="preserve"> threads</w:t>
      </w:r>
      <w:r w:rsidRPr="00AA30E0">
        <w:t>, and handling breakpoints.</w:t>
      </w:r>
    </w:p>
    <w:p w:rsidR="001F61BC" w:rsidRPr="009A6F08" w:rsidRDefault="00EE2D12" w:rsidP="009A6F08">
      <w:r w:rsidRPr="009A6F08">
        <w:t xml:space="preserve">ProcControlAPI </w:t>
      </w:r>
      <w:r w:rsidR="00AA30E0" w:rsidRPr="009A6F08">
        <w:t>exposes a C++ interface</w:t>
      </w:r>
      <w:r w:rsidRPr="009A6F08">
        <w:t xml:space="preserve">.  </w:t>
      </w:r>
      <w:r w:rsidR="005C6A15">
        <w:t xml:space="preserve">This document </w:t>
      </w:r>
      <w:r w:rsidR="005E011A" w:rsidRPr="009A6F08">
        <w:t>assume</w:t>
      </w:r>
      <w:r w:rsidR="005C6A15">
        <w:t>s</w:t>
      </w:r>
      <w:r w:rsidR="005E011A" w:rsidRPr="009A6F08">
        <w:t xml:space="preserve"> some familiarity with </w:t>
      </w:r>
      <w:r w:rsidR="00AA30E0" w:rsidRPr="009A6F08">
        <w:t>several</w:t>
      </w:r>
      <w:r w:rsidR="005E011A" w:rsidRPr="009A6F08">
        <w:t xml:space="preserve"> concepts </w:t>
      </w:r>
      <w:r w:rsidR="00AA30E0" w:rsidRPr="009A6F08">
        <w:t>from</w:t>
      </w:r>
      <w:r w:rsidR="005E011A" w:rsidRPr="009A6F08">
        <w:t xml:space="preserve"> C++, such as const types, iterators, and inheritance.  </w:t>
      </w:r>
    </w:p>
    <w:p w:rsidR="00A52481" w:rsidRDefault="001F61BC" w:rsidP="009A6F08">
      <w:r w:rsidRPr="00AA30E0">
        <w:t>The interface for ProcControlAPI can be gener</w:t>
      </w:r>
      <w:r w:rsidR="00AA30E0" w:rsidRPr="00AA30E0">
        <w:t>ally divided into two parts: an</w:t>
      </w:r>
      <w:r w:rsidRPr="00AA30E0">
        <w:t xml:space="preserve"> interface for </w:t>
      </w:r>
      <w:r w:rsidR="00AA30E0">
        <w:t>managing</w:t>
      </w:r>
      <w:r w:rsidRPr="00AA30E0">
        <w:t xml:space="preserve"> a process (</w:t>
      </w:r>
      <w:r w:rsidR="00AA30E0" w:rsidRPr="00AA30E0">
        <w:t>e.g.</w:t>
      </w:r>
      <w:r w:rsidRPr="00AA30E0">
        <w:t xml:space="preserve">, </w:t>
      </w:r>
      <w:r w:rsidR="00AA30E0" w:rsidRPr="00AA30E0">
        <w:t xml:space="preserve">reading and </w:t>
      </w:r>
      <w:r w:rsidRPr="00AA30E0">
        <w:t xml:space="preserve">writing to </w:t>
      </w:r>
      <w:r w:rsidR="00AA30E0" w:rsidRPr="00AA30E0">
        <w:t xml:space="preserve">target </w:t>
      </w:r>
      <w:r w:rsidRPr="00AA30E0">
        <w:t xml:space="preserve">process memory, </w:t>
      </w:r>
      <w:r w:rsidR="00AA30E0" w:rsidRPr="00AA30E0">
        <w:t xml:space="preserve">stopping and running threads), and an interface for monitoring a target process for </w:t>
      </w:r>
      <w:r w:rsidR="00AA30E0">
        <w:t xml:space="preserve">certain </w:t>
      </w:r>
      <w:r w:rsidR="00AA30E0" w:rsidRPr="00AA30E0">
        <w:t xml:space="preserve">events (e.g., </w:t>
      </w:r>
      <w:r w:rsidR="00AA30E0">
        <w:t xml:space="preserve">watching the target process for fork or thread creation events).  The manager interface uses </w:t>
      </w:r>
      <w:r w:rsidR="00A67A57">
        <w:t xml:space="preserve">a </w:t>
      </w:r>
      <w:r w:rsidR="00AA30E0">
        <w:t xml:space="preserve">set of C++ objects to represent a target process and its threads, libraries, registers and other interesting </w:t>
      </w:r>
      <w:r w:rsidR="00BD0B0C">
        <w:t xml:space="preserve">aspects.  Operations performed on these C++ objects in the controller process are translated into corresponding operations on the target process.  The event interface uses a callback system to notify the ProcControlAPI user of interesting events in the target process.  </w:t>
      </w:r>
      <w:bookmarkStart w:id="5" w:name="_Toc273362634"/>
      <w:bookmarkStart w:id="6" w:name="_Toc274055811"/>
    </w:p>
    <w:p w:rsidR="00A2748D" w:rsidRDefault="00A2748D" w:rsidP="009A6F08">
      <w:pPr>
        <w:pStyle w:val="Heading2"/>
      </w:pPr>
      <w:bookmarkStart w:id="7" w:name="_Toc350168826"/>
      <w:r>
        <w:t>Simple Example</w:t>
      </w:r>
      <w:bookmarkEnd w:id="5"/>
      <w:bookmarkEnd w:id="6"/>
      <w:bookmarkEnd w:id="7"/>
    </w:p>
    <w:p w:rsidR="00CB6D15" w:rsidRDefault="009466D5" w:rsidP="009A6F08">
      <w:r>
        <w:t xml:space="preserve">As an example, consider the code </w:t>
      </w:r>
      <w:r w:rsidR="00FF700E">
        <w:t xml:space="preserve">in </w:t>
      </w:r>
      <w:r w:rsidR="000F4AA4">
        <w:fldChar w:fldCharType="begin"/>
      </w:r>
      <w:r w:rsidR="00507389">
        <w:instrText xml:space="preserve"> REF _Ref256177911 \h </w:instrText>
      </w:r>
      <w:r w:rsidR="000F4AA4">
        <w:fldChar w:fldCharType="separate"/>
      </w:r>
      <w:r w:rsidR="00C42453" w:rsidRPr="007420A4">
        <w:t xml:space="preserve">Figure </w:t>
      </w:r>
      <w:r w:rsidR="00C42453">
        <w:rPr>
          <w:noProof/>
        </w:rPr>
        <w:t>1</w:t>
      </w:r>
      <w:r w:rsidR="000F4AA4">
        <w:fldChar w:fldCharType="end"/>
      </w:r>
      <w:r w:rsidR="00507389">
        <w:t xml:space="preserve"> </w:t>
      </w:r>
      <w:r>
        <w:t xml:space="preserve">that creates a target process and prints a message whenever </w:t>
      </w:r>
      <w:r w:rsidR="00507389">
        <w:t>that</w:t>
      </w:r>
      <w:r>
        <w:t xml:space="preserve"> target process creates a new thread.  </w:t>
      </w:r>
      <w:r w:rsidR="00CB6D15">
        <w:t>Details on the API function used in this example can be found in latter sections of this manual, but we will provide a high level description of the operations here.  Note that proper error handling and checking have been left out for brevity.</w:t>
      </w:r>
    </w:p>
    <w:p w:rsidR="00CB6D15" w:rsidRDefault="00CB6D15" w:rsidP="009A6F08">
      <w:pPr>
        <w:pStyle w:val="ListParagraph"/>
        <w:numPr>
          <w:ilvl w:val="0"/>
          <w:numId w:val="6"/>
        </w:numPr>
      </w:pPr>
      <w:r>
        <w:t xml:space="preserve">We </w:t>
      </w:r>
      <w:r w:rsidR="00C02D7A" w:rsidRPr="00C02D7A">
        <w:t>start by pars</w:t>
      </w:r>
      <w:r w:rsidR="00C02D7A">
        <w:t xml:space="preserve">ing the arguments passed to the controller process, turning them into arguments that will be passed to the new </w:t>
      </w:r>
      <w:r>
        <w:t xml:space="preserve">target process.  </w:t>
      </w:r>
      <w:r w:rsidR="00C02D7A">
        <w:t xml:space="preserve"> </w:t>
      </w:r>
    </w:p>
    <w:p w:rsidR="00BD0B0C" w:rsidRDefault="00597207" w:rsidP="009A6F08">
      <w:pPr>
        <w:pStyle w:val="ListParagraph"/>
        <w:numPr>
          <w:ilvl w:val="0"/>
          <w:numId w:val="6"/>
        </w:numPr>
      </w:pPr>
      <w:r>
        <w:rPr>
          <w:noProof/>
          <w:lang w:eastAsia="zh-TW"/>
        </w:rPr>
        <w:lastRenderedPageBreak/>
        <w:pict>
          <v:shapetype id="_x0000_t202" coordsize="21600,21600" o:spt="202" path="m,l,21600r21600,l21600,xe">
            <v:stroke joinstyle="miter"/>
            <v:path gradientshapeok="t" o:connecttype="rect"/>
          </v:shapetype>
          <v:shape id="_x0000_s1026" type="#_x0000_t202" style="position:absolute;left:0;text-align:left;margin-left:6.3pt;margin-top:-6.75pt;width:500.7pt;height:449pt;z-index:251658240;mso-height-percent:200;mso-height-percent:200;mso-width-relative:margin;mso-height-relative:margin" stroked="f">
            <v:textbox style="mso-next-textbox:#_x0000_s1026;mso-fit-shape-to-text:t" inset="0,,0">
              <w:txbxContent>
                <w:p w:rsidR="007F392E" w:rsidRPr="00F066AB" w:rsidRDefault="007F392E" w:rsidP="00F066AB">
                  <w:pPr>
                    <w:pStyle w:val="Definition"/>
                    <w:rPr>
                      <w:sz w:val="20"/>
                      <w:szCs w:val="20"/>
                    </w:rPr>
                  </w:pPr>
                  <w:r>
                    <w:rPr>
                      <w:sz w:val="20"/>
                      <w:szCs w:val="20"/>
                    </w:rPr>
                    <w:t xml:space="preserve">   #include "PCProcess.h"</w:t>
                  </w:r>
                </w:p>
                <w:p w:rsidR="007F392E" w:rsidRPr="00F066AB" w:rsidRDefault="007F392E" w:rsidP="00F066AB">
                  <w:pPr>
                    <w:pStyle w:val="Definition"/>
                    <w:rPr>
                      <w:sz w:val="20"/>
                      <w:szCs w:val="20"/>
                    </w:rPr>
                  </w:pPr>
                  <w:r>
                    <w:rPr>
                      <w:sz w:val="20"/>
                      <w:szCs w:val="20"/>
                    </w:rPr>
                    <w:t xml:space="preserve">   </w:t>
                  </w:r>
                  <w:r w:rsidRPr="00F066AB">
                    <w:rPr>
                      <w:sz w:val="20"/>
                      <w:szCs w:val="20"/>
                    </w:rPr>
                    <w:t xml:space="preserve">#include </w:t>
                  </w:r>
                  <w:r>
                    <w:rPr>
                      <w:sz w:val="20"/>
                      <w:szCs w:val="20"/>
                    </w:rPr>
                    <w:t>"Event.h"</w:t>
                  </w:r>
                </w:p>
                <w:p w:rsidR="007F392E" w:rsidRDefault="007F392E" w:rsidP="00F066AB">
                  <w:pPr>
                    <w:pStyle w:val="Definition"/>
                    <w:rPr>
                      <w:sz w:val="20"/>
                      <w:szCs w:val="20"/>
                    </w:rPr>
                  </w:pPr>
                  <w:r>
                    <w:rPr>
                      <w:sz w:val="20"/>
                      <w:szCs w:val="20"/>
                    </w:rPr>
                    <w:t xml:space="preserve">   </w:t>
                  </w:r>
                  <w:r w:rsidRPr="00F066AB">
                    <w:rPr>
                      <w:sz w:val="20"/>
                      <w:szCs w:val="20"/>
                    </w:rPr>
                    <w:t>#include &lt;iostream&gt;</w:t>
                  </w:r>
                </w:p>
                <w:p w:rsidR="007F392E" w:rsidRPr="00F066AB" w:rsidRDefault="007F392E" w:rsidP="00F066AB">
                  <w:pPr>
                    <w:pStyle w:val="Definition"/>
                    <w:rPr>
                      <w:sz w:val="20"/>
                      <w:szCs w:val="20"/>
                    </w:rPr>
                  </w:pPr>
                  <w:r>
                    <w:rPr>
                      <w:sz w:val="20"/>
                      <w:szCs w:val="20"/>
                    </w:rPr>
                    <w:t xml:space="preserve">   #include &lt;string&gt;</w:t>
                  </w:r>
                </w:p>
                <w:p w:rsidR="007F392E" w:rsidRPr="00F066AB" w:rsidRDefault="007F392E" w:rsidP="00F066AB">
                  <w:pPr>
                    <w:pStyle w:val="Definition"/>
                    <w:rPr>
                      <w:sz w:val="20"/>
                      <w:szCs w:val="20"/>
                    </w:rPr>
                  </w:pPr>
                </w:p>
                <w:p w:rsidR="007F392E" w:rsidRPr="00F066AB" w:rsidRDefault="007F392E" w:rsidP="00F066AB">
                  <w:pPr>
                    <w:pStyle w:val="Definition"/>
                    <w:rPr>
                      <w:sz w:val="20"/>
                      <w:szCs w:val="20"/>
                    </w:rPr>
                  </w:pPr>
                  <w:r>
                    <w:rPr>
                      <w:sz w:val="20"/>
                      <w:szCs w:val="20"/>
                    </w:rPr>
                    <w:t xml:space="preserve">   </w:t>
                  </w:r>
                  <w:r w:rsidRPr="00F066AB">
                    <w:rPr>
                      <w:sz w:val="20"/>
                      <w:szCs w:val="20"/>
                    </w:rPr>
                    <w:t>using namespace Dyninst;</w:t>
                  </w:r>
                </w:p>
                <w:p w:rsidR="007F392E" w:rsidRDefault="007F392E" w:rsidP="00F066AB">
                  <w:pPr>
                    <w:pStyle w:val="Definition"/>
                    <w:rPr>
                      <w:sz w:val="20"/>
                      <w:szCs w:val="20"/>
                    </w:rPr>
                  </w:pPr>
                  <w:r>
                    <w:rPr>
                      <w:sz w:val="20"/>
                      <w:szCs w:val="20"/>
                    </w:rPr>
                    <w:t xml:space="preserve">   </w:t>
                  </w:r>
                  <w:r w:rsidRPr="00F066AB">
                    <w:rPr>
                      <w:sz w:val="20"/>
                      <w:szCs w:val="20"/>
                    </w:rPr>
                    <w:t>using namespace ProcControlAPI;</w:t>
                  </w:r>
                </w:p>
                <w:p w:rsidR="007F392E" w:rsidRPr="00F066AB" w:rsidRDefault="007F392E" w:rsidP="00F066AB">
                  <w:pPr>
                    <w:pStyle w:val="Definition"/>
                    <w:rPr>
                      <w:sz w:val="20"/>
                      <w:szCs w:val="20"/>
                    </w:rPr>
                  </w:pPr>
                  <w:r>
                    <w:rPr>
                      <w:sz w:val="20"/>
                      <w:szCs w:val="20"/>
                    </w:rPr>
                    <w:t xml:space="preserve">   using namespace std;</w:t>
                  </w:r>
                </w:p>
                <w:p w:rsidR="007F392E" w:rsidRPr="00F066AB" w:rsidRDefault="007F392E" w:rsidP="00F066AB">
                  <w:pPr>
                    <w:pStyle w:val="Definition"/>
                    <w:rPr>
                      <w:sz w:val="20"/>
                      <w:szCs w:val="20"/>
                    </w:rPr>
                  </w:pPr>
                </w:p>
                <w:p w:rsidR="007F392E" w:rsidRDefault="007F392E" w:rsidP="00F066AB">
                  <w:pPr>
                    <w:pStyle w:val="Definition"/>
                    <w:rPr>
                      <w:sz w:val="20"/>
                      <w:szCs w:val="20"/>
                    </w:rPr>
                  </w:pPr>
                  <w:r w:rsidRPr="00CB6D15">
                    <w:rPr>
                      <w:color w:val="A6A6A6" w:themeColor="background1" w:themeShade="A6"/>
                      <w:sz w:val="20"/>
                      <w:szCs w:val="20"/>
                    </w:rPr>
                    <w:t>4.</w:t>
                  </w:r>
                  <w:r>
                    <w:rPr>
                      <w:sz w:val="20"/>
                      <w:szCs w:val="20"/>
                    </w:rPr>
                    <w:t xml:space="preserve"> </w:t>
                  </w:r>
                  <w:r w:rsidRPr="00F066AB">
                    <w:rPr>
                      <w:sz w:val="20"/>
                      <w:szCs w:val="20"/>
                    </w:rPr>
                    <w:t>Process::cb_ret_t on_thread_create(Event::con</w:t>
                  </w:r>
                  <w:r>
                    <w:rPr>
                      <w:sz w:val="20"/>
                      <w:szCs w:val="20"/>
                    </w:rPr>
                    <w:t xml:space="preserve">st_ptr ev) </w:t>
                  </w:r>
                  <w:r w:rsidRPr="00F066AB">
                    <w:rPr>
                      <w:sz w:val="20"/>
                      <w:szCs w:val="20"/>
                    </w:rPr>
                    <w:t>{</w:t>
                  </w:r>
                </w:p>
                <w:p w:rsidR="007F392E" w:rsidRDefault="007F392E" w:rsidP="007C7FDC">
                  <w:pPr>
                    <w:pStyle w:val="Definition"/>
                    <w:jc w:val="left"/>
                    <w:rPr>
                      <w:sz w:val="20"/>
                      <w:szCs w:val="20"/>
                    </w:rPr>
                  </w:pPr>
                  <w:r>
                    <w:rPr>
                      <w:sz w:val="20"/>
                      <w:szCs w:val="20"/>
                    </w:rPr>
                    <w:t xml:space="preserve">      //Callback when the target process creates a thread.</w:t>
                  </w:r>
                  <w:r w:rsidRPr="00F066AB">
                    <w:rPr>
                      <w:sz w:val="20"/>
                      <w:szCs w:val="20"/>
                    </w:rPr>
                    <w:br/>
                  </w:r>
                  <w:r>
                    <w:rPr>
                      <w:color w:val="A6A6A6" w:themeColor="background1" w:themeShade="A6"/>
                      <w:sz w:val="20"/>
                      <w:szCs w:val="20"/>
                    </w:rPr>
                    <w:t>5</w:t>
                  </w:r>
                  <w:r w:rsidRPr="00C02D7A">
                    <w:rPr>
                      <w:color w:val="A6A6A6" w:themeColor="background1" w:themeShade="A6"/>
                      <w:sz w:val="20"/>
                      <w:szCs w:val="20"/>
                    </w:rPr>
                    <w:t>.</w:t>
                  </w:r>
                  <w:r>
                    <w:rPr>
                      <w:sz w:val="20"/>
                      <w:szCs w:val="20"/>
                    </w:rPr>
                    <w:t xml:space="preserve"> </w:t>
                  </w:r>
                  <w:r w:rsidRPr="00F066AB">
                    <w:rPr>
                      <w:sz w:val="20"/>
                      <w:szCs w:val="20"/>
                    </w:rPr>
                    <w:t xml:space="preserve">   EventNewThread::const_ptr new_thrd</w:t>
                  </w:r>
                  <w:r>
                    <w:rPr>
                      <w:sz w:val="20"/>
                      <w:szCs w:val="20"/>
                    </w:rPr>
                    <w:t>_ev</w:t>
                  </w:r>
                  <w:r w:rsidRPr="00F066AB">
                    <w:rPr>
                      <w:sz w:val="20"/>
                      <w:szCs w:val="20"/>
                    </w:rPr>
                    <w:t xml:space="preserve"> = ev</w:t>
                  </w:r>
                  <w:r>
                    <w:rPr>
                      <w:sz w:val="20"/>
                      <w:szCs w:val="20"/>
                    </w:rPr>
                    <w:t>-&gt;</w:t>
                  </w:r>
                  <w:r w:rsidRPr="00F066AB">
                    <w:rPr>
                      <w:sz w:val="20"/>
                      <w:szCs w:val="20"/>
                    </w:rPr>
                    <w:t>getEventNewThread();</w:t>
                  </w:r>
                </w:p>
                <w:p w:rsidR="007F392E" w:rsidRDefault="007F392E" w:rsidP="00F066AB">
                  <w:pPr>
                    <w:pStyle w:val="Definition"/>
                    <w:rPr>
                      <w:sz w:val="20"/>
                      <w:szCs w:val="20"/>
                    </w:rPr>
                  </w:pPr>
                  <w:r>
                    <w:rPr>
                      <w:sz w:val="20"/>
                      <w:szCs w:val="20"/>
                    </w:rPr>
                    <w:t xml:space="preserve">      Thread::const_ptr new_thrd = new_thrd_ev-&gt;getNewThread();</w:t>
                  </w:r>
                </w:p>
                <w:p w:rsidR="007F392E" w:rsidRPr="00F066AB" w:rsidRDefault="007F392E" w:rsidP="00F066AB">
                  <w:pPr>
                    <w:pStyle w:val="Definition"/>
                    <w:rPr>
                      <w:sz w:val="20"/>
                      <w:szCs w:val="20"/>
                    </w:rPr>
                  </w:pPr>
                </w:p>
                <w:p w:rsidR="007F392E" w:rsidRPr="00F066AB" w:rsidRDefault="007F392E" w:rsidP="00F066AB">
                  <w:pPr>
                    <w:pStyle w:val="Definition"/>
                    <w:rPr>
                      <w:sz w:val="20"/>
                      <w:szCs w:val="20"/>
                    </w:rPr>
                  </w:pPr>
                  <w:r>
                    <w:rPr>
                      <w:sz w:val="20"/>
                      <w:szCs w:val="20"/>
                    </w:rPr>
                    <w:t xml:space="preserve">   </w:t>
                  </w:r>
                  <w:r w:rsidRPr="00F066AB">
                    <w:rPr>
                      <w:sz w:val="20"/>
                      <w:szCs w:val="20"/>
                    </w:rPr>
                    <w:t xml:space="preserve">   </w:t>
                  </w:r>
                  <w:r>
                    <w:rPr>
                      <w:sz w:val="20"/>
                      <w:szCs w:val="20"/>
                    </w:rPr>
                    <w:t>cout &lt;&lt; "Got a new thread with LWP "</w:t>
                  </w:r>
                  <w:r w:rsidRPr="00F066AB">
                    <w:rPr>
                      <w:sz w:val="20"/>
                      <w:szCs w:val="20"/>
                    </w:rPr>
                    <w:t xml:space="preserve"> &lt;&lt; new_thrd-&gt;getLWP() &lt;</w:t>
                  </w:r>
                  <w:r>
                    <w:rPr>
                      <w:sz w:val="20"/>
                      <w:szCs w:val="20"/>
                    </w:rPr>
                    <w:t xml:space="preserve">&lt; </w:t>
                  </w:r>
                  <w:r w:rsidRPr="00F066AB">
                    <w:rPr>
                      <w:sz w:val="20"/>
                      <w:szCs w:val="20"/>
                    </w:rPr>
                    <w:t>endl;</w:t>
                  </w:r>
                </w:p>
                <w:p w:rsidR="007F392E" w:rsidRDefault="007F392E" w:rsidP="00F066AB">
                  <w:pPr>
                    <w:pStyle w:val="Definition"/>
                    <w:rPr>
                      <w:sz w:val="20"/>
                      <w:szCs w:val="20"/>
                    </w:rPr>
                  </w:pPr>
                  <w:r>
                    <w:rPr>
                      <w:color w:val="A6A6A6" w:themeColor="background1" w:themeShade="A6"/>
                      <w:sz w:val="20"/>
                      <w:szCs w:val="20"/>
                    </w:rPr>
                    <w:t>6</w:t>
                  </w:r>
                  <w:r w:rsidRPr="00C02D7A">
                    <w:rPr>
                      <w:color w:val="A6A6A6" w:themeColor="background1" w:themeShade="A6"/>
                      <w:sz w:val="20"/>
                      <w:szCs w:val="20"/>
                    </w:rPr>
                    <w:t>.</w:t>
                  </w:r>
                  <w:r>
                    <w:rPr>
                      <w:sz w:val="20"/>
                      <w:szCs w:val="20"/>
                    </w:rPr>
                    <w:t xml:space="preserve"> </w:t>
                  </w:r>
                  <w:r w:rsidRPr="00F066AB">
                    <w:rPr>
                      <w:sz w:val="20"/>
                      <w:szCs w:val="20"/>
                    </w:rPr>
                    <w:t xml:space="preserve">   return </w:t>
                  </w:r>
                  <w:r>
                    <w:rPr>
                      <w:sz w:val="20"/>
                      <w:szCs w:val="20"/>
                    </w:rPr>
                    <w:t>Process::cbDefault;</w:t>
                  </w:r>
                </w:p>
                <w:p w:rsidR="007F392E" w:rsidRDefault="007F392E" w:rsidP="00F066AB">
                  <w:pPr>
                    <w:pStyle w:val="Definition"/>
                    <w:rPr>
                      <w:sz w:val="20"/>
                      <w:szCs w:val="20"/>
                    </w:rPr>
                  </w:pPr>
                  <w:r>
                    <w:rPr>
                      <w:sz w:val="20"/>
                      <w:szCs w:val="20"/>
                    </w:rPr>
                    <w:t xml:space="preserve">   }</w:t>
                  </w:r>
                </w:p>
                <w:p w:rsidR="007F392E" w:rsidRDefault="007F392E" w:rsidP="00F066AB">
                  <w:pPr>
                    <w:pStyle w:val="Definition"/>
                    <w:rPr>
                      <w:sz w:val="20"/>
                      <w:szCs w:val="20"/>
                    </w:rPr>
                  </w:pPr>
                </w:p>
                <w:p w:rsidR="007F392E" w:rsidRDefault="007F392E" w:rsidP="00F066AB">
                  <w:pPr>
                    <w:pStyle w:val="Definition"/>
                    <w:rPr>
                      <w:sz w:val="20"/>
                      <w:szCs w:val="20"/>
                    </w:rPr>
                  </w:pPr>
                  <w:r>
                    <w:rPr>
                      <w:sz w:val="20"/>
                      <w:szCs w:val="20"/>
                    </w:rPr>
                    <w:t xml:space="preserve">   int main(int argc, char *argv[]) {</w:t>
                  </w:r>
                </w:p>
                <w:p w:rsidR="007F392E" w:rsidRDefault="007F392E" w:rsidP="00F066AB">
                  <w:pPr>
                    <w:pStyle w:val="Definition"/>
                    <w:rPr>
                      <w:sz w:val="20"/>
                      <w:szCs w:val="20"/>
                    </w:rPr>
                  </w:pPr>
                  <w:r>
                    <w:rPr>
                      <w:sz w:val="20"/>
                      <w:szCs w:val="20"/>
                    </w:rPr>
                    <w:t xml:space="preserve">      vector&lt;string&gt; args;</w:t>
                  </w:r>
                </w:p>
                <w:p w:rsidR="007F392E" w:rsidRDefault="007F392E" w:rsidP="00F066AB">
                  <w:pPr>
                    <w:pStyle w:val="Definition"/>
                    <w:rPr>
                      <w:sz w:val="20"/>
                      <w:szCs w:val="20"/>
                    </w:rPr>
                  </w:pPr>
                </w:p>
                <w:p w:rsidR="007F392E" w:rsidRDefault="007F392E" w:rsidP="00F066AB">
                  <w:pPr>
                    <w:pStyle w:val="Definition"/>
                    <w:rPr>
                      <w:sz w:val="20"/>
                      <w:szCs w:val="20"/>
                    </w:rPr>
                  </w:pPr>
                  <w:r w:rsidRPr="00C02D7A">
                    <w:rPr>
                      <w:color w:val="A6A6A6" w:themeColor="background1" w:themeShade="A6"/>
                      <w:sz w:val="20"/>
                      <w:szCs w:val="20"/>
                    </w:rPr>
                    <w:t>1.</w:t>
                  </w:r>
                  <w:r>
                    <w:rPr>
                      <w:sz w:val="20"/>
                      <w:szCs w:val="20"/>
                    </w:rPr>
                    <w:t xml:space="preserve">    //Create a new target process</w:t>
                  </w:r>
                </w:p>
                <w:p w:rsidR="007F392E" w:rsidRDefault="007F392E" w:rsidP="00F066AB">
                  <w:pPr>
                    <w:pStyle w:val="Definition"/>
                    <w:rPr>
                      <w:sz w:val="20"/>
                      <w:szCs w:val="20"/>
                    </w:rPr>
                  </w:pPr>
                  <w:r>
                    <w:rPr>
                      <w:sz w:val="20"/>
                      <w:szCs w:val="20"/>
                    </w:rPr>
                    <w:t xml:space="preserve">      string exec = argv[1];</w:t>
                  </w:r>
                </w:p>
                <w:p w:rsidR="007F392E" w:rsidRDefault="007F392E" w:rsidP="00F066AB">
                  <w:pPr>
                    <w:pStyle w:val="Definition"/>
                    <w:rPr>
                      <w:sz w:val="20"/>
                      <w:szCs w:val="20"/>
                    </w:rPr>
                  </w:pPr>
                  <w:r>
                    <w:rPr>
                      <w:sz w:val="20"/>
                      <w:szCs w:val="20"/>
                    </w:rPr>
                    <w:t xml:space="preserve">      for (unsigned i=1; i&lt;argc; i++)</w:t>
                  </w:r>
                </w:p>
                <w:p w:rsidR="007F392E" w:rsidRDefault="007F392E" w:rsidP="00F066AB">
                  <w:pPr>
                    <w:pStyle w:val="Definition"/>
                    <w:rPr>
                      <w:sz w:val="20"/>
                      <w:szCs w:val="20"/>
                    </w:rPr>
                  </w:pPr>
                  <w:r>
                    <w:rPr>
                      <w:sz w:val="20"/>
                      <w:szCs w:val="20"/>
                    </w:rPr>
                    <w:t xml:space="preserve">         args.push_back(std::string(argv[i]));</w:t>
                  </w:r>
                </w:p>
                <w:p w:rsidR="007F392E" w:rsidRDefault="007F392E" w:rsidP="00F066AB">
                  <w:pPr>
                    <w:pStyle w:val="Definition"/>
                    <w:rPr>
                      <w:sz w:val="20"/>
                      <w:szCs w:val="20"/>
                    </w:rPr>
                  </w:pPr>
                  <w:r w:rsidRPr="00C02D7A">
                    <w:rPr>
                      <w:color w:val="A6A6A6" w:themeColor="background1" w:themeShade="A6"/>
                      <w:sz w:val="20"/>
                      <w:szCs w:val="20"/>
                    </w:rPr>
                    <w:t>2.</w:t>
                  </w:r>
                  <w:r>
                    <w:rPr>
                      <w:sz w:val="20"/>
                      <w:szCs w:val="20"/>
                    </w:rPr>
                    <w:t xml:space="preserve">    Process::ptr proc = Process::createProcess(exec, args);</w:t>
                  </w:r>
                </w:p>
                <w:p w:rsidR="007F392E" w:rsidRDefault="007F392E" w:rsidP="00F066AB">
                  <w:pPr>
                    <w:pStyle w:val="Definition"/>
                    <w:rPr>
                      <w:sz w:val="20"/>
                      <w:szCs w:val="20"/>
                    </w:rPr>
                  </w:pPr>
                </w:p>
                <w:p w:rsidR="007F392E" w:rsidRDefault="007F392E" w:rsidP="00F066AB">
                  <w:pPr>
                    <w:pStyle w:val="Definition"/>
                    <w:rPr>
                      <w:sz w:val="20"/>
                      <w:szCs w:val="20"/>
                    </w:rPr>
                  </w:pPr>
                  <w:r>
                    <w:rPr>
                      <w:sz w:val="20"/>
                      <w:szCs w:val="20"/>
                    </w:rPr>
                    <w:t xml:space="preserve">      //Tell ProcControlAPI about our callback function</w:t>
                  </w:r>
                </w:p>
                <w:p w:rsidR="007F392E" w:rsidRDefault="007F392E" w:rsidP="00F066AB">
                  <w:pPr>
                    <w:pStyle w:val="Definition"/>
                    <w:rPr>
                      <w:sz w:val="20"/>
                      <w:szCs w:val="20"/>
                    </w:rPr>
                  </w:pPr>
                  <w:r w:rsidRPr="00C02D7A">
                    <w:rPr>
                      <w:color w:val="A6A6A6" w:themeColor="background1" w:themeShade="A6"/>
                      <w:sz w:val="20"/>
                      <w:szCs w:val="20"/>
                    </w:rPr>
                    <w:t>3.</w:t>
                  </w:r>
                  <w:r>
                    <w:rPr>
                      <w:sz w:val="20"/>
                      <w:szCs w:val="20"/>
                    </w:rPr>
                    <w:t xml:space="preserve">    Process::registerEventCallback(EventType::ThreadCreate, on_thread_create);</w:t>
                  </w:r>
                </w:p>
                <w:p w:rsidR="007F392E" w:rsidRDefault="007F392E" w:rsidP="00F066AB">
                  <w:pPr>
                    <w:pStyle w:val="Definition"/>
                    <w:rPr>
                      <w:sz w:val="20"/>
                      <w:szCs w:val="20"/>
                    </w:rPr>
                  </w:pPr>
                </w:p>
                <w:p w:rsidR="007F392E" w:rsidRDefault="007F392E" w:rsidP="00F066AB">
                  <w:pPr>
                    <w:pStyle w:val="Definition"/>
                    <w:rPr>
                      <w:sz w:val="20"/>
                      <w:szCs w:val="20"/>
                    </w:rPr>
                  </w:pPr>
                  <w:r>
                    <w:rPr>
                      <w:sz w:val="20"/>
                      <w:szCs w:val="20"/>
                    </w:rPr>
                    <w:t xml:space="preserve">      //Run the process and wait for it to terminate.</w:t>
                  </w:r>
                </w:p>
                <w:p w:rsidR="007F392E" w:rsidRDefault="007F392E" w:rsidP="00F066AB">
                  <w:pPr>
                    <w:pStyle w:val="Definition"/>
                    <w:rPr>
                      <w:sz w:val="20"/>
                      <w:szCs w:val="20"/>
                    </w:rPr>
                  </w:pPr>
                  <w:r>
                    <w:rPr>
                      <w:color w:val="A6A6A6" w:themeColor="background1" w:themeShade="A6"/>
                      <w:sz w:val="20"/>
                      <w:szCs w:val="20"/>
                    </w:rPr>
                    <w:t>7</w:t>
                  </w:r>
                  <w:r w:rsidRPr="00C02D7A">
                    <w:rPr>
                      <w:color w:val="A6A6A6" w:themeColor="background1" w:themeShade="A6"/>
                      <w:sz w:val="20"/>
                      <w:szCs w:val="20"/>
                    </w:rPr>
                    <w:t>.</w:t>
                  </w:r>
                  <w:r>
                    <w:rPr>
                      <w:sz w:val="20"/>
                      <w:szCs w:val="20"/>
                    </w:rPr>
                    <w:t xml:space="preserve">    proc-&gt;continueProc();</w:t>
                  </w:r>
                </w:p>
                <w:p w:rsidR="007F392E" w:rsidRDefault="007F392E" w:rsidP="00F066AB">
                  <w:pPr>
                    <w:pStyle w:val="Definition"/>
                    <w:rPr>
                      <w:sz w:val="20"/>
                      <w:szCs w:val="20"/>
                    </w:rPr>
                  </w:pPr>
                  <w:r>
                    <w:rPr>
                      <w:color w:val="A6A6A6" w:themeColor="background1" w:themeShade="A6"/>
                      <w:sz w:val="20"/>
                      <w:szCs w:val="20"/>
                    </w:rPr>
                    <w:t>8</w:t>
                  </w:r>
                  <w:r w:rsidRPr="00C02D7A">
                    <w:rPr>
                      <w:color w:val="A6A6A6" w:themeColor="background1" w:themeShade="A6"/>
                      <w:sz w:val="20"/>
                      <w:szCs w:val="20"/>
                    </w:rPr>
                    <w:t>.</w:t>
                  </w:r>
                  <w:r>
                    <w:rPr>
                      <w:sz w:val="20"/>
                      <w:szCs w:val="20"/>
                    </w:rPr>
                    <w:t xml:space="preserve">    while (!proc-&gt;isTerminated())</w:t>
                  </w:r>
                </w:p>
                <w:p w:rsidR="007F392E" w:rsidRDefault="007F392E" w:rsidP="00F066AB">
                  <w:pPr>
                    <w:pStyle w:val="Definition"/>
                    <w:rPr>
                      <w:sz w:val="20"/>
                      <w:szCs w:val="20"/>
                    </w:rPr>
                  </w:pPr>
                  <w:r>
                    <w:rPr>
                      <w:sz w:val="20"/>
                      <w:szCs w:val="20"/>
                    </w:rPr>
                    <w:t xml:space="preserve">         Process::handleEvents(true);</w:t>
                  </w:r>
                </w:p>
                <w:p w:rsidR="007F392E" w:rsidRDefault="007F392E" w:rsidP="00F066AB">
                  <w:pPr>
                    <w:pStyle w:val="Definition"/>
                    <w:rPr>
                      <w:sz w:val="20"/>
                      <w:szCs w:val="20"/>
                    </w:rPr>
                  </w:pPr>
                </w:p>
                <w:p w:rsidR="007F392E" w:rsidRDefault="007F392E" w:rsidP="00F066AB">
                  <w:pPr>
                    <w:pStyle w:val="Definition"/>
                    <w:rPr>
                      <w:sz w:val="20"/>
                      <w:szCs w:val="20"/>
                    </w:rPr>
                  </w:pPr>
                  <w:r>
                    <w:rPr>
                      <w:sz w:val="20"/>
                      <w:szCs w:val="20"/>
                    </w:rPr>
                    <w:t xml:space="preserve">      return 0;</w:t>
                  </w:r>
                </w:p>
                <w:p w:rsidR="007F392E" w:rsidRDefault="007F392E" w:rsidP="00F066AB">
                  <w:pPr>
                    <w:pStyle w:val="Definition"/>
                    <w:rPr>
                      <w:sz w:val="20"/>
                      <w:szCs w:val="20"/>
                    </w:rPr>
                  </w:pPr>
                  <w:r>
                    <w:rPr>
                      <w:sz w:val="20"/>
                      <w:szCs w:val="20"/>
                    </w:rPr>
                    <w:t xml:space="preserve">    }</w:t>
                  </w:r>
                </w:p>
                <w:p w:rsidR="007F392E" w:rsidRPr="007420A4" w:rsidRDefault="007F392E" w:rsidP="009A6F08">
                  <w:pPr>
                    <w:pStyle w:val="Caption"/>
                  </w:pPr>
                  <w:bookmarkStart w:id="8" w:name="_Ref256177911"/>
                  <w:r w:rsidRPr="007420A4">
                    <w:t xml:space="preserve">Figure </w:t>
                  </w:r>
                  <w:r w:rsidR="00597207">
                    <w:fldChar w:fldCharType="begin"/>
                  </w:r>
                  <w:r w:rsidR="00597207">
                    <w:instrText xml:space="preserve"> SEQ Figure \* ARABIC </w:instrText>
                  </w:r>
                  <w:r w:rsidR="00597207">
                    <w:fldChar w:fldCharType="separate"/>
                  </w:r>
                  <w:r w:rsidR="00C42453">
                    <w:rPr>
                      <w:noProof/>
                    </w:rPr>
                    <w:t>1</w:t>
                  </w:r>
                  <w:r w:rsidR="00597207">
                    <w:rPr>
                      <w:noProof/>
                    </w:rPr>
                    <w:fldChar w:fldCharType="end"/>
                  </w:r>
                  <w:bookmarkEnd w:id="8"/>
                </w:p>
              </w:txbxContent>
            </v:textbox>
            <w10:wrap type="square"/>
          </v:shape>
        </w:pict>
      </w:r>
      <w:r w:rsidR="00CB6D15">
        <w:t>W</w:t>
      </w:r>
      <w:r w:rsidR="00C02D7A">
        <w:t xml:space="preserve">e ask ProcControlAPI to create a new </w:t>
      </w:r>
      <w:r w:rsidR="00B777D6">
        <w:t>P</w:t>
      </w:r>
      <w:r w:rsidR="00C02D7A">
        <w:t>rocess</w:t>
      </w:r>
      <w:r w:rsidR="000F4AA4">
        <w:fldChar w:fldCharType="begin"/>
      </w:r>
      <w:r w:rsidR="00906554">
        <w:instrText xml:space="preserve"> XE "</w:instrText>
      </w:r>
      <w:r w:rsidR="00906554" w:rsidRPr="008671F5">
        <w:instrText>Process</w:instrText>
      </w:r>
      <w:r w:rsidR="00906554">
        <w:instrText xml:space="preserve">" </w:instrText>
      </w:r>
      <w:r w:rsidR="000F4AA4">
        <w:fldChar w:fldCharType="end"/>
      </w:r>
      <w:r w:rsidR="00C02D7A">
        <w:t xml:space="preserve"> using </w:t>
      </w:r>
      <w:r w:rsidR="00B777D6">
        <w:t>the given</w:t>
      </w:r>
      <w:r w:rsidR="00C02D7A">
        <w:t xml:space="preserve"> arguments</w:t>
      </w:r>
      <w:r w:rsidR="00CB6D15">
        <w:t>.  ProcControlAPI will spawn a new target process</w:t>
      </w:r>
      <w:r w:rsidR="000F4AA4">
        <w:fldChar w:fldCharType="begin"/>
      </w:r>
      <w:r w:rsidR="00906554">
        <w:instrText xml:space="preserve"> XE "</w:instrText>
      </w:r>
      <w:r w:rsidR="00906554" w:rsidRPr="00F647B0">
        <w:instrText>target process</w:instrText>
      </w:r>
      <w:r w:rsidR="00906554">
        <w:instrText xml:space="preserve">" </w:instrText>
      </w:r>
      <w:r w:rsidR="000F4AA4">
        <w:fldChar w:fldCharType="end"/>
      </w:r>
      <w:r w:rsidR="00CB6D15">
        <w:t xml:space="preserve"> and leave it in a stopped state to prevent it from executing.</w:t>
      </w:r>
    </w:p>
    <w:p w:rsidR="00CB6D15" w:rsidRDefault="00CB6D15" w:rsidP="009A6F08">
      <w:pPr>
        <w:pStyle w:val="ListParagraph"/>
        <w:numPr>
          <w:ilvl w:val="0"/>
          <w:numId w:val="6"/>
        </w:numPr>
      </w:pPr>
      <w:r>
        <w:t>After creating the new target process we register a callback function</w:t>
      </w:r>
      <w:r w:rsidR="000F4AA4">
        <w:fldChar w:fldCharType="begin"/>
      </w:r>
      <w:r w:rsidR="00906554">
        <w:instrText xml:space="preserve"> XE "</w:instrText>
      </w:r>
      <w:r w:rsidR="00906554" w:rsidRPr="00E27A34">
        <w:instrText>callback function</w:instrText>
      </w:r>
      <w:r w:rsidR="00906554">
        <w:instrText xml:space="preserve">" </w:instrText>
      </w:r>
      <w:r w:rsidR="000F4AA4">
        <w:fldChar w:fldCharType="end"/>
      </w:r>
      <w:r>
        <w:t xml:space="preserve">.  We ask ProcControlAPI to call our function, </w:t>
      </w:r>
      <w:r w:rsidRPr="00CB6D15">
        <w:rPr>
          <w:rFonts w:ascii="Courier New" w:hAnsi="Courier New" w:cs="Courier New"/>
        </w:rPr>
        <w:t>on_thread_create</w:t>
      </w:r>
      <w:r>
        <w:rPr>
          <w:rFonts w:ascii="Courier New" w:hAnsi="Courier New" w:cs="Courier New"/>
        </w:rPr>
        <w:t>,</w:t>
      </w:r>
      <w:r w:rsidRPr="00CB6D15">
        <w:rPr>
          <w:rFonts w:ascii="Courier New" w:hAnsi="Courier New" w:cs="Courier New"/>
        </w:rPr>
        <w:t xml:space="preserve"> </w:t>
      </w:r>
      <w:r>
        <w:t xml:space="preserve">when an event of type </w:t>
      </w:r>
      <w:r w:rsidRPr="00CB6D15">
        <w:rPr>
          <w:rFonts w:ascii="Courier New" w:hAnsi="Courier New" w:cs="Courier New"/>
        </w:rPr>
        <w:t>EventType::ThreadCreate</w:t>
      </w:r>
      <w:r>
        <w:t xml:space="preserve"> occurs in the target process.  </w:t>
      </w:r>
    </w:p>
    <w:p w:rsidR="00CB6D15" w:rsidRDefault="00CB6D15" w:rsidP="009A6F08">
      <w:pPr>
        <w:pStyle w:val="ListParagraph"/>
        <w:numPr>
          <w:ilvl w:val="0"/>
          <w:numId w:val="6"/>
        </w:numPr>
      </w:pPr>
      <w:r>
        <w:t xml:space="preserve">The </w:t>
      </w:r>
      <w:r w:rsidRPr="00CA617E">
        <w:rPr>
          <w:rFonts w:ascii="Courier New" w:hAnsi="Courier New" w:cs="Courier New"/>
        </w:rPr>
        <w:t>on_thread_create</w:t>
      </w:r>
      <w:r>
        <w:t xml:space="preserve"> function takes a pointer to an object of type </w:t>
      </w:r>
      <w:r w:rsidRPr="00CA617E">
        <w:rPr>
          <w:rFonts w:ascii="Courier New" w:hAnsi="Courier New" w:cs="Courier New"/>
        </w:rPr>
        <w:t>Event</w:t>
      </w:r>
      <w:r w:rsidR="000F4AA4">
        <w:rPr>
          <w:rFonts w:ascii="Courier New" w:hAnsi="Courier New" w:cs="Courier New"/>
        </w:rPr>
        <w:fldChar w:fldCharType="begin"/>
      </w:r>
      <w:r w:rsidR="00906554">
        <w:instrText xml:space="preserve"> XE "</w:instrText>
      </w:r>
      <w:r w:rsidR="00906554" w:rsidRPr="00781CC3">
        <w:instrText>Event</w:instrText>
      </w:r>
      <w:r w:rsidR="00906554">
        <w:instrText xml:space="preserve">" </w:instrText>
      </w:r>
      <w:r w:rsidR="000F4AA4">
        <w:rPr>
          <w:rFonts w:ascii="Courier New" w:hAnsi="Courier New" w:cs="Courier New"/>
        </w:rPr>
        <w:fldChar w:fldCharType="end"/>
      </w:r>
      <w:r>
        <w:t xml:space="preserve"> and returns a </w:t>
      </w:r>
      <w:r w:rsidRPr="00CA617E">
        <w:rPr>
          <w:rFonts w:ascii="Courier New" w:hAnsi="Courier New" w:cs="Courier New"/>
        </w:rPr>
        <w:t>Process::cb_ret_t</w:t>
      </w:r>
      <w:r w:rsidR="000F4AA4" w:rsidRPr="00081331">
        <w:rPr>
          <w:rFonts w:cs="Courier New"/>
        </w:rPr>
        <w:fldChar w:fldCharType="begin"/>
      </w:r>
      <w:r w:rsidR="00906554" w:rsidRPr="00081331">
        <w:instrText xml:space="preserve"> XE "</w:instrText>
      </w:r>
      <w:r w:rsidR="00906554" w:rsidRPr="00081331">
        <w:rPr>
          <w:rFonts w:cs="Courier New"/>
        </w:rPr>
        <w:instrText>cb_ret_t, Process</w:instrText>
      </w:r>
      <w:r w:rsidR="00906554" w:rsidRPr="00081331">
        <w:instrText xml:space="preserve">" </w:instrText>
      </w:r>
      <w:r w:rsidR="000F4AA4" w:rsidRPr="00081331">
        <w:rPr>
          <w:rFonts w:cs="Courier New"/>
        </w:rPr>
        <w:fldChar w:fldCharType="end"/>
      </w:r>
      <w:r>
        <w:t xml:space="preserve">.  The </w:t>
      </w:r>
      <w:r w:rsidR="00CA617E">
        <w:t>Event describes the target process event that triggered this callback</w:t>
      </w:r>
      <w:r w:rsidR="00A67A57">
        <w:t>.</w:t>
      </w:r>
      <w:r w:rsidR="00CA617E">
        <w:t xml:space="preserve"> </w:t>
      </w:r>
      <w:r w:rsidR="00A67A57">
        <w:t xml:space="preserve"> I</w:t>
      </w:r>
      <w:r w:rsidR="00CA617E">
        <w:t>n this case</w:t>
      </w:r>
      <w:r w:rsidR="00A67A57">
        <w:t>, it provides</w:t>
      </w:r>
      <w:r w:rsidR="00CA617E">
        <w:t xml:space="preserve"> information about the new thread in the target process.  It is worth noting that </w:t>
      </w:r>
      <w:r w:rsidR="00CA617E" w:rsidRPr="00CA617E">
        <w:rPr>
          <w:rFonts w:ascii="Courier New" w:hAnsi="Courier New" w:cs="Courier New"/>
        </w:rPr>
        <w:t>Event::const_ptr</w:t>
      </w:r>
      <w:r w:rsidR="00CA617E">
        <w:t xml:space="preserve"> is a not a regular pointer, but a reference counted shared pointer.  This means that we do not have to be concerned with cleaning the Event—it will be automatically cleaned when the last reference disappears.  The </w:t>
      </w:r>
      <w:r w:rsidR="00CA617E" w:rsidRPr="00CA617E">
        <w:rPr>
          <w:rFonts w:ascii="Courier New" w:hAnsi="Courier New" w:cs="Courier New"/>
        </w:rPr>
        <w:t>Process::cb_ret_t</w:t>
      </w:r>
      <w:r w:rsidR="00CA617E">
        <w:t xml:space="preserve"> describes what action should be taken on the process in response to this event, which is described in more detail in section 6.  </w:t>
      </w:r>
    </w:p>
    <w:p w:rsidR="00CA617E" w:rsidRPr="00CA617E" w:rsidRDefault="00CA617E" w:rsidP="009A6F08">
      <w:pPr>
        <w:pStyle w:val="ListParagraph"/>
        <w:numPr>
          <w:ilvl w:val="0"/>
          <w:numId w:val="6"/>
        </w:numPr>
      </w:pPr>
      <w:r>
        <w:lastRenderedPageBreak/>
        <w:t xml:space="preserve">The </w:t>
      </w:r>
      <w:r w:rsidRPr="00CA617E">
        <w:rPr>
          <w:rFonts w:ascii="Courier New" w:hAnsi="Courier New"/>
        </w:rPr>
        <w:t>Event</w:t>
      </w:r>
      <w:r>
        <w:t xml:space="preserve"> class has several child classes, one of which is </w:t>
      </w:r>
      <w:r w:rsidRPr="00CA617E">
        <w:rPr>
          <w:rFonts w:ascii="Courier New" w:hAnsi="Courier New"/>
        </w:rPr>
        <w:t>EventNewThread</w:t>
      </w:r>
      <w:r w:rsidRPr="00CA617E">
        <w:t xml:space="preserve">.  We start by casting </w:t>
      </w:r>
      <w:r>
        <w:t>the Event into a</w:t>
      </w:r>
      <w:r w:rsidR="00F61C9D">
        <w:t>n</w:t>
      </w:r>
      <w:r>
        <w:t xml:space="preserve"> </w:t>
      </w:r>
      <w:r w:rsidRPr="00CA617E">
        <w:rPr>
          <w:rFonts w:ascii="Courier New" w:hAnsi="Courier New"/>
        </w:rPr>
        <w:t>EventNewThread</w:t>
      </w:r>
      <w:r>
        <w:t xml:space="preserve"> and then extract information about the new thread from the </w:t>
      </w:r>
      <w:r w:rsidRPr="00CA617E">
        <w:rPr>
          <w:rFonts w:ascii="Courier New" w:hAnsi="Courier New"/>
        </w:rPr>
        <w:t>EventNewThread</w:t>
      </w:r>
      <w:r>
        <w:t>.</w:t>
      </w:r>
    </w:p>
    <w:p w:rsidR="00CA617E" w:rsidRPr="00A2748D" w:rsidRDefault="00CA617E" w:rsidP="009A6F08">
      <w:pPr>
        <w:pStyle w:val="ListParagraph"/>
        <w:numPr>
          <w:ilvl w:val="0"/>
          <w:numId w:val="6"/>
        </w:numPr>
      </w:pPr>
      <w:r>
        <w:t>In step 6</w:t>
      </w:r>
      <w:r w:rsidR="00A67A57">
        <w:t>,</w:t>
      </w:r>
      <w:r>
        <w:t xml:space="preserve"> we’ve finished handling the new thread event and need to tell ProcControlAPI what to do in response to this event.  For example, we could choose to stop the process from further execution by returning a value of Process::cbProcStop.  Instead</w:t>
      </w:r>
      <w:r w:rsidR="00A67A57">
        <w:t>,</w:t>
      </w:r>
      <w:r>
        <w:t xml:space="preserve"> we choose let ProcControlAPI take its default action for an </w:t>
      </w:r>
      <w:r w:rsidR="00A2748D">
        <w:t>EventNewThread by returning Process::cbDefault, which is to continue the process and its new thread (which were both stopped before delivery of the callback).</w:t>
      </w:r>
    </w:p>
    <w:p w:rsidR="00A2748D" w:rsidRPr="00A2748D" w:rsidRDefault="00A2748D" w:rsidP="009A6F08">
      <w:pPr>
        <w:pStyle w:val="ListParagraph"/>
        <w:numPr>
          <w:ilvl w:val="0"/>
          <w:numId w:val="6"/>
        </w:numPr>
      </w:pPr>
      <w:r>
        <w:t xml:space="preserve">The registering of our callback in step 3 did not actually trigger any calls to the callback function—the target process was created in a stopped state and has not yet been able to create any threads.  We tell ProcControlAPI to continue the target process in this step, which allows it to execute and possibly start generating new events.  </w:t>
      </w:r>
    </w:p>
    <w:p w:rsidR="00A2748D" w:rsidRDefault="00A2748D" w:rsidP="009A6F08">
      <w:pPr>
        <w:pStyle w:val="ListParagraph"/>
        <w:numPr>
          <w:ilvl w:val="0"/>
          <w:numId w:val="6"/>
        </w:numPr>
      </w:pPr>
      <w:r>
        <w:t xml:space="preserve">In this step we wait for the target process to finish executing and terminate.  Calling </w:t>
      </w:r>
      <w:r w:rsidRPr="00A2748D">
        <w:rPr>
          <w:rFonts w:ascii="Courier New" w:hAnsi="Courier New" w:cs="Courier New"/>
        </w:rPr>
        <w:t>Process::handleEvents</w:t>
      </w:r>
      <w:r w:rsidR="000F4AA4" w:rsidRPr="00081331">
        <w:rPr>
          <w:rFonts w:cs="Courier New"/>
        </w:rPr>
        <w:fldChar w:fldCharType="begin"/>
      </w:r>
      <w:r w:rsidR="00906554" w:rsidRPr="00081331">
        <w:instrText xml:space="preserve"> XE "</w:instrText>
      </w:r>
      <w:r w:rsidR="00906554" w:rsidRPr="00081331">
        <w:rPr>
          <w:rFonts w:cs="Courier New"/>
        </w:rPr>
        <w:instrText>handleEvents, Process</w:instrText>
      </w:r>
      <w:r w:rsidR="00906554" w:rsidRPr="00081331">
        <w:instrText xml:space="preserve">" </w:instrText>
      </w:r>
      <w:r w:rsidR="000F4AA4" w:rsidRPr="00081331">
        <w:rPr>
          <w:rFonts w:cs="Courier New"/>
        </w:rPr>
        <w:fldChar w:fldCharType="end"/>
      </w:r>
      <w:r>
        <w:t xml:space="preserve"> blocks the controller process until an event occurs, allowing us to wait for events without needing to spin the controller process on the CPU.  </w:t>
      </w:r>
    </w:p>
    <w:p w:rsidR="00DC6B19" w:rsidRDefault="00DC6B19" w:rsidP="009A6F08">
      <w:pPr>
        <w:rPr>
          <w:rFonts w:asciiTheme="majorHAnsi" w:hAnsiTheme="majorHAnsi"/>
          <w:color w:val="365F91" w:themeColor="accent1" w:themeShade="BF"/>
          <w:sz w:val="32"/>
          <w:szCs w:val="32"/>
        </w:rPr>
      </w:pPr>
      <w:bookmarkStart w:id="9" w:name="_Toc273362635"/>
      <w:r>
        <w:br w:type="page"/>
      </w:r>
    </w:p>
    <w:p w:rsidR="00F066AB" w:rsidRDefault="00C64756" w:rsidP="009A6F08">
      <w:pPr>
        <w:pStyle w:val="Heading1"/>
      </w:pPr>
      <w:bookmarkStart w:id="10" w:name="_Toc274055812"/>
      <w:bookmarkStart w:id="11" w:name="_Toc350168827"/>
      <w:r>
        <w:lastRenderedPageBreak/>
        <w:t>Important Concepts</w:t>
      </w:r>
      <w:bookmarkEnd w:id="9"/>
      <w:bookmarkEnd w:id="10"/>
      <w:bookmarkEnd w:id="11"/>
    </w:p>
    <w:p w:rsidR="004E77A0" w:rsidRDefault="00F13EBB" w:rsidP="009A6F08">
      <w:r>
        <w:t>This section focuses on some of the more important concepts in Pro</w:t>
      </w:r>
      <w:r w:rsidR="00C64756">
        <w:t>cControlAPI and gives a high l</w:t>
      </w:r>
      <w:r w:rsidR="00013976">
        <w:t>evel overview before the detailed API</w:t>
      </w:r>
      <w:r w:rsidR="00C64756">
        <w:t xml:space="preserve"> </w:t>
      </w:r>
      <w:r w:rsidR="00013976">
        <w:t>is</w:t>
      </w:r>
      <w:r w:rsidR="00C64756">
        <w:t xml:space="preserve"> presented in Section</w:t>
      </w:r>
      <w:r w:rsidR="00A52481">
        <w:t xml:space="preserve"> </w:t>
      </w:r>
      <w:r w:rsidR="000F4AA4">
        <w:fldChar w:fldCharType="begin"/>
      </w:r>
      <w:r w:rsidR="00A52481">
        <w:instrText xml:space="preserve"> REF _Ref274128335 \r \h </w:instrText>
      </w:r>
      <w:r w:rsidR="000F4AA4">
        <w:fldChar w:fldCharType="separate"/>
      </w:r>
      <w:r w:rsidR="00C42453">
        <w:t>3</w:t>
      </w:r>
      <w:r w:rsidR="000F4AA4">
        <w:fldChar w:fldCharType="end"/>
      </w:r>
      <w:r w:rsidR="00C64756">
        <w:t xml:space="preserve">.  </w:t>
      </w:r>
    </w:p>
    <w:p w:rsidR="00C64756" w:rsidRDefault="00C64756" w:rsidP="009A6F08">
      <w:pPr>
        <w:pStyle w:val="Heading2"/>
      </w:pPr>
      <w:bookmarkStart w:id="12" w:name="_Toc273362636"/>
      <w:bookmarkStart w:id="13" w:name="_Toc274055813"/>
      <w:bookmarkStart w:id="14" w:name="_Toc350168828"/>
      <w:r>
        <w:t>Processes and Threads</w:t>
      </w:r>
      <w:bookmarkEnd w:id="12"/>
      <w:bookmarkEnd w:id="13"/>
      <w:bookmarkEnd w:id="14"/>
    </w:p>
    <w:p w:rsidR="00C64756" w:rsidRDefault="00A961FE" w:rsidP="009A6F08">
      <w:r>
        <w:t xml:space="preserve">There are two central classes to ProcControlAPI, </w:t>
      </w:r>
      <w:r w:rsidRPr="00F44BA9">
        <w:rPr>
          <w:rFonts w:ascii="Courier New" w:hAnsi="Courier New" w:cs="Courier New"/>
        </w:rPr>
        <w:t>Process</w:t>
      </w:r>
      <w:r w:rsidR="000F4AA4" w:rsidRPr="00081331">
        <w:rPr>
          <w:rFonts w:cs="Courier New"/>
        </w:rPr>
        <w:fldChar w:fldCharType="begin"/>
      </w:r>
      <w:r w:rsidR="00906554" w:rsidRPr="00081331">
        <w:instrText xml:space="preserve"> XE "</w:instrText>
      </w:r>
      <w:r w:rsidR="00906554" w:rsidRPr="00081331">
        <w:rPr>
          <w:rFonts w:cs="Courier New"/>
        </w:rPr>
        <w:instrText>Process</w:instrText>
      </w:r>
      <w:r w:rsidR="00906554" w:rsidRPr="00081331">
        <w:instrText xml:space="preserve">" </w:instrText>
      </w:r>
      <w:r w:rsidR="000F4AA4" w:rsidRPr="00081331">
        <w:rPr>
          <w:rFonts w:cs="Courier New"/>
        </w:rPr>
        <w:fldChar w:fldCharType="end"/>
      </w:r>
      <w:r>
        <w:t xml:space="preserve"> and </w:t>
      </w:r>
      <w:r w:rsidRPr="00F44BA9">
        <w:rPr>
          <w:rFonts w:ascii="Courier New" w:hAnsi="Courier New" w:cs="Courier New"/>
        </w:rPr>
        <w:t>Thread</w:t>
      </w:r>
      <w:r w:rsidR="000F4AA4" w:rsidRPr="00081331">
        <w:rPr>
          <w:rFonts w:cs="Courier New"/>
        </w:rPr>
        <w:fldChar w:fldCharType="begin"/>
      </w:r>
      <w:r w:rsidR="00906554" w:rsidRPr="00081331">
        <w:instrText xml:space="preserve"> XE "</w:instrText>
      </w:r>
      <w:r w:rsidR="00906554" w:rsidRPr="00081331">
        <w:rPr>
          <w:rFonts w:cs="Courier New"/>
        </w:rPr>
        <w:instrText>Thread</w:instrText>
      </w:r>
      <w:r w:rsidR="00906554" w:rsidRPr="00081331">
        <w:instrText xml:space="preserve">" </w:instrText>
      </w:r>
      <w:r w:rsidR="000F4AA4" w:rsidRPr="00081331">
        <w:rPr>
          <w:rFonts w:cs="Courier New"/>
        </w:rPr>
        <w:fldChar w:fldCharType="end"/>
      </w:r>
      <w:r w:rsidR="00F44BA9">
        <w:t xml:space="preserve">.  Each class </w:t>
      </w:r>
      <w:r>
        <w:t xml:space="preserve">respectively </w:t>
      </w:r>
      <w:r w:rsidR="00F44BA9">
        <w:t>represents</w:t>
      </w:r>
      <w:r>
        <w:t xml:space="preserve"> </w:t>
      </w:r>
      <w:r w:rsidR="00F44BA9">
        <w:t xml:space="preserve">a single target </w:t>
      </w:r>
      <w:r>
        <w:t xml:space="preserve">process </w:t>
      </w:r>
      <w:r w:rsidR="00F44BA9">
        <w:t>or</w:t>
      </w:r>
      <w:r>
        <w:t xml:space="preserve"> thread </w:t>
      </w:r>
      <w:r w:rsidR="00F44BA9">
        <w:t>running on the system</w:t>
      </w:r>
      <w:r>
        <w:t>.</w:t>
      </w:r>
      <w:r w:rsidR="00F44BA9">
        <w:t xml:space="preserve">  By performing operations on the </w:t>
      </w:r>
      <w:r w:rsidR="00F44BA9" w:rsidRPr="00F44BA9">
        <w:rPr>
          <w:rFonts w:ascii="Courier New" w:hAnsi="Courier New" w:cs="Courier New"/>
        </w:rPr>
        <w:t>Process</w:t>
      </w:r>
      <w:r w:rsidR="00F44BA9">
        <w:t xml:space="preserve"> and </w:t>
      </w:r>
      <w:r w:rsidR="00F44BA9" w:rsidRPr="00F44BA9">
        <w:rPr>
          <w:rFonts w:ascii="Courier New" w:hAnsi="Courier New" w:cs="Courier New"/>
        </w:rPr>
        <w:t>Thread</w:t>
      </w:r>
      <w:r w:rsidR="00F44BA9">
        <w:t xml:space="preserve"> objects</w:t>
      </w:r>
      <w:r w:rsidR="00005F12">
        <w:t>,</w:t>
      </w:r>
      <w:r w:rsidR="00F44BA9">
        <w:t xml:space="preserve"> a ProcControlAPI user is able to </w:t>
      </w:r>
      <w:r w:rsidR="00005F12">
        <w:t>control</w:t>
      </w:r>
      <w:r w:rsidR="00F44BA9">
        <w:t xml:space="preserve"> the target process and its threads.</w:t>
      </w:r>
    </w:p>
    <w:p w:rsidR="00F44BA9" w:rsidRDefault="00F44BA9" w:rsidP="009A6F08">
      <w:r>
        <w:t xml:space="preserve">Each </w:t>
      </w:r>
      <w:r w:rsidRPr="00F44BA9">
        <w:rPr>
          <w:rFonts w:ascii="Courier New" w:hAnsi="Courier New" w:cs="Courier New"/>
        </w:rPr>
        <w:t>Process</w:t>
      </w:r>
      <w:r>
        <w:t xml:space="preserve"> is guaranteed to have at least one </w:t>
      </w:r>
      <w:r w:rsidRPr="00F44BA9">
        <w:rPr>
          <w:rFonts w:ascii="Courier New" w:hAnsi="Courier New" w:cs="Courier New"/>
        </w:rPr>
        <w:t>Thread</w:t>
      </w:r>
      <w:r>
        <w:t xml:space="preserve"> associated with it.  A multi-threaded process may have a </w:t>
      </w:r>
      <w:r w:rsidRPr="00F44BA9">
        <w:rPr>
          <w:rFonts w:ascii="Courier New" w:hAnsi="Courier New" w:cs="Courier New"/>
        </w:rPr>
        <w:t>Process</w:t>
      </w:r>
      <w:r>
        <w:t xml:space="preserve"> object with more than one </w:t>
      </w:r>
      <w:r w:rsidRPr="00F44BA9">
        <w:rPr>
          <w:rFonts w:ascii="Courier New" w:hAnsi="Courier New" w:cs="Courier New"/>
        </w:rPr>
        <w:t>Thread</w:t>
      </w:r>
      <w:r>
        <w:t xml:space="preserve">.  Each process </w:t>
      </w:r>
      <w:r w:rsidR="007C7FDC">
        <w:t>has</w:t>
      </w:r>
      <w:r>
        <w:t xml:space="preserve"> an address space associated with it, which can be written or read through the </w:t>
      </w:r>
      <w:r w:rsidRPr="00F44BA9">
        <w:rPr>
          <w:rFonts w:ascii="Courier New" w:hAnsi="Courier New" w:cs="Courier New"/>
        </w:rPr>
        <w:t>Process</w:t>
      </w:r>
      <w:r>
        <w:t xml:space="preserve"> object.  Each thread </w:t>
      </w:r>
      <w:r w:rsidR="007C7FDC">
        <w:t xml:space="preserve">has </w:t>
      </w:r>
      <w:r>
        <w:t xml:space="preserve">a set of registers associated with it, which can be access through the </w:t>
      </w:r>
      <w:r w:rsidRPr="00F44BA9">
        <w:rPr>
          <w:rFonts w:ascii="Courier New" w:hAnsi="Courier New" w:cs="Courier New"/>
        </w:rPr>
        <w:t>Thread</w:t>
      </w:r>
      <w:r>
        <w:t xml:space="preserve"> object.  </w:t>
      </w:r>
    </w:p>
    <w:p w:rsidR="00CA1E5D" w:rsidRDefault="00F44BA9" w:rsidP="009A6F08">
      <w:r>
        <w:t xml:space="preserve">At any one time a </w:t>
      </w:r>
      <w:r w:rsidRPr="00906554">
        <w:rPr>
          <w:rFonts w:ascii="Courier New" w:hAnsi="Courier New" w:cs="Courier New"/>
        </w:rPr>
        <w:t>Thread</w:t>
      </w:r>
      <w:r>
        <w:t xml:space="preserve"> will be in either a </w:t>
      </w:r>
      <w:r w:rsidRPr="00F44BA9">
        <w:rPr>
          <w:i/>
        </w:rPr>
        <w:t>stop</w:t>
      </w:r>
      <w:r w:rsidR="00CA1E5D">
        <w:rPr>
          <w:i/>
        </w:rPr>
        <w:t>ped</w:t>
      </w:r>
      <w:r w:rsidRPr="00F44BA9">
        <w:rPr>
          <w:i/>
        </w:rPr>
        <w:t xml:space="preserve"> state</w:t>
      </w:r>
      <w:r w:rsidR="000F4AA4" w:rsidRPr="00081331">
        <w:fldChar w:fldCharType="begin"/>
      </w:r>
      <w:r w:rsidRPr="00081331">
        <w:instrText xml:space="preserve"> XE "sto</w:instrText>
      </w:r>
      <w:r w:rsidR="00CA1E5D" w:rsidRPr="00081331">
        <w:instrText>p</w:instrText>
      </w:r>
      <w:r w:rsidRPr="00081331">
        <w:instrText>p</w:instrText>
      </w:r>
      <w:r w:rsidR="00CA1E5D" w:rsidRPr="00081331">
        <w:instrText>ed</w:instrText>
      </w:r>
      <w:r w:rsidRPr="00081331">
        <w:instrText xml:space="preserve"> state" </w:instrText>
      </w:r>
      <w:r w:rsidR="000F4AA4" w:rsidRPr="00081331">
        <w:fldChar w:fldCharType="end"/>
      </w:r>
      <w:r>
        <w:t xml:space="preserve"> or a </w:t>
      </w:r>
      <w:r w:rsidRPr="00F44BA9">
        <w:rPr>
          <w:i/>
        </w:rPr>
        <w:t>running state</w:t>
      </w:r>
      <w:r w:rsidR="000F4AA4" w:rsidRPr="00081331">
        <w:fldChar w:fldCharType="begin"/>
      </w:r>
      <w:r w:rsidRPr="00081331">
        <w:instrText xml:space="preserve"> XE "running state" </w:instrText>
      </w:r>
      <w:r w:rsidR="000F4AA4" w:rsidRPr="00081331">
        <w:fldChar w:fldCharType="end"/>
      </w:r>
      <w:r>
        <w:t>.  A thread in a stop</w:t>
      </w:r>
      <w:r w:rsidR="00CA1E5D">
        <w:t>ped</w:t>
      </w:r>
      <w:r>
        <w:t xml:space="preserve"> state has had its execution paused by ProcControlAPI</w:t>
      </w:r>
      <w:r w:rsidR="00CA1E5D">
        <w:t xml:space="preserve">—the OS will not schedule the thread to run.  A thread in a running state is allowed to execute as normal.  A thread in a running state may block for other reasons, e.g. blocking on IO calls, but this does not affect ProcControlAPI’s view of the thread state.  A thread is only in the stopped state if ProcControlAPI has explicitly stopped it.  </w:t>
      </w:r>
    </w:p>
    <w:p w:rsidR="00F44BA9" w:rsidRDefault="00CA1E5D" w:rsidP="009A6F08">
      <w:r>
        <w:t xml:space="preserve">A </w:t>
      </w:r>
      <w:r w:rsidRPr="00CA1E5D">
        <w:rPr>
          <w:rFonts w:ascii="Courier New" w:hAnsi="Courier New" w:cs="Courier New"/>
        </w:rPr>
        <w:t>Process</w:t>
      </w:r>
      <w:r>
        <w:t xml:space="preserve"> object is not considered to have a stopped or running state—only its </w:t>
      </w:r>
      <w:r w:rsidRPr="00CA1E5D">
        <w:rPr>
          <w:rFonts w:ascii="Courier New" w:hAnsi="Courier New" w:cs="Courier New"/>
        </w:rPr>
        <w:t>Thread</w:t>
      </w:r>
      <w:r>
        <w:t xml:space="preserve"> objects are stopped or running.  A stop operation on a </w:t>
      </w:r>
      <w:r w:rsidRPr="00CA1E5D">
        <w:rPr>
          <w:rFonts w:ascii="Courier New" w:hAnsi="Courier New" w:cs="Courier New"/>
        </w:rPr>
        <w:t>Process</w:t>
      </w:r>
      <w:r>
        <w:t xml:space="preserve"> triggers a stop operation on each of its </w:t>
      </w:r>
      <w:r w:rsidRPr="00CA1E5D">
        <w:rPr>
          <w:rFonts w:ascii="Courier New" w:hAnsi="Courier New" w:cs="Courier New"/>
        </w:rPr>
        <w:t>Threads</w:t>
      </w:r>
      <w:r>
        <w:t xml:space="preserve">, and similarly a continue operation on a </w:t>
      </w:r>
      <w:r w:rsidRPr="00CA1E5D">
        <w:rPr>
          <w:rFonts w:ascii="Courier New" w:hAnsi="Courier New" w:cs="Courier New"/>
        </w:rPr>
        <w:t>Process</w:t>
      </w:r>
      <w:r>
        <w:t xml:space="preserve"> triggers continue operations on each </w:t>
      </w:r>
      <w:r w:rsidRPr="00CA1E5D">
        <w:rPr>
          <w:rFonts w:ascii="Courier New" w:hAnsi="Courier New" w:cs="Courier New"/>
        </w:rPr>
        <w:t>Thread</w:t>
      </w:r>
      <w:r>
        <w:t>.</w:t>
      </w:r>
    </w:p>
    <w:p w:rsidR="00C64756" w:rsidRDefault="00C64756" w:rsidP="009A6F08">
      <w:pPr>
        <w:pStyle w:val="Heading2"/>
      </w:pPr>
      <w:bookmarkStart w:id="15" w:name="_Toc273362637"/>
      <w:bookmarkStart w:id="16" w:name="_Toc274055814"/>
      <w:bookmarkStart w:id="17" w:name="_Toc350168829"/>
      <w:r>
        <w:t>Callbacks</w:t>
      </w:r>
      <w:bookmarkEnd w:id="15"/>
      <w:bookmarkEnd w:id="16"/>
      <w:bookmarkEnd w:id="17"/>
    </w:p>
    <w:p w:rsidR="00CA1E5D" w:rsidRDefault="00CA1E5D" w:rsidP="009A6F08">
      <w:r>
        <w:t xml:space="preserve">In addition to controlling a target process through the Process and Thread objects, a ProcControlAPI user can also receive </w:t>
      </w:r>
      <w:r w:rsidR="00005F12">
        <w:t>notification</w:t>
      </w:r>
      <w:r>
        <w:t xml:space="preserve"> of events that happen in that process.  </w:t>
      </w:r>
      <w:r w:rsidR="00013976">
        <w:t>Examples of t</w:t>
      </w:r>
      <w:r>
        <w:t xml:space="preserve">hese events </w:t>
      </w:r>
      <w:r w:rsidR="00013976">
        <w:t>would be</w:t>
      </w:r>
      <w:r>
        <w:t xml:space="preserve"> a new thread being created, a breakpoint being executed, or a process exiting.</w:t>
      </w:r>
      <w:r w:rsidR="000F4AA4">
        <w:fldChar w:fldCharType="begin"/>
      </w:r>
      <w:r w:rsidR="00906554">
        <w:instrText xml:space="preserve"> XE "</w:instrText>
      </w:r>
      <w:r w:rsidR="00906554" w:rsidRPr="003058E1">
        <w:instrText>callback function</w:instrText>
      </w:r>
      <w:r w:rsidR="00906554">
        <w:instrText xml:space="preserve">" </w:instrText>
      </w:r>
      <w:r w:rsidR="000F4AA4">
        <w:fldChar w:fldCharType="end"/>
      </w:r>
    </w:p>
    <w:p w:rsidR="00C85B4B" w:rsidRDefault="00C85B4B" w:rsidP="009A6F08">
      <w:r>
        <w:t xml:space="preserve">The ProcControlAPI user receives notice of events through a callback system.  The user can register callback function that will be called by ProcControlAPI whenever a particular type of event occurs.  Details about the event are passed to the callback function via an </w:t>
      </w:r>
      <w:r w:rsidRPr="00C85B4B">
        <w:rPr>
          <w:rFonts w:ascii="Courier New" w:hAnsi="Courier New" w:cs="Courier New"/>
        </w:rPr>
        <w:t>Event</w:t>
      </w:r>
      <w:r>
        <w:t xml:space="preserve"> object.</w:t>
      </w:r>
    </w:p>
    <w:p w:rsidR="00465B52" w:rsidRDefault="00465B52" w:rsidP="009A6F08">
      <w:pPr>
        <w:pStyle w:val="Heading3"/>
      </w:pPr>
      <w:bookmarkStart w:id="18" w:name="_Toc273362638"/>
      <w:bookmarkStart w:id="19" w:name="_Ref273435580"/>
      <w:bookmarkStart w:id="20" w:name="_Ref274040489"/>
      <w:bookmarkStart w:id="21" w:name="_Toc274055815"/>
      <w:bookmarkStart w:id="22" w:name="_Toc350168830"/>
      <w:r>
        <w:t>Events</w:t>
      </w:r>
      <w:bookmarkEnd w:id="18"/>
      <w:bookmarkEnd w:id="19"/>
      <w:bookmarkEnd w:id="20"/>
      <w:bookmarkEnd w:id="21"/>
      <w:bookmarkEnd w:id="22"/>
    </w:p>
    <w:p w:rsidR="00465B52" w:rsidRDefault="00465B52" w:rsidP="009A6F08">
      <w:r>
        <w:t xml:space="preserve">Each event can be broken up into an </w:t>
      </w:r>
      <w:r w:rsidRPr="00465B52">
        <w:rPr>
          <w:rFonts w:ascii="Courier New" w:hAnsi="Courier New" w:cs="Courier New"/>
        </w:rPr>
        <w:t>EventType</w:t>
      </w:r>
      <w:r w:rsidR="000F4AA4">
        <w:rPr>
          <w:rFonts w:ascii="Courier New" w:hAnsi="Courier New" w:cs="Courier New"/>
        </w:rPr>
        <w:fldChar w:fldCharType="begin"/>
      </w:r>
      <w:r w:rsidR="00906554">
        <w:instrText xml:space="preserve"> XE "</w:instrText>
      </w:r>
      <w:r w:rsidR="00906554" w:rsidRPr="00850057">
        <w:instrText>EventType</w:instrText>
      </w:r>
      <w:r w:rsidR="00906554">
        <w:instrText xml:space="preserve">" </w:instrText>
      </w:r>
      <w:r w:rsidR="000F4AA4">
        <w:rPr>
          <w:rFonts w:ascii="Courier New" w:hAnsi="Courier New" w:cs="Courier New"/>
        </w:rPr>
        <w:fldChar w:fldCharType="end"/>
      </w:r>
      <w:r>
        <w:t xml:space="preserve"> object and an </w:t>
      </w:r>
      <w:r w:rsidRPr="00465B52">
        <w:rPr>
          <w:rFonts w:ascii="Courier New" w:hAnsi="Courier New" w:cs="Courier New"/>
        </w:rPr>
        <w:t>Event</w:t>
      </w:r>
      <w:r w:rsidR="000F4AA4">
        <w:rPr>
          <w:rFonts w:ascii="Courier New" w:hAnsi="Courier New" w:cs="Courier New"/>
        </w:rPr>
        <w:fldChar w:fldCharType="begin"/>
      </w:r>
      <w:r w:rsidR="00906554">
        <w:instrText xml:space="preserve"> XE "</w:instrText>
      </w:r>
      <w:r w:rsidR="00906554" w:rsidRPr="00850057">
        <w:instrText>Event</w:instrText>
      </w:r>
      <w:r w:rsidR="00906554">
        <w:instrText xml:space="preserve">" </w:instrText>
      </w:r>
      <w:r w:rsidR="000F4AA4">
        <w:rPr>
          <w:rFonts w:ascii="Courier New" w:hAnsi="Courier New" w:cs="Courier New"/>
        </w:rPr>
        <w:fldChar w:fldCharType="end"/>
      </w:r>
      <w:r>
        <w:t xml:space="preserve"> object.  The </w:t>
      </w:r>
      <w:r w:rsidRPr="00465B52">
        <w:rPr>
          <w:rFonts w:ascii="Courier New" w:hAnsi="Courier New" w:cs="Courier New"/>
        </w:rPr>
        <w:t>EventType</w:t>
      </w:r>
      <w:r>
        <w:t xml:space="preserve"> describes a type of event that can happen, and </w:t>
      </w:r>
      <w:r w:rsidRPr="00465B52">
        <w:rPr>
          <w:rFonts w:ascii="Courier New" w:hAnsi="Courier New" w:cs="Courier New"/>
        </w:rPr>
        <w:t>Event</w:t>
      </w:r>
      <w:r>
        <w:t xml:space="preserve"> describes a specific instance of an event happening.  Each </w:t>
      </w:r>
      <w:r w:rsidRPr="00465B52">
        <w:rPr>
          <w:rFonts w:ascii="Courier New" w:hAnsi="Courier New" w:cs="Courier New"/>
        </w:rPr>
        <w:t>Event</w:t>
      </w:r>
      <w:r>
        <w:t xml:space="preserve"> will have one and only one </w:t>
      </w:r>
      <w:r w:rsidRPr="00465B52">
        <w:rPr>
          <w:rFonts w:ascii="Courier New" w:hAnsi="Courier New" w:cs="Courier New"/>
        </w:rPr>
        <w:t>EventType</w:t>
      </w:r>
      <w:r>
        <w:t xml:space="preserve">.   </w:t>
      </w:r>
    </w:p>
    <w:p w:rsidR="007433C9" w:rsidRDefault="00465B52" w:rsidP="009A6F08">
      <w:r>
        <w:t xml:space="preserve">Each </w:t>
      </w:r>
      <w:r w:rsidRPr="00465B52">
        <w:rPr>
          <w:rFonts w:ascii="Courier New" w:hAnsi="Courier New" w:cs="Courier New"/>
        </w:rPr>
        <w:t>EventType</w:t>
      </w:r>
      <w:r>
        <w:t xml:space="preserve"> has two primary fields: its time and its code.  </w:t>
      </w:r>
      <w:r w:rsidR="00287588">
        <w:t xml:space="preserve">The code field of describes what type of event occurred, e.g. </w:t>
      </w:r>
      <w:r w:rsidR="00287588" w:rsidRPr="00287588">
        <w:rPr>
          <w:rFonts w:ascii="Courier New" w:hAnsi="Courier New" w:cs="Courier New"/>
        </w:rPr>
        <w:t>EventType::</w:t>
      </w:r>
      <w:r w:rsidR="00287588">
        <w:rPr>
          <w:rFonts w:ascii="Courier New" w:hAnsi="Courier New" w:cs="Courier New"/>
        </w:rPr>
        <w:t>Exit</w:t>
      </w:r>
      <w:r w:rsidR="00287588">
        <w:t xml:space="preserve"> represents a target process exiting.  </w:t>
      </w:r>
      <w:r>
        <w:t xml:space="preserve">The time field of an </w:t>
      </w:r>
      <w:r w:rsidR="00287588" w:rsidRPr="00AC63A8">
        <w:rPr>
          <w:rFonts w:ascii="Courier New" w:hAnsi="Courier New" w:cs="Courier New"/>
        </w:rPr>
        <w:t>EventType</w:t>
      </w:r>
      <w:r>
        <w:t xml:space="preserve"> </w:t>
      </w:r>
      <w:r w:rsidR="00287588">
        <w:t xml:space="preserve">represents whether the </w:t>
      </w:r>
      <w:r w:rsidR="00287588" w:rsidRPr="00AC63A8">
        <w:rPr>
          <w:rFonts w:ascii="Courier New" w:hAnsi="Courier New" w:cs="Courier New"/>
        </w:rPr>
        <w:t>EventType</w:t>
      </w:r>
      <w:r w:rsidR="00287588">
        <w:t xml:space="preserve"> is happening </w:t>
      </w:r>
      <w:r w:rsidR="00287588">
        <w:lastRenderedPageBreak/>
        <w:t xml:space="preserve">before or after </w:t>
      </w:r>
      <w:r>
        <w:t xml:space="preserve">will have </w:t>
      </w:r>
      <w:r w:rsidR="00287588">
        <w:t>code and will have a value of</w:t>
      </w:r>
      <w:r>
        <w:t xml:space="preserve"> </w:t>
      </w:r>
      <w:r w:rsidRPr="00465B52">
        <w:rPr>
          <w:rFonts w:ascii="Courier New" w:hAnsi="Courier New" w:cs="Courier New"/>
        </w:rPr>
        <w:t>EventType::Pre</w:t>
      </w:r>
      <w:r>
        <w:t xml:space="preserve">, </w:t>
      </w:r>
      <w:r w:rsidRPr="00465B52">
        <w:rPr>
          <w:rFonts w:ascii="Courier New" w:hAnsi="Courier New" w:cs="Courier New"/>
        </w:rPr>
        <w:t>EventType::Post</w:t>
      </w:r>
      <w:r>
        <w:t xml:space="preserve">, or </w:t>
      </w:r>
      <w:r w:rsidRPr="00465B52">
        <w:rPr>
          <w:rFonts w:ascii="Courier New" w:hAnsi="Courier New" w:cs="Courier New"/>
        </w:rPr>
        <w:t>EventType::None</w:t>
      </w:r>
      <w:r w:rsidR="00287588">
        <w:t xml:space="preserve">.  </w:t>
      </w:r>
    </w:p>
    <w:p w:rsidR="00465B52" w:rsidRDefault="00287588" w:rsidP="009A6F08">
      <w:r>
        <w:t xml:space="preserve">For example, an </w:t>
      </w:r>
      <w:r w:rsidRPr="00AC63A8">
        <w:rPr>
          <w:rFonts w:ascii="Courier New" w:hAnsi="Courier New" w:cs="Courier New"/>
        </w:rPr>
        <w:t>EventType</w:t>
      </w:r>
      <w:r>
        <w:t xml:space="preserve"> with time and code of </w:t>
      </w:r>
      <w:r w:rsidRPr="00287588">
        <w:rPr>
          <w:rFonts w:ascii="Courier New" w:hAnsi="Courier New" w:cs="Courier New"/>
        </w:rPr>
        <w:t>EventType::Pre</w:t>
      </w:r>
      <w:r>
        <w:t xml:space="preserve"> and </w:t>
      </w:r>
      <w:r w:rsidRPr="00287588">
        <w:rPr>
          <w:rFonts w:ascii="Courier New" w:hAnsi="Courier New" w:cs="Courier New"/>
        </w:rPr>
        <w:t>EventType::Exit</w:t>
      </w:r>
      <w:r>
        <w:t xml:space="preserve"> will occur just before a target process exits, and a code of </w:t>
      </w:r>
      <w:r w:rsidRPr="007433C9">
        <w:rPr>
          <w:rFonts w:ascii="Courier New" w:hAnsi="Courier New" w:cs="Courier New"/>
        </w:rPr>
        <w:t>EventType::Exec</w:t>
      </w:r>
      <w:r>
        <w:t xml:space="preserve"> with a time of </w:t>
      </w:r>
      <w:r w:rsidRPr="007433C9">
        <w:rPr>
          <w:rFonts w:ascii="Courier New" w:hAnsi="Courier New" w:cs="Courier New"/>
        </w:rPr>
        <w:t>EventType::Post</w:t>
      </w:r>
      <w:r>
        <w:t xml:space="preserve"> will occur after </w:t>
      </w:r>
      <w:r w:rsidR="007433C9">
        <w:t xml:space="preserve">an exec system call occurs.  In this document we will abbreviate </w:t>
      </w:r>
      <w:r w:rsidR="007433C9" w:rsidRPr="007433C9">
        <w:rPr>
          <w:rFonts w:ascii="Courier New" w:hAnsi="Courier New" w:cs="Courier New"/>
        </w:rPr>
        <w:t>EventTypes</w:t>
      </w:r>
      <w:r w:rsidR="007433C9">
        <w:t xml:space="preserve"> such as these as pre-exit and post-exec.  Some </w:t>
      </w:r>
      <w:r w:rsidR="007433C9" w:rsidRPr="007433C9">
        <w:rPr>
          <w:rFonts w:ascii="Courier New" w:hAnsi="Courier New" w:cs="Courier New"/>
        </w:rPr>
        <w:t>EventTypes</w:t>
      </w:r>
      <w:r w:rsidR="007433C9">
        <w:t xml:space="preserve"> do not have a time associated with them, for example </w:t>
      </w:r>
      <w:r w:rsidR="007433C9" w:rsidRPr="007433C9">
        <w:rPr>
          <w:rFonts w:ascii="Courier New" w:hAnsi="Courier New" w:cs="Courier New"/>
        </w:rPr>
        <w:t>EventType::Breakpoint</w:t>
      </w:r>
      <w:r w:rsidR="007433C9">
        <w:t xml:space="preserve"> does not have a</w:t>
      </w:r>
      <w:r w:rsidR="00AC63A8">
        <w:t xml:space="preserve">n associated time and </w:t>
      </w:r>
      <w:r w:rsidR="00A52481">
        <w:t xml:space="preserve">thus </w:t>
      </w:r>
      <w:r w:rsidR="00AC63A8">
        <w:t xml:space="preserve">has a time value of </w:t>
      </w:r>
      <w:r w:rsidR="007433C9" w:rsidRPr="007433C9">
        <w:rPr>
          <w:rFonts w:ascii="Courier New" w:hAnsi="Courier New" w:cs="Courier New"/>
        </w:rPr>
        <w:t>EventType::</w:t>
      </w:r>
      <w:r w:rsidR="00AC63A8">
        <w:rPr>
          <w:rFonts w:ascii="Courier New" w:hAnsi="Courier New" w:cs="Courier New"/>
        </w:rPr>
        <w:t>none</w:t>
      </w:r>
      <w:r w:rsidR="00AC63A8">
        <w:t>.</w:t>
      </w:r>
      <w:r w:rsidR="00032BD3">
        <w:t xml:space="preserve">  </w:t>
      </w:r>
    </w:p>
    <w:p w:rsidR="00AC63A8" w:rsidRDefault="00AC63A8" w:rsidP="009A6F08">
      <w:r>
        <w:t xml:space="preserve">An </w:t>
      </w:r>
      <w:r w:rsidRPr="00AC63A8">
        <w:rPr>
          <w:rFonts w:ascii="Courier New" w:hAnsi="Courier New" w:cs="Courier New"/>
        </w:rPr>
        <w:t>Event</w:t>
      </w:r>
      <w:r>
        <w:t xml:space="preserve"> represents an instance of an </w:t>
      </w:r>
      <w:r w:rsidRPr="00AC63A8">
        <w:rPr>
          <w:rFonts w:ascii="Courier New" w:hAnsi="Courier New" w:cs="Courier New"/>
        </w:rPr>
        <w:t>EventType</w:t>
      </w:r>
      <w:r>
        <w:t xml:space="preserve"> occurring.  </w:t>
      </w:r>
      <w:r w:rsidR="00F43F13">
        <w:t xml:space="preserve">In addition to </w:t>
      </w:r>
      <w:r w:rsidR="00E63E7A">
        <w:t xml:space="preserve">an </w:t>
      </w:r>
      <w:r w:rsidR="00E63E7A" w:rsidRPr="00E63E7A">
        <w:rPr>
          <w:rFonts w:ascii="Courier New" w:hAnsi="Courier New" w:cs="Courier New"/>
        </w:rPr>
        <w:t>EventType</w:t>
      </w:r>
      <w:r w:rsidR="00E63E7A">
        <w:t xml:space="preserve">, each </w:t>
      </w:r>
      <w:r w:rsidR="00E63E7A" w:rsidRPr="00E63E7A">
        <w:rPr>
          <w:rFonts w:ascii="Courier New" w:hAnsi="Courier New" w:cs="Courier New"/>
        </w:rPr>
        <w:t>Event</w:t>
      </w:r>
      <w:r w:rsidR="00E63E7A">
        <w:t xml:space="preserve"> also has pointer to the </w:t>
      </w:r>
      <w:r w:rsidR="00E63E7A" w:rsidRPr="00E63E7A">
        <w:rPr>
          <w:rFonts w:ascii="Courier New" w:hAnsi="Courier New" w:cs="Courier New"/>
        </w:rPr>
        <w:t>Process</w:t>
      </w:r>
      <w:r w:rsidR="00E63E7A">
        <w:t xml:space="preserve"> and </w:t>
      </w:r>
      <w:r w:rsidR="00E63E7A" w:rsidRPr="00E63E7A">
        <w:rPr>
          <w:rFonts w:ascii="Courier New" w:hAnsi="Courier New" w:cs="Courier New"/>
        </w:rPr>
        <w:t>Thread</w:t>
      </w:r>
      <w:r w:rsidR="00E63E7A">
        <w:t xml:space="preserve"> that it occurred on.  Certain events may also have event specific information associated with them, which is represented in a sub-class of </w:t>
      </w:r>
      <w:r w:rsidR="00E63E7A" w:rsidRPr="00032BD3">
        <w:rPr>
          <w:rFonts w:ascii="Courier New" w:hAnsi="Courier New" w:cs="Courier New"/>
        </w:rPr>
        <w:t>Event</w:t>
      </w:r>
      <w:r w:rsidR="00E63E7A">
        <w:t xml:space="preserve">.  </w:t>
      </w:r>
      <w:r w:rsidR="00032BD3">
        <w:t xml:space="preserve">Each EventType is associated with a specific sub-class of Event.  </w:t>
      </w:r>
    </w:p>
    <w:p w:rsidR="00032BD3" w:rsidRDefault="00032BD3" w:rsidP="009A6F08">
      <w:r>
        <w:t xml:space="preserve">For example, </w:t>
      </w:r>
      <w:r w:rsidRPr="00032BD3">
        <w:rPr>
          <w:rFonts w:ascii="Courier New" w:hAnsi="Courier New" w:cs="Courier New"/>
        </w:rPr>
        <w:t>EventType::Library</w:t>
      </w:r>
      <w:r>
        <w:t xml:space="preserve"> is used to signify a shared library being loaded into the target process.  When an </w:t>
      </w:r>
      <w:r w:rsidRPr="00032BD3">
        <w:rPr>
          <w:rFonts w:ascii="Courier New" w:hAnsi="Courier New" w:cs="Courier New"/>
        </w:rPr>
        <w:t>EventType::Library</w:t>
      </w:r>
      <w:r>
        <w:t xml:space="preserve"> occurs ProcControlAPI will deliver an object of type </w:t>
      </w:r>
      <w:r w:rsidRPr="00032BD3">
        <w:rPr>
          <w:rFonts w:ascii="Courier New" w:hAnsi="Courier New" w:cs="Courier New"/>
        </w:rPr>
        <w:t>EventLibrary</w:t>
      </w:r>
      <w:r>
        <w:rPr>
          <w:rFonts w:ascii="Courier New" w:hAnsi="Courier New" w:cs="Courier New"/>
        </w:rPr>
        <w:t>,</w:t>
      </w:r>
      <w:r>
        <w:t xml:space="preserve"> which is a subclass of </w:t>
      </w:r>
      <w:r w:rsidRPr="00032BD3">
        <w:rPr>
          <w:rFonts w:ascii="Courier New" w:hAnsi="Courier New" w:cs="Courier New"/>
        </w:rPr>
        <w:t>Event</w:t>
      </w:r>
      <w:r>
        <w:t xml:space="preserve">, to any registered callback functions.  In addition to the information inherited from </w:t>
      </w:r>
      <w:r w:rsidRPr="00032BD3">
        <w:rPr>
          <w:rFonts w:ascii="Courier New" w:hAnsi="Courier New" w:cs="Courier New"/>
        </w:rPr>
        <w:t>Event</w:t>
      </w:r>
      <w:r>
        <w:t xml:space="preserve">, the </w:t>
      </w:r>
      <w:r w:rsidRPr="00032BD3">
        <w:rPr>
          <w:rFonts w:ascii="Courier New" w:hAnsi="Courier New" w:cs="Courier New"/>
        </w:rPr>
        <w:t>EventLibrary</w:t>
      </w:r>
      <w:r>
        <w:t xml:space="preserve"> will contain extra information about the library that was loaded into the target process.</w:t>
      </w:r>
    </w:p>
    <w:p w:rsidR="00475C13" w:rsidRDefault="000F4AA4" w:rsidP="009A6F08">
      <w:r>
        <w:fldChar w:fldCharType="begin"/>
      </w:r>
      <w:r w:rsidR="00A93A72">
        <w:instrText xml:space="preserve"> REF _Ref257231346 \h </w:instrText>
      </w:r>
      <w:r>
        <w:fldChar w:fldCharType="separate"/>
      </w:r>
      <w:r w:rsidR="00C42453" w:rsidRPr="00B14E83">
        <w:t xml:space="preserve">Table </w:t>
      </w:r>
      <w:r w:rsidR="00C42453">
        <w:rPr>
          <w:noProof/>
        </w:rPr>
        <w:t>1</w:t>
      </w:r>
      <w:r>
        <w:fldChar w:fldCharType="end"/>
      </w:r>
      <w:r w:rsidR="00A93A72">
        <w:t xml:space="preserve"> </w:t>
      </w:r>
      <w:r w:rsidR="00032BD3">
        <w:t xml:space="preserve">shows the </w:t>
      </w:r>
      <w:r w:rsidR="00032BD3" w:rsidRPr="00A93A72">
        <w:rPr>
          <w:rFonts w:ascii="Courier New" w:hAnsi="Courier New" w:cs="Courier New"/>
        </w:rPr>
        <w:t>Event</w:t>
      </w:r>
      <w:r w:rsidR="00032BD3">
        <w:t xml:space="preserve"> subclass that is used for each </w:t>
      </w:r>
      <w:r w:rsidR="00032BD3" w:rsidRPr="009A77E0">
        <w:rPr>
          <w:rFonts w:ascii="Courier New" w:hAnsi="Courier New" w:cs="Courier New"/>
        </w:rPr>
        <w:t>EventType</w:t>
      </w:r>
      <w:r w:rsidR="00032BD3">
        <w:t xml:space="preserve">.  Not all </w:t>
      </w:r>
      <w:r w:rsidR="00032BD3" w:rsidRPr="009A77E0">
        <w:rPr>
          <w:rFonts w:ascii="Courier New" w:hAnsi="Courier New" w:cs="Courier New"/>
        </w:rPr>
        <w:t>EventTypes</w:t>
      </w:r>
      <w:r w:rsidR="00032BD3">
        <w:t xml:space="preserve"> are available on every platform—a checkmark </w:t>
      </w:r>
      <w:r w:rsidR="009A77E0">
        <w:t xml:space="preserve">under the specific OS column means that the </w:t>
      </w:r>
      <w:r w:rsidR="009A77E0" w:rsidRPr="009A77E0">
        <w:rPr>
          <w:rFonts w:ascii="Courier New" w:hAnsi="Courier New" w:cs="Courier New"/>
        </w:rPr>
        <w:t>EventType</w:t>
      </w:r>
      <w:r w:rsidR="009A77E0">
        <w:t xml:space="preserve"> is available on that OS.</w:t>
      </w:r>
    </w:p>
    <w:tbl>
      <w:tblPr>
        <w:tblStyle w:val="TableGrid"/>
        <w:tblW w:w="9370" w:type="dxa"/>
        <w:jc w:val="center"/>
        <w:tblInd w:w="5" w:type="dxa"/>
        <w:tblLayout w:type="fixed"/>
        <w:tblCellMar>
          <w:left w:w="0" w:type="dxa"/>
          <w:right w:w="0" w:type="dxa"/>
        </w:tblCellMar>
        <w:tblLook w:val="0420" w:firstRow="1" w:lastRow="0" w:firstColumn="0" w:lastColumn="0" w:noHBand="0" w:noVBand="1"/>
      </w:tblPr>
      <w:tblGrid>
        <w:gridCol w:w="2525"/>
        <w:gridCol w:w="2813"/>
        <w:gridCol w:w="734"/>
        <w:gridCol w:w="1043"/>
        <w:gridCol w:w="1045"/>
        <w:gridCol w:w="1210"/>
      </w:tblGrid>
      <w:tr w:rsidR="00A367E2" w:rsidTr="0002725F">
        <w:trPr>
          <w:jc w:val="center"/>
        </w:trPr>
        <w:tc>
          <w:tcPr>
            <w:tcW w:w="2525" w:type="dxa"/>
          </w:tcPr>
          <w:p w:rsidR="00A367E2" w:rsidRPr="00EF6888" w:rsidRDefault="00475C13" w:rsidP="0002725F">
            <w:pPr>
              <w:spacing w:after="0" w:line="0" w:lineRule="atLeast"/>
              <w:ind w:firstLine="0"/>
              <w:jc w:val="left"/>
              <w:rPr>
                <w:b/>
              </w:rPr>
            </w:pPr>
            <w:r w:rsidRPr="00EF6888">
              <w:rPr>
                <w:b/>
              </w:rPr>
              <w:br w:type="page"/>
            </w:r>
            <w:r w:rsidR="00A367E2" w:rsidRPr="00EF6888">
              <w:rPr>
                <w:b/>
              </w:rPr>
              <w:t>EventType</w:t>
            </w:r>
          </w:p>
        </w:tc>
        <w:tc>
          <w:tcPr>
            <w:tcW w:w="2813" w:type="dxa"/>
          </w:tcPr>
          <w:p w:rsidR="00A367E2" w:rsidRPr="00EF6888" w:rsidRDefault="00A367E2" w:rsidP="0002725F">
            <w:pPr>
              <w:spacing w:after="0" w:line="0" w:lineRule="atLeast"/>
              <w:ind w:firstLine="0"/>
              <w:jc w:val="left"/>
              <w:rPr>
                <w:b/>
              </w:rPr>
            </w:pPr>
            <w:r w:rsidRPr="00EF6888">
              <w:rPr>
                <w:b/>
              </w:rPr>
              <w:t>Event Subclass</w:t>
            </w:r>
          </w:p>
        </w:tc>
        <w:tc>
          <w:tcPr>
            <w:tcW w:w="734" w:type="dxa"/>
          </w:tcPr>
          <w:p w:rsidR="00A367E2" w:rsidRPr="00EF6888" w:rsidRDefault="00A367E2" w:rsidP="0002725F">
            <w:pPr>
              <w:spacing w:after="0" w:line="0" w:lineRule="atLeast"/>
              <w:ind w:firstLine="0"/>
              <w:jc w:val="left"/>
              <w:rPr>
                <w:b/>
              </w:rPr>
            </w:pPr>
            <w:r w:rsidRPr="00EF6888">
              <w:rPr>
                <w:b/>
              </w:rPr>
              <w:t>Linux</w:t>
            </w:r>
          </w:p>
        </w:tc>
        <w:tc>
          <w:tcPr>
            <w:tcW w:w="1043" w:type="dxa"/>
          </w:tcPr>
          <w:p w:rsidR="00A367E2" w:rsidRPr="00EF6888" w:rsidRDefault="00A367E2" w:rsidP="0002725F">
            <w:pPr>
              <w:spacing w:after="0" w:line="0" w:lineRule="atLeast"/>
              <w:ind w:firstLine="0"/>
              <w:jc w:val="left"/>
              <w:rPr>
                <w:b/>
              </w:rPr>
            </w:pPr>
            <w:r w:rsidRPr="00EF6888">
              <w:rPr>
                <w:b/>
              </w:rPr>
              <w:t>FreeBSD</w:t>
            </w:r>
          </w:p>
        </w:tc>
        <w:tc>
          <w:tcPr>
            <w:tcW w:w="1045" w:type="dxa"/>
          </w:tcPr>
          <w:p w:rsidR="00A367E2" w:rsidRPr="00EF6888" w:rsidRDefault="00A367E2" w:rsidP="0002725F">
            <w:pPr>
              <w:spacing w:after="0" w:line="0" w:lineRule="atLeast"/>
              <w:ind w:firstLine="0"/>
              <w:jc w:val="left"/>
              <w:rPr>
                <w:b/>
              </w:rPr>
            </w:pPr>
            <w:r w:rsidRPr="00EF6888">
              <w:rPr>
                <w:b/>
              </w:rPr>
              <w:t>Windows</w:t>
            </w:r>
          </w:p>
        </w:tc>
        <w:tc>
          <w:tcPr>
            <w:tcW w:w="1210" w:type="dxa"/>
          </w:tcPr>
          <w:p w:rsidR="00A367E2" w:rsidRPr="00EF6888" w:rsidRDefault="00EF6888" w:rsidP="0002725F">
            <w:pPr>
              <w:spacing w:after="0" w:line="0" w:lineRule="atLeast"/>
              <w:ind w:firstLine="0"/>
              <w:jc w:val="left"/>
              <w:rPr>
                <w:b/>
              </w:rPr>
            </w:pPr>
            <w:r>
              <w:rPr>
                <w:b/>
              </w:rPr>
              <w:t>BG</w:t>
            </w:r>
            <w:r w:rsidR="00A367E2" w:rsidRPr="00EF6888">
              <w:rPr>
                <w:b/>
              </w:rPr>
              <w:t>/</w:t>
            </w:r>
            <w:r w:rsidR="006A49F6" w:rsidRPr="00EF6888">
              <w:rPr>
                <w:b/>
              </w:rPr>
              <w:t>Q</w:t>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Stop</w:t>
            </w:r>
          </w:p>
        </w:tc>
        <w:tc>
          <w:tcPr>
            <w:tcW w:w="2813" w:type="dxa"/>
          </w:tcPr>
          <w:p w:rsidR="00A367E2" w:rsidRDefault="00A367E2" w:rsidP="0002725F">
            <w:pPr>
              <w:spacing w:after="0" w:line="0" w:lineRule="atLeast"/>
              <w:ind w:firstLine="0"/>
              <w:jc w:val="left"/>
            </w:pPr>
            <w:r>
              <w:t>EventStop</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Breakpoint</w:t>
            </w:r>
          </w:p>
        </w:tc>
        <w:tc>
          <w:tcPr>
            <w:tcW w:w="2813" w:type="dxa"/>
          </w:tcPr>
          <w:p w:rsidR="00A367E2" w:rsidRDefault="00A367E2" w:rsidP="0002725F">
            <w:pPr>
              <w:spacing w:after="0" w:line="0" w:lineRule="atLeast"/>
              <w:ind w:firstLine="0"/>
              <w:jc w:val="left"/>
            </w:pPr>
            <w:r>
              <w:t>EventBreakpoint</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Signal</w:t>
            </w:r>
          </w:p>
        </w:tc>
        <w:tc>
          <w:tcPr>
            <w:tcW w:w="2813" w:type="dxa"/>
          </w:tcPr>
          <w:p w:rsidR="00A367E2" w:rsidRDefault="00A367E2" w:rsidP="0002725F">
            <w:pPr>
              <w:spacing w:after="0" w:line="0" w:lineRule="atLeast"/>
              <w:ind w:firstLine="0"/>
              <w:jc w:val="left"/>
            </w:pPr>
            <w:r>
              <w:t>EventSignal</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t>UserThreadCreate</w:t>
            </w:r>
          </w:p>
        </w:tc>
        <w:tc>
          <w:tcPr>
            <w:tcW w:w="2813" w:type="dxa"/>
          </w:tcPr>
          <w:p w:rsidR="00A367E2" w:rsidRDefault="00A367E2" w:rsidP="0002725F">
            <w:pPr>
              <w:spacing w:after="0" w:line="0" w:lineRule="atLeast"/>
              <w:ind w:firstLine="0"/>
              <w:jc w:val="left"/>
            </w:pPr>
            <w:r>
              <w:t>EventNewUserThread</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Default="00A367E2" w:rsidP="0002725F">
            <w:pPr>
              <w:spacing w:after="0" w:line="0" w:lineRule="atLeast"/>
              <w:ind w:firstLine="0"/>
              <w:jc w:val="left"/>
            </w:pPr>
            <w:r>
              <w:t>LWPCreate</w:t>
            </w:r>
          </w:p>
        </w:tc>
        <w:tc>
          <w:tcPr>
            <w:tcW w:w="2813" w:type="dxa"/>
          </w:tcPr>
          <w:p w:rsidR="00A367E2" w:rsidRDefault="00A367E2" w:rsidP="0002725F">
            <w:pPr>
              <w:spacing w:after="0" w:line="0" w:lineRule="atLeast"/>
              <w:ind w:firstLine="0"/>
              <w:jc w:val="left"/>
            </w:pPr>
            <w:r>
              <w:t>EventNewLWP</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Pre-</w:t>
            </w:r>
            <w:r>
              <w:t>User</w:t>
            </w:r>
            <w:r w:rsidRPr="00B14E83">
              <w:t>ThreadDestroy</w:t>
            </w:r>
          </w:p>
        </w:tc>
        <w:tc>
          <w:tcPr>
            <w:tcW w:w="2813" w:type="dxa"/>
          </w:tcPr>
          <w:p w:rsidR="00A367E2" w:rsidRDefault="00A367E2" w:rsidP="0002725F">
            <w:pPr>
              <w:spacing w:after="0" w:line="0" w:lineRule="atLeast"/>
              <w:ind w:firstLine="0"/>
              <w:jc w:val="left"/>
            </w:pPr>
            <w:r>
              <w:t>EventUserThreadDestroy</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Post-</w:t>
            </w:r>
            <w:r>
              <w:t>User</w:t>
            </w:r>
            <w:r w:rsidRPr="00B14E83">
              <w:t>ThreadDestroy</w:t>
            </w:r>
          </w:p>
        </w:tc>
        <w:tc>
          <w:tcPr>
            <w:tcW w:w="2813" w:type="dxa"/>
          </w:tcPr>
          <w:p w:rsidR="00A367E2" w:rsidRDefault="00A367E2" w:rsidP="0002725F">
            <w:pPr>
              <w:spacing w:after="0" w:line="0" w:lineRule="atLeast"/>
              <w:ind w:firstLine="0"/>
              <w:jc w:val="left"/>
            </w:pPr>
            <w:r>
              <w:t>EventUserThreadDestroy</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t>Pre-LWPDestroy</w:t>
            </w:r>
          </w:p>
        </w:tc>
        <w:tc>
          <w:tcPr>
            <w:tcW w:w="2813" w:type="dxa"/>
          </w:tcPr>
          <w:p w:rsidR="00A367E2" w:rsidRDefault="00A367E2" w:rsidP="0002725F">
            <w:pPr>
              <w:spacing w:after="0" w:line="0" w:lineRule="atLeast"/>
              <w:ind w:firstLine="0"/>
              <w:jc w:val="left"/>
            </w:pPr>
            <w:r>
              <w:t>EventLWPDestroy</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Default="00A367E2" w:rsidP="0002725F">
            <w:pPr>
              <w:spacing w:after="0" w:line="0" w:lineRule="atLeast"/>
              <w:ind w:firstLine="0"/>
              <w:jc w:val="left"/>
            </w:pPr>
            <w:r>
              <w:t>Post-LWPDestroy</w:t>
            </w:r>
          </w:p>
        </w:tc>
        <w:tc>
          <w:tcPr>
            <w:tcW w:w="2813" w:type="dxa"/>
          </w:tcPr>
          <w:p w:rsidR="00A367E2" w:rsidRDefault="00A367E2" w:rsidP="0002725F">
            <w:pPr>
              <w:spacing w:after="0" w:line="0" w:lineRule="atLeast"/>
              <w:ind w:firstLine="0"/>
              <w:jc w:val="left"/>
            </w:pPr>
            <w:r>
              <w:t>EventLWPDestroy</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Pre-Fork</w:t>
            </w:r>
          </w:p>
        </w:tc>
        <w:tc>
          <w:tcPr>
            <w:tcW w:w="2813" w:type="dxa"/>
          </w:tcPr>
          <w:p w:rsidR="00A367E2" w:rsidRDefault="00A367E2" w:rsidP="0002725F">
            <w:pPr>
              <w:spacing w:after="0" w:line="0" w:lineRule="atLeast"/>
              <w:ind w:firstLine="0"/>
              <w:jc w:val="left"/>
            </w:pPr>
            <w:r>
              <w:t>EventFork</w:t>
            </w:r>
          </w:p>
        </w:tc>
        <w:tc>
          <w:tcPr>
            <w:tcW w:w="734" w:type="dxa"/>
          </w:tcPr>
          <w:p w:rsidR="00A367E2" w:rsidRDefault="00A367E2" w:rsidP="0002725F">
            <w:pPr>
              <w:spacing w:after="0" w:line="0" w:lineRule="atLeast"/>
              <w:ind w:firstLine="0"/>
              <w:jc w:val="left"/>
            </w:pPr>
          </w:p>
        </w:tc>
        <w:tc>
          <w:tcPr>
            <w:tcW w:w="1043" w:type="dxa"/>
          </w:tcPr>
          <w:p w:rsidR="00A367E2" w:rsidRDefault="00A367E2" w:rsidP="0002725F">
            <w:pPr>
              <w:spacing w:after="0" w:line="0" w:lineRule="atLeast"/>
              <w:ind w:firstLine="0"/>
              <w:jc w:val="left"/>
            </w:pPr>
          </w:p>
        </w:tc>
        <w:tc>
          <w:tcPr>
            <w:tcW w:w="1045" w:type="dxa"/>
          </w:tcPr>
          <w:p w:rsidR="00A367E2" w:rsidRDefault="00A367E2" w:rsidP="0002725F">
            <w:pPr>
              <w:spacing w:after="0" w:line="0" w:lineRule="atLeast"/>
              <w:ind w:firstLine="0"/>
              <w:jc w:val="left"/>
            </w:pPr>
          </w:p>
        </w:tc>
        <w:tc>
          <w:tcPr>
            <w:tcW w:w="1210" w:type="dxa"/>
          </w:tcPr>
          <w:p w:rsidR="00A367E2"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Post-Fork</w:t>
            </w:r>
          </w:p>
        </w:tc>
        <w:tc>
          <w:tcPr>
            <w:tcW w:w="2813" w:type="dxa"/>
          </w:tcPr>
          <w:p w:rsidR="00A367E2" w:rsidRDefault="00A367E2" w:rsidP="0002725F">
            <w:pPr>
              <w:spacing w:after="0" w:line="0" w:lineRule="atLeast"/>
              <w:ind w:firstLine="0"/>
              <w:jc w:val="left"/>
            </w:pPr>
            <w:r>
              <w:t>EventFork</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Pre-Exec</w:t>
            </w:r>
          </w:p>
        </w:tc>
        <w:tc>
          <w:tcPr>
            <w:tcW w:w="2813" w:type="dxa"/>
          </w:tcPr>
          <w:p w:rsidR="00A367E2" w:rsidRDefault="00A367E2" w:rsidP="0002725F">
            <w:pPr>
              <w:spacing w:after="0" w:line="0" w:lineRule="atLeast"/>
              <w:ind w:firstLine="0"/>
              <w:jc w:val="left"/>
            </w:pPr>
            <w:r>
              <w:t>EventExec</w:t>
            </w:r>
          </w:p>
        </w:tc>
        <w:tc>
          <w:tcPr>
            <w:tcW w:w="734" w:type="dxa"/>
          </w:tcPr>
          <w:p w:rsidR="00A367E2" w:rsidRDefault="00A367E2" w:rsidP="0002725F">
            <w:pPr>
              <w:spacing w:after="0" w:line="0" w:lineRule="atLeast"/>
              <w:ind w:firstLine="0"/>
              <w:jc w:val="left"/>
            </w:pPr>
          </w:p>
        </w:tc>
        <w:tc>
          <w:tcPr>
            <w:tcW w:w="1043" w:type="dxa"/>
          </w:tcPr>
          <w:p w:rsidR="00A367E2" w:rsidRDefault="00A367E2" w:rsidP="0002725F">
            <w:pPr>
              <w:spacing w:after="0" w:line="0" w:lineRule="atLeast"/>
              <w:ind w:firstLine="0"/>
              <w:jc w:val="left"/>
            </w:pPr>
          </w:p>
        </w:tc>
        <w:tc>
          <w:tcPr>
            <w:tcW w:w="1045" w:type="dxa"/>
          </w:tcPr>
          <w:p w:rsidR="00A367E2" w:rsidRDefault="00A367E2" w:rsidP="0002725F">
            <w:pPr>
              <w:spacing w:after="0" w:line="0" w:lineRule="atLeast"/>
              <w:ind w:firstLine="0"/>
              <w:jc w:val="left"/>
            </w:pPr>
          </w:p>
        </w:tc>
        <w:tc>
          <w:tcPr>
            <w:tcW w:w="1210" w:type="dxa"/>
          </w:tcPr>
          <w:p w:rsidR="00A367E2"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Post-Exec</w:t>
            </w:r>
          </w:p>
        </w:tc>
        <w:tc>
          <w:tcPr>
            <w:tcW w:w="2813" w:type="dxa"/>
          </w:tcPr>
          <w:p w:rsidR="00A367E2" w:rsidRDefault="00A367E2" w:rsidP="0002725F">
            <w:pPr>
              <w:spacing w:after="0" w:line="0" w:lineRule="atLeast"/>
              <w:ind w:firstLine="0"/>
              <w:jc w:val="left"/>
            </w:pPr>
            <w:r>
              <w:t>EventExec</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RPC</w:t>
            </w:r>
          </w:p>
        </w:tc>
        <w:tc>
          <w:tcPr>
            <w:tcW w:w="2813" w:type="dxa"/>
          </w:tcPr>
          <w:p w:rsidR="00A367E2" w:rsidRDefault="00A367E2" w:rsidP="0002725F">
            <w:pPr>
              <w:spacing w:after="0" w:line="0" w:lineRule="atLeast"/>
              <w:ind w:firstLine="0"/>
              <w:jc w:val="left"/>
            </w:pPr>
            <w:r>
              <w:t>EventRPC</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SingleStep</w:t>
            </w:r>
          </w:p>
        </w:tc>
        <w:tc>
          <w:tcPr>
            <w:tcW w:w="2813" w:type="dxa"/>
          </w:tcPr>
          <w:p w:rsidR="00A367E2" w:rsidRDefault="00A367E2" w:rsidP="0002725F">
            <w:pPr>
              <w:spacing w:after="0" w:line="0" w:lineRule="atLeast"/>
              <w:ind w:firstLine="0"/>
              <w:jc w:val="left"/>
            </w:pPr>
            <w:r>
              <w:t>EventSingleStep</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Breakpoint</w:t>
            </w:r>
          </w:p>
        </w:tc>
        <w:tc>
          <w:tcPr>
            <w:tcW w:w="2813" w:type="dxa"/>
          </w:tcPr>
          <w:p w:rsidR="00A367E2" w:rsidRDefault="00A367E2" w:rsidP="0002725F">
            <w:pPr>
              <w:spacing w:after="0" w:line="0" w:lineRule="atLeast"/>
              <w:ind w:firstLine="0"/>
              <w:jc w:val="left"/>
            </w:pPr>
            <w:r>
              <w:t>EventBreakpoint</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Library</w:t>
            </w:r>
          </w:p>
        </w:tc>
        <w:tc>
          <w:tcPr>
            <w:tcW w:w="2813" w:type="dxa"/>
          </w:tcPr>
          <w:p w:rsidR="00A367E2" w:rsidRDefault="00A367E2" w:rsidP="0002725F">
            <w:pPr>
              <w:spacing w:after="0" w:line="0" w:lineRule="atLeast"/>
              <w:ind w:firstLine="0"/>
              <w:jc w:val="left"/>
            </w:pPr>
            <w:r>
              <w:t>EventLibrary</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Pre-Exit</w:t>
            </w:r>
          </w:p>
        </w:tc>
        <w:tc>
          <w:tcPr>
            <w:tcW w:w="2813" w:type="dxa"/>
          </w:tcPr>
          <w:p w:rsidR="00A367E2" w:rsidRDefault="00A367E2" w:rsidP="0002725F">
            <w:pPr>
              <w:spacing w:after="0" w:line="0" w:lineRule="atLeast"/>
              <w:ind w:firstLine="0"/>
              <w:jc w:val="left"/>
            </w:pPr>
            <w:r>
              <w:t>EventExit</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p>
        </w:tc>
        <w:tc>
          <w:tcPr>
            <w:tcW w:w="1045" w:type="dxa"/>
          </w:tcPr>
          <w:p w:rsidR="00A367E2" w:rsidRPr="00B14E83" w:rsidRDefault="00A367E2" w:rsidP="0002725F">
            <w:pPr>
              <w:spacing w:after="0" w:line="0" w:lineRule="atLeast"/>
              <w:ind w:firstLine="0"/>
              <w:jc w:val="left"/>
            </w:pPr>
          </w:p>
        </w:tc>
        <w:tc>
          <w:tcPr>
            <w:tcW w:w="1210" w:type="dxa"/>
          </w:tcPr>
          <w:p w:rsidR="00A367E2" w:rsidRPr="00B14E83" w:rsidRDefault="00A367E2" w:rsidP="0002725F">
            <w:pPr>
              <w:spacing w:after="0" w:line="0" w:lineRule="atLeast"/>
              <w:ind w:firstLine="0"/>
              <w:jc w:val="left"/>
            </w:pP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Post-Exit</w:t>
            </w:r>
          </w:p>
        </w:tc>
        <w:tc>
          <w:tcPr>
            <w:tcW w:w="2813" w:type="dxa"/>
          </w:tcPr>
          <w:p w:rsidR="00A367E2" w:rsidRDefault="00A367E2" w:rsidP="0002725F">
            <w:pPr>
              <w:spacing w:after="0" w:line="0" w:lineRule="atLeast"/>
              <w:ind w:firstLine="0"/>
              <w:jc w:val="left"/>
            </w:pPr>
            <w:r>
              <w:t>EventExit</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rsidRPr="00B14E83">
              <w:t>Crash</w:t>
            </w:r>
          </w:p>
        </w:tc>
        <w:tc>
          <w:tcPr>
            <w:tcW w:w="2813" w:type="dxa"/>
          </w:tcPr>
          <w:p w:rsidR="00A367E2" w:rsidRDefault="00A367E2" w:rsidP="0002725F">
            <w:pPr>
              <w:spacing w:after="0" w:line="0" w:lineRule="atLeast"/>
              <w:ind w:firstLine="0"/>
              <w:jc w:val="left"/>
            </w:pPr>
            <w:r>
              <w:t>EventCrash</w:t>
            </w:r>
          </w:p>
        </w:tc>
        <w:tc>
          <w:tcPr>
            <w:tcW w:w="734" w:type="dxa"/>
          </w:tcPr>
          <w:p w:rsidR="00A367E2"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r w:rsidRPr="00B14E83">
              <w:sym w:font="Wingdings" w:char="F0FC"/>
            </w:r>
          </w:p>
        </w:tc>
      </w:tr>
      <w:tr w:rsidR="00A367E2" w:rsidTr="0002725F">
        <w:trPr>
          <w:jc w:val="center"/>
        </w:trPr>
        <w:tc>
          <w:tcPr>
            <w:tcW w:w="2525" w:type="dxa"/>
          </w:tcPr>
          <w:p w:rsidR="00A367E2" w:rsidRPr="00B14E83" w:rsidRDefault="00A367E2" w:rsidP="0002725F">
            <w:pPr>
              <w:spacing w:after="0" w:line="0" w:lineRule="atLeast"/>
              <w:ind w:firstLine="0"/>
              <w:jc w:val="left"/>
            </w:pPr>
            <w:r>
              <w:t>ForceTerminate</w:t>
            </w:r>
          </w:p>
        </w:tc>
        <w:tc>
          <w:tcPr>
            <w:tcW w:w="2813" w:type="dxa"/>
          </w:tcPr>
          <w:p w:rsidR="00A367E2" w:rsidRDefault="00A367E2" w:rsidP="0002725F">
            <w:pPr>
              <w:spacing w:after="0" w:line="0" w:lineRule="atLeast"/>
              <w:ind w:firstLine="0"/>
              <w:jc w:val="left"/>
            </w:pPr>
            <w:r>
              <w:t>EventForceTerminate</w:t>
            </w:r>
          </w:p>
        </w:tc>
        <w:tc>
          <w:tcPr>
            <w:tcW w:w="734" w:type="dxa"/>
          </w:tcPr>
          <w:p w:rsidR="00A367E2" w:rsidRPr="00B14E83" w:rsidRDefault="00A367E2" w:rsidP="0002725F">
            <w:pPr>
              <w:spacing w:after="0" w:line="0" w:lineRule="atLeast"/>
              <w:ind w:firstLine="0"/>
              <w:jc w:val="left"/>
            </w:pPr>
            <w:r w:rsidRPr="00B14E83">
              <w:sym w:font="Wingdings" w:char="F0FC"/>
            </w:r>
          </w:p>
        </w:tc>
        <w:tc>
          <w:tcPr>
            <w:tcW w:w="1043" w:type="dxa"/>
          </w:tcPr>
          <w:p w:rsidR="00A367E2" w:rsidRPr="00B14E83" w:rsidRDefault="00A367E2" w:rsidP="0002725F">
            <w:pPr>
              <w:spacing w:after="0" w:line="0" w:lineRule="atLeast"/>
              <w:ind w:firstLine="0"/>
              <w:jc w:val="left"/>
            </w:pPr>
            <w:r w:rsidRPr="00B14E83">
              <w:sym w:font="Wingdings" w:char="F0FC"/>
            </w:r>
          </w:p>
        </w:tc>
        <w:tc>
          <w:tcPr>
            <w:tcW w:w="1045" w:type="dxa"/>
          </w:tcPr>
          <w:p w:rsidR="00A367E2" w:rsidRPr="00B14E83" w:rsidRDefault="00A367E2" w:rsidP="0002725F">
            <w:pPr>
              <w:spacing w:after="0" w:line="0" w:lineRule="atLeast"/>
              <w:ind w:firstLine="0"/>
              <w:jc w:val="left"/>
            </w:pPr>
            <w:r w:rsidRPr="00B14E83">
              <w:sym w:font="Wingdings" w:char="F0FC"/>
            </w:r>
          </w:p>
        </w:tc>
        <w:tc>
          <w:tcPr>
            <w:tcW w:w="1210" w:type="dxa"/>
          </w:tcPr>
          <w:p w:rsidR="00A367E2" w:rsidRPr="00B14E83" w:rsidRDefault="00A367E2" w:rsidP="0002725F">
            <w:pPr>
              <w:spacing w:after="0" w:line="0" w:lineRule="atLeast"/>
              <w:ind w:firstLine="0"/>
              <w:jc w:val="left"/>
            </w:pPr>
          </w:p>
        </w:tc>
      </w:tr>
    </w:tbl>
    <w:p w:rsidR="009A77E0" w:rsidRDefault="00B14E83" w:rsidP="009A6F08">
      <w:pPr>
        <w:pStyle w:val="Caption"/>
      </w:pPr>
      <w:bookmarkStart w:id="23" w:name="_Ref257231346"/>
      <w:r w:rsidRPr="00B14E83">
        <w:lastRenderedPageBreak/>
        <w:t xml:space="preserve">Table </w:t>
      </w:r>
      <w:r w:rsidR="000F4AA4" w:rsidRPr="00B14E83">
        <w:fldChar w:fldCharType="begin"/>
      </w:r>
      <w:r w:rsidRPr="00B14E83">
        <w:instrText xml:space="preserve"> SEQ Table \* ARABIC </w:instrText>
      </w:r>
      <w:r w:rsidR="000F4AA4" w:rsidRPr="00B14E83">
        <w:fldChar w:fldCharType="separate"/>
      </w:r>
      <w:r w:rsidR="00C42453">
        <w:rPr>
          <w:noProof/>
        </w:rPr>
        <w:t>1</w:t>
      </w:r>
      <w:r w:rsidR="000F4AA4" w:rsidRPr="00B14E83">
        <w:fldChar w:fldCharType="end"/>
      </w:r>
      <w:bookmarkEnd w:id="23"/>
      <w:r>
        <w:t xml:space="preserve"> – EventTypes and Events</w:t>
      </w:r>
      <w:r w:rsidR="000F4AA4">
        <w:fldChar w:fldCharType="begin"/>
      </w:r>
      <w:r w:rsidR="00E800D5">
        <w:instrText xml:space="preserve"> XE "</w:instrText>
      </w:r>
      <w:r w:rsidR="00E800D5" w:rsidRPr="005A17A8">
        <w:instrText>EventType</w:instrText>
      </w:r>
      <w:r w:rsidR="006316B9">
        <w:instrText>,</w:instrText>
      </w:r>
      <w:r w:rsidR="00E800D5" w:rsidRPr="005A17A8">
        <w:instrText xml:space="preserve"> Code</w:instrText>
      </w:r>
      <w:r w:rsidR="00E800D5">
        <w:instrText xml:space="preserve">" </w:instrText>
      </w:r>
      <w:r w:rsidR="000F4AA4">
        <w:fldChar w:fldCharType="end"/>
      </w:r>
      <w:r w:rsidR="000F4AA4">
        <w:fldChar w:fldCharType="begin"/>
      </w:r>
      <w:r w:rsidR="00E800D5">
        <w:instrText xml:space="preserve"> XE "</w:instrText>
      </w:r>
      <w:r w:rsidR="00E800D5" w:rsidRPr="005A17A8">
        <w:instrText>Event</w:instrText>
      </w:r>
      <w:r w:rsidR="00E800D5">
        <w:instrText xml:space="preserve">" </w:instrText>
      </w:r>
      <w:r w:rsidR="000F4AA4">
        <w:fldChar w:fldCharType="end"/>
      </w:r>
    </w:p>
    <w:p w:rsidR="00A93A72" w:rsidRPr="00A93A72" w:rsidRDefault="00251F3A" w:rsidP="009A6F08">
      <w:r>
        <w:t>D</w:t>
      </w:r>
      <w:r w:rsidR="00A93A72">
        <w:t xml:space="preserve">etails about </w:t>
      </w:r>
      <w:r>
        <w:t xml:space="preserve">specific </w:t>
      </w:r>
      <w:r w:rsidR="00A93A72">
        <w:t xml:space="preserve">events can be found in Section </w:t>
      </w:r>
      <w:r w:rsidR="000F4AA4">
        <w:fldChar w:fldCharType="begin"/>
      </w:r>
      <w:r w:rsidR="00A93A72">
        <w:instrText xml:space="preserve"> REF _Ref257231563 \r \h </w:instrText>
      </w:r>
      <w:r w:rsidR="000F4AA4">
        <w:fldChar w:fldCharType="separate"/>
      </w:r>
      <w:r w:rsidR="00C42453">
        <w:t>3.14</w:t>
      </w:r>
      <w:r w:rsidR="000F4AA4">
        <w:fldChar w:fldCharType="end"/>
      </w:r>
      <w:r w:rsidR="00A93A72">
        <w:t xml:space="preserve">.  </w:t>
      </w:r>
    </w:p>
    <w:p w:rsidR="00A93A72" w:rsidRDefault="00013976" w:rsidP="009A6F08">
      <w:pPr>
        <w:pStyle w:val="Heading3"/>
      </w:pPr>
      <w:bookmarkStart w:id="24" w:name="_Toc273362639"/>
      <w:bookmarkStart w:id="25" w:name="_Ref274040451"/>
      <w:bookmarkStart w:id="26" w:name="_Ref274048539"/>
      <w:bookmarkStart w:id="27" w:name="_Toc274055816"/>
      <w:bookmarkStart w:id="28" w:name="_Toc350168831"/>
      <w:r>
        <w:t>Callback Functions</w:t>
      </w:r>
      <w:bookmarkEnd w:id="24"/>
      <w:bookmarkEnd w:id="25"/>
      <w:bookmarkEnd w:id="26"/>
      <w:bookmarkEnd w:id="27"/>
      <w:bookmarkEnd w:id="28"/>
    </w:p>
    <w:p w:rsidR="00584D42" w:rsidRDefault="00584D42" w:rsidP="009A6F08">
      <w:r>
        <w:t>Events are delivered</w:t>
      </w:r>
      <w:r w:rsidR="00013976">
        <w:t xml:space="preserve"> via a callback function.  A ProcControlAP</w:t>
      </w:r>
      <w:r w:rsidR="00C70C61">
        <w:t xml:space="preserve">I user can register </w:t>
      </w:r>
      <w:r w:rsidR="00013976">
        <w:t xml:space="preserve">callback functions for </w:t>
      </w:r>
      <w:r w:rsidR="00C70C61">
        <w:t>an</w:t>
      </w:r>
      <w:r w:rsidR="00013976">
        <w:t xml:space="preserve"> </w:t>
      </w:r>
      <w:r w:rsidR="00013976" w:rsidRPr="00C70C61">
        <w:rPr>
          <w:rFonts w:ascii="Courier New" w:hAnsi="Courier New" w:cs="Courier New"/>
        </w:rPr>
        <w:t>EventType</w:t>
      </w:r>
      <w:r w:rsidR="00013976">
        <w:t xml:space="preserve"> using the </w:t>
      </w:r>
      <w:r w:rsidR="00013976" w:rsidRPr="00C70C61">
        <w:rPr>
          <w:rFonts w:ascii="Courier New" w:hAnsi="Courier New" w:cs="Courier New"/>
        </w:rPr>
        <w:t>Process::registerEventCallback</w:t>
      </w:r>
      <w:r w:rsidR="00013976">
        <w:t xml:space="preserve"> func</w:t>
      </w:r>
      <w:r w:rsidR="00C70C61">
        <w:t xml:space="preserve">tion.  </w:t>
      </w:r>
      <w:r>
        <w:t>All callback functions must be declared using the signature:</w:t>
      </w:r>
    </w:p>
    <w:p w:rsidR="00584D42" w:rsidRDefault="00584D42" w:rsidP="00584D42">
      <w:pPr>
        <w:pStyle w:val="Definition"/>
      </w:pPr>
      <w:r>
        <w:t>Process::cb_ret_t callback_func_name(Event::ptr ev)</w:t>
      </w:r>
      <w:r w:rsidR="000F4AA4">
        <w:fldChar w:fldCharType="begin"/>
      </w:r>
      <w:r w:rsidR="00906554">
        <w:instrText xml:space="preserve"> XE "</w:instrText>
      </w:r>
      <w:r w:rsidR="00906554" w:rsidRPr="00850057">
        <w:instrText>callback function</w:instrText>
      </w:r>
      <w:r w:rsidR="00906554">
        <w:instrText xml:space="preserve">" </w:instrText>
      </w:r>
      <w:r w:rsidR="000F4AA4">
        <w:fldChar w:fldCharType="end"/>
      </w:r>
    </w:p>
    <w:p w:rsidR="001E09AC" w:rsidRDefault="001E09AC" w:rsidP="009A6F08">
      <w:r>
        <w:t>In order to prevent a class of race conditions, ProcControlAPI does not allow a callback function to perform any operation that would require another callback to be recursively delivered.  At most one callback function can be running at a time.</w:t>
      </w:r>
    </w:p>
    <w:p w:rsidR="001E09AC" w:rsidRDefault="001E09AC" w:rsidP="009A6F08">
      <w:r>
        <w:t xml:space="preserve">To enforce this, the event that is passed to a callback function contains only const pointers to the triggering </w:t>
      </w:r>
      <w:r w:rsidRPr="001E09AC">
        <w:rPr>
          <w:rFonts w:ascii="Courier New" w:hAnsi="Courier New" w:cs="Courier New"/>
        </w:rPr>
        <w:t>Process</w:t>
      </w:r>
      <w:r>
        <w:t xml:space="preserve"> and </w:t>
      </w:r>
      <w:r w:rsidRPr="001E09AC">
        <w:rPr>
          <w:rFonts w:ascii="Courier New" w:hAnsi="Courier New" w:cs="Courier New"/>
        </w:rPr>
        <w:t>Thread</w:t>
      </w:r>
      <w:r>
        <w:t xml:space="preserve"> objects.  Any member function that could trigger callbacks is not marked const, thus triggering a compilation error if they are called on an object passed to a callback.  If the ProcControlAPI user uses const_cast or global variables to get around the const restriction it will result in a runtime error.</w:t>
      </w:r>
      <w:r w:rsidR="00005F12">
        <w:t xml:space="preserve">  </w:t>
      </w:r>
      <w:r>
        <w:t>API functions that cannot be used from a callback are mentioned in the API entries.</w:t>
      </w:r>
    </w:p>
    <w:p w:rsidR="00A93A72" w:rsidRDefault="00776AEB" w:rsidP="009A6F08">
      <w:r>
        <w:t>Operations</w:t>
      </w:r>
      <w:r w:rsidR="001E09AC">
        <w:t xml:space="preserve"> such as </w:t>
      </w:r>
      <w:r w:rsidR="001E09AC" w:rsidRPr="00C45558">
        <w:rPr>
          <w:rFonts w:ascii="Courier New" w:hAnsi="Courier New"/>
        </w:rPr>
        <w:t>Process::stopProc</w:t>
      </w:r>
      <w:r w:rsidR="000F4AA4" w:rsidRPr="00906554">
        <w:fldChar w:fldCharType="begin"/>
      </w:r>
      <w:r w:rsidR="00C45558" w:rsidRPr="00906554">
        <w:instrText xml:space="preserve"> XE "stopProc</w:instrText>
      </w:r>
      <w:r w:rsidR="00906554" w:rsidRPr="00906554">
        <w:instrText>, Process</w:instrText>
      </w:r>
      <w:r w:rsidR="00C45558" w:rsidRPr="00906554">
        <w:instrText xml:space="preserve">" </w:instrText>
      </w:r>
      <w:r w:rsidR="000F4AA4" w:rsidRPr="00906554">
        <w:fldChar w:fldCharType="end"/>
      </w:r>
      <w:r w:rsidR="001E09AC">
        <w:t xml:space="preserve">, </w:t>
      </w:r>
      <w:r w:rsidR="001E09AC" w:rsidRPr="00C45558">
        <w:rPr>
          <w:rFonts w:ascii="Courier New" w:hAnsi="Courier New"/>
        </w:rPr>
        <w:t>Process::continueProc</w:t>
      </w:r>
      <w:r w:rsidR="000F4AA4">
        <w:rPr>
          <w:rFonts w:ascii="Courier New" w:hAnsi="Courier New"/>
        </w:rPr>
        <w:fldChar w:fldCharType="begin"/>
      </w:r>
      <w:r w:rsidR="00C45558">
        <w:instrText xml:space="preserve"> XE "</w:instrText>
      </w:r>
      <w:r w:rsidR="00C45558" w:rsidRPr="00906554">
        <w:instrText>continueProc</w:instrText>
      </w:r>
      <w:r w:rsidR="00906554" w:rsidRPr="00906554">
        <w:instrText>, Process</w:instrText>
      </w:r>
      <w:r w:rsidR="00C45558">
        <w:instrText xml:space="preserve">" </w:instrText>
      </w:r>
      <w:r w:rsidR="000F4AA4">
        <w:rPr>
          <w:rFonts w:ascii="Courier New" w:hAnsi="Courier New"/>
        </w:rPr>
        <w:fldChar w:fldCharType="end"/>
      </w:r>
      <w:r w:rsidR="001E09AC">
        <w:t xml:space="preserve">, </w:t>
      </w:r>
      <w:r w:rsidRPr="00C45558">
        <w:rPr>
          <w:rFonts w:ascii="Courier New" w:hAnsi="Courier New"/>
        </w:rPr>
        <w:t>Thread::stopThread</w:t>
      </w:r>
      <w:r w:rsidR="000F4AA4">
        <w:rPr>
          <w:rFonts w:ascii="Courier New" w:hAnsi="Courier New"/>
        </w:rPr>
        <w:fldChar w:fldCharType="begin"/>
      </w:r>
      <w:r w:rsidR="00C45558">
        <w:instrText xml:space="preserve"> XE "</w:instrText>
      </w:r>
      <w:r w:rsidR="00C45558" w:rsidRPr="00906554">
        <w:instrText>stopThread</w:instrText>
      </w:r>
      <w:r w:rsidR="00906554" w:rsidRPr="00906554">
        <w:instrText>, Thread</w:instrText>
      </w:r>
      <w:r w:rsidR="00C45558">
        <w:instrText xml:space="preserve">" </w:instrText>
      </w:r>
      <w:r w:rsidR="000F4AA4">
        <w:rPr>
          <w:rFonts w:ascii="Courier New" w:hAnsi="Courier New"/>
        </w:rPr>
        <w:fldChar w:fldCharType="end"/>
      </w:r>
      <w:r>
        <w:t xml:space="preserve">, and </w:t>
      </w:r>
      <w:r w:rsidRPr="00C45558">
        <w:rPr>
          <w:rFonts w:ascii="Courier New" w:hAnsi="Courier New"/>
        </w:rPr>
        <w:t>Thread::continueThread</w:t>
      </w:r>
      <w:r w:rsidR="000F4AA4">
        <w:rPr>
          <w:rFonts w:ascii="Courier New" w:hAnsi="Courier New"/>
        </w:rPr>
        <w:fldChar w:fldCharType="begin"/>
      </w:r>
      <w:r w:rsidR="00C45558">
        <w:instrText xml:space="preserve"> XE "</w:instrText>
      </w:r>
      <w:r w:rsidR="00C45558" w:rsidRPr="00906554">
        <w:instrText>continueThread</w:instrText>
      </w:r>
      <w:r w:rsidR="00906554" w:rsidRPr="00906554">
        <w:instrText>, Thread</w:instrText>
      </w:r>
      <w:r w:rsidR="00C45558">
        <w:instrText xml:space="preserve">" </w:instrText>
      </w:r>
      <w:r w:rsidR="000F4AA4">
        <w:rPr>
          <w:rFonts w:ascii="Courier New" w:hAnsi="Courier New"/>
        </w:rPr>
        <w:fldChar w:fldCharType="end"/>
      </w:r>
      <w:r>
        <w:t xml:space="preserve"> are not safe </w:t>
      </w:r>
      <w:r w:rsidR="007C7FDC">
        <w:t xml:space="preserve">to </w:t>
      </w:r>
      <w:r>
        <w:t>call from a callback function, but it would still be useful to perform these operations.  ProcControlAPI</w:t>
      </w:r>
      <w:r w:rsidR="00C45558">
        <w:t xml:space="preserve"> allows the user to use the return value from a callback </w:t>
      </w:r>
      <w:r w:rsidR="00A52481">
        <w:t xml:space="preserve">function </w:t>
      </w:r>
      <w:r w:rsidR="00C45558">
        <w:t xml:space="preserve">to specify whether process or thread that triggered the event should be stopped or continued.  More details on this can be found in the </w:t>
      </w:r>
      <w:r w:rsidR="00C45558" w:rsidRPr="00C45558">
        <w:rPr>
          <w:rFonts w:ascii="Courier New" w:hAnsi="Courier New"/>
        </w:rPr>
        <w:t>Process::cb_ret_t</w:t>
      </w:r>
      <w:r w:rsidR="000F4AA4">
        <w:rPr>
          <w:rFonts w:ascii="Courier New" w:hAnsi="Courier New"/>
        </w:rPr>
        <w:fldChar w:fldCharType="begin"/>
      </w:r>
      <w:r w:rsidR="00C45558">
        <w:instrText xml:space="preserve"> XE "</w:instrText>
      </w:r>
      <w:r w:rsidR="00C45558" w:rsidRPr="00906554">
        <w:instrText>cb_ret_t</w:instrText>
      </w:r>
      <w:r w:rsidR="00906554" w:rsidRPr="00906554">
        <w:instrText>, Process</w:instrText>
      </w:r>
      <w:r w:rsidR="00C45558">
        <w:instrText xml:space="preserve">" </w:instrText>
      </w:r>
      <w:r w:rsidR="000F4AA4">
        <w:rPr>
          <w:rFonts w:ascii="Courier New" w:hAnsi="Courier New"/>
        </w:rPr>
        <w:fldChar w:fldCharType="end"/>
      </w:r>
      <w:r w:rsidR="00C45558">
        <w:t xml:space="preserve"> section of the API reference.</w:t>
      </w:r>
    </w:p>
    <w:p w:rsidR="002A4451" w:rsidRDefault="002A4451" w:rsidP="009A6F08">
      <w:pPr>
        <w:pStyle w:val="Heading3"/>
      </w:pPr>
      <w:bookmarkStart w:id="29" w:name="_Toc273362640"/>
      <w:bookmarkStart w:id="30" w:name="_Ref273371799"/>
      <w:bookmarkStart w:id="31" w:name="_Toc274055817"/>
      <w:bookmarkStart w:id="32" w:name="_Ref274128835"/>
      <w:bookmarkStart w:id="33" w:name="_Toc350168832"/>
      <w:r>
        <w:t>Callback Delivery</w:t>
      </w:r>
      <w:bookmarkEnd w:id="29"/>
      <w:bookmarkEnd w:id="30"/>
      <w:bookmarkEnd w:id="31"/>
      <w:bookmarkEnd w:id="32"/>
      <w:bookmarkEnd w:id="33"/>
    </w:p>
    <w:p w:rsidR="00AC5416" w:rsidRDefault="00AC5416" w:rsidP="009A6F08">
      <w:r>
        <w:t xml:space="preserve">When ProcControlAPI needs to deliver a callback it must first gain control of a user visible thread in the controller process.  This thread will be used to </w:t>
      </w:r>
      <w:r w:rsidR="00065BD2">
        <w:t>invoke</w:t>
      </w:r>
      <w:r>
        <w:t xml:space="preserve"> the callback function</w:t>
      </w:r>
      <w:r w:rsidR="000F4AA4" w:rsidRPr="00FB5453">
        <w:fldChar w:fldCharType="begin"/>
      </w:r>
      <w:r w:rsidRPr="00FB5453">
        <w:instrText xml:space="preserve"> XE "callback function" </w:instrText>
      </w:r>
      <w:r w:rsidR="000F4AA4" w:rsidRPr="00FB5453">
        <w:fldChar w:fldCharType="end"/>
      </w:r>
      <w:r w:rsidR="00065BD2">
        <w:t xml:space="preserve">.  ProcControlAPI does not use its internal threads for delivering callbacks, as this would expose the ProcControlAPI user to race conditions.  </w:t>
      </w:r>
    </w:p>
    <w:p w:rsidR="00340FBE" w:rsidRDefault="00065BD2" w:rsidP="009A6F08">
      <w:r>
        <w:t xml:space="preserve">Unfortunately, the user thread is not always accessible to ProcControlAPI when it needs to invoke a callback function.  For example, the user visible thread </w:t>
      </w:r>
      <w:r w:rsidR="00340FBE">
        <w:t xml:space="preserve">may be performing network IO or waiting for input from a GUI when an event occurs.  </w:t>
      </w:r>
    </w:p>
    <w:p w:rsidR="00065BD2" w:rsidRDefault="00340FBE" w:rsidP="009A6F08">
      <w:r>
        <w:t xml:space="preserve">ProcControlAPI uses a notification system built around the </w:t>
      </w:r>
      <w:r w:rsidRPr="00A66792">
        <w:rPr>
          <w:rFonts w:ascii="Courier New" w:hAnsi="Courier New" w:cs="Courier New"/>
        </w:rPr>
        <w:t>EventNotify</w:t>
      </w:r>
      <w:r>
        <w:t xml:space="preserve"> class to alert the ProcControlAPI user that a callback is ready to be delivered.  Once the user is notified </w:t>
      </w:r>
      <w:r w:rsidR="002A0596">
        <w:t xml:space="preserve">then </w:t>
      </w:r>
      <w:r>
        <w:t xml:space="preserve">they </w:t>
      </w:r>
      <w:r w:rsidR="002A0596">
        <w:t xml:space="preserve">can call the </w:t>
      </w:r>
      <w:r w:rsidR="002A0596" w:rsidRPr="00A66792">
        <w:rPr>
          <w:rFonts w:ascii="Courier New" w:hAnsi="Courier New" w:cs="Courier New"/>
        </w:rPr>
        <w:t>Process::handleEvents</w:t>
      </w:r>
      <w:r w:rsidR="002A0596">
        <w:t xml:space="preserve"> function, under which ProcControlAPI will invoke any pending callback functions.  </w:t>
      </w:r>
    </w:p>
    <w:p w:rsidR="002A0596" w:rsidRDefault="002A0596" w:rsidP="009A6F08">
      <w:r>
        <w:t xml:space="preserve">The </w:t>
      </w:r>
      <w:r w:rsidRPr="00A66792">
        <w:rPr>
          <w:rFonts w:ascii="Courier New" w:hAnsi="Courier New" w:cs="Courier New"/>
        </w:rPr>
        <w:t>EventNotify</w:t>
      </w:r>
      <w:r w:rsidR="000F4AA4" w:rsidRPr="00FB5453">
        <w:rPr>
          <w:rFonts w:cs="Courier New"/>
        </w:rPr>
        <w:fldChar w:fldCharType="begin"/>
      </w:r>
      <w:r w:rsidR="00FB5453" w:rsidRPr="00FB5453">
        <w:instrText xml:space="preserve"> XE "</w:instrText>
      </w:r>
      <w:r w:rsidR="00FB5453" w:rsidRPr="00FB5453">
        <w:rPr>
          <w:rFonts w:cs="Courier New"/>
        </w:rPr>
        <w:instrText>EventNotify</w:instrText>
      </w:r>
      <w:r w:rsidR="00FB5453" w:rsidRPr="00FB5453">
        <w:instrText xml:space="preserve">" </w:instrText>
      </w:r>
      <w:r w:rsidR="000F4AA4" w:rsidRPr="00FB5453">
        <w:rPr>
          <w:rFonts w:cs="Courier New"/>
        </w:rPr>
        <w:fldChar w:fldCharType="end"/>
      </w:r>
      <w:r>
        <w:t xml:space="preserve"> class has two mechanisms for notifying the ProcControlAPI user that a callback is pending: writing to a file descriptor and a light-weight callback function.  The </w:t>
      </w:r>
      <w:r w:rsidRPr="00A66792">
        <w:rPr>
          <w:rFonts w:ascii="Courier New" w:hAnsi="Courier New" w:cs="Courier New"/>
        </w:rPr>
        <w:t>EventNotify::getFD</w:t>
      </w:r>
      <w:r w:rsidR="000F4AA4" w:rsidRPr="00FB5453">
        <w:rPr>
          <w:rFonts w:cs="Courier New"/>
        </w:rPr>
        <w:fldChar w:fldCharType="begin"/>
      </w:r>
      <w:r w:rsidR="00FB5453" w:rsidRPr="00FB5453">
        <w:instrText xml:space="preserve"> XE "</w:instrText>
      </w:r>
      <w:r w:rsidR="00FB5453" w:rsidRPr="00FB5453">
        <w:rPr>
          <w:rFonts w:cs="Courier New"/>
        </w:rPr>
        <w:instrText>getFD, EventNotify</w:instrText>
      </w:r>
      <w:r w:rsidR="00FB5453" w:rsidRPr="00FB5453">
        <w:instrText xml:space="preserve">" </w:instrText>
      </w:r>
      <w:r w:rsidR="000F4AA4" w:rsidRPr="00FB5453">
        <w:rPr>
          <w:rFonts w:cs="Courier New"/>
        </w:rPr>
        <w:fldChar w:fldCharType="end"/>
      </w:r>
      <w:r>
        <w:t xml:space="preserve"> function returns a file descriptor that will have a byte written to it when a callback is ready.  This file descriptor can be added to a </w:t>
      </w:r>
      <w:r w:rsidRPr="00A52481">
        <w:rPr>
          <w:rFonts w:ascii="Courier New" w:hAnsi="Courier New" w:cs="Courier New"/>
        </w:rPr>
        <w:t>select</w:t>
      </w:r>
      <w:r>
        <w:t xml:space="preserve"> or </w:t>
      </w:r>
      <w:r w:rsidRPr="00A52481">
        <w:rPr>
          <w:rFonts w:ascii="Courier New" w:hAnsi="Courier New" w:cs="Courier New"/>
        </w:rPr>
        <w:t>poll</w:t>
      </w:r>
      <w:r>
        <w:t xml:space="preserve"> to block a thread that handles ProcControlAPI events.  Alternatively, the ProcControlAPI user can register a light-weight callback that is invoked when a callback is ready.  This light-weight callback provides no information about the Event and may occur on another thread or from a signal handler—the ProcControlAPI user is encouraged to keep this callback minimal.  </w:t>
      </w:r>
    </w:p>
    <w:p w:rsidR="003C7567" w:rsidRDefault="003C7567" w:rsidP="009A6F08">
      <w:r>
        <w:lastRenderedPageBreak/>
        <w:t xml:space="preserve">It is important for a user to respond promptly to a callback notification.  A target process may remain blocked while a notification is pending.  If </w:t>
      </w:r>
      <w:r w:rsidR="00702AFD">
        <w:t>a target process is generating many events that need callbacks, a long delay in notification could have a significant performance impact.</w:t>
      </w:r>
    </w:p>
    <w:p w:rsidR="00A66792" w:rsidRDefault="002A0596" w:rsidP="009A6F08">
      <w:r>
        <w:t xml:space="preserve">Once the ProcControlAPI user knows that a callback is ready to be delivered they can call </w:t>
      </w:r>
      <w:r w:rsidRPr="00A66792">
        <w:rPr>
          <w:rFonts w:ascii="Courier New" w:hAnsi="Courier New" w:cs="Courier New"/>
        </w:rPr>
        <w:t>Process::handleEvents</w:t>
      </w:r>
      <w:r w:rsidR="000F4AA4" w:rsidRPr="00FB5453">
        <w:rPr>
          <w:rFonts w:cs="Courier New"/>
        </w:rPr>
        <w:fldChar w:fldCharType="begin"/>
      </w:r>
      <w:r w:rsidR="00FB5453" w:rsidRPr="00FB5453">
        <w:instrText xml:space="preserve"> XE "</w:instrText>
      </w:r>
      <w:r w:rsidR="00FB5453" w:rsidRPr="00FB5453">
        <w:rPr>
          <w:rFonts w:cs="Courier New"/>
        </w:rPr>
        <w:instrText>handleEvents, Process</w:instrText>
      </w:r>
      <w:r w:rsidR="00FB5453" w:rsidRPr="00FB5453">
        <w:instrText xml:space="preserve">" </w:instrText>
      </w:r>
      <w:r w:rsidR="000F4AA4" w:rsidRPr="00FB5453">
        <w:rPr>
          <w:rFonts w:cs="Courier New"/>
        </w:rPr>
        <w:fldChar w:fldCharType="end"/>
      </w:r>
      <w:r>
        <w:t xml:space="preserve">, which </w:t>
      </w:r>
      <w:r w:rsidR="00A66792">
        <w:t>will invoke all callback functions</w:t>
      </w:r>
      <w:bookmarkStart w:id="34" w:name="_Ref273353989"/>
      <w:bookmarkStart w:id="35" w:name="_Toc273362641"/>
      <w:r w:rsidR="00A66792">
        <w:t xml:space="preserve">.  Alternatively, if the ProcControlAPI user does not need to handle events outside of ProcControlAPI, they can continue to block in </w:t>
      </w:r>
      <w:r w:rsidR="00A66792" w:rsidRPr="00A66792">
        <w:rPr>
          <w:rFonts w:ascii="Courier New" w:hAnsi="Courier New" w:cs="Courier New"/>
        </w:rPr>
        <w:t>Process::handleEvents</w:t>
      </w:r>
      <w:r w:rsidR="00A66792">
        <w:t xml:space="preserve"> without going through the notification system.</w:t>
      </w:r>
    </w:p>
    <w:p w:rsidR="00C64756" w:rsidRDefault="00C85B4B" w:rsidP="009A6F08">
      <w:pPr>
        <w:pStyle w:val="Heading2"/>
      </w:pPr>
      <w:bookmarkStart w:id="36" w:name="_Ref274049439"/>
      <w:bookmarkStart w:id="37" w:name="_Toc274055818"/>
      <w:bookmarkStart w:id="38" w:name="_Toc350168833"/>
      <w:r>
        <w:t>iRPCs</w:t>
      </w:r>
      <w:bookmarkEnd w:id="34"/>
      <w:bookmarkEnd w:id="35"/>
      <w:bookmarkEnd w:id="36"/>
      <w:bookmarkEnd w:id="37"/>
      <w:bookmarkEnd w:id="38"/>
    </w:p>
    <w:p w:rsidR="00C45558" w:rsidRDefault="00C45558" w:rsidP="009A6F08">
      <w:r>
        <w:t>An iRPC</w:t>
      </w:r>
      <w:r w:rsidR="000F4AA4">
        <w:fldChar w:fldCharType="begin"/>
      </w:r>
      <w:r>
        <w:instrText xml:space="preserve"> XE "</w:instrText>
      </w:r>
      <w:r w:rsidR="00906554">
        <w:instrText>I</w:instrText>
      </w:r>
      <w:r w:rsidRPr="00A50540">
        <w:instrText>RPC</w:instrText>
      </w:r>
      <w:r>
        <w:instrText xml:space="preserve">" </w:instrText>
      </w:r>
      <w:r w:rsidR="000F4AA4">
        <w:fldChar w:fldCharType="end"/>
      </w:r>
      <w:r>
        <w:t xml:space="preserve"> (Inferior Remote Proc</w:t>
      </w:r>
      <w:r w:rsidR="00005F12">
        <w:t>edure Call) is a mechanism for executing code</w:t>
      </w:r>
      <w:r>
        <w:t xml:space="preserve"> in a target process.  Despite the name, an iRPC does not necessarily </w:t>
      </w:r>
      <w:r w:rsidR="00E86911">
        <w:t>have to involve a procedure call—any piece of code can be executed.</w:t>
      </w:r>
    </w:p>
    <w:p w:rsidR="00E86911" w:rsidRDefault="00E86911" w:rsidP="009A6F08">
      <w:r>
        <w:t>A ProcControlAPI user can invoke a</w:t>
      </w:r>
      <w:r w:rsidR="000F3230">
        <w:t>n</w:t>
      </w:r>
      <w:r>
        <w:t xml:space="preserve"> iRPC by providing ProcControlAPI with a buffer of machine code and specifying a Process or Thread </w:t>
      </w:r>
      <w:r w:rsidR="000F3230">
        <w:t>on which to</w:t>
      </w:r>
      <w:r>
        <w:t xml:space="preserve"> run the machine code.  ProcControlAPI will insert the machine code into </w:t>
      </w:r>
      <w:r w:rsidR="00A52481">
        <w:t>the address space, save the register set, run</w:t>
      </w:r>
      <w:r>
        <w:t xml:space="preserve"> t</w:t>
      </w:r>
      <w:r w:rsidR="00A52481">
        <w:t xml:space="preserve">he machine code, and then remove </w:t>
      </w:r>
      <w:r>
        <w:t>the machine code after execution completes.  When the iRPC completes (but before the registers and memory are cleaned) ProcControlAPI will deliver a</w:t>
      </w:r>
      <w:r w:rsidR="00906554">
        <w:t>n</w:t>
      </w:r>
      <w:r>
        <w:t xml:space="preserve"> </w:t>
      </w:r>
      <w:r w:rsidRPr="00906554">
        <w:rPr>
          <w:rFonts w:ascii="Courier New" w:hAnsi="Courier New" w:cs="Courier New"/>
        </w:rPr>
        <w:t>EventIRPC</w:t>
      </w:r>
      <w:r w:rsidR="000F4AA4">
        <w:fldChar w:fldCharType="begin"/>
      </w:r>
      <w:r w:rsidR="00906554">
        <w:instrText xml:space="preserve"> XE "</w:instrText>
      </w:r>
      <w:r w:rsidR="00906554" w:rsidRPr="00850057">
        <w:instrText>EventIRPC</w:instrText>
      </w:r>
      <w:r w:rsidR="00906554">
        <w:instrText xml:space="preserve">" </w:instrText>
      </w:r>
      <w:r w:rsidR="000F4AA4">
        <w:fldChar w:fldCharType="end"/>
      </w:r>
      <w:r>
        <w:t xml:space="preserve"> </w:t>
      </w:r>
      <w:r w:rsidR="00A52481">
        <w:t xml:space="preserve">to any registered </w:t>
      </w:r>
      <w:r>
        <w:t>callback</w:t>
      </w:r>
      <w:r w:rsidR="00A52481">
        <w:t xml:space="preserve"> function</w:t>
      </w:r>
      <w:r>
        <w:t>.  The ProcControlAPI user may use this callback to collect any results from the registers or memory used by the iRPC.</w:t>
      </w:r>
    </w:p>
    <w:p w:rsidR="002A4451" w:rsidRDefault="002A4451" w:rsidP="009A6F08">
      <w:r>
        <w:t xml:space="preserve">Note that ProcControlAPI will preserve the registers of the thread running the iRPC, and it will preserve the memory used by the machine code.  Other memory or system state changed by the iRPC may </w:t>
      </w:r>
      <w:r w:rsidR="00A52481">
        <w:t>remain</w:t>
      </w:r>
      <w:r>
        <w:t xml:space="preserve"> visible to the target process after the iRPC completes.</w:t>
      </w:r>
    </w:p>
    <w:p w:rsidR="00E86911" w:rsidRDefault="00E86911" w:rsidP="009A6F08">
      <w:r>
        <w:t xml:space="preserve">The machine code for each iRPC must contain at least one trap instruction (e.g., a </w:t>
      </w:r>
      <w:r w:rsidRPr="00E86911">
        <w:rPr>
          <w:rFonts w:ascii="Courier New" w:hAnsi="Courier New"/>
        </w:rPr>
        <w:t>0xCC</w:t>
      </w:r>
      <w:r>
        <w:t xml:space="preserve"> instruction on x86 family </w:t>
      </w:r>
      <w:r w:rsidR="00920669">
        <w:t>or</w:t>
      </w:r>
      <w:r>
        <w:t xml:space="preserve"> a </w:t>
      </w:r>
      <w:r w:rsidRPr="00E86911">
        <w:rPr>
          <w:rFonts w:ascii="Courier New" w:hAnsi="Courier New"/>
        </w:rPr>
        <w:t>0x7D821008</w:t>
      </w:r>
      <w:r w:rsidRPr="00E86911">
        <w:t xml:space="preserve"> instruction on the PPC family</w:t>
      </w:r>
      <w:r>
        <w:t>)</w:t>
      </w:r>
      <w:r w:rsidR="000F3230">
        <w:t xml:space="preserve">.  ProcControlAPI will stop executing the iRPC upon invocation of the trap.  Note that the </w:t>
      </w:r>
      <w:r w:rsidR="00005F12">
        <w:t>trap instruction must fall with</w:t>
      </w:r>
      <w:r w:rsidR="000F3230">
        <w:t>in the original machine code for the iRPC.  If the iRPC calls or jumps to another piece of code that executes a trap instruction then ProcControlAPI will not treat it as the end of the iRPC.</w:t>
      </w:r>
    </w:p>
    <w:p w:rsidR="000F3230" w:rsidRDefault="000F3230" w:rsidP="009A6F08">
      <w:r>
        <w:t xml:space="preserve">Before an iRPC can be run it must be posted to a process or thread using the </w:t>
      </w:r>
      <w:r w:rsidRPr="000F3230">
        <w:rPr>
          <w:rFonts w:ascii="Courier New" w:hAnsi="Courier New"/>
        </w:rPr>
        <w:t>Process::postIRPC</w:t>
      </w:r>
      <w:r w:rsidR="001970FB">
        <w:rPr>
          <w:rFonts w:ascii="Courier New" w:hAnsi="Courier New"/>
        </w:rPr>
        <w:t xml:space="preserve"> </w:t>
      </w:r>
      <w:r w:rsidR="000F4AA4">
        <w:rPr>
          <w:rFonts w:ascii="Courier New" w:hAnsi="Courier New"/>
        </w:rPr>
        <w:fldChar w:fldCharType="begin"/>
      </w:r>
      <w:r w:rsidR="00906554">
        <w:instrText xml:space="preserve"> XE "</w:instrText>
      </w:r>
      <w:r w:rsidR="00906554" w:rsidRPr="00906554">
        <w:instrText>postIRPC, Process</w:instrText>
      </w:r>
      <w:r w:rsidR="00906554">
        <w:instrText xml:space="preserve">" </w:instrText>
      </w:r>
      <w:r w:rsidR="000F4AA4">
        <w:rPr>
          <w:rFonts w:ascii="Courier New" w:hAnsi="Courier New"/>
        </w:rPr>
        <w:fldChar w:fldCharType="end"/>
      </w:r>
      <w:r>
        <w:t xml:space="preserve">or </w:t>
      </w:r>
      <w:r w:rsidRPr="000F3230">
        <w:rPr>
          <w:rFonts w:ascii="Courier New" w:hAnsi="Courier New"/>
        </w:rPr>
        <w:t>Thread::postIRPC</w:t>
      </w:r>
      <w:r w:rsidR="000F4AA4">
        <w:rPr>
          <w:rFonts w:ascii="Courier New" w:hAnsi="Courier New"/>
        </w:rPr>
        <w:fldChar w:fldCharType="begin"/>
      </w:r>
      <w:r w:rsidR="00906554">
        <w:instrText xml:space="preserve"> XE "</w:instrText>
      </w:r>
      <w:r w:rsidR="00906554" w:rsidRPr="00850057">
        <w:instrText>postIRPC, Thread</w:instrText>
      </w:r>
      <w:r w:rsidR="00906554">
        <w:instrText xml:space="preserve">" </w:instrText>
      </w:r>
      <w:r w:rsidR="000F4AA4">
        <w:rPr>
          <w:rFonts w:ascii="Courier New" w:hAnsi="Courier New"/>
        </w:rPr>
        <w:fldChar w:fldCharType="end"/>
      </w:r>
      <w:r>
        <w:t xml:space="preserve"> API functions.  The </w:t>
      </w:r>
      <w:r w:rsidRPr="001970FB">
        <w:rPr>
          <w:rFonts w:ascii="Courier New" w:hAnsi="Courier New"/>
        </w:rPr>
        <w:t>Process::postIRPC</w:t>
      </w:r>
      <w:r>
        <w:t xml:space="preserve"> </w:t>
      </w:r>
      <w:r w:rsidR="001970FB">
        <w:t xml:space="preserve"> </w:t>
      </w:r>
      <w:r>
        <w:t xml:space="preserve">function will select a thread to post the </w:t>
      </w:r>
      <w:r w:rsidR="001970FB">
        <w:t>i</w:t>
      </w:r>
      <w:r>
        <w:t>RPC to.  Multiple iRPCs can be posted to the same thread, but only one iRPC will run at a time—subsequent iRPCs will be queued and run after the preceding iRPC completes.  If multiple iRPCs are posted to different threads in a multi-threaded process</w:t>
      </w:r>
      <w:r w:rsidR="002A4451">
        <w:t>, then</w:t>
      </w:r>
      <w:r>
        <w:t xml:space="preserve"> they may run in parallel.</w:t>
      </w:r>
    </w:p>
    <w:p w:rsidR="000F3230" w:rsidRDefault="000F3230" w:rsidP="009A6F08">
      <w:r>
        <w:t>An iRPC can be posted to a stopped or running thread.   If posted to a stopped thread, then the iRPC will run when the thread is continued.  If posted to a running thread, then the iRPC will run immediately or</w:t>
      </w:r>
      <w:r w:rsidR="001970FB">
        <w:t xml:space="preserve">, </w:t>
      </w:r>
      <w:r>
        <w:t>if posted from a callback function</w:t>
      </w:r>
      <w:r w:rsidR="001970FB">
        <w:t>,</w:t>
      </w:r>
      <w:r>
        <w:t xml:space="preserve"> </w:t>
      </w:r>
      <w:r w:rsidR="002A4451">
        <w:t>when the callback function completes.</w:t>
      </w:r>
    </w:p>
    <w:p w:rsidR="000F3230" w:rsidRPr="002A4451" w:rsidRDefault="002A4451" w:rsidP="009A6F08">
      <w:r>
        <w:t xml:space="preserve">An iRPC may be </w:t>
      </w:r>
      <w:r w:rsidR="00566417">
        <w:t xml:space="preserve">blocking </w:t>
      </w:r>
      <w:r>
        <w:t xml:space="preserve">or </w:t>
      </w:r>
      <w:r w:rsidR="00566417">
        <w:t>non-blocking</w:t>
      </w:r>
      <w:r>
        <w:t xml:space="preserve">.  If a </w:t>
      </w:r>
      <w:r w:rsidR="00566417">
        <w:t xml:space="preserve">blocking </w:t>
      </w:r>
      <w:r>
        <w:t xml:space="preserve">iRPC is posted to any Process, then calls to </w:t>
      </w:r>
      <w:r w:rsidRPr="002A4451">
        <w:rPr>
          <w:rFonts w:ascii="Courier New" w:hAnsi="Courier New"/>
        </w:rPr>
        <w:t>Process::handleEvents</w:t>
      </w:r>
      <w:r w:rsidR="000F4AA4">
        <w:rPr>
          <w:rFonts w:ascii="Courier New" w:hAnsi="Courier New"/>
        </w:rPr>
        <w:fldChar w:fldCharType="begin"/>
      </w:r>
      <w:r>
        <w:instrText xml:space="preserve"> XE "</w:instrText>
      </w:r>
      <w:r w:rsidRPr="00906554">
        <w:instrText>handleEvents</w:instrText>
      </w:r>
      <w:r w:rsidR="00906554" w:rsidRPr="00906554">
        <w:instrText>, Process</w:instrText>
      </w:r>
      <w:r>
        <w:instrText xml:space="preserve">" </w:instrText>
      </w:r>
      <w:r w:rsidR="000F4AA4">
        <w:rPr>
          <w:rFonts w:ascii="Courier New" w:hAnsi="Courier New"/>
        </w:rPr>
        <w:fldChar w:fldCharType="end"/>
      </w:r>
      <w:r>
        <w:t xml:space="preserve"> will block until the iRPC is completed.</w:t>
      </w:r>
    </w:p>
    <w:p w:rsidR="00C64756" w:rsidRDefault="00E07455" w:rsidP="009A6F08">
      <w:pPr>
        <w:pStyle w:val="Heading2"/>
      </w:pPr>
      <w:bookmarkStart w:id="39" w:name="_Toc273362642"/>
      <w:bookmarkStart w:id="40" w:name="_Toc274055819"/>
      <w:bookmarkStart w:id="41" w:name="_Toc350168834"/>
      <w:r>
        <w:t>Memory Management</w:t>
      </w:r>
      <w:bookmarkEnd w:id="39"/>
      <w:bookmarkEnd w:id="40"/>
      <w:bookmarkEnd w:id="41"/>
    </w:p>
    <w:p w:rsidR="002A4451" w:rsidRDefault="00E07455" w:rsidP="009A6F08">
      <w:r>
        <w:t>ProcControlAPI manages memory using a shared pointer system provided by Boost (</w:t>
      </w:r>
      <w:hyperlink r:id="rId12" w:history="1">
        <w:r w:rsidRPr="00786DA3">
          <w:rPr>
            <w:rStyle w:val="Hyperlink"/>
          </w:rPr>
          <w:t>http://www.boost.org</w:t>
        </w:r>
      </w:hyperlink>
      <w:r>
        <w:t xml:space="preserve">).  Many of the ProcControlAPI interface objects contain a </w:t>
      </w:r>
      <w:r w:rsidRPr="00E07455">
        <w:rPr>
          <w:rFonts w:ascii="Courier New" w:hAnsi="Courier New" w:cs="Courier New"/>
        </w:rPr>
        <w:t>ptr</w:t>
      </w:r>
      <w:r>
        <w:t xml:space="preserve"> </w:t>
      </w:r>
      <w:r w:rsidRPr="00E07455">
        <w:rPr>
          <w:rFonts w:ascii="Courier New" w:hAnsi="Courier New" w:cs="Courier New"/>
        </w:rPr>
        <w:t>typedef</w:t>
      </w:r>
      <w:r>
        <w:t xml:space="preserve"> </w:t>
      </w:r>
      <w:r>
        <w:lastRenderedPageBreak/>
        <w:t xml:space="preserve">as part of their class (e.g, </w:t>
      </w:r>
      <w:r w:rsidRPr="00E07455">
        <w:rPr>
          <w:rFonts w:ascii="Courier New" w:hAnsi="Courier New" w:cs="Courier New"/>
        </w:rPr>
        <w:t>Process::ptr</w:t>
      </w:r>
      <w:r w:rsidR="000F4AA4">
        <w:rPr>
          <w:rFonts w:ascii="Courier New" w:hAnsi="Courier New" w:cs="Courier New"/>
        </w:rPr>
        <w:fldChar w:fldCharType="begin"/>
      </w:r>
      <w:r w:rsidR="006222A3">
        <w:instrText xml:space="preserve"> XE "</w:instrText>
      </w:r>
      <w:r w:rsidR="006222A3" w:rsidRPr="00C93EA1">
        <w:rPr>
          <w:rFonts w:cs="Courier New"/>
        </w:rPr>
        <w:instrText>ptr</w:instrText>
      </w:r>
      <w:r w:rsidR="006222A3">
        <w:instrText xml:space="preserve">" </w:instrText>
      </w:r>
      <w:r w:rsidR="000F4AA4">
        <w:rPr>
          <w:rFonts w:ascii="Courier New" w:hAnsi="Courier New" w:cs="Courier New"/>
        </w:rPr>
        <w:fldChar w:fldCharType="end"/>
      </w:r>
      <w:r>
        <w:t xml:space="preserve">).  This type refers </w:t>
      </w:r>
      <w:r w:rsidR="006222A3">
        <w:t xml:space="preserve">to </w:t>
      </w:r>
      <w:r>
        <w:t xml:space="preserve">a shared pointer that points to the </w:t>
      </w:r>
      <w:r w:rsidR="006222A3">
        <w:t>object</w:t>
      </w:r>
      <w:r>
        <w:t xml:space="preserve">.  </w:t>
      </w:r>
      <w:r w:rsidR="006222A3">
        <w:t xml:space="preserve">The </w:t>
      </w:r>
      <w:r w:rsidR="006222A3" w:rsidRPr="006222A3">
        <w:rPr>
          <w:rFonts w:ascii="Courier New" w:hAnsi="Courier New" w:cs="Courier New"/>
        </w:rPr>
        <w:t>const_ptr</w:t>
      </w:r>
      <w:r w:rsidR="000F4AA4">
        <w:rPr>
          <w:rFonts w:ascii="Courier New" w:hAnsi="Courier New" w:cs="Courier New"/>
        </w:rPr>
        <w:fldChar w:fldCharType="begin"/>
      </w:r>
      <w:r w:rsidR="006222A3">
        <w:instrText xml:space="preserve"> XE "</w:instrText>
      </w:r>
      <w:r w:rsidR="006222A3" w:rsidRPr="00906554">
        <w:rPr>
          <w:rFonts w:cs="Courier New"/>
        </w:rPr>
        <w:instrText>const_ptr</w:instrText>
      </w:r>
      <w:r w:rsidR="006222A3">
        <w:instrText xml:space="preserve">" </w:instrText>
      </w:r>
      <w:r w:rsidR="000F4AA4">
        <w:rPr>
          <w:rFonts w:ascii="Courier New" w:hAnsi="Courier New" w:cs="Courier New"/>
        </w:rPr>
        <w:fldChar w:fldCharType="end"/>
      </w:r>
      <w:r w:rsidR="006222A3">
        <w:t xml:space="preserve"> type (e.g., </w:t>
      </w:r>
      <w:r w:rsidR="006222A3" w:rsidRPr="006222A3">
        <w:rPr>
          <w:rFonts w:ascii="Courier New" w:hAnsi="Courier New" w:cs="Courier New"/>
        </w:rPr>
        <w:t>Process::const_ptr</w:t>
      </w:r>
      <w:r w:rsidR="006222A3">
        <w:t>) refers to a shared pointer that points to a constant object.</w:t>
      </w:r>
    </w:p>
    <w:p w:rsidR="00E07455" w:rsidRDefault="00E07455" w:rsidP="009A6F08">
      <w:r>
        <w:t>The shared pointer system will use reference counting to decide when to clean objects.  The ProcControlAPI user should not explicitly clean any ProcControlAPI objects, instead they should drop their references to the objects and let them be automatically cleaned.  ProcControlAPI will maintain its own references for any object that is still “live” (i.e., a process or thread that is still running) so that these objects will not be pre-</w:t>
      </w:r>
      <w:r w:rsidR="006222A3">
        <w:t>maturely</w:t>
      </w:r>
      <w:r>
        <w:t xml:space="preserve"> </w:t>
      </w:r>
      <w:r w:rsidR="006222A3">
        <w:t>cleaned.</w:t>
      </w:r>
    </w:p>
    <w:p w:rsidR="00B753F7" w:rsidRDefault="00B753F7" w:rsidP="009A6F08">
      <w:r>
        <w:t>A “</w:t>
      </w:r>
      <w:r w:rsidRPr="00B753F7">
        <w:rPr>
          <w:rFonts w:ascii="Courier New" w:hAnsi="Courier New" w:cs="Courier New"/>
        </w:rPr>
        <w:t>NULL</w:t>
      </w:r>
      <w:r w:rsidRPr="00B753F7">
        <w:rPr>
          <w:rFonts w:cs="Courier New"/>
        </w:rPr>
        <w:t>”</w:t>
      </w:r>
      <w:r>
        <w:t xml:space="preserve"> value is specified by a shared pointer using the default constructor on the </w:t>
      </w:r>
      <w:r w:rsidRPr="00B753F7">
        <w:rPr>
          <w:rFonts w:ascii="Courier New" w:hAnsi="Courier New" w:cs="Courier New"/>
        </w:rPr>
        <w:t>ptr</w:t>
      </w:r>
      <w:r>
        <w:t xml:space="preserve"> type.  E.g., </w:t>
      </w:r>
      <w:r w:rsidRPr="00B753F7">
        <w:rPr>
          <w:rFonts w:ascii="Courier New" w:hAnsi="Courier New" w:cs="Courier New"/>
        </w:rPr>
        <w:t>Process::ptr()</w:t>
      </w:r>
      <w:r>
        <w:t xml:space="preserve"> represents a </w:t>
      </w:r>
      <w:r w:rsidRPr="00B753F7">
        <w:rPr>
          <w:rFonts w:ascii="Courier New" w:hAnsi="Courier New" w:cs="Courier New"/>
        </w:rPr>
        <w:t>NULL</w:t>
      </w:r>
      <w:r>
        <w:t xml:space="preserve"> pointer to a </w:t>
      </w:r>
      <w:r w:rsidRPr="00B753F7">
        <w:rPr>
          <w:rFonts w:ascii="Courier New" w:hAnsi="Courier New" w:cs="Courier New"/>
        </w:rPr>
        <w:t>Process</w:t>
      </w:r>
      <w:r>
        <w:t xml:space="preserve">.  </w:t>
      </w:r>
    </w:p>
    <w:p w:rsidR="006222A3" w:rsidRPr="002A4451" w:rsidRDefault="006222A3" w:rsidP="009A6F08">
      <w:r>
        <w:t>See the Boost web-site for more details on shared pointers.</w:t>
      </w:r>
    </w:p>
    <w:p w:rsidR="00DC6B19" w:rsidRDefault="00DC6B19" w:rsidP="009A6F08">
      <w:pPr>
        <w:rPr>
          <w:rFonts w:asciiTheme="majorHAnsi" w:hAnsiTheme="majorHAnsi"/>
          <w:color w:val="365F91" w:themeColor="accent1" w:themeShade="BF"/>
          <w:sz w:val="32"/>
          <w:szCs w:val="32"/>
        </w:rPr>
      </w:pPr>
      <w:bookmarkStart w:id="42" w:name="_Ref256182228"/>
      <w:bookmarkStart w:id="43" w:name="_Toc273362643"/>
      <w:r>
        <w:br w:type="page"/>
      </w:r>
    </w:p>
    <w:p w:rsidR="004F6ADE" w:rsidRDefault="00EF307D" w:rsidP="009A6F08">
      <w:pPr>
        <w:pStyle w:val="Heading1"/>
      </w:pPr>
      <w:bookmarkStart w:id="44" w:name="_Toc274055820"/>
      <w:bookmarkStart w:id="45" w:name="_Ref274128335"/>
      <w:bookmarkStart w:id="46" w:name="_Toc350168835"/>
      <w:r w:rsidRPr="004F6ADE">
        <w:lastRenderedPageBreak/>
        <w:t>API Reference</w:t>
      </w:r>
      <w:bookmarkEnd w:id="42"/>
      <w:bookmarkEnd w:id="43"/>
      <w:bookmarkEnd w:id="44"/>
      <w:bookmarkEnd w:id="45"/>
      <w:bookmarkEnd w:id="46"/>
    </w:p>
    <w:p w:rsidR="00BB3C81" w:rsidRPr="00BB3C81" w:rsidRDefault="00BB3C81" w:rsidP="009A6F08">
      <w:r>
        <w:t xml:space="preserve">This section gives an API reference for all classes, functions and types in ProcControlAPI.  Everything defined in this section is under the namespaces </w:t>
      </w:r>
      <w:r w:rsidRPr="009237D1">
        <w:rPr>
          <w:rFonts w:ascii="Courier New" w:hAnsi="Courier New" w:cs="Courier New"/>
        </w:rPr>
        <w:t>Dyninst</w:t>
      </w:r>
      <w:r>
        <w:t xml:space="preserve"> and </w:t>
      </w:r>
      <w:r w:rsidRPr="009237D1">
        <w:rPr>
          <w:rFonts w:ascii="Courier New" w:hAnsi="Courier New" w:cs="Courier New"/>
        </w:rPr>
        <w:t>ProcControlAPI</w:t>
      </w:r>
      <w:r>
        <w:t xml:space="preserve">.  These types can be accessed by prepending a </w:t>
      </w:r>
      <w:r w:rsidRPr="009237D1">
        <w:rPr>
          <w:rFonts w:ascii="Courier New" w:hAnsi="Courier New" w:cs="Courier New"/>
        </w:rPr>
        <w:t>Dyninst::ProcControlAPI::</w:t>
      </w:r>
      <w:r>
        <w:t xml:space="preserve"> in-front of </w:t>
      </w:r>
      <w:r w:rsidR="007B477D">
        <w:t>them</w:t>
      </w:r>
      <w:r>
        <w:t xml:space="preserve"> (e.g., </w:t>
      </w:r>
      <w:r w:rsidRPr="009237D1">
        <w:rPr>
          <w:rFonts w:ascii="Courier New" w:hAnsi="Courier New" w:cs="Courier New"/>
        </w:rPr>
        <w:t>Dyninst::ProcControlAPI::Process</w:t>
      </w:r>
      <w:r>
        <w:t xml:space="preserve">) or by adding a using namespace directive before the references (e.g., </w:t>
      </w:r>
      <w:r w:rsidRPr="009237D1">
        <w:rPr>
          <w:rFonts w:ascii="Courier New" w:hAnsi="Courier New" w:cs="Courier New"/>
        </w:rPr>
        <w:t>using namespace Dyninst; using namespace ProcControlAPI;</w:t>
      </w:r>
      <w:r>
        <w:t xml:space="preserve"> )</w:t>
      </w:r>
      <w:r w:rsidR="000F4AA4">
        <w:fldChar w:fldCharType="begin"/>
      </w:r>
      <w:r w:rsidR="009237D1">
        <w:instrText xml:space="preserve"> XE "</w:instrText>
      </w:r>
      <w:r w:rsidR="009237D1" w:rsidRPr="00566264">
        <w:instrText>namespaces</w:instrText>
      </w:r>
      <w:r w:rsidR="009237D1">
        <w:instrText xml:space="preserve">" </w:instrText>
      </w:r>
      <w:r w:rsidR="000F4AA4">
        <w:fldChar w:fldCharType="end"/>
      </w:r>
    </w:p>
    <w:p w:rsidR="004F6ADE" w:rsidRDefault="004F6ADE" w:rsidP="009A6F08">
      <w:pPr>
        <w:pStyle w:val="Heading2"/>
      </w:pPr>
      <w:bookmarkStart w:id="47" w:name="_Toc273362644"/>
      <w:bookmarkStart w:id="48" w:name="_Ref274048546"/>
      <w:bookmarkStart w:id="49" w:name="_Toc274055821"/>
      <w:bookmarkStart w:id="50" w:name="_Toc350168836"/>
      <w:r>
        <w:t>Process</w:t>
      </w:r>
      <w:bookmarkEnd w:id="47"/>
      <w:bookmarkEnd w:id="48"/>
      <w:bookmarkEnd w:id="49"/>
      <w:bookmarkEnd w:id="50"/>
    </w:p>
    <w:p w:rsidR="00C64756" w:rsidRDefault="00C64756" w:rsidP="009A6F08">
      <w:r>
        <w:t xml:space="preserve">The </w:t>
      </w:r>
      <w:r w:rsidRPr="00C64756">
        <w:rPr>
          <w:rFonts w:ascii="Courier New" w:hAnsi="Courier New" w:cs="Courier New"/>
        </w:rPr>
        <w:t>Process</w:t>
      </w:r>
      <w:r w:rsidR="000F4AA4">
        <w:rPr>
          <w:rFonts w:ascii="Courier New" w:hAnsi="Courier New" w:cs="Courier New"/>
        </w:rPr>
        <w:fldChar w:fldCharType="begin"/>
      </w:r>
      <w:r w:rsidR="00906554">
        <w:instrText xml:space="preserve"> XE "</w:instrText>
      </w:r>
      <w:r w:rsidR="00906554" w:rsidRPr="00C53662">
        <w:instrText>Process</w:instrText>
      </w:r>
      <w:r w:rsidR="00906554">
        <w:instrText xml:space="preserve">" </w:instrText>
      </w:r>
      <w:r w:rsidR="000F4AA4">
        <w:rPr>
          <w:rFonts w:ascii="Courier New" w:hAnsi="Courier New" w:cs="Courier New"/>
        </w:rPr>
        <w:fldChar w:fldCharType="end"/>
      </w:r>
      <w:r>
        <w:t xml:space="preserve"> class </w:t>
      </w:r>
      <w:r w:rsidR="00AB7FE1">
        <w:t>is the primary handle for operating on</w:t>
      </w:r>
      <w:r>
        <w:t xml:space="preserve"> a single target process.  </w:t>
      </w:r>
      <w:r w:rsidR="00AB7FE1" w:rsidRPr="00AB7FE1">
        <w:rPr>
          <w:rFonts w:ascii="Courier New" w:hAnsi="Courier New" w:cs="Courier New"/>
        </w:rPr>
        <w:t>Process</w:t>
      </w:r>
      <w:r w:rsidR="00AB7FE1" w:rsidRPr="00AB7FE1">
        <w:rPr>
          <w:rFonts w:cs="Courier New"/>
        </w:rPr>
        <w:t xml:space="preserve"> object</w:t>
      </w:r>
      <w:r w:rsidR="00AB7FE1">
        <w:t xml:space="preserve">s may be created by calls to the static functions </w:t>
      </w:r>
      <w:r w:rsidR="00AB7FE1" w:rsidRPr="00AB7FE1">
        <w:rPr>
          <w:rFonts w:ascii="Courier New" w:hAnsi="Courier New" w:cs="Courier New"/>
        </w:rPr>
        <w:t>Process::createProcess</w:t>
      </w:r>
      <w:r w:rsidR="000F4AA4">
        <w:rPr>
          <w:rFonts w:ascii="Courier New" w:hAnsi="Courier New" w:cs="Courier New"/>
        </w:rPr>
        <w:fldChar w:fldCharType="begin"/>
      </w:r>
      <w:r w:rsidR="00906554">
        <w:instrText xml:space="preserve"> XE "</w:instrText>
      </w:r>
      <w:r w:rsidR="00906554" w:rsidRPr="00C53662">
        <w:instrText>createProcess, Process</w:instrText>
      </w:r>
      <w:r w:rsidR="00906554">
        <w:instrText xml:space="preserve">" </w:instrText>
      </w:r>
      <w:r w:rsidR="000F4AA4">
        <w:rPr>
          <w:rFonts w:ascii="Courier New" w:hAnsi="Courier New" w:cs="Courier New"/>
        </w:rPr>
        <w:fldChar w:fldCharType="end"/>
      </w:r>
      <w:r w:rsidR="00AB7FE1" w:rsidRPr="00AB7FE1">
        <w:rPr>
          <w:rFonts w:ascii="Courier New" w:hAnsi="Courier New" w:cs="Courier New"/>
        </w:rPr>
        <w:t xml:space="preserve"> </w:t>
      </w:r>
      <w:r w:rsidR="00AB7FE1">
        <w:t xml:space="preserve">or </w:t>
      </w:r>
      <w:r w:rsidR="00AB7FE1" w:rsidRPr="00AB7FE1">
        <w:rPr>
          <w:rFonts w:ascii="Courier New" w:hAnsi="Courier New" w:cs="Courier New"/>
        </w:rPr>
        <w:t>Process::attachProcess</w:t>
      </w:r>
      <w:r w:rsidR="000F4AA4">
        <w:rPr>
          <w:rFonts w:ascii="Courier New" w:hAnsi="Courier New" w:cs="Courier New"/>
        </w:rPr>
        <w:fldChar w:fldCharType="begin"/>
      </w:r>
      <w:r w:rsidR="00906554">
        <w:instrText xml:space="preserve"> XE "</w:instrText>
      </w:r>
      <w:r w:rsidR="00906554" w:rsidRPr="00C53662">
        <w:instrText>attachProcess, Process</w:instrText>
      </w:r>
      <w:r w:rsidR="00906554">
        <w:instrText xml:space="preserve">" </w:instrText>
      </w:r>
      <w:r w:rsidR="000F4AA4">
        <w:rPr>
          <w:rFonts w:ascii="Courier New" w:hAnsi="Courier New" w:cs="Courier New"/>
        </w:rPr>
        <w:fldChar w:fldCharType="end"/>
      </w:r>
      <w:r w:rsidR="00AB7FE1">
        <w:t>, or in response to certain types of events (e.g, fork on UNIX systems).</w:t>
      </w:r>
    </w:p>
    <w:p w:rsidR="00AB7FE1" w:rsidRPr="00C64756" w:rsidRDefault="00AB7FE1" w:rsidP="009A6F08">
      <w:r>
        <w:t xml:space="preserve">The static functions of the </w:t>
      </w:r>
      <w:r w:rsidRPr="007B477D">
        <w:rPr>
          <w:rFonts w:ascii="Courier New" w:hAnsi="Courier New" w:cs="Courier New"/>
        </w:rPr>
        <w:t>Process</w:t>
      </w:r>
      <w:r>
        <w:t xml:space="preserve"> class serve as a central location for performing general ProcControlAPI operations, such as </w:t>
      </w:r>
      <w:r w:rsidRPr="00AB7FE1">
        <w:rPr>
          <w:rFonts w:ascii="Courier New" w:hAnsi="Courier New" w:cs="Courier New"/>
        </w:rPr>
        <w:t>handleEvents</w:t>
      </w:r>
      <w:r>
        <w:t xml:space="preserve"> and </w:t>
      </w:r>
      <w:r w:rsidRPr="00AB7FE1">
        <w:rPr>
          <w:rFonts w:ascii="Courier New" w:hAnsi="Courier New" w:cs="Courier New"/>
        </w:rPr>
        <w:t>registerEventCallback</w:t>
      </w:r>
      <w:r>
        <w:t xml:space="preserve"> </w:t>
      </w:r>
      <w:r w:rsidR="007B477D">
        <w:t>when</w:t>
      </w:r>
      <w:r>
        <w:t xml:space="preserve"> dealing with callbacks. </w:t>
      </w:r>
    </w:p>
    <w:p w:rsidR="007B5521" w:rsidRDefault="00866DF0" w:rsidP="009A6F08">
      <w:pPr>
        <w:pStyle w:val="ClassHeading"/>
      </w:pPr>
      <w:r>
        <w:t xml:space="preserve">Process </w:t>
      </w:r>
      <w:r w:rsidR="00FC52AC">
        <w:t>Declared In</w:t>
      </w:r>
      <w:r w:rsidR="007B5521">
        <w:t xml:space="preserve">: </w:t>
      </w:r>
    </w:p>
    <w:p w:rsidR="007B5521" w:rsidRPr="00A14A88" w:rsidRDefault="00A367E2" w:rsidP="00A14A88">
      <w:pPr>
        <w:pStyle w:val="Definition"/>
      </w:pPr>
      <w:r>
        <w:t>PCProcess.h</w:t>
      </w:r>
    </w:p>
    <w:p w:rsidR="007B5521" w:rsidRDefault="00866DF0" w:rsidP="009A6F08">
      <w:pPr>
        <w:pStyle w:val="ClassHeading"/>
      </w:pPr>
      <w:r>
        <w:t xml:space="preserve">Process </w:t>
      </w:r>
      <w:r w:rsidR="007B5521">
        <w:t>Types:</w:t>
      </w:r>
    </w:p>
    <w:p w:rsidR="007B5521" w:rsidRPr="00A14A88" w:rsidRDefault="007B5521" w:rsidP="00A14A88">
      <w:pPr>
        <w:pStyle w:val="Definition"/>
      </w:pPr>
      <w:r w:rsidRPr="00A14A88">
        <w:t>Process::ptr</w:t>
      </w:r>
    </w:p>
    <w:p w:rsidR="007B5521" w:rsidRPr="00A14A88" w:rsidRDefault="007B5521" w:rsidP="00A14A88">
      <w:pPr>
        <w:pStyle w:val="Definition"/>
      </w:pPr>
      <w:r w:rsidRPr="00A14A88">
        <w:t>Process::const_ptr</w:t>
      </w:r>
    </w:p>
    <w:p w:rsidR="007B5521" w:rsidRDefault="007B5521" w:rsidP="009A6F08">
      <w:pPr>
        <w:pStyle w:val="APIBody"/>
      </w:pPr>
      <w:r>
        <w:t xml:space="preserve">The </w:t>
      </w:r>
      <w:r w:rsidRPr="00A14A88">
        <w:rPr>
          <w:rFonts w:ascii="Courier New" w:hAnsi="Courier New" w:cs="Courier New"/>
        </w:rPr>
        <w:t>Process::ptr</w:t>
      </w:r>
      <w:r>
        <w:t xml:space="preserve"> and </w:t>
      </w:r>
      <w:r w:rsidRPr="00A14A88">
        <w:rPr>
          <w:rFonts w:ascii="Courier New" w:hAnsi="Courier New" w:cs="Courier New"/>
        </w:rPr>
        <w:t>Process::const_ptr</w:t>
      </w:r>
      <w:r>
        <w:t xml:space="preserve"> respectively represent a pointer and a const pointer to a </w:t>
      </w:r>
      <w:r w:rsidRPr="00A14A88">
        <w:rPr>
          <w:rFonts w:ascii="Courier New" w:hAnsi="Courier New" w:cs="Courier New"/>
        </w:rPr>
        <w:t>Process</w:t>
      </w:r>
      <w:r>
        <w:t xml:space="preserve"> object.  Both pointer types are reference counted and will cause the underlying </w:t>
      </w:r>
      <w:r w:rsidRPr="00A14A88">
        <w:rPr>
          <w:rFonts w:ascii="Courier New" w:hAnsi="Courier New" w:cs="Courier New"/>
        </w:rPr>
        <w:t>Process</w:t>
      </w:r>
      <w:r>
        <w:t xml:space="preserve"> object </w:t>
      </w:r>
      <w:r w:rsidR="00005F12">
        <w:t>to</w:t>
      </w:r>
      <w:r>
        <w:t xml:space="preserve"> be cleaned when there </w:t>
      </w:r>
      <w:r w:rsidR="005E011A">
        <w:t>are no more references.  Proc</w:t>
      </w:r>
      <w:r w:rsidR="00A14A88">
        <w:t xml:space="preserve">ControlAPI will maintain internal references to any </w:t>
      </w:r>
      <w:r w:rsidR="00A14A88" w:rsidRPr="00A14A88">
        <w:rPr>
          <w:rFonts w:ascii="Courier New" w:hAnsi="Courier New" w:cs="Courier New"/>
        </w:rPr>
        <w:t>Process</w:t>
      </w:r>
      <w:r w:rsidR="00A14A88">
        <w:t xml:space="preserve"> it actively controls, relinquishing those references when the process either exits or is detached.</w:t>
      </w:r>
    </w:p>
    <w:p w:rsidR="00A14A88" w:rsidRPr="00A14A88" w:rsidRDefault="00776AEB" w:rsidP="00A14A88">
      <w:pPr>
        <w:pStyle w:val="Definition"/>
      </w:pPr>
      <w:r>
        <w:t xml:space="preserve">enum </w:t>
      </w:r>
      <w:r w:rsidR="00931F60">
        <w:t>Process::</w:t>
      </w:r>
      <w:r>
        <w:t>cb_action</w:t>
      </w:r>
      <w:r w:rsidR="00A14A88" w:rsidRPr="00A14A88">
        <w:t>_t</w:t>
      </w:r>
      <w:r w:rsidR="000F4AA4">
        <w:fldChar w:fldCharType="begin"/>
      </w:r>
      <w:r w:rsidR="00C1068A">
        <w:instrText xml:space="preserve"> XE "</w:instrText>
      </w:r>
      <w:r w:rsidR="00C1068A" w:rsidRPr="00817D51">
        <w:rPr>
          <w:rFonts w:asciiTheme="minorHAnsi" w:hAnsiTheme="minorHAnsi"/>
        </w:rPr>
        <w:instrText>cb_ret_t</w:instrText>
      </w:r>
      <w:r w:rsidR="00817D51" w:rsidRPr="00817D51">
        <w:rPr>
          <w:rFonts w:asciiTheme="minorHAnsi" w:hAnsiTheme="minorHAnsi"/>
        </w:rPr>
        <w:instrText>, Process</w:instrText>
      </w:r>
      <w:r w:rsidR="00C1068A">
        <w:instrText xml:space="preserve">" </w:instrText>
      </w:r>
      <w:r w:rsidR="000F4AA4">
        <w:fldChar w:fldCharType="end"/>
      </w:r>
      <w:r w:rsidR="00A14A88" w:rsidRPr="00A14A88">
        <w:t xml:space="preserve"> {</w:t>
      </w:r>
    </w:p>
    <w:p w:rsidR="00A14A88" w:rsidRPr="00A14A88" w:rsidRDefault="00776AEB" w:rsidP="00A14A88">
      <w:pPr>
        <w:pStyle w:val="Definition"/>
      </w:pPr>
      <w:r>
        <w:t xml:space="preserve">   </w:t>
      </w:r>
      <w:r w:rsidR="00A14A88" w:rsidRPr="00A14A88">
        <w:t>cbDefault,</w:t>
      </w:r>
    </w:p>
    <w:p w:rsidR="00A14A88" w:rsidRPr="00A14A88" w:rsidRDefault="00776AEB" w:rsidP="00A14A88">
      <w:pPr>
        <w:pStyle w:val="Definition"/>
      </w:pPr>
      <w:r>
        <w:t xml:space="preserve">   </w:t>
      </w:r>
      <w:r w:rsidR="00A14A88" w:rsidRPr="00A14A88">
        <w:t>cbThreadContinue,</w:t>
      </w:r>
    </w:p>
    <w:p w:rsidR="00A14A88" w:rsidRPr="00A14A88" w:rsidRDefault="00776AEB" w:rsidP="00A14A88">
      <w:pPr>
        <w:pStyle w:val="Definition"/>
      </w:pPr>
      <w:r>
        <w:t xml:space="preserve">   </w:t>
      </w:r>
      <w:r w:rsidR="00A14A88" w:rsidRPr="00A14A88">
        <w:t>cbThreadStop,</w:t>
      </w:r>
    </w:p>
    <w:p w:rsidR="00A14A88" w:rsidRPr="00A14A88" w:rsidRDefault="00776AEB" w:rsidP="00A14A88">
      <w:pPr>
        <w:pStyle w:val="Definition"/>
      </w:pPr>
      <w:r>
        <w:t xml:space="preserve">   </w:t>
      </w:r>
      <w:r w:rsidR="00A14A88" w:rsidRPr="00A14A88">
        <w:t>cbProcContinue,</w:t>
      </w:r>
    </w:p>
    <w:p w:rsidR="00A14A88" w:rsidRPr="00A14A88" w:rsidRDefault="00776AEB" w:rsidP="00A14A88">
      <w:pPr>
        <w:pStyle w:val="Definition"/>
      </w:pPr>
      <w:r>
        <w:t xml:space="preserve">   </w:t>
      </w:r>
      <w:r w:rsidR="00A14A88" w:rsidRPr="00A14A88">
        <w:t>cbProcStop</w:t>
      </w:r>
    </w:p>
    <w:p w:rsidR="00776AEB" w:rsidRDefault="00A14A88" w:rsidP="00A14A88">
      <w:pPr>
        <w:pStyle w:val="Definition"/>
      </w:pPr>
      <w:r w:rsidRPr="00A14A88">
        <w:t>}</w:t>
      </w:r>
    </w:p>
    <w:p w:rsidR="00776AEB" w:rsidRDefault="00776AEB" w:rsidP="00A14A88">
      <w:pPr>
        <w:pStyle w:val="Definition"/>
      </w:pPr>
      <w:r>
        <w:t xml:space="preserve">struct </w:t>
      </w:r>
      <w:r w:rsidR="00931F60">
        <w:t>Process::</w:t>
      </w:r>
      <w:r>
        <w:t>cb_ret_t {</w:t>
      </w:r>
    </w:p>
    <w:p w:rsidR="00776AEB" w:rsidRDefault="00776AEB" w:rsidP="00A14A88">
      <w:pPr>
        <w:pStyle w:val="Definition"/>
      </w:pPr>
      <w:r>
        <w:t xml:space="preserve">   cb_ret_t(cb_action_t p) : parent(p), child(cbDefault) {}</w:t>
      </w:r>
    </w:p>
    <w:p w:rsidR="00776AEB" w:rsidRDefault="00776AEB" w:rsidP="00776AEB">
      <w:pPr>
        <w:pStyle w:val="Definition"/>
        <w:ind w:left="432"/>
      </w:pPr>
      <w:r>
        <w:t>cb_ret_t(cb_action_t p, cb_action_t c) : parent(p), child(c)</w:t>
      </w:r>
      <w:r>
        <w:br/>
        <w:t xml:space="preserve">         {}</w:t>
      </w:r>
    </w:p>
    <w:p w:rsidR="00776AEB" w:rsidRDefault="00776AEB" w:rsidP="00776AEB">
      <w:pPr>
        <w:pStyle w:val="Definition"/>
        <w:ind w:left="432"/>
      </w:pPr>
      <w:r>
        <w:t>cb_action_t parent;</w:t>
      </w:r>
    </w:p>
    <w:p w:rsidR="00776AEB" w:rsidRDefault="00776AEB" w:rsidP="00776AEB">
      <w:pPr>
        <w:pStyle w:val="Definition"/>
        <w:ind w:left="432"/>
      </w:pPr>
      <w:r>
        <w:t>cb_action_t child;</w:t>
      </w:r>
    </w:p>
    <w:p w:rsidR="00776AEB" w:rsidRPr="00A14A88" w:rsidRDefault="00776AEB" w:rsidP="00776AEB">
      <w:pPr>
        <w:pStyle w:val="Definition"/>
      </w:pPr>
      <w:r>
        <w:t>}</w:t>
      </w:r>
    </w:p>
    <w:p w:rsidR="00A14A88" w:rsidRDefault="00B73CD4" w:rsidP="009A6F08">
      <w:pPr>
        <w:pStyle w:val="APIBody"/>
      </w:pPr>
      <w:r>
        <w:t xml:space="preserve">The </w:t>
      </w:r>
      <w:r w:rsidRPr="00BC252D">
        <w:rPr>
          <w:rFonts w:ascii="Courier New" w:hAnsi="Courier New" w:cs="Courier New"/>
        </w:rPr>
        <w:t>cb_ret_t</w:t>
      </w:r>
      <w:r>
        <w:t xml:space="preserve"> enum is used as</w:t>
      </w:r>
      <w:r w:rsidR="00A14A88">
        <w:t xml:space="preserve"> the return type for callback functi</w:t>
      </w:r>
      <w:r>
        <w:t xml:space="preserve">ons registered through </w:t>
      </w:r>
      <w:r w:rsidRPr="00B73CD4">
        <w:rPr>
          <w:rFonts w:ascii="Courier New" w:hAnsi="Courier New" w:cs="Courier New"/>
        </w:rPr>
        <w:t>Process::registerEventCallback()</w:t>
      </w:r>
      <w:r>
        <w:t xml:space="preserve">.  </w:t>
      </w:r>
      <w:r w:rsidR="00BC252D">
        <w:t xml:space="preserve">A callback function can specify whether </w:t>
      </w:r>
      <w:r w:rsidR="00BC252D">
        <w:lastRenderedPageBreak/>
        <w:t xml:space="preserve">the thread or process associated with its event should be stopped or continued by respectively returning </w:t>
      </w:r>
      <w:r w:rsidR="00BC252D" w:rsidRPr="00BC252D">
        <w:rPr>
          <w:rFonts w:ascii="Courier New" w:hAnsi="Courier New" w:cs="Courier New"/>
        </w:rPr>
        <w:t>cbThreadContinue</w:t>
      </w:r>
      <w:r w:rsidR="00BC252D">
        <w:t xml:space="preserve">, </w:t>
      </w:r>
      <w:r w:rsidR="00BC252D" w:rsidRPr="00BC252D">
        <w:rPr>
          <w:rFonts w:ascii="Courier New" w:hAnsi="Courier New" w:cs="Courier New"/>
        </w:rPr>
        <w:t>cbThreadStop</w:t>
      </w:r>
      <w:r w:rsidR="00BC252D">
        <w:t xml:space="preserve">, </w:t>
      </w:r>
      <w:r w:rsidR="00BC252D" w:rsidRPr="00BC252D">
        <w:rPr>
          <w:rFonts w:ascii="Courier New" w:hAnsi="Courier New" w:cs="Courier New"/>
        </w:rPr>
        <w:t>cbProcContinue</w:t>
      </w:r>
      <w:r w:rsidR="00BC252D">
        <w:t xml:space="preserve">, or </w:t>
      </w:r>
      <w:r w:rsidR="00BC252D" w:rsidRPr="00BC252D">
        <w:rPr>
          <w:rFonts w:ascii="Courier New" w:hAnsi="Courier New" w:cs="Courier New"/>
        </w:rPr>
        <w:t>cbProcStop</w:t>
      </w:r>
      <w:r w:rsidR="00BC252D">
        <w:t xml:space="preserve">.  The </w:t>
      </w:r>
      <w:r w:rsidR="00BC252D" w:rsidRPr="00BC252D">
        <w:rPr>
          <w:rFonts w:ascii="Courier New" w:hAnsi="Courier New" w:cs="Courier New"/>
        </w:rPr>
        <w:t>cbDefault</w:t>
      </w:r>
      <w:r w:rsidR="00776AEB">
        <w:t xml:space="preserve"> return value </w:t>
      </w:r>
      <w:r w:rsidR="00233FEF">
        <w:t>returns</w:t>
      </w:r>
      <w:r w:rsidR="00776AEB">
        <w:t xml:space="preserve"> a </w:t>
      </w:r>
      <w:r w:rsidR="00776AEB" w:rsidRPr="00776AEB">
        <w:rPr>
          <w:rFonts w:ascii="Courier New" w:hAnsi="Courier New" w:cs="Courier New"/>
        </w:rPr>
        <w:t>Process</w:t>
      </w:r>
      <w:r w:rsidR="00776AEB">
        <w:t xml:space="preserve"> and </w:t>
      </w:r>
      <w:r w:rsidR="00776AEB" w:rsidRPr="00776AEB">
        <w:rPr>
          <w:rFonts w:ascii="Courier New" w:hAnsi="Courier New" w:cs="Courier New"/>
        </w:rPr>
        <w:t>Thread</w:t>
      </w:r>
      <w:r w:rsidR="00776AEB">
        <w:t xml:space="preserve"> to the original state before the event occurred.</w:t>
      </w:r>
    </w:p>
    <w:p w:rsidR="00776AEB" w:rsidRDefault="00776AEB" w:rsidP="009A6F08">
      <w:pPr>
        <w:pStyle w:val="APIBody"/>
      </w:pPr>
      <w:r>
        <w:t xml:space="preserve">Some events, such as process spawn or thread create involve two processes or threads.  In this case the ProcControlAPI user can specify </w:t>
      </w:r>
      <w:r w:rsidR="00C45558">
        <w:t xml:space="preserve">a </w:t>
      </w:r>
      <w:r w:rsidR="00C45558" w:rsidRPr="00C45558">
        <w:rPr>
          <w:rFonts w:ascii="Courier New" w:hAnsi="Courier New" w:cs="Courier New"/>
        </w:rPr>
        <w:t xml:space="preserve">cb_action_t </w:t>
      </w:r>
      <w:r w:rsidR="00C45558">
        <w:t xml:space="preserve">value for both the parent and child using the two parameter constructor for </w:t>
      </w:r>
      <w:r w:rsidR="00C45558" w:rsidRPr="00C45558">
        <w:rPr>
          <w:rFonts w:ascii="Courier New" w:hAnsi="Courier New" w:cs="Courier New"/>
        </w:rPr>
        <w:t>cb_ret_t</w:t>
      </w:r>
      <w:r w:rsidR="00C45558">
        <w:t>.</w:t>
      </w:r>
    </w:p>
    <w:p w:rsidR="00BC252D" w:rsidRDefault="00BC252D" w:rsidP="00BC252D">
      <w:pPr>
        <w:pStyle w:val="Definition"/>
      </w:pPr>
      <w:r>
        <w:t xml:space="preserve">typedef </w:t>
      </w:r>
      <w:r w:rsidR="00931F60">
        <w:t>Process::</w:t>
      </w:r>
      <w:r>
        <w:t>cb_ret_t(*cb_func_t)(Event::const_ptr)</w:t>
      </w:r>
    </w:p>
    <w:p w:rsidR="00BC252D" w:rsidRDefault="00BC252D" w:rsidP="009A6F08">
      <w:pPr>
        <w:pStyle w:val="APIBody"/>
      </w:pPr>
      <w:r>
        <w:t xml:space="preserve">The </w:t>
      </w:r>
      <w:r w:rsidRPr="00BC252D">
        <w:rPr>
          <w:rFonts w:ascii="Courier New" w:hAnsi="Courier New" w:cs="Courier New"/>
        </w:rPr>
        <w:t>cb_func_t</w:t>
      </w:r>
      <w:r>
        <w:t xml:space="preserve"> type is a function pointer type for functions that can handle event callbacks.  The callback function gets an </w:t>
      </w:r>
      <w:r w:rsidRPr="00BC252D">
        <w:rPr>
          <w:rFonts w:ascii="Courier New" w:hAnsi="Courier New" w:cs="Courier New"/>
        </w:rPr>
        <w:t>Event::const_ptr</w:t>
      </w:r>
      <w:r>
        <w:t xml:space="preserve"> as input, which points to the </w:t>
      </w:r>
      <w:r w:rsidRPr="00BC252D">
        <w:rPr>
          <w:rFonts w:ascii="Courier New" w:hAnsi="Courier New" w:cs="Courier New"/>
        </w:rPr>
        <w:t>Event</w:t>
      </w:r>
      <w:r>
        <w:t xml:space="preserve"> that triggered the callback.  The </w:t>
      </w:r>
      <w:r w:rsidRPr="00BC252D">
        <w:rPr>
          <w:rFonts w:ascii="Courier New" w:hAnsi="Courier New" w:cs="Courier New"/>
        </w:rPr>
        <w:t>cb_func_t</w:t>
      </w:r>
      <w:r>
        <w:t xml:space="preserve"> function should return a </w:t>
      </w:r>
      <w:r w:rsidRPr="00BC252D">
        <w:rPr>
          <w:rFonts w:ascii="Courier New" w:hAnsi="Courier New" w:cs="Courier New"/>
        </w:rPr>
        <w:t>cb_ret_t</w:t>
      </w:r>
      <w:r>
        <w:t xml:space="preserve"> describing what to do with the process after handling the event.</w:t>
      </w:r>
    </w:p>
    <w:p w:rsidR="00265435" w:rsidRDefault="00265435" w:rsidP="00265435">
      <w:pPr>
        <w:pStyle w:val="Definition"/>
      </w:pPr>
      <w:r>
        <w:t>typedef enum {</w:t>
      </w:r>
    </w:p>
    <w:p w:rsidR="00265435" w:rsidRDefault="00265435" w:rsidP="00265435">
      <w:pPr>
        <w:pStyle w:val="Definition"/>
      </w:pPr>
      <w:r>
        <w:t xml:space="preserve">   OSNone,</w:t>
      </w:r>
    </w:p>
    <w:p w:rsidR="00265435" w:rsidRDefault="00265435" w:rsidP="00265435">
      <w:pPr>
        <w:pStyle w:val="Definition"/>
      </w:pPr>
      <w:r>
        <w:t xml:space="preserve">   Linux,</w:t>
      </w:r>
    </w:p>
    <w:p w:rsidR="00265435" w:rsidRDefault="00265435" w:rsidP="00265435">
      <w:pPr>
        <w:pStyle w:val="Definition"/>
      </w:pPr>
      <w:r>
        <w:t xml:space="preserve">   FreeBSD,</w:t>
      </w:r>
    </w:p>
    <w:p w:rsidR="00265435" w:rsidRDefault="00265435" w:rsidP="00265435">
      <w:pPr>
        <w:pStyle w:val="Definition"/>
      </w:pPr>
      <w:r>
        <w:t xml:space="preserve">   Windows</w:t>
      </w:r>
    </w:p>
    <w:p w:rsidR="00265435" w:rsidRDefault="00265435" w:rsidP="00265435">
      <w:pPr>
        <w:pStyle w:val="Definition"/>
      </w:pPr>
      <w:r>
        <w:t xml:space="preserve">   VxWorks</w:t>
      </w:r>
    </w:p>
    <w:p w:rsidR="00265435" w:rsidRDefault="00265435" w:rsidP="00265435">
      <w:pPr>
        <w:pStyle w:val="Definition"/>
      </w:pPr>
      <w:r>
        <w:t xml:space="preserve">   BlueGeneL</w:t>
      </w:r>
    </w:p>
    <w:p w:rsidR="00265435" w:rsidRDefault="00265435" w:rsidP="00265435">
      <w:pPr>
        <w:pStyle w:val="Definition"/>
      </w:pPr>
      <w:r>
        <w:t xml:space="preserve">   BlueGeneP</w:t>
      </w:r>
    </w:p>
    <w:p w:rsidR="00265435" w:rsidRDefault="00265435" w:rsidP="00265435">
      <w:pPr>
        <w:pStyle w:val="Definition"/>
      </w:pPr>
      <w:r>
        <w:t xml:space="preserve">   BlueGeneQ</w:t>
      </w:r>
    </w:p>
    <w:p w:rsidR="00265435" w:rsidRDefault="00265435" w:rsidP="00265435">
      <w:pPr>
        <w:pStyle w:val="Definition"/>
      </w:pPr>
      <w:r>
        <w:t>} Dyninst::OSType</w:t>
      </w:r>
      <w:r>
        <w:fldChar w:fldCharType="begin"/>
      </w:r>
      <w:r>
        <w:instrText xml:space="preserve"> XE "</w:instrText>
      </w:r>
      <w:r w:rsidRPr="008928FE">
        <w:instrText>OSType</w:instrText>
      </w:r>
      <w:r>
        <w:instrText xml:space="preserve">" </w:instrText>
      </w:r>
      <w:r>
        <w:fldChar w:fldCharType="end"/>
      </w:r>
    </w:p>
    <w:p w:rsidR="00265435" w:rsidRDefault="00265435" w:rsidP="009A6F08">
      <w:pPr>
        <w:pStyle w:val="APIBody"/>
      </w:pPr>
      <w:r>
        <w:t xml:space="preserve">A value from this enum is returned from </w:t>
      </w:r>
      <w:r w:rsidRPr="00265435">
        <w:rPr>
          <w:rFonts w:ascii="Courier New" w:hAnsi="Courier New" w:cs="Courier New"/>
        </w:rPr>
        <w:t>Process::getOS</w:t>
      </w:r>
      <w:r>
        <w:t xml:space="preserve"> and signifies the current OS on which the target process is running.</w:t>
      </w:r>
    </w:p>
    <w:p w:rsidR="00265435" w:rsidRDefault="00265435" w:rsidP="009A6F08">
      <w:pPr>
        <w:pStyle w:val="APIBody"/>
      </w:pPr>
      <w:r>
        <w:t xml:space="preserve">This type is used by </w:t>
      </w:r>
      <w:r w:rsidRPr="00265435">
        <w:rPr>
          <w:rFonts w:ascii="Courier New" w:hAnsi="Courier New" w:cs="Courier New"/>
        </w:rPr>
        <w:t>Process</w:t>
      </w:r>
      <w:r>
        <w:t xml:space="preserve">, but it is </w:t>
      </w:r>
      <w:r w:rsidR="00FC52AC">
        <w:t xml:space="preserve">declared </w:t>
      </w:r>
      <w:r>
        <w:t xml:space="preserve">in the </w:t>
      </w:r>
      <w:r w:rsidRPr="00265435">
        <w:rPr>
          <w:rFonts w:ascii="Courier New" w:hAnsi="Courier New" w:cs="Courier New"/>
        </w:rPr>
        <w:t>Dyninst</w:t>
      </w:r>
      <w:r>
        <w:t xml:space="preserve"> namespace in </w:t>
      </w:r>
      <w:r w:rsidRPr="00265435">
        <w:rPr>
          <w:rFonts w:ascii="Courier New" w:hAnsi="Courier New" w:cs="Courier New"/>
        </w:rPr>
        <w:t>dyntypes.h</w:t>
      </w:r>
      <w:r>
        <w:t>.</w:t>
      </w:r>
    </w:p>
    <w:p w:rsidR="00BE7330" w:rsidRDefault="00BE7330" w:rsidP="00BE7330">
      <w:pPr>
        <w:pStyle w:val="Definition"/>
      </w:pPr>
      <w:r w:rsidRPr="00BE7330">
        <w:t>typedef std::pair&lt;Dyninst::Address, Dyninst::Address&gt; MemoryRegion;</w:t>
      </w:r>
    </w:p>
    <w:p w:rsidR="00BE7330" w:rsidRDefault="00BE7330" w:rsidP="00BE7330">
      <w:pPr>
        <w:pStyle w:val="APIBody"/>
      </w:pPr>
      <w:r>
        <w:t xml:space="preserve">The </w:t>
      </w:r>
      <w:r w:rsidRPr="00BE7330">
        <w:rPr>
          <w:rFonts w:ascii="Courier New" w:hAnsi="Courier New" w:cs="Courier New"/>
        </w:rPr>
        <w:t>MemoryRegion</w:t>
      </w:r>
      <w:r>
        <w:t xml:space="preserve"> ty</w:t>
      </w:r>
      <w:r w:rsidR="0043020A">
        <w:t xml:space="preserve">pe </w:t>
      </w:r>
      <w:r w:rsidR="00D44E3A">
        <w:t xml:space="preserve">represents </w:t>
      </w:r>
      <w:r w:rsidR="000A21BB">
        <w:t xml:space="preserve">a region of </w:t>
      </w:r>
      <w:r>
        <w:t>allocated memory</w:t>
      </w:r>
      <w:r w:rsidR="00502830">
        <w:t>, and the f</w:t>
      </w:r>
      <w:r w:rsidR="00EC7566">
        <w:t>irst part of the pair</w:t>
      </w:r>
      <w:r w:rsidR="0043020A">
        <w:t xml:space="preserve"> </w:t>
      </w:r>
      <w:r w:rsidR="00497BC9">
        <w:t xml:space="preserve">is the start address, the </w:t>
      </w:r>
      <w:r w:rsidR="00EC7566">
        <w:t>second</w:t>
      </w:r>
      <w:r w:rsidR="00497BC9">
        <w:t>, the end.</w:t>
      </w:r>
    </w:p>
    <w:p w:rsidR="007B5521" w:rsidRPr="007B5521" w:rsidRDefault="00866DF0" w:rsidP="009A6F08">
      <w:pPr>
        <w:pStyle w:val="ClassHeading"/>
      </w:pPr>
      <w:r>
        <w:t xml:space="preserve">Process </w:t>
      </w:r>
      <w:r w:rsidR="00A77543">
        <w:t xml:space="preserve">Static </w:t>
      </w:r>
      <w:r w:rsidR="007B5521">
        <w:t>Member Functions:</w:t>
      </w:r>
    </w:p>
    <w:p w:rsidR="005A008B" w:rsidRPr="00A14A88" w:rsidRDefault="005A008B" w:rsidP="00A14A88">
      <w:pPr>
        <w:pStyle w:val="Definition"/>
      </w:pPr>
      <w:r w:rsidRPr="00A14A88">
        <w:t>static Process::ptr createProcess</w:t>
      </w:r>
      <w:r w:rsidR="000F4AA4">
        <w:fldChar w:fldCharType="begin"/>
      </w:r>
      <w:r w:rsidR="00D00369">
        <w:instrText xml:space="preserve"> XE "</w:instrText>
      </w:r>
      <w:r w:rsidR="00D00369" w:rsidRPr="00817D51">
        <w:rPr>
          <w:rFonts w:asciiTheme="minorHAnsi" w:hAnsiTheme="minorHAnsi"/>
        </w:rPr>
        <w:instrText>createProcess</w:instrText>
      </w:r>
      <w:r w:rsidR="00817D51" w:rsidRPr="00817D51">
        <w:rPr>
          <w:rFonts w:asciiTheme="minorHAnsi" w:hAnsiTheme="minorHAnsi"/>
        </w:rPr>
        <w:instrText>, Process</w:instrText>
      </w:r>
      <w:r w:rsidR="00D00369">
        <w:instrText xml:space="preserve">" </w:instrText>
      </w:r>
      <w:r w:rsidR="000F4AA4">
        <w:fldChar w:fldCharType="end"/>
      </w:r>
      <w:r w:rsidRPr="00A14A88">
        <w:t>(</w:t>
      </w:r>
    </w:p>
    <w:p w:rsidR="005A008B" w:rsidRPr="00A14A88" w:rsidRDefault="005A008B" w:rsidP="00A14A88">
      <w:pPr>
        <w:pStyle w:val="Definition"/>
        <w:ind w:firstLine="432"/>
      </w:pPr>
      <w:r w:rsidRPr="00A14A88">
        <w:t>std::string executable,</w:t>
      </w:r>
    </w:p>
    <w:p w:rsidR="00B42BFD" w:rsidRDefault="005A008B" w:rsidP="00A14A88">
      <w:pPr>
        <w:pStyle w:val="Definition"/>
        <w:ind w:firstLine="432"/>
      </w:pPr>
      <w:r w:rsidRPr="00A14A88">
        <w:t>const std::vector&lt;std::string&gt; &amp;argv</w:t>
      </w:r>
      <w:r w:rsidR="00B42BFD">
        <w:t>,</w:t>
      </w:r>
    </w:p>
    <w:p w:rsidR="00A367E2" w:rsidRDefault="00B42BFD" w:rsidP="00A14A88">
      <w:pPr>
        <w:pStyle w:val="Definition"/>
        <w:ind w:firstLine="432"/>
      </w:pPr>
      <w:r>
        <w:t>const std::vector&lt;std::string&gt; &amp;envp</w:t>
      </w:r>
      <w:r w:rsidR="00A367E2">
        <w:t xml:space="preserve"> = emptyEnv,</w:t>
      </w:r>
    </w:p>
    <w:p w:rsidR="005A008B" w:rsidRPr="00A14A88" w:rsidRDefault="00A367E2" w:rsidP="00A14A88">
      <w:pPr>
        <w:pStyle w:val="Definition"/>
        <w:ind w:firstLine="432"/>
      </w:pPr>
      <w:r>
        <w:t>const std::map&lt;int,int&gt; &amp;fds = emptyFDs</w:t>
      </w:r>
      <w:r w:rsidR="005A008B" w:rsidRPr="00A14A88">
        <w:t>)</w:t>
      </w:r>
    </w:p>
    <w:p w:rsidR="005A008B" w:rsidRDefault="005A008B" w:rsidP="009A6F08">
      <w:pPr>
        <w:pStyle w:val="APIBody"/>
      </w:pPr>
      <w:r>
        <w:t>This</w:t>
      </w:r>
      <w:r w:rsidR="007B5521">
        <w:t xml:space="preserve"> </w:t>
      </w:r>
      <w:r w:rsidR="00866DF0">
        <w:t>function</w:t>
      </w:r>
      <w:r w:rsidR="007B5521">
        <w:t xml:space="preserve"> creates a new process by </w:t>
      </w:r>
      <w:r w:rsidR="007B477D">
        <w:t>launching</w:t>
      </w:r>
      <w:r w:rsidR="007B5521">
        <w:t xml:space="preserve"> an executable file named by </w:t>
      </w:r>
      <w:r w:rsidR="007B5521" w:rsidRPr="007B5521">
        <w:rPr>
          <w:rFonts w:ascii="Courier New" w:hAnsi="Courier New" w:cs="Courier New"/>
        </w:rPr>
        <w:t>executable</w:t>
      </w:r>
      <w:r w:rsidR="007B5521">
        <w:t xml:space="preserve"> with the arguments specified by </w:t>
      </w:r>
      <w:r w:rsidR="007B5521" w:rsidRPr="007B5521">
        <w:rPr>
          <w:rFonts w:ascii="Courier New" w:hAnsi="Courier New" w:cs="Courier New"/>
        </w:rPr>
        <w:t>argv</w:t>
      </w:r>
      <w:r w:rsidR="007B5521">
        <w:t>,</w:t>
      </w:r>
      <w:r w:rsidR="00B42BFD">
        <w:t xml:space="preserve"> the environment specified in </w:t>
      </w:r>
      <w:r w:rsidR="00B42BFD" w:rsidRPr="00B42BFD">
        <w:rPr>
          <w:rFonts w:ascii="Courier New" w:hAnsi="Courier New" w:cs="Courier New"/>
        </w:rPr>
        <w:t>envp</w:t>
      </w:r>
      <w:r w:rsidR="00B42BFD">
        <w:rPr>
          <w:rFonts w:ascii="Courier New" w:hAnsi="Courier New" w:cs="Courier New"/>
        </w:rPr>
        <w:t>,</w:t>
      </w:r>
      <w:r w:rsidR="007B5521">
        <w:t xml:space="preserve"> and </w:t>
      </w:r>
      <w:r w:rsidR="007B477D">
        <w:t xml:space="preserve">it </w:t>
      </w:r>
      <w:r w:rsidR="007B5521">
        <w:t xml:space="preserve">returns a pointer to the new </w:t>
      </w:r>
      <w:r w:rsidR="007B5521" w:rsidRPr="007B5521">
        <w:rPr>
          <w:rFonts w:ascii="Courier New" w:hAnsi="Courier New" w:cs="Courier New"/>
        </w:rPr>
        <w:t>Process</w:t>
      </w:r>
      <w:r w:rsidR="007B5521">
        <w:t xml:space="preserve"> object upon success.  The new process will be created with its initial thread in the </w:t>
      </w:r>
      <w:r w:rsidR="007B5521" w:rsidRPr="007B5521">
        <w:rPr>
          <w:rFonts w:ascii="Courier New" w:hAnsi="Courier New" w:cs="Courier New"/>
        </w:rPr>
        <w:t>stopped</w:t>
      </w:r>
      <w:r w:rsidR="007B5521">
        <w:t xml:space="preserve"> state.  </w:t>
      </w:r>
    </w:p>
    <w:p w:rsidR="00B1217C" w:rsidRDefault="00B1217C" w:rsidP="009A6F08">
      <w:pPr>
        <w:pStyle w:val="APIBody"/>
      </w:pPr>
      <w:r>
        <w:t>It is an error to call this function from a callback.</w:t>
      </w:r>
    </w:p>
    <w:p w:rsidR="00A367E2" w:rsidRPr="00931F60" w:rsidRDefault="00A367E2" w:rsidP="009A6F08">
      <w:pPr>
        <w:pStyle w:val="APIBody"/>
      </w:pPr>
      <w:r>
        <w:lastRenderedPageBreak/>
        <w:t xml:space="preserve">If the </w:t>
      </w:r>
      <w:r w:rsidRPr="00931F60">
        <w:rPr>
          <w:rFonts w:ascii="Courier New" w:hAnsi="Courier New" w:cs="Courier New"/>
        </w:rPr>
        <w:t>fds</w:t>
      </w:r>
      <w:r w:rsidR="00931F60" w:rsidRPr="00931F60">
        <w:t xml:space="preserve"> map</w:t>
      </w:r>
      <w:r w:rsidR="00931F60">
        <w:t xml:space="preserve"> is</w:t>
      </w:r>
      <w:r w:rsidR="007D697D">
        <w:t xml:space="preserve"> </w:t>
      </w:r>
      <w:r w:rsidR="00931F60">
        <w:t>n</w:t>
      </w:r>
      <w:r w:rsidR="007D697D">
        <w:t>o</w:t>
      </w:r>
      <w:r w:rsidR="00931F60">
        <w:t xml:space="preserve">t empty, then the new process will be created with the file descriptors from the </w:t>
      </w:r>
      <w:r w:rsidR="007D697D" w:rsidRPr="00913764">
        <w:rPr>
          <w:rFonts w:ascii="Courier New" w:hAnsi="Courier New" w:cs="Courier New"/>
        </w:rPr>
        <w:t>fds’</w:t>
      </w:r>
      <w:r w:rsidR="007D697D">
        <w:t xml:space="preserve"> </w:t>
      </w:r>
      <w:r w:rsidR="00931F60" w:rsidRPr="00931F60">
        <w:rPr>
          <w:rFonts w:ascii="Courier New" w:hAnsi="Courier New" w:cs="Courier New"/>
        </w:rPr>
        <w:t>first</w:t>
      </w:r>
      <w:r w:rsidR="00931F60">
        <w:t xml:space="preserve"> elements </w:t>
      </w:r>
      <w:r w:rsidR="00931F60" w:rsidRPr="00931F60">
        <w:rPr>
          <w:rFonts w:ascii="Courier New" w:hAnsi="Courier New" w:cs="Courier New"/>
        </w:rPr>
        <w:t>dup2</w:t>
      </w:r>
      <w:r w:rsidR="00931F60">
        <w:t xml:space="preserve"> </w:t>
      </w:r>
      <w:r w:rsidR="007D697D">
        <w:t>mapped to t</w:t>
      </w:r>
      <w:r w:rsidR="00931F60">
        <w:t xml:space="preserve">he file descriptors in </w:t>
      </w:r>
      <w:r w:rsidR="007D697D" w:rsidRPr="00913764">
        <w:rPr>
          <w:rFonts w:ascii="Courier New" w:hAnsi="Courier New" w:cs="Courier New"/>
        </w:rPr>
        <w:t>fds’</w:t>
      </w:r>
      <w:r w:rsidR="007D697D">
        <w:t xml:space="preserve"> </w:t>
      </w:r>
      <w:r w:rsidR="00931F60" w:rsidRPr="00931F60">
        <w:rPr>
          <w:rFonts w:ascii="Courier New" w:hAnsi="Courier New" w:cs="Courier New"/>
        </w:rPr>
        <w:t>second</w:t>
      </w:r>
      <w:r w:rsidR="007D697D" w:rsidRPr="00913764">
        <w:t xml:space="preserve"> elements</w:t>
      </w:r>
      <w:r w:rsidR="00931F60">
        <w:t>.</w:t>
      </w:r>
    </w:p>
    <w:p w:rsidR="00B42BFD" w:rsidRPr="00B42BFD" w:rsidRDefault="00B42BFD" w:rsidP="009A6F08">
      <w:pPr>
        <w:pStyle w:val="APIBody"/>
      </w:pPr>
      <w:r>
        <w:t xml:space="preserve">If </w:t>
      </w:r>
      <w:r>
        <w:rPr>
          <w:rFonts w:ascii="Courier New" w:hAnsi="Courier New" w:cs="Courier New"/>
        </w:rPr>
        <w:t xml:space="preserve">envp </w:t>
      </w:r>
      <w:r>
        <w:t>is empty, the environment will be inherited from the calling process.</w:t>
      </w:r>
    </w:p>
    <w:p w:rsidR="00B1217C" w:rsidRDefault="00B1217C" w:rsidP="009A6F08">
      <w:pPr>
        <w:pStyle w:val="APIBody"/>
      </w:pPr>
      <w:r>
        <w:t>ProcControlAPI may deliver callbacks when this function is called.</w:t>
      </w:r>
    </w:p>
    <w:p w:rsidR="003A685A" w:rsidRDefault="003A685A" w:rsidP="009A6F08">
      <w:pPr>
        <w:pStyle w:val="APIBody"/>
      </w:pPr>
      <w:r>
        <w:t>This function return</w:t>
      </w:r>
      <w:r w:rsidR="00B36283">
        <w:t>s</w:t>
      </w:r>
      <w:r>
        <w:t xml:space="preserve"> </w:t>
      </w:r>
      <w:r w:rsidRPr="003A685A">
        <w:rPr>
          <w:rFonts w:ascii="Courier New" w:hAnsi="Courier New" w:cs="Courier New"/>
        </w:rPr>
        <w:t>Process::ptr()</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rsidR="003A685A" w:rsidRDefault="003A685A" w:rsidP="003A685A">
      <w:pPr>
        <w:pStyle w:val="Definition"/>
      </w:pPr>
      <w:r>
        <w:t>static Process::ptr attachProcess</w:t>
      </w:r>
      <w:r w:rsidR="000F4AA4">
        <w:fldChar w:fldCharType="begin"/>
      </w:r>
      <w:r w:rsidR="00D00369">
        <w:instrText xml:space="preserve"> XE "</w:instrText>
      </w:r>
      <w:r w:rsidR="00D00369" w:rsidRPr="00817D51">
        <w:rPr>
          <w:rFonts w:asciiTheme="minorHAnsi" w:hAnsiTheme="minorHAnsi"/>
        </w:rPr>
        <w:instrText>attachProcess</w:instrText>
      </w:r>
      <w:r w:rsidR="00817D51" w:rsidRPr="00817D51">
        <w:rPr>
          <w:rFonts w:asciiTheme="minorHAnsi" w:hAnsiTheme="minorHAnsi"/>
        </w:rPr>
        <w:instrText>, Process</w:instrText>
      </w:r>
      <w:r w:rsidR="00D00369">
        <w:instrText xml:space="preserve">" </w:instrText>
      </w:r>
      <w:r w:rsidR="000F4AA4">
        <w:fldChar w:fldCharType="end"/>
      </w:r>
      <w:r>
        <w:t>(</w:t>
      </w:r>
    </w:p>
    <w:p w:rsidR="003A685A" w:rsidRDefault="003A685A" w:rsidP="003A685A">
      <w:pPr>
        <w:pStyle w:val="Definition"/>
        <w:ind w:firstLine="720"/>
      </w:pPr>
      <w:r>
        <w:t xml:space="preserve">Dyninst::PID pid, </w:t>
      </w:r>
    </w:p>
    <w:p w:rsidR="003A685A" w:rsidRDefault="00B36283" w:rsidP="003A685A">
      <w:pPr>
        <w:pStyle w:val="Definition"/>
        <w:ind w:firstLine="720"/>
      </w:pPr>
      <w:r>
        <w:t>std::string executable = ""</w:t>
      </w:r>
      <w:r w:rsidR="003A685A">
        <w:t>)</w:t>
      </w:r>
    </w:p>
    <w:p w:rsidR="003A685A" w:rsidRDefault="003A685A" w:rsidP="009A6F08">
      <w:pPr>
        <w:pStyle w:val="APIBody"/>
      </w:pPr>
      <w:r>
        <w:t xml:space="preserve">This </w:t>
      </w:r>
      <w:r w:rsidR="00866DF0">
        <w:t>function</w:t>
      </w:r>
      <w:r>
        <w:t xml:space="preserve"> creates a new </w:t>
      </w:r>
      <w:r w:rsidR="00A77543" w:rsidRPr="00A77543">
        <w:rPr>
          <w:rFonts w:ascii="Courier New" w:hAnsi="Courier New" w:cs="Courier New"/>
        </w:rPr>
        <w:t>Process</w:t>
      </w:r>
      <w:r w:rsidR="00A77543">
        <w:t xml:space="preserve"> object</w:t>
      </w:r>
      <w:r>
        <w:t xml:space="preserve"> by attaching to the PID specified by </w:t>
      </w:r>
      <w:r w:rsidRPr="00A77543">
        <w:rPr>
          <w:rFonts w:ascii="Courier New" w:hAnsi="Courier New" w:cs="Courier New"/>
        </w:rPr>
        <w:t>pid</w:t>
      </w:r>
      <w:r>
        <w:t xml:space="preserve">.  </w:t>
      </w:r>
      <w:r w:rsidR="00A77543">
        <w:t xml:space="preserve">The new </w:t>
      </w:r>
      <w:r w:rsidR="00A77543" w:rsidRPr="00A77543">
        <w:rPr>
          <w:rFonts w:ascii="Courier New" w:hAnsi="Courier New" w:cs="Courier New"/>
        </w:rPr>
        <w:t>Process</w:t>
      </w:r>
      <w:r w:rsidR="00A77543">
        <w:t xml:space="preserve"> object will be returned from this function upon success.  </w:t>
      </w:r>
      <w:r>
        <w:t>The executable argument is optional, and can be used to assist ProcControlAPI in finding the process’ executable on operating systems where this cannot be easily determined</w:t>
      </w:r>
      <w:r w:rsidR="00A77543">
        <w:t xml:space="preserve"> (currently on AIX)</w:t>
      </w:r>
      <w:r>
        <w:t xml:space="preserve">.  </w:t>
      </w:r>
      <w:r w:rsidR="00A77543">
        <w:t>The new process will be returned with all of its threads in the stopped state.</w:t>
      </w:r>
    </w:p>
    <w:p w:rsidR="00B1217C" w:rsidRDefault="00B1217C" w:rsidP="009A6F08">
      <w:pPr>
        <w:pStyle w:val="APIBody"/>
      </w:pPr>
      <w:r>
        <w:t>It is an error to call this function from a callback.</w:t>
      </w:r>
    </w:p>
    <w:p w:rsidR="00B1217C" w:rsidRDefault="00B1217C" w:rsidP="009A6F08">
      <w:pPr>
        <w:pStyle w:val="APIBody"/>
      </w:pPr>
      <w:r>
        <w:t>ProcControlAPI may deliver callbacks when this function is called.</w:t>
      </w:r>
    </w:p>
    <w:p w:rsidR="00A77543" w:rsidRDefault="00A77543" w:rsidP="009A6F08">
      <w:pPr>
        <w:pStyle w:val="APIBody"/>
      </w:pPr>
      <w:r>
        <w:t xml:space="preserve">This function return </w:t>
      </w:r>
      <w:r w:rsidRPr="003A685A">
        <w:rPr>
          <w:rFonts w:ascii="Courier New" w:hAnsi="Courier New" w:cs="Courier New"/>
        </w:rPr>
        <w:t>Process::ptr()</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rsidR="00A77543" w:rsidRDefault="00A77543" w:rsidP="00A77543">
      <w:pPr>
        <w:pStyle w:val="Definition"/>
      </w:pPr>
      <w:r>
        <w:t>static bool handleEvents</w:t>
      </w:r>
      <w:r w:rsidR="000F4AA4">
        <w:fldChar w:fldCharType="begin"/>
      </w:r>
      <w:r w:rsidR="00D00369">
        <w:instrText xml:space="preserve"> XE "</w:instrText>
      </w:r>
      <w:r w:rsidR="00D00369" w:rsidRPr="00817D51">
        <w:rPr>
          <w:rFonts w:asciiTheme="minorHAnsi" w:hAnsiTheme="minorHAnsi"/>
        </w:rPr>
        <w:instrText>handleEvents</w:instrText>
      </w:r>
      <w:r w:rsidR="00817D51" w:rsidRPr="00817D51">
        <w:rPr>
          <w:rFonts w:asciiTheme="minorHAnsi" w:hAnsiTheme="minorHAnsi"/>
        </w:rPr>
        <w:instrText>, Process</w:instrText>
      </w:r>
      <w:r w:rsidR="00D00369">
        <w:instrText xml:space="preserve">" </w:instrText>
      </w:r>
      <w:r w:rsidR="000F4AA4">
        <w:fldChar w:fldCharType="end"/>
      </w:r>
      <w:r>
        <w:t>(bool block)</w:t>
      </w:r>
    </w:p>
    <w:p w:rsidR="00A77543" w:rsidRDefault="00A77543" w:rsidP="009A6F08">
      <w:pPr>
        <w:pStyle w:val="APIBody"/>
      </w:pPr>
      <w:r>
        <w:t xml:space="preserve">This </w:t>
      </w:r>
      <w:r w:rsidR="00866DF0">
        <w:t>function</w:t>
      </w:r>
      <w:r w:rsidR="00B1217C">
        <w:t xml:space="preserve"> causes ProcControlAPI to handle any pending debug events and deliver callbacks</w:t>
      </w:r>
      <w:r w:rsidR="000F4AA4">
        <w:fldChar w:fldCharType="begin"/>
      </w:r>
      <w:r w:rsidR="007650F8">
        <w:instrText xml:space="preserve"> XE "</w:instrText>
      </w:r>
      <w:r w:rsidR="007650F8" w:rsidRPr="00CA4AD9">
        <w:instrText>callback function</w:instrText>
      </w:r>
      <w:r w:rsidR="007650F8">
        <w:instrText xml:space="preserve">" </w:instrText>
      </w:r>
      <w:r w:rsidR="000F4AA4">
        <w:fldChar w:fldCharType="end"/>
      </w:r>
      <w:r w:rsidR="00B1217C">
        <w:t>.  When an event requires a callback ProcControlAPI need</w:t>
      </w:r>
      <w:r w:rsidR="007B477D">
        <w:t>s</w:t>
      </w:r>
      <w:r w:rsidR="00B1217C">
        <w:t xml:space="preserve"> control of the main thread in order to deliver </w:t>
      </w:r>
      <w:r w:rsidR="007B477D">
        <w:t>the</w:t>
      </w:r>
      <w:r w:rsidR="00B1217C">
        <w:t xml:space="preserve"> callback.  This function give</w:t>
      </w:r>
      <w:r w:rsidR="00EE2D12">
        <w:t>s</w:t>
      </w:r>
      <w:r w:rsidR="00B1217C">
        <w:t xml:space="preserve"> control </w:t>
      </w:r>
      <w:r w:rsidR="00EE2D12">
        <w:t xml:space="preserve">of the main thread </w:t>
      </w:r>
      <w:r w:rsidR="00B1217C">
        <w:t xml:space="preserve">to ProcControlAPI </w:t>
      </w:r>
      <w:r w:rsidR="007B477D">
        <w:t>for</w:t>
      </w:r>
      <w:r w:rsidR="00B1217C">
        <w:t xml:space="preserve"> callback</w:t>
      </w:r>
      <w:r w:rsidR="007B477D">
        <w:t xml:space="preserve"> delivery</w:t>
      </w:r>
      <w:r w:rsidR="00B1217C">
        <w:t xml:space="preserve">.   A user can know when to call </w:t>
      </w:r>
      <w:r w:rsidR="00B1217C" w:rsidRPr="00B1217C">
        <w:rPr>
          <w:rFonts w:ascii="Courier New" w:hAnsi="Courier New" w:cs="Courier New"/>
        </w:rPr>
        <w:t>handleEvents</w:t>
      </w:r>
      <w:r w:rsidR="00B1217C">
        <w:t xml:space="preserve"> by using the </w:t>
      </w:r>
      <w:r w:rsidR="00EE2D12" w:rsidRPr="00EE2D12">
        <w:rPr>
          <w:rFonts w:ascii="Courier New" w:hAnsi="Courier New" w:cs="Courier New"/>
        </w:rPr>
        <w:t>Event</w:t>
      </w:r>
      <w:r w:rsidR="00B1217C" w:rsidRPr="00EE2D12">
        <w:rPr>
          <w:rFonts w:ascii="Courier New" w:hAnsi="Courier New" w:cs="Courier New"/>
        </w:rPr>
        <w:t>Notify</w:t>
      </w:r>
      <w:r w:rsidR="00B1217C">
        <w:t xml:space="preserve"> </w:t>
      </w:r>
      <w:r w:rsidR="005E011A">
        <w:t>interface;</w:t>
      </w:r>
      <w:r w:rsidR="00EE2D12">
        <w:t xml:space="preserve"> </w:t>
      </w:r>
      <w:r w:rsidR="007B477D">
        <w:t>S</w:t>
      </w:r>
      <w:r w:rsidR="00EE2D12">
        <w:t>ee</w:t>
      </w:r>
      <w:r w:rsidR="007B477D">
        <w:t xml:space="preserve"> Sections</w:t>
      </w:r>
      <w:r w:rsidR="00EE2D12">
        <w:t xml:space="preserve"> </w:t>
      </w:r>
      <w:r w:rsidR="000F4AA4">
        <w:fldChar w:fldCharType="begin"/>
      </w:r>
      <w:r w:rsidR="007B477D">
        <w:instrText xml:space="preserve"> REF _Ref274128835 \r \h </w:instrText>
      </w:r>
      <w:r w:rsidR="000F4AA4">
        <w:fldChar w:fldCharType="separate"/>
      </w:r>
      <w:r w:rsidR="00C42453">
        <w:t>2.2.3</w:t>
      </w:r>
      <w:r w:rsidR="000F4AA4">
        <w:fldChar w:fldCharType="end"/>
      </w:r>
      <w:r w:rsidR="007B477D">
        <w:t xml:space="preserve"> and </w:t>
      </w:r>
      <w:r w:rsidR="000F4AA4">
        <w:fldChar w:fldCharType="begin"/>
      </w:r>
      <w:r w:rsidR="007B477D">
        <w:instrText xml:space="preserve"> REF _Ref274128838 \r \h </w:instrText>
      </w:r>
      <w:r w:rsidR="000F4AA4">
        <w:fldChar w:fldCharType="separate"/>
      </w:r>
      <w:r w:rsidR="00C42453">
        <w:t>0</w:t>
      </w:r>
      <w:r w:rsidR="000F4AA4">
        <w:fldChar w:fldCharType="end"/>
      </w:r>
      <w:r w:rsidR="007B477D">
        <w:t xml:space="preserve"> </w:t>
      </w:r>
      <w:r w:rsidR="00EE2D12">
        <w:t>for more details</w:t>
      </w:r>
      <w:r w:rsidR="007B477D">
        <w:t xml:space="preserve"> on EventNotify.</w:t>
      </w:r>
      <w:r w:rsidR="00B1217C">
        <w:t xml:space="preserve">  </w:t>
      </w:r>
    </w:p>
    <w:p w:rsidR="00C32EA5" w:rsidRDefault="00B1217C" w:rsidP="009A6F08">
      <w:pPr>
        <w:pStyle w:val="APIBody"/>
      </w:pPr>
      <w:r>
        <w:t xml:space="preserve">If the </w:t>
      </w:r>
      <w:r w:rsidRPr="00C32EA5">
        <w:rPr>
          <w:rFonts w:ascii="Courier New" w:hAnsi="Courier New" w:cs="Courier New"/>
        </w:rPr>
        <w:t>block</w:t>
      </w:r>
      <w:r>
        <w:t xml:space="preserve"> parameter is true, then </w:t>
      </w:r>
      <w:r w:rsidRPr="00C32EA5">
        <w:rPr>
          <w:rFonts w:ascii="Courier New" w:hAnsi="Courier New" w:cs="Courier New"/>
        </w:rPr>
        <w:t>handleEvents</w:t>
      </w:r>
      <w:r>
        <w:t xml:space="preserve"> will block until at least one debug event has been handled.  If </w:t>
      </w:r>
      <w:r w:rsidRPr="00C32EA5">
        <w:rPr>
          <w:rFonts w:ascii="Courier New" w:hAnsi="Courier New" w:cs="Courier New"/>
        </w:rPr>
        <w:t>block</w:t>
      </w:r>
      <w:r>
        <w:t xml:space="preserve"> is false then </w:t>
      </w:r>
      <w:r w:rsidRPr="00C32EA5">
        <w:rPr>
          <w:rFonts w:ascii="Courier New" w:hAnsi="Courier New" w:cs="Courier New"/>
        </w:rPr>
        <w:t>handleEvents</w:t>
      </w:r>
      <w:r>
        <w:t xml:space="preserve"> </w:t>
      </w:r>
      <w:r w:rsidR="00233FEF">
        <w:t>returns</w:t>
      </w:r>
      <w:r>
        <w:t xml:space="preserve"> immediately if no events are ready to be handled.  </w:t>
      </w:r>
    </w:p>
    <w:p w:rsidR="00B1217C" w:rsidRDefault="00B1217C" w:rsidP="009A6F08">
      <w:pPr>
        <w:pStyle w:val="APIBody"/>
      </w:pPr>
      <w:r>
        <w:t xml:space="preserve">This </w:t>
      </w:r>
      <w:r w:rsidR="00866DF0">
        <w:t>function</w:t>
      </w:r>
      <w:r>
        <w:t xml:space="preserve"> returns true if it handled at least one event and false otherwise.</w:t>
      </w:r>
    </w:p>
    <w:p w:rsidR="00B1217C" w:rsidRDefault="00B1217C" w:rsidP="009A6F08">
      <w:pPr>
        <w:pStyle w:val="APIBody"/>
      </w:pPr>
      <w:r>
        <w:t>It is an error to call this function from a callback.</w:t>
      </w:r>
    </w:p>
    <w:p w:rsidR="00861E21" w:rsidRDefault="00B1217C" w:rsidP="00B1217C">
      <w:pPr>
        <w:pStyle w:val="Definition"/>
      </w:pPr>
      <w:r>
        <w:t>static bool registerEventCallback</w:t>
      </w:r>
      <w:r w:rsidR="000F4AA4" w:rsidRPr="007650F8">
        <w:rPr>
          <w:rFonts w:asciiTheme="minorHAnsi" w:hAnsiTheme="minorHAnsi"/>
        </w:rPr>
        <w:fldChar w:fldCharType="begin"/>
      </w:r>
      <w:r w:rsidR="00D00369" w:rsidRPr="007650F8">
        <w:rPr>
          <w:rFonts w:asciiTheme="minorHAnsi" w:hAnsiTheme="minorHAnsi"/>
        </w:rPr>
        <w:instrText xml:space="preserve"> XE "registerEventCallback</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"callback function" </w:instrText>
      </w:r>
      <w:r w:rsidR="000F4AA4" w:rsidRPr="007650F8">
        <w:rPr>
          <w:rFonts w:asciiTheme="minorHAnsi" w:hAnsiTheme="minorHAnsi"/>
        </w:rPr>
        <w:fldChar w:fldCharType="end"/>
      </w:r>
      <w:r>
        <w:t>(</w:t>
      </w:r>
    </w:p>
    <w:p w:rsidR="00861E21" w:rsidRDefault="00B1217C" w:rsidP="00861E21">
      <w:pPr>
        <w:pStyle w:val="Definition"/>
        <w:ind w:firstLine="720"/>
      </w:pPr>
      <w:r>
        <w:t>EventType</w:t>
      </w:r>
      <w:r w:rsidR="000F4AA4" w:rsidRPr="007650F8">
        <w:rPr>
          <w:rFonts w:asciiTheme="minorHAnsi" w:hAnsiTheme="minorHAnsi"/>
        </w:rPr>
        <w:fldChar w:fldCharType="begin"/>
      </w:r>
      <w:r w:rsidR="007650F8" w:rsidRPr="007650F8">
        <w:rPr>
          <w:rFonts w:asciiTheme="minorHAnsi" w:hAnsiTheme="minorHAnsi"/>
        </w:rPr>
        <w:instrText xml:space="preserve"> XE "EventType" </w:instrText>
      </w:r>
      <w:r w:rsidR="000F4AA4" w:rsidRPr="007650F8">
        <w:rPr>
          <w:rFonts w:asciiTheme="minorHAnsi" w:hAnsiTheme="minorHAnsi"/>
        </w:rPr>
        <w:fldChar w:fldCharType="end"/>
      </w:r>
      <w:r>
        <w:t xml:space="preserve"> evt, </w:t>
      </w:r>
    </w:p>
    <w:p w:rsidR="00B1217C" w:rsidRDefault="00B1217C" w:rsidP="00861E21">
      <w:pPr>
        <w:pStyle w:val="Definition"/>
        <w:ind w:firstLine="720"/>
      </w:pPr>
      <w:r>
        <w:t>cb_func_t</w:t>
      </w:r>
      <w:r w:rsidR="000F4AA4" w:rsidRPr="007650F8">
        <w:rPr>
          <w:rFonts w:asciiTheme="minorHAnsi" w:hAnsiTheme="minorHAnsi"/>
        </w:rPr>
        <w:fldChar w:fldCharType="begin"/>
      </w:r>
      <w:r w:rsidR="007650F8" w:rsidRPr="007650F8">
        <w:rPr>
          <w:rFonts w:asciiTheme="minorHAnsi" w:hAnsiTheme="minorHAnsi"/>
        </w:rPr>
        <w:instrText xml:space="preserve"> XE "cb_func_t, Process" </w:instrText>
      </w:r>
      <w:r w:rsidR="000F4AA4" w:rsidRPr="007650F8">
        <w:rPr>
          <w:rFonts w:asciiTheme="minorHAnsi" w:hAnsiTheme="minorHAnsi"/>
        </w:rPr>
        <w:fldChar w:fldCharType="end"/>
      </w:r>
      <w:r>
        <w:t xml:space="preserve"> cbfunc)</w:t>
      </w:r>
    </w:p>
    <w:p w:rsidR="00861E21" w:rsidRDefault="00861E21" w:rsidP="009A6F08">
      <w:pPr>
        <w:pStyle w:val="APIBody"/>
      </w:pPr>
      <w:r>
        <w:t xml:space="preserve">This </w:t>
      </w:r>
      <w:r w:rsidR="00866DF0">
        <w:t>function</w:t>
      </w:r>
      <w:r>
        <w:t xml:space="preserve"> registers a new callback function with ProcControlAPI.  Upon receiving an event with type </w:t>
      </w:r>
      <w:r w:rsidRPr="00861E21">
        <w:rPr>
          <w:rFonts w:ascii="Courier New" w:hAnsi="Courier New" w:cs="Courier New"/>
        </w:rPr>
        <w:t>evt</w:t>
      </w:r>
      <w:r>
        <w:t xml:space="preserve">, ProcControlAPI will deliver a callback with that event to the </w:t>
      </w:r>
      <w:r w:rsidRPr="00861E21">
        <w:rPr>
          <w:rFonts w:ascii="Courier New" w:hAnsi="Courier New" w:cs="Courier New"/>
        </w:rPr>
        <w:t>cbfunc</w:t>
      </w:r>
      <w:r>
        <w:t xml:space="preserve"> function.  Multiple functions can be registered to receive callbacks for a single </w:t>
      </w:r>
      <w:r w:rsidRPr="00861E21">
        <w:rPr>
          <w:rFonts w:ascii="Courier New" w:hAnsi="Courier New" w:cs="Courier New"/>
        </w:rPr>
        <w:t>EventType</w:t>
      </w:r>
      <w:r>
        <w:t xml:space="preserve">, and a single function can be registered with multiple </w:t>
      </w:r>
      <w:r w:rsidRPr="00861E21">
        <w:rPr>
          <w:rFonts w:ascii="Courier New" w:hAnsi="Courier New" w:cs="Courier New"/>
        </w:rPr>
        <w:t>EventType</w:t>
      </w:r>
      <w:r>
        <w:t xml:space="preserve">s.  </w:t>
      </w:r>
    </w:p>
    <w:p w:rsidR="00861E21" w:rsidRDefault="00861E21" w:rsidP="009A6F08">
      <w:pPr>
        <w:pStyle w:val="APIBody"/>
      </w:pPr>
      <w:r>
        <w:t xml:space="preserve">If multiple callback functions are registered with a single </w:t>
      </w:r>
      <w:r w:rsidRPr="00861E21">
        <w:rPr>
          <w:rFonts w:ascii="Courier New" w:hAnsi="Courier New" w:cs="Courier New"/>
        </w:rPr>
        <w:t>EventType</w:t>
      </w:r>
      <w:r>
        <w:t xml:space="preserve">, then it is undefined what order those callback functions will be invoked in.  In this case the </w:t>
      </w:r>
      <w:r w:rsidRPr="00861E21">
        <w:rPr>
          <w:rFonts w:ascii="Courier New" w:hAnsi="Courier New" w:cs="Courier New"/>
        </w:rPr>
        <w:t>cb_ret_t</w:t>
      </w:r>
      <w:r>
        <w:t xml:space="preserve"> result of </w:t>
      </w:r>
      <w:r>
        <w:lastRenderedPageBreak/>
        <w:t>the last callback function called will be used to determine what stop or continue operations should be performed on the process.</w:t>
      </w:r>
      <w:r w:rsidR="001752D9">
        <w:t xml:space="preserve">  If a single callback function is registered for the same </w:t>
      </w:r>
      <w:r w:rsidR="001752D9" w:rsidRPr="001752D9">
        <w:rPr>
          <w:rFonts w:ascii="Courier New" w:hAnsi="Courier New" w:cs="Courier New"/>
        </w:rPr>
        <w:t>EventType</w:t>
      </w:r>
      <w:r w:rsidR="001752D9">
        <w:t xml:space="preserve"> multiple times, then ProcControl</w:t>
      </w:r>
      <w:r w:rsidR="005E011A">
        <w:t>API</w:t>
      </w:r>
      <w:r w:rsidR="001752D9">
        <w:t xml:space="preserve"> will only invoke one call to the callback function for each instance of the </w:t>
      </w:r>
      <w:r w:rsidR="001752D9" w:rsidRPr="001752D9">
        <w:rPr>
          <w:rFonts w:ascii="Courier New" w:hAnsi="Courier New" w:cs="Courier New"/>
        </w:rPr>
        <w:t>EventType</w:t>
      </w:r>
      <w:r w:rsidR="001752D9">
        <w:t>.</w:t>
      </w:r>
    </w:p>
    <w:p w:rsidR="00861E21" w:rsidRDefault="00861E21" w:rsidP="009A6F08">
      <w:pPr>
        <w:pStyle w:val="APIBody"/>
      </w:pPr>
      <w:r>
        <w:t xml:space="preserve">This function </w:t>
      </w:r>
      <w:r w:rsidR="00233FEF">
        <w:t>returns</w:t>
      </w:r>
      <w:r>
        <w:t xml:space="preserve"> true on success and false on error.  Upon an error a subsequent call to </w:t>
      </w:r>
      <w:r w:rsidR="00CB718B">
        <w:rPr>
          <w:rFonts w:ascii="Courier New" w:hAnsi="Courier New" w:cs="Courier New"/>
        </w:rPr>
        <w:t>getLastError</w:t>
      </w:r>
      <w:r>
        <w:t xml:space="preserve"> </w:t>
      </w:r>
      <w:r w:rsidR="00233FEF">
        <w:t>returns</w:t>
      </w:r>
      <w:r>
        <w:t xml:space="preserve"> details on the error.</w:t>
      </w:r>
    </w:p>
    <w:p w:rsidR="00861E21" w:rsidRDefault="00861E21" w:rsidP="00861E21">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817D51">
        <w:rPr>
          <w:rFonts w:asciiTheme="minorHAnsi" w:hAnsiTheme="minorHAnsi"/>
        </w:rPr>
        <w:t>(</w:t>
      </w:r>
    </w:p>
    <w:p w:rsidR="00861E21" w:rsidRDefault="00861E21" w:rsidP="00861E21">
      <w:pPr>
        <w:pStyle w:val="Definition"/>
        <w:ind w:firstLine="720"/>
      </w:pPr>
      <w:r>
        <w:t xml:space="preserve">EventType evt, </w:t>
      </w:r>
    </w:p>
    <w:p w:rsidR="00861E21" w:rsidRDefault="00861E21" w:rsidP="00861E21">
      <w:pPr>
        <w:pStyle w:val="Definition"/>
        <w:ind w:left="720"/>
      </w:pPr>
      <w:r>
        <w:t>cb_func_t cbfunc)</w:t>
      </w:r>
    </w:p>
    <w:p w:rsidR="00861E21" w:rsidRDefault="001752D9" w:rsidP="009A6F08">
      <w:pPr>
        <w:pStyle w:val="APIBody"/>
      </w:pPr>
      <w:r>
        <w:t xml:space="preserve">This </w:t>
      </w:r>
      <w:r w:rsidR="00866DF0">
        <w:t>function</w:t>
      </w:r>
      <w:r>
        <w:t xml:space="preserve"> un-registers a callback that was registered with </w:t>
      </w:r>
      <w:r w:rsidRPr="001752D9">
        <w:rPr>
          <w:rFonts w:ascii="Courier New" w:hAnsi="Courier New" w:cs="Courier New"/>
        </w:rPr>
        <w:t>registerEventCallback</w:t>
      </w:r>
      <w:r>
        <w:t xml:space="preserve">.  After a successful call to this </w:t>
      </w:r>
      <w:r w:rsidR="00866DF0">
        <w:t>function</w:t>
      </w:r>
      <w:r>
        <w:t xml:space="preserve"> the callback function </w:t>
      </w:r>
      <w:r w:rsidRPr="001752D9">
        <w:rPr>
          <w:rFonts w:ascii="Courier New" w:hAnsi="Courier New" w:cs="Courier New"/>
        </w:rPr>
        <w:t>cbfunc</w:t>
      </w:r>
      <w:r>
        <w:t xml:space="preserve"> will stop being called for events with </w:t>
      </w:r>
      <w:r w:rsidRPr="001752D9">
        <w:rPr>
          <w:rFonts w:ascii="Courier New" w:hAnsi="Courier New" w:cs="Courier New"/>
        </w:rPr>
        <w:t>EventType</w:t>
      </w:r>
      <w:r>
        <w:t xml:space="preserve"> </w:t>
      </w:r>
      <w:r w:rsidRPr="001752D9">
        <w:rPr>
          <w:rFonts w:ascii="Courier New" w:hAnsi="Courier New" w:cs="Courier New"/>
        </w:rPr>
        <w:t>evt</w:t>
      </w:r>
      <w:r>
        <w:t xml:space="preserve">.  Other callback functions registered for </w:t>
      </w:r>
      <w:r w:rsidRPr="001752D9">
        <w:rPr>
          <w:rFonts w:ascii="Courier New" w:hAnsi="Courier New" w:cs="Courier New"/>
        </w:rPr>
        <w:t>evt</w:t>
      </w:r>
      <w:r>
        <w:t xml:space="preserve"> will not be affected.  Other instances of </w:t>
      </w:r>
      <w:r w:rsidRPr="001752D9">
        <w:rPr>
          <w:rFonts w:ascii="Courier New" w:hAnsi="Courier New" w:cs="Courier New"/>
        </w:rPr>
        <w:t>cbfunc</w:t>
      </w:r>
      <w:r>
        <w:t xml:space="preserve"> registered for different </w:t>
      </w:r>
      <w:r w:rsidRPr="001752D9">
        <w:rPr>
          <w:rFonts w:ascii="Courier New" w:hAnsi="Courier New" w:cs="Courier New"/>
        </w:rPr>
        <w:t>EventTypes</w:t>
      </w:r>
      <w:r>
        <w:t xml:space="preserve"> will not be affected.</w:t>
      </w:r>
    </w:p>
    <w:p w:rsidR="001752D9" w:rsidRDefault="001752D9" w:rsidP="009A6F08">
      <w:pPr>
        <w:pStyle w:val="APIBody"/>
      </w:pPr>
      <w:r>
        <w:t xml:space="preserve">This </w:t>
      </w:r>
      <w:r w:rsidR="00866DF0">
        <w:t>function</w:t>
      </w:r>
      <w:r>
        <w:t xml:space="preserve">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rsidR="001752D9" w:rsidRDefault="001752D9" w:rsidP="001752D9">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(EventType evt)</w:t>
      </w:r>
    </w:p>
    <w:p w:rsidR="001752D9" w:rsidRDefault="001752D9" w:rsidP="009A6F08">
      <w:pPr>
        <w:pStyle w:val="APIBody"/>
      </w:pPr>
      <w:r>
        <w:t xml:space="preserve">This </w:t>
      </w:r>
      <w:r w:rsidR="00866DF0">
        <w:t>function</w:t>
      </w:r>
      <w:r>
        <w:t xml:space="preserve"> unregisters all callback function</w:t>
      </w:r>
      <w:r w:rsidR="00866DF0">
        <w:t>s</w:t>
      </w:r>
      <w:r>
        <w:t xml:space="preserve"> associated with the </w:t>
      </w:r>
      <w:r w:rsidRPr="001752D9">
        <w:rPr>
          <w:rFonts w:ascii="Courier New" w:hAnsi="Courier New" w:cs="Courier New"/>
        </w:rPr>
        <w:t>EventType</w:t>
      </w:r>
      <w:r>
        <w:t xml:space="preserve"> </w:t>
      </w:r>
      <w:r w:rsidRPr="001752D9">
        <w:rPr>
          <w:rFonts w:ascii="Courier New" w:hAnsi="Courier New" w:cs="Courier New"/>
        </w:rPr>
        <w:t>evt</w:t>
      </w:r>
      <w:r>
        <w:t xml:space="preserve">.  </w:t>
      </w:r>
      <w:r w:rsidR="00866DF0">
        <w:t>After a successful call to this function ProcControlAPI will stop delivering callbacks for evt until a new callback function is registered.</w:t>
      </w:r>
    </w:p>
    <w:p w:rsidR="001752D9" w:rsidRDefault="001752D9" w:rsidP="009A6F08">
      <w:pPr>
        <w:pStyle w:val="APIBody"/>
      </w:pPr>
      <w:r>
        <w:t xml:space="preserve">This </w:t>
      </w:r>
      <w:r w:rsidR="00866DF0">
        <w:t>function</w:t>
      </w:r>
      <w:r>
        <w:t xml:space="preserve">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rsidR="001752D9" w:rsidRDefault="001752D9" w:rsidP="001752D9">
      <w:pPr>
        <w:pStyle w:val="Definition"/>
      </w:pPr>
      <w:r>
        <w:t>static bool removeEventCallback</w:t>
      </w:r>
      <w:r w:rsidR="000F4AA4" w:rsidRPr="00817D51">
        <w:rPr>
          <w:rFonts w:asciiTheme="minorHAnsi" w:hAnsiTheme="minorHAnsi"/>
        </w:rPr>
        <w:fldChar w:fldCharType="begin"/>
      </w:r>
      <w:r w:rsidR="00D00369" w:rsidRPr="00817D51">
        <w:rPr>
          <w:rFonts w:asciiTheme="minorHAnsi" w:hAnsiTheme="minorHAnsi"/>
        </w:rPr>
        <w:instrText xml:space="preserve"> XE "removeEventCallback</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(cb_func_t func)</w:t>
      </w:r>
    </w:p>
    <w:p w:rsidR="001752D9" w:rsidRDefault="00866DF0" w:rsidP="009A6F08">
      <w:pPr>
        <w:pStyle w:val="APIBody"/>
      </w:pPr>
      <w:r>
        <w:t xml:space="preserve">This function unregisters all instances of callback function </w:t>
      </w:r>
      <w:r w:rsidRPr="00866DF0">
        <w:rPr>
          <w:rFonts w:ascii="Courier New" w:hAnsi="Courier New" w:cs="Courier New"/>
        </w:rPr>
        <w:t>func</w:t>
      </w:r>
      <w:r>
        <w:t xml:space="preserve"> from any callback with any </w:t>
      </w:r>
      <w:r w:rsidRPr="00866DF0">
        <w:rPr>
          <w:rFonts w:ascii="Courier New" w:hAnsi="Courier New" w:cs="Courier New"/>
        </w:rPr>
        <w:t>EventType</w:t>
      </w:r>
      <w:r>
        <w:t xml:space="preserve">.  </w:t>
      </w:r>
    </w:p>
    <w:p w:rsidR="00866DF0" w:rsidRDefault="00866DF0" w:rsidP="009A6F08">
      <w:pPr>
        <w:pStyle w:val="APIBody"/>
      </w:pPr>
      <w:r>
        <w:t xml:space="preserve">This function returns true if a callback was successfully removed and false otherwise.  Upon an error a subsequent call to </w:t>
      </w:r>
      <w:r w:rsidR="00CB718B">
        <w:rPr>
          <w:rFonts w:ascii="Courier New" w:hAnsi="Courier New" w:cs="Courier New"/>
        </w:rPr>
        <w:t>getLastError</w:t>
      </w:r>
      <w:r>
        <w:t xml:space="preserve"> </w:t>
      </w:r>
      <w:r w:rsidR="00233FEF">
        <w:t>returns</w:t>
      </w:r>
      <w:r>
        <w:t xml:space="preserve"> details on the error.</w:t>
      </w:r>
    </w:p>
    <w:p w:rsidR="00866DF0" w:rsidRDefault="00866DF0" w:rsidP="009A6F08">
      <w:pPr>
        <w:pStyle w:val="ClassHeading"/>
      </w:pPr>
      <w:r>
        <w:t>Process Member Functions:</w:t>
      </w:r>
    </w:p>
    <w:p w:rsidR="00861E21" w:rsidRDefault="00866DF0" w:rsidP="00866DF0">
      <w:pPr>
        <w:pStyle w:val="Definition"/>
      </w:pPr>
      <w:r>
        <w:t>Dyninst::PID getPid</w:t>
      </w:r>
      <w:r w:rsidR="000F4AA4">
        <w:fldChar w:fldCharType="begin"/>
      </w:r>
      <w:r w:rsidR="00D00369">
        <w:instrText xml:space="preserve"> XE "</w:instrText>
      </w:r>
      <w:r w:rsidR="00D00369" w:rsidRPr="00817D51">
        <w:rPr>
          <w:rFonts w:asciiTheme="minorHAnsi" w:hAnsiTheme="minorHAnsi"/>
        </w:rPr>
        <w:instrText>getPid</w:instrText>
      </w:r>
      <w:r w:rsidR="00817D51" w:rsidRPr="00817D51">
        <w:rPr>
          <w:rFonts w:asciiTheme="minorHAnsi" w:hAnsiTheme="minorHAnsi"/>
        </w:rPr>
        <w:instrText>, Process</w:instrText>
      </w:r>
      <w:r w:rsidR="00D00369">
        <w:instrText xml:space="preserve">" </w:instrText>
      </w:r>
      <w:r w:rsidR="000F4AA4">
        <w:fldChar w:fldCharType="end"/>
      </w:r>
      <w:r>
        <w:t>() const</w:t>
      </w:r>
    </w:p>
    <w:p w:rsidR="00866DF0" w:rsidRDefault="00866DF0" w:rsidP="009A6F08">
      <w:pPr>
        <w:pStyle w:val="APIBody"/>
      </w:pPr>
      <w:r>
        <w:t>This function returns an OS handle referencing the process.  On UNIX systems this is the pid of the process.</w:t>
      </w:r>
      <w:r w:rsidR="00596FC9">
        <w:t xml:space="preserve">  </w:t>
      </w:r>
    </w:p>
    <w:p w:rsidR="00866DF0" w:rsidRDefault="00866DF0" w:rsidP="00866DF0">
      <w:pPr>
        <w:pStyle w:val="Definition"/>
      </w:pPr>
      <w:r>
        <w:t>Dyninst::Architecture getArchitecture</w:t>
      </w:r>
      <w:r w:rsidR="000F4AA4" w:rsidRPr="00817D51">
        <w:rPr>
          <w:rFonts w:asciiTheme="minorHAnsi" w:hAnsiTheme="minorHAnsi"/>
        </w:rPr>
        <w:fldChar w:fldCharType="begin"/>
      </w:r>
      <w:r w:rsidR="00D00369" w:rsidRPr="00817D51">
        <w:rPr>
          <w:rFonts w:asciiTheme="minorHAnsi" w:hAnsiTheme="minorHAnsi"/>
        </w:rPr>
        <w:instrText xml:space="preserve"> XE "getArchitecture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xml:space="preserve">() const </w:t>
      </w:r>
    </w:p>
    <w:p w:rsidR="00596FC9" w:rsidRDefault="00866DF0" w:rsidP="009A6F08">
      <w:pPr>
        <w:pStyle w:val="APIBody"/>
      </w:pPr>
      <w:r>
        <w:t xml:space="preserve">This function returns an enum that describes </w:t>
      </w:r>
      <w:r w:rsidR="00596FC9">
        <w:t xml:space="preserve">the architecture of the </w:t>
      </w:r>
      <w:r w:rsidR="001F61BC">
        <w:t>target</w:t>
      </w:r>
      <w:r w:rsidR="00596FC9">
        <w:t xml:space="preserve"> process.  </w:t>
      </w:r>
      <w:r w:rsidR="007B477D">
        <w:t xml:space="preserve">See </w:t>
      </w:r>
      <w:r w:rsidR="000F4AA4">
        <w:fldChar w:fldCharType="begin"/>
      </w:r>
      <w:r w:rsidR="007B477D">
        <w:instrText xml:space="preserve"> REF _Ref273369184 \r \h </w:instrText>
      </w:r>
      <w:r w:rsidR="000F4AA4">
        <w:fldChar w:fldCharType="separate"/>
      </w:r>
      <w:r w:rsidR="00C42453">
        <w:t>Appendix A</w:t>
      </w:r>
      <w:r w:rsidR="000F4AA4">
        <w:fldChar w:fldCharType="end"/>
      </w:r>
      <w:r w:rsidR="007B477D">
        <w:t xml:space="preserve"> for the definition of </w:t>
      </w:r>
      <w:r w:rsidR="007B477D" w:rsidRPr="007B477D">
        <w:rPr>
          <w:rFonts w:ascii="Courier New" w:hAnsi="Courier New" w:cs="Courier New"/>
        </w:rPr>
        <w:t>Dyninst::Architecture</w:t>
      </w:r>
      <w:r w:rsidR="007B477D">
        <w:t>.</w:t>
      </w:r>
    </w:p>
    <w:p w:rsidR="00265435" w:rsidRDefault="00265435" w:rsidP="00265435">
      <w:pPr>
        <w:pStyle w:val="Definition"/>
      </w:pPr>
      <w:r>
        <w:t>Dyninst::</w:t>
      </w:r>
      <w:r w:rsidR="002E1E92">
        <w:t>OSType getOS</w:t>
      </w:r>
      <w:r w:rsidR="002E1E92" w:rsidRPr="002E1E92">
        <w:rPr>
          <w:rFonts w:asciiTheme="minorHAnsi" w:hAnsiTheme="minorHAnsi" w:cstheme="minorHAnsi"/>
        </w:rPr>
        <w:fldChar w:fldCharType="begin"/>
      </w:r>
      <w:r w:rsidR="002E1E92" w:rsidRPr="002E1E92">
        <w:rPr>
          <w:rFonts w:asciiTheme="minorHAnsi" w:hAnsiTheme="minorHAnsi" w:cstheme="minorHAnsi"/>
        </w:rPr>
        <w:instrText xml:space="preserve"> XE "getOS, Process" </w:instrText>
      </w:r>
      <w:r w:rsidR="002E1E92" w:rsidRPr="002E1E92">
        <w:rPr>
          <w:rFonts w:asciiTheme="minorHAnsi" w:hAnsiTheme="minorHAnsi" w:cstheme="minorHAnsi"/>
        </w:rPr>
        <w:fldChar w:fldCharType="end"/>
      </w:r>
      <w:r w:rsidR="002E1E92">
        <w:t xml:space="preserve"> () const</w:t>
      </w:r>
    </w:p>
    <w:p w:rsidR="002E1E92" w:rsidRDefault="002E1E92" w:rsidP="009A6F08">
      <w:pPr>
        <w:pStyle w:val="APIBody"/>
      </w:pPr>
      <w:r>
        <w:t xml:space="preserve">This function returns an enum that describes the OS of the target process.  See the beginning of this section for the definition of </w:t>
      </w:r>
      <w:r w:rsidRPr="002E1E92">
        <w:rPr>
          <w:rFonts w:ascii="Courier New" w:hAnsi="Courier New" w:cs="Courier New"/>
        </w:rPr>
        <w:t>Dyninst::OSType</w:t>
      </w:r>
      <w:r>
        <w:t>.</w:t>
      </w:r>
    </w:p>
    <w:p w:rsidR="002E1E92" w:rsidRDefault="002E1E92" w:rsidP="002E1E92">
      <w:pPr>
        <w:pStyle w:val="Definition"/>
      </w:pPr>
      <w:r>
        <w:t>bool supportsLWPEvents</w:t>
      </w:r>
      <w:r w:rsidRPr="002E1E92">
        <w:rPr>
          <w:rFonts w:asciiTheme="minorHAnsi" w:hAnsiTheme="minorHAnsi" w:cstheme="minorHAnsi"/>
        </w:rPr>
        <w:fldChar w:fldCharType="begin"/>
      </w:r>
      <w:r w:rsidRPr="002E1E92">
        <w:rPr>
          <w:rFonts w:asciiTheme="minorHAnsi" w:hAnsiTheme="minorHAnsi" w:cstheme="minorHAnsi"/>
        </w:rPr>
        <w:instrText xml:space="preserve"> XE "supportsLWPEvents, Process" </w:instrText>
      </w:r>
      <w:r w:rsidRPr="002E1E92">
        <w:rPr>
          <w:rFonts w:asciiTheme="minorHAnsi" w:hAnsiTheme="minorHAnsi" w:cstheme="minorHAnsi"/>
        </w:rPr>
        <w:fldChar w:fldCharType="end"/>
      </w:r>
      <w:r>
        <w:t xml:space="preserve"> () const</w:t>
      </w:r>
    </w:p>
    <w:p w:rsidR="002E1E92" w:rsidRDefault="002E1E92" w:rsidP="009A6F08">
      <w:pPr>
        <w:pStyle w:val="APIBody"/>
      </w:pPr>
      <w:r>
        <w:t>This function returns true if the target process can throw LWP create and destroy events</w:t>
      </w:r>
      <w:r w:rsidR="00851D54">
        <w:t xml:space="preserve"> </w:t>
      </w:r>
      <w:r>
        <w:t>and false otherwise.</w:t>
      </w:r>
    </w:p>
    <w:p w:rsidR="002E1E92" w:rsidRDefault="002E1E92" w:rsidP="002E1E92">
      <w:pPr>
        <w:pStyle w:val="Definition"/>
      </w:pPr>
      <w:r>
        <w:lastRenderedPageBreak/>
        <w:t>bool supportsUserThreadEvents</w:t>
      </w:r>
      <w:r w:rsidRPr="002E1E92">
        <w:rPr>
          <w:rFonts w:asciiTheme="minorHAnsi" w:hAnsiTheme="minorHAnsi" w:cstheme="minorHAnsi"/>
        </w:rPr>
        <w:fldChar w:fldCharType="begin"/>
      </w:r>
      <w:r w:rsidRPr="002E1E92">
        <w:rPr>
          <w:rFonts w:asciiTheme="minorHAnsi" w:hAnsiTheme="minorHAnsi" w:cstheme="minorHAnsi"/>
        </w:rPr>
        <w:instrText xml:space="preserve"> XE "supportsUserThreadEvents, Process" </w:instrText>
      </w:r>
      <w:r w:rsidRPr="002E1E92">
        <w:rPr>
          <w:rFonts w:asciiTheme="minorHAnsi" w:hAnsiTheme="minorHAnsi" w:cstheme="minorHAnsi"/>
        </w:rPr>
        <w:fldChar w:fldCharType="end"/>
      </w:r>
      <w:r>
        <w:t xml:space="preserve"> () const</w:t>
      </w:r>
    </w:p>
    <w:p w:rsidR="002E1E92" w:rsidRDefault="002E1E92" w:rsidP="009A6F08">
      <w:pPr>
        <w:pStyle w:val="APIBody"/>
      </w:pPr>
      <w:r>
        <w:t xml:space="preserve">This function returns true if the target process can throw </w:t>
      </w:r>
      <w:r w:rsidR="00851D54">
        <w:t>u</w:t>
      </w:r>
      <w:r>
        <w:t>ser</w:t>
      </w:r>
      <w:r w:rsidR="00851D54">
        <w:t xml:space="preserve"> t</w:t>
      </w:r>
      <w:r>
        <w:t>hread create and destroy events and false otherwise.</w:t>
      </w:r>
    </w:p>
    <w:p w:rsidR="002E1E92" w:rsidRDefault="002E1E92" w:rsidP="002E1E92">
      <w:pPr>
        <w:pStyle w:val="Definition"/>
      </w:pPr>
      <w:r>
        <w:t>bool supportsFork</w:t>
      </w:r>
      <w:r w:rsidRPr="002E1E92">
        <w:rPr>
          <w:rFonts w:asciiTheme="minorHAnsi" w:hAnsiTheme="minorHAnsi" w:cstheme="minorHAnsi"/>
        </w:rPr>
        <w:fldChar w:fldCharType="begin"/>
      </w:r>
      <w:r w:rsidRPr="002E1E92">
        <w:rPr>
          <w:rFonts w:asciiTheme="minorHAnsi" w:hAnsiTheme="minorHAnsi" w:cstheme="minorHAnsi"/>
        </w:rPr>
        <w:instrText xml:space="preserve"> XE "supportsFork, Process" </w:instrText>
      </w:r>
      <w:r w:rsidRPr="002E1E92">
        <w:rPr>
          <w:rFonts w:asciiTheme="minorHAnsi" w:hAnsiTheme="minorHAnsi" w:cstheme="minorHAnsi"/>
        </w:rPr>
        <w:fldChar w:fldCharType="end"/>
      </w:r>
      <w:r>
        <w:t xml:space="preserve"> () const</w:t>
      </w:r>
    </w:p>
    <w:p w:rsidR="002E1E92" w:rsidRDefault="002E1E92" w:rsidP="009A6F08">
      <w:pPr>
        <w:pStyle w:val="APIBody"/>
      </w:pPr>
      <w:r>
        <w:t>This function returns true if the fork system call is supported in the target process and false otherwise.</w:t>
      </w:r>
    </w:p>
    <w:p w:rsidR="002E1E92" w:rsidRDefault="002E1E92" w:rsidP="002E1E92">
      <w:pPr>
        <w:pStyle w:val="Definition"/>
      </w:pPr>
      <w:r>
        <w:t>bool supportsExec</w:t>
      </w:r>
      <w:r w:rsidRPr="002E1E92">
        <w:rPr>
          <w:rFonts w:asciiTheme="minorHAnsi" w:hAnsiTheme="minorHAnsi" w:cstheme="minorHAnsi"/>
        </w:rPr>
        <w:fldChar w:fldCharType="begin"/>
      </w:r>
      <w:r w:rsidRPr="002E1E92">
        <w:rPr>
          <w:rFonts w:asciiTheme="minorHAnsi" w:hAnsiTheme="minorHAnsi" w:cstheme="minorHAnsi"/>
        </w:rPr>
        <w:instrText xml:space="preserve"> XE "supportsExec, Process" </w:instrText>
      </w:r>
      <w:r w:rsidRPr="002E1E92">
        <w:rPr>
          <w:rFonts w:asciiTheme="minorHAnsi" w:hAnsiTheme="minorHAnsi" w:cstheme="minorHAnsi"/>
        </w:rPr>
        <w:fldChar w:fldCharType="end"/>
      </w:r>
      <w:r>
        <w:t xml:space="preserve"> () const</w:t>
      </w:r>
    </w:p>
    <w:p w:rsidR="002E1E92" w:rsidRDefault="002E1E92" w:rsidP="009A6F08">
      <w:pPr>
        <w:pStyle w:val="APIBody"/>
      </w:pPr>
      <w:r>
        <w:t>This function returns true if the exec system call is supported in the target process and false otherwise.</w:t>
      </w:r>
    </w:p>
    <w:p w:rsidR="00596FC9" w:rsidRDefault="00596FC9" w:rsidP="00596FC9">
      <w:pPr>
        <w:pStyle w:val="Definition"/>
      </w:pPr>
      <w:r>
        <w:t>bool isTerminated</w:t>
      </w:r>
      <w:r w:rsidR="000F4AA4" w:rsidRPr="00817D51">
        <w:rPr>
          <w:rFonts w:asciiTheme="minorHAnsi" w:hAnsiTheme="minorHAnsi"/>
        </w:rPr>
        <w:fldChar w:fldCharType="begin"/>
      </w:r>
      <w:r w:rsidR="00D00369" w:rsidRPr="00817D51">
        <w:rPr>
          <w:rFonts w:asciiTheme="minorHAnsi" w:hAnsiTheme="minorHAnsi"/>
        </w:rPr>
        <w:instrText xml:space="preserve"> XE "isTerminated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596FC9" w:rsidRDefault="00596FC9" w:rsidP="009A6F08">
      <w:pPr>
        <w:pStyle w:val="APIBody"/>
      </w:pPr>
      <w:r>
        <w:t xml:space="preserve">This function returns true if the </w:t>
      </w:r>
      <w:r w:rsidR="001F61BC">
        <w:t>target</w:t>
      </w:r>
      <w:r>
        <w:t xml:space="preserve"> process has terminated (either via a crash or normal exit) or if the ProcControlAPI has detached from the </w:t>
      </w:r>
      <w:r w:rsidR="001F61BC">
        <w:t>target</w:t>
      </w:r>
      <w:r>
        <w:t xml:space="preserve"> process.  It returns false otherwise.</w:t>
      </w:r>
    </w:p>
    <w:p w:rsidR="00596FC9" w:rsidRDefault="00596FC9" w:rsidP="00596FC9">
      <w:pPr>
        <w:pStyle w:val="Definition"/>
      </w:pPr>
      <w:r>
        <w:t>bool isExited</w:t>
      </w:r>
      <w:r w:rsidR="000F4AA4" w:rsidRPr="00817D51">
        <w:rPr>
          <w:rFonts w:asciiTheme="minorHAnsi" w:hAnsiTheme="minorHAnsi"/>
        </w:rPr>
        <w:fldChar w:fldCharType="begin"/>
      </w:r>
      <w:r w:rsidR="00D00369" w:rsidRPr="00817D51">
        <w:rPr>
          <w:rFonts w:asciiTheme="minorHAnsi" w:hAnsiTheme="minorHAnsi"/>
        </w:rPr>
        <w:instrText xml:space="preserve"> XE "isExited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596FC9" w:rsidRDefault="00596FC9" w:rsidP="009A6F08">
      <w:pPr>
        <w:pStyle w:val="APIBody"/>
      </w:pPr>
      <w:r>
        <w:t xml:space="preserve">This function returns true of the </w:t>
      </w:r>
      <w:r w:rsidR="001F61BC">
        <w:t>target</w:t>
      </w:r>
      <w:r>
        <w:t xml:space="preserve"> process exited via a normal exit (e.g, calling the </w:t>
      </w:r>
      <w:r w:rsidRPr="00C32EA5">
        <w:rPr>
          <w:rFonts w:ascii="Courier New" w:hAnsi="Courier New" w:cs="Courier New"/>
        </w:rPr>
        <w:t>exit</w:t>
      </w:r>
      <w:r>
        <w:t xml:space="preserve"> function or returning from </w:t>
      </w:r>
      <w:r w:rsidRPr="00C32EA5">
        <w:rPr>
          <w:rFonts w:ascii="Courier New" w:hAnsi="Courier New" w:cs="Courier New"/>
        </w:rPr>
        <w:t>main</w:t>
      </w:r>
      <w:r>
        <w:t>).  It returns false otherwise.</w:t>
      </w:r>
    </w:p>
    <w:p w:rsidR="00596FC9" w:rsidRDefault="00C32EA5" w:rsidP="00596FC9">
      <w:pPr>
        <w:pStyle w:val="Definition"/>
      </w:pPr>
      <w:r>
        <w:t>int getExitCode</w:t>
      </w:r>
      <w:r w:rsidR="000F4AA4" w:rsidRPr="00817D51">
        <w:rPr>
          <w:rFonts w:asciiTheme="minorHAnsi" w:hAnsiTheme="minorHAnsi"/>
        </w:rPr>
        <w:fldChar w:fldCharType="begin"/>
      </w:r>
      <w:r w:rsidR="00D00369" w:rsidRPr="00817D51">
        <w:rPr>
          <w:rFonts w:asciiTheme="minorHAnsi" w:hAnsiTheme="minorHAnsi"/>
        </w:rPr>
        <w:instrText xml:space="preserve"> XE "getExitCode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C32EA5" w:rsidRDefault="00C32EA5" w:rsidP="009A6F08">
      <w:pPr>
        <w:pStyle w:val="APIBody"/>
      </w:pPr>
      <w:r>
        <w:t xml:space="preserve">If a </w:t>
      </w:r>
      <w:r w:rsidR="001F61BC">
        <w:t>target</w:t>
      </w:r>
      <w:r>
        <w:t xml:space="preserve"> process exited normally then this function </w:t>
      </w:r>
      <w:r w:rsidR="00233FEF">
        <w:t>returns</w:t>
      </w:r>
      <w:r>
        <w:t xml:space="preserve"> its exit code.  The return result of this function is undefined if the </w:t>
      </w:r>
      <w:r w:rsidRPr="00C32EA5">
        <w:rPr>
          <w:rFonts w:ascii="Courier New" w:hAnsi="Courier New" w:cs="Courier New"/>
        </w:rPr>
        <w:t>Process’</w:t>
      </w:r>
      <w:r>
        <w:t xml:space="preserve"> </w:t>
      </w:r>
      <w:r w:rsidRPr="00C32EA5">
        <w:rPr>
          <w:rFonts w:ascii="Courier New" w:hAnsi="Courier New" w:cs="Courier New"/>
        </w:rPr>
        <w:t>isExited</w:t>
      </w:r>
      <w:r>
        <w:t xml:space="preserve"> function returns </w:t>
      </w:r>
      <w:r w:rsidRPr="00C32EA5">
        <w:rPr>
          <w:rFonts w:ascii="Courier New" w:hAnsi="Courier New" w:cs="Courier New"/>
        </w:rPr>
        <w:t>false</w:t>
      </w:r>
      <w:r>
        <w:t>.</w:t>
      </w:r>
    </w:p>
    <w:p w:rsidR="00596FC9" w:rsidRDefault="00596FC9" w:rsidP="00596FC9">
      <w:pPr>
        <w:pStyle w:val="Definition"/>
      </w:pPr>
      <w:r>
        <w:t>bool isCrashed</w:t>
      </w:r>
      <w:r w:rsidR="000F4AA4" w:rsidRPr="00817D51">
        <w:rPr>
          <w:rFonts w:asciiTheme="minorHAnsi" w:hAnsiTheme="minorHAnsi"/>
        </w:rPr>
        <w:fldChar w:fldCharType="begin"/>
      </w:r>
      <w:r w:rsidR="00D00369" w:rsidRPr="00817D51">
        <w:rPr>
          <w:rFonts w:asciiTheme="minorHAnsi" w:hAnsiTheme="minorHAnsi"/>
        </w:rPr>
        <w:instrText xml:space="preserve"> XE "isCrashed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596FC9" w:rsidRDefault="00596FC9" w:rsidP="009A6F08">
      <w:pPr>
        <w:pStyle w:val="APIBody"/>
      </w:pPr>
      <w:r>
        <w:t xml:space="preserve">This function returns true if the </w:t>
      </w:r>
      <w:r w:rsidR="001F61BC">
        <w:t>target</w:t>
      </w:r>
      <w:r>
        <w:t xml:space="preserve"> process exited because of a crash.  It returns false otherwise.</w:t>
      </w:r>
    </w:p>
    <w:p w:rsidR="00C32EA5" w:rsidRDefault="00C32EA5" w:rsidP="00C32EA5">
      <w:pPr>
        <w:pStyle w:val="Definition"/>
      </w:pPr>
      <w:r>
        <w:t>int getCrashSignal</w:t>
      </w:r>
      <w:r w:rsidR="000F4AA4" w:rsidRPr="00817D51">
        <w:rPr>
          <w:rFonts w:asciiTheme="minorHAnsi" w:hAnsiTheme="minorHAnsi"/>
        </w:rPr>
        <w:fldChar w:fldCharType="begin"/>
      </w:r>
      <w:r w:rsidR="00D00369" w:rsidRPr="00817D51">
        <w:rPr>
          <w:rFonts w:asciiTheme="minorHAnsi" w:hAnsiTheme="minorHAnsi"/>
        </w:rPr>
        <w:instrText xml:space="preserve"> XE "getCrashSignal</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C32EA5" w:rsidRDefault="00C32EA5" w:rsidP="009A6F08">
      <w:pPr>
        <w:pStyle w:val="APIBody"/>
      </w:pPr>
      <w:r>
        <w:t xml:space="preserve">If a </w:t>
      </w:r>
      <w:r w:rsidR="001F61BC">
        <w:t>target</w:t>
      </w:r>
      <w:r>
        <w:t xml:space="preserve"> process exited because of a crash, then this function </w:t>
      </w:r>
      <w:r w:rsidR="00233FEF">
        <w:t>returns</w:t>
      </w:r>
      <w:r>
        <w:t xml:space="preserve"> the signal that caused the </w:t>
      </w:r>
      <w:r w:rsidR="001F61BC">
        <w:t>target</w:t>
      </w:r>
      <w:r>
        <w:t xml:space="preserve"> process to crash.  The return result of this function is undefined if the </w:t>
      </w:r>
      <w:r w:rsidRPr="00C32EA5">
        <w:rPr>
          <w:rFonts w:ascii="Courier New" w:hAnsi="Courier New" w:cs="Courier New"/>
        </w:rPr>
        <w:t>Process’</w:t>
      </w:r>
      <w:r>
        <w:t xml:space="preserve"> </w:t>
      </w:r>
      <w:r w:rsidRPr="00C32EA5">
        <w:rPr>
          <w:rFonts w:ascii="Courier New" w:hAnsi="Courier New" w:cs="Courier New"/>
        </w:rPr>
        <w:t>isCrashed</w:t>
      </w:r>
      <w:r>
        <w:t xml:space="preserve"> function returns </w:t>
      </w:r>
      <w:r w:rsidRPr="00C32EA5">
        <w:rPr>
          <w:rFonts w:ascii="Courier New" w:hAnsi="Courier New" w:cs="Courier New"/>
        </w:rPr>
        <w:t>false</w:t>
      </w:r>
      <w:r>
        <w:t>.</w:t>
      </w:r>
    </w:p>
    <w:p w:rsidR="00C32EA5" w:rsidRDefault="00603F55" w:rsidP="00603F55">
      <w:pPr>
        <w:pStyle w:val="Definition"/>
      </w:pPr>
      <w:r w:rsidRPr="00603F55">
        <w:t>bool hasStoppedThread</w:t>
      </w:r>
      <w:r w:rsidR="000F4AA4" w:rsidRPr="00817D51">
        <w:rPr>
          <w:rFonts w:asciiTheme="minorHAnsi" w:hAnsiTheme="minorHAnsi"/>
        </w:rPr>
        <w:fldChar w:fldCharType="begin"/>
      </w:r>
      <w:r w:rsidR="00D00369" w:rsidRPr="00817D51">
        <w:rPr>
          <w:rFonts w:asciiTheme="minorHAnsi" w:hAnsiTheme="minorHAnsi"/>
        </w:rPr>
        <w:instrText xml:space="preserve"> XE "hasStoppedThread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Pr="00603F55" w:rsidRDefault="00603F55" w:rsidP="009A6F08">
      <w:pPr>
        <w:pStyle w:val="APIBody"/>
      </w:pPr>
      <w:r>
        <w:t xml:space="preserve">This function </w:t>
      </w:r>
      <w:r w:rsidR="00233FEF">
        <w:t>returns</w:t>
      </w:r>
      <w:r>
        <w:t xml:space="preserve"> true </w:t>
      </w:r>
      <w:r w:rsidR="007B477D">
        <w:t>i</w:t>
      </w:r>
      <w:r>
        <w:t xml:space="preserve">f the </w:t>
      </w:r>
      <w:r w:rsidR="001F61BC">
        <w:t>target</w:t>
      </w:r>
      <w:r>
        <w:t xml:space="preserve"> process has at least one thread in the stopped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t xml:space="preserve"> details o</w:t>
      </w:r>
      <w:r w:rsidR="00005F12">
        <w:t>n</w:t>
      </w:r>
      <w:r>
        <w:t xml:space="preserve"> the error.</w:t>
      </w:r>
    </w:p>
    <w:p w:rsidR="00603F55" w:rsidRDefault="00603F55" w:rsidP="00603F55">
      <w:pPr>
        <w:pStyle w:val="Definition"/>
      </w:pPr>
      <w:r w:rsidRPr="00603F55">
        <w:t xml:space="preserve">bool </w:t>
      </w:r>
      <w:r>
        <w:t>hasRunningThread</w:t>
      </w:r>
      <w:r w:rsidR="000F4AA4" w:rsidRPr="00817D51">
        <w:rPr>
          <w:rFonts w:asciiTheme="minorHAnsi" w:hAnsiTheme="minorHAnsi"/>
        </w:rPr>
        <w:fldChar w:fldCharType="begin"/>
      </w:r>
      <w:r w:rsidR="00D00369" w:rsidRPr="00817D51">
        <w:rPr>
          <w:rFonts w:asciiTheme="minorHAnsi" w:hAnsiTheme="minorHAnsi"/>
        </w:rPr>
        <w:instrText xml:space="preserve"> XE "hasRunningThread</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Pr="00603F55" w:rsidRDefault="007B477D" w:rsidP="009A6F08">
      <w:pPr>
        <w:pStyle w:val="APIBody"/>
      </w:pPr>
      <w:r>
        <w:t xml:space="preserve">This function </w:t>
      </w:r>
      <w:r w:rsidR="00233FEF">
        <w:t>returns</w:t>
      </w:r>
      <w:r>
        <w:t xml:space="preserve"> true i</w:t>
      </w:r>
      <w:r w:rsidR="00603F55">
        <w:t xml:space="preserve">f the </w:t>
      </w:r>
      <w:r w:rsidR="001F61BC">
        <w:t>target</w:t>
      </w:r>
      <w:r w:rsidR="00603F55">
        <w:t xml:space="preserve"> process has at least one thread in the running state.  It </w:t>
      </w:r>
      <w:r w:rsidR="00233FEF">
        <w:t>returns</w:t>
      </w:r>
      <w:r w:rsidR="00603F55">
        <w:t xml:space="preserve"> false otherwise or if an error occurs.  In the event of an error a call to </w:t>
      </w:r>
      <w:r w:rsidR="00603F55" w:rsidRPr="00603F55">
        <w:rPr>
          <w:rFonts w:ascii="Courier New" w:hAnsi="Courier New" w:cs="Courier New"/>
        </w:rPr>
        <w:t>getLastError</w:t>
      </w:r>
      <w:r w:rsidR="00603F55">
        <w:t xml:space="preserve"> </w:t>
      </w:r>
      <w:r w:rsidR="00233FEF">
        <w:t>returns</w:t>
      </w:r>
      <w:r w:rsidR="00005F12">
        <w:t xml:space="preserve"> details on the error</w:t>
      </w:r>
      <w:r w:rsidR="00603F55">
        <w:t>.</w:t>
      </w:r>
    </w:p>
    <w:p w:rsidR="00603F55" w:rsidRDefault="00603F55" w:rsidP="00603F55">
      <w:pPr>
        <w:pStyle w:val="Definition"/>
      </w:pPr>
      <w:r w:rsidRPr="00603F55">
        <w:t xml:space="preserve">bool </w:t>
      </w:r>
      <w:r>
        <w:t>allThreadsStopped</w:t>
      </w:r>
      <w:r w:rsidR="000F4AA4" w:rsidRPr="00817D51">
        <w:rPr>
          <w:rFonts w:asciiTheme="minorHAnsi" w:hAnsiTheme="minorHAnsi"/>
        </w:rPr>
        <w:fldChar w:fldCharType="begin"/>
      </w:r>
      <w:r w:rsidR="00D00369" w:rsidRPr="00817D51">
        <w:rPr>
          <w:rFonts w:asciiTheme="minorHAnsi" w:hAnsiTheme="minorHAnsi"/>
        </w:rPr>
        <w:instrText xml:space="preserve"> XE "allThreadsStopped</w:instrText>
      </w:r>
      <w:r w:rsidR="00817D51" w:rsidRPr="00817D51">
        <w:rPr>
          <w:rFonts w:asciiTheme="minorHAnsi" w:hAnsiTheme="minorHAnsi"/>
        </w:rPr>
        <w:instrText xml:space="preserve">, Process </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Default="00603F55" w:rsidP="009A6F08">
      <w:pPr>
        <w:pStyle w:val="APIBody"/>
      </w:pPr>
      <w:r>
        <w:t xml:space="preserve">This function </w:t>
      </w:r>
      <w:r w:rsidR="00233FEF">
        <w:t>returns</w:t>
      </w:r>
      <w:r>
        <w:t xml:space="preserve"> true </w:t>
      </w:r>
      <w:r w:rsidR="007B477D">
        <w:t xml:space="preserve">if </w:t>
      </w:r>
      <w:r>
        <w:t xml:space="preserve">all threads in the </w:t>
      </w:r>
      <w:r w:rsidR="001F61BC">
        <w:t>target</w:t>
      </w:r>
      <w:r>
        <w:t xml:space="preserve"> process are in the stopped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rsidR="00005F12">
        <w:t xml:space="preserve"> details on the error</w:t>
      </w:r>
      <w:r>
        <w:t>.</w:t>
      </w:r>
    </w:p>
    <w:p w:rsidR="00603F55" w:rsidRDefault="00603F55" w:rsidP="00603F55">
      <w:pPr>
        <w:pStyle w:val="Definition"/>
      </w:pPr>
      <w:r w:rsidRPr="00603F55">
        <w:lastRenderedPageBreak/>
        <w:t xml:space="preserve">bool </w:t>
      </w:r>
      <w:r>
        <w:t>allThreadsRunning</w:t>
      </w:r>
      <w:r w:rsidR="000F4AA4" w:rsidRPr="00817D51">
        <w:rPr>
          <w:rFonts w:asciiTheme="minorHAnsi" w:hAnsiTheme="minorHAnsi"/>
        </w:rPr>
        <w:fldChar w:fldCharType="begin"/>
      </w:r>
      <w:r w:rsidR="00D00369" w:rsidRPr="00817D51">
        <w:rPr>
          <w:rFonts w:asciiTheme="minorHAnsi" w:hAnsiTheme="minorHAnsi"/>
        </w:rPr>
        <w:instrText xml:space="preserve"> XE "allThreadsRunning</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rsidRPr="00603F55">
        <w:t>() const</w:t>
      </w:r>
    </w:p>
    <w:p w:rsidR="00603F55" w:rsidRDefault="00603F55" w:rsidP="009A6F08">
      <w:pPr>
        <w:pStyle w:val="APIBody"/>
      </w:pPr>
      <w:r>
        <w:t xml:space="preserve">This function </w:t>
      </w:r>
      <w:r w:rsidR="00233FEF">
        <w:t>returns</w:t>
      </w:r>
      <w:r>
        <w:t xml:space="preserve"> true </w:t>
      </w:r>
      <w:r w:rsidR="007B477D">
        <w:t xml:space="preserve">if </w:t>
      </w:r>
      <w:r>
        <w:t xml:space="preserve">all threads in the </w:t>
      </w:r>
      <w:r w:rsidR="001F61BC">
        <w:t>target</w:t>
      </w:r>
      <w:r>
        <w:t xml:space="preserve"> process are in the running state.  It </w:t>
      </w:r>
      <w:r w:rsidR="00233FEF">
        <w:t>returns</w:t>
      </w:r>
      <w:r>
        <w:t xml:space="preserve"> false otherwise or if an error occurs.  In the event of an error a call to </w:t>
      </w:r>
      <w:r w:rsidRPr="00603F55">
        <w:rPr>
          <w:rFonts w:ascii="Courier New" w:hAnsi="Courier New" w:cs="Courier New"/>
        </w:rPr>
        <w:t>getLastError</w:t>
      </w:r>
      <w:r>
        <w:t xml:space="preserve"> </w:t>
      </w:r>
      <w:r w:rsidR="00233FEF">
        <w:t>returns</w:t>
      </w:r>
      <w:r w:rsidR="00005F12">
        <w:t xml:space="preserve"> details on the error</w:t>
      </w:r>
      <w:r>
        <w:t>.</w:t>
      </w:r>
    </w:p>
    <w:p w:rsidR="00B42BFD" w:rsidRDefault="00B42BFD" w:rsidP="00B42BFD">
      <w:pPr>
        <w:pStyle w:val="Definition"/>
      </w:pPr>
      <w:r>
        <w:t>bool allThreadsRunningWhenAttached() const</w:t>
      </w:r>
    </w:p>
    <w:p w:rsidR="00B42BFD" w:rsidRPr="00603F55" w:rsidRDefault="00B42BFD" w:rsidP="009A6F08">
      <w:pPr>
        <w:pStyle w:val="APIBody"/>
      </w:pPr>
      <w:r>
        <w:t xml:space="preserve">This function </w:t>
      </w:r>
      <w:r w:rsidR="00233FEF">
        <w:t>returns</w:t>
      </w:r>
      <w:r>
        <w:t xml:space="preserve"> true if all threads were running when the controller process attached to this process. It </w:t>
      </w:r>
      <w:r w:rsidR="00233FEF">
        <w:t>returns</w:t>
      </w:r>
      <w:r>
        <w:t xml:space="preserve"> false if any threads were stopped. If the target process was created instead of attached, this function </w:t>
      </w:r>
      <w:r w:rsidR="00233FEF">
        <w:t>returns</w:t>
      </w:r>
      <w:r>
        <w:t xml:space="preserve"> true.</w:t>
      </w:r>
    </w:p>
    <w:p w:rsidR="00603F55" w:rsidRDefault="00603F55" w:rsidP="00603F55">
      <w:pPr>
        <w:pStyle w:val="Definition"/>
      </w:pPr>
      <w:r>
        <w:t>bool continueProc</w:t>
      </w:r>
      <w:r w:rsidR="000F4AA4" w:rsidRPr="007650F8">
        <w:rPr>
          <w:rFonts w:asciiTheme="minorHAnsi" w:hAnsiTheme="minorHAnsi"/>
        </w:rPr>
        <w:fldChar w:fldCharType="begin"/>
      </w:r>
      <w:r w:rsidR="00D00369" w:rsidRPr="007650F8">
        <w:rPr>
          <w:rFonts w:asciiTheme="minorHAnsi" w:hAnsiTheme="minorHAnsi"/>
        </w:rPr>
        <w:instrText xml:space="preserve"> XE "continueProc</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"running state" </w:instrText>
      </w:r>
      <w:r w:rsidR="000F4AA4" w:rsidRPr="007650F8">
        <w:rPr>
          <w:rFonts w:asciiTheme="minorHAnsi" w:hAnsiTheme="minorHAnsi"/>
        </w:rPr>
        <w:fldChar w:fldCharType="end"/>
      </w:r>
      <w:r>
        <w:t>()</w:t>
      </w:r>
    </w:p>
    <w:p w:rsidR="00603F55" w:rsidRDefault="00603F55" w:rsidP="009A6F08">
      <w:pPr>
        <w:pStyle w:val="APIBody"/>
      </w:pPr>
      <w:r>
        <w:t xml:space="preserve">This function will move all threads in the </w:t>
      </w:r>
      <w:r w:rsidR="001F61BC">
        <w:t>target</w:t>
      </w:r>
      <w:r>
        <w:t xml:space="preserve"> process into the running state.  This function </w:t>
      </w:r>
      <w:r w:rsidR="00233FEF">
        <w:t>returns</w:t>
      </w:r>
      <w:r>
        <w:t xml:space="preserve"> </w:t>
      </w:r>
      <w:r w:rsidRPr="00603F55">
        <w:rPr>
          <w:rFonts w:ascii="Courier New" w:hAnsi="Courier New" w:cs="Courier New"/>
        </w:rPr>
        <w:t>true</w:t>
      </w:r>
      <w:r>
        <w:t xml:space="preserve"> if at least one thread was continued as part of the call, and </w:t>
      </w:r>
      <w:r w:rsidRPr="00603F55">
        <w:rPr>
          <w:rFonts w:ascii="Courier New" w:hAnsi="Courier New" w:cs="Courier New"/>
        </w:rPr>
        <w:t>false</w:t>
      </w:r>
      <w:r>
        <w:t xml:space="preserve"> otherwise.</w:t>
      </w:r>
    </w:p>
    <w:p w:rsidR="00603F55" w:rsidRDefault="00603F55" w:rsidP="009A6F08">
      <w:pPr>
        <w:pStyle w:val="APIBody"/>
      </w:pPr>
      <w:r>
        <w:t>It is an error to call this function from a callback.</w:t>
      </w:r>
    </w:p>
    <w:p w:rsidR="00603F55" w:rsidRDefault="00603F55" w:rsidP="009A6F08">
      <w:pPr>
        <w:pStyle w:val="APIBody"/>
      </w:pPr>
      <w:r>
        <w:t>ProcControlAPI may deliver callbacks when this function is called.</w:t>
      </w:r>
    </w:p>
    <w:p w:rsidR="00603F55" w:rsidRDefault="00603F55" w:rsidP="009A6F08">
      <w:pPr>
        <w:pStyle w:val="APIBody"/>
      </w:pPr>
      <w:r>
        <w:t xml:space="preserve">This function return </w:t>
      </w:r>
      <w:r>
        <w:rPr>
          <w:rFonts w:ascii="Courier New" w:hAnsi="Courier New" w:cs="Courier New"/>
        </w:rPr>
        <w:t>false</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rsidR="00603F55" w:rsidRPr="00603F55" w:rsidRDefault="00603F55" w:rsidP="00603F55">
      <w:pPr>
        <w:pStyle w:val="Definition"/>
      </w:pPr>
      <w:r>
        <w:t>bool stopProc</w:t>
      </w:r>
      <w:r w:rsidR="000F4AA4" w:rsidRPr="007650F8">
        <w:rPr>
          <w:rFonts w:asciiTheme="minorHAnsi" w:hAnsiTheme="minorHAnsi"/>
        </w:rPr>
        <w:fldChar w:fldCharType="begin"/>
      </w:r>
      <w:r w:rsidR="00D00369" w:rsidRPr="007650F8">
        <w:rPr>
          <w:rFonts w:asciiTheme="minorHAnsi" w:hAnsiTheme="minorHAnsi"/>
        </w:rPr>
        <w:instrText xml:space="preserve"> XE "stopProc</w:instrText>
      </w:r>
      <w:r w:rsidR="00817D51"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"stopped state" </w:instrText>
      </w:r>
      <w:r w:rsidR="000F4AA4" w:rsidRPr="007650F8">
        <w:rPr>
          <w:rFonts w:asciiTheme="minorHAnsi" w:hAnsiTheme="minorHAnsi"/>
        </w:rPr>
        <w:fldChar w:fldCharType="end"/>
      </w:r>
      <w:r>
        <w:t>()</w:t>
      </w:r>
    </w:p>
    <w:p w:rsidR="00603F55" w:rsidRDefault="00603F55" w:rsidP="009A6F08">
      <w:pPr>
        <w:pStyle w:val="APIBody"/>
      </w:pPr>
      <w:r>
        <w:t xml:space="preserve">This function will move all threads in the </w:t>
      </w:r>
      <w:r w:rsidR="001F61BC">
        <w:t>target</w:t>
      </w:r>
      <w:r>
        <w:t xml:space="preserve"> process into the stopped state.  This function </w:t>
      </w:r>
      <w:r w:rsidR="00233FEF">
        <w:t>returns</w:t>
      </w:r>
      <w:r>
        <w:t xml:space="preserve"> </w:t>
      </w:r>
      <w:r w:rsidRPr="00603F55">
        <w:rPr>
          <w:rFonts w:ascii="Courier New" w:hAnsi="Courier New" w:cs="Courier New"/>
        </w:rPr>
        <w:t>true</w:t>
      </w:r>
      <w:r>
        <w:t xml:space="preserve"> if at least one thread was stopped as part of the call, and </w:t>
      </w:r>
      <w:r w:rsidRPr="00603F55">
        <w:rPr>
          <w:rFonts w:ascii="Courier New" w:hAnsi="Courier New" w:cs="Courier New"/>
        </w:rPr>
        <w:t>false</w:t>
      </w:r>
      <w:r>
        <w:t xml:space="preserve"> otherwise.</w:t>
      </w:r>
    </w:p>
    <w:p w:rsidR="00603F55" w:rsidRDefault="00603F55" w:rsidP="009A6F08">
      <w:pPr>
        <w:pStyle w:val="APIBody"/>
      </w:pPr>
      <w:r>
        <w:t>It is an error to call this function from a callback.</w:t>
      </w:r>
    </w:p>
    <w:p w:rsidR="00603F55" w:rsidRDefault="00603F55" w:rsidP="009A6F08">
      <w:pPr>
        <w:pStyle w:val="APIBody"/>
      </w:pPr>
      <w:r>
        <w:t>ProcControlAPI may deliver callbacks when this function is called.</w:t>
      </w:r>
    </w:p>
    <w:p w:rsidR="00603F55" w:rsidRDefault="00603F55" w:rsidP="009A6F08">
      <w:pPr>
        <w:pStyle w:val="APIBody"/>
      </w:pPr>
      <w:r>
        <w:t xml:space="preserve">This function return </w:t>
      </w:r>
      <w:r>
        <w:rPr>
          <w:rFonts w:ascii="Courier New" w:hAnsi="Courier New" w:cs="Courier New"/>
        </w:rPr>
        <w:t>false</w:t>
      </w:r>
      <w:r>
        <w:t xml:space="preserve"> on error, and a subsequent call to </w:t>
      </w:r>
      <w:r w:rsidR="00CB718B">
        <w:rPr>
          <w:rFonts w:ascii="Courier New" w:hAnsi="Courier New" w:cs="Courier New"/>
        </w:rPr>
        <w:t>getLastError</w:t>
      </w:r>
      <w:r>
        <w:t xml:space="preserve"> </w:t>
      </w:r>
      <w:r w:rsidR="00233FEF">
        <w:t>returns</w:t>
      </w:r>
      <w:r>
        <w:t xml:space="preserve"> details on the error.</w:t>
      </w:r>
    </w:p>
    <w:p w:rsidR="00596FC9" w:rsidRDefault="00603F55" w:rsidP="00603F55">
      <w:pPr>
        <w:pStyle w:val="Definition"/>
      </w:pPr>
      <w:r>
        <w:t>bool detach</w:t>
      </w:r>
      <w:r w:rsidR="000F4AA4" w:rsidRPr="00817D51">
        <w:rPr>
          <w:rFonts w:asciiTheme="minorHAnsi" w:hAnsiTheme="minorHAnsi"/>
        </w:rPr>
        <w:fldChar w:fldCharType="begin"/>
      </w:r>
      <w:r w:rsidR="00D00369" w:rsidRPr="00817D51">
        <w:rPr>
          <w:rFonts w:asciiTheme="minorHAnsi" w:hAnsiTheme="minorHAnsi"/>
        </w:rPr>
        <w:instrText xml:space="preserve"> XE "detach</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w:t>
      </w:r>
      <w:r w:rsidR="0002725F">
        <w:t>bool leaveStopped = false</w:t>
      </w:r>
      <w:r>
        <w:t>)</w:t>
      </w:r>
    </w:p>
    <w:p w:rsidR="00815BA2" w:rsidRDefault="00603F55" w:rsidP="009A6F08">
      <w:pPr>
        <w:pStyle w:val="APIBody"/>
      </w:pPr>
      <w:r>
        <w:t xml:space="preserve">This function will detach ProcControlAPI from the </w:t>
      </w:r>
      <w:r w:rsidR="001F61BC">
        <w:t>target</w:t>
      </w:r>
      <w:r>
        <w:t xml:space="preserve"> process.  ProcControlAPI will no longer be able to control or receive events from the </w:t>
      </w:r>
      <w:r w:rsidR="001F61BC">
        <w:t>target</w:t>
      </w:r>
      <w:r>
        <w:t xml:space="preserve"> process.  </w:t>
      </w:r>
      <w:r w:rsidR="00222764">
        <w:t xml:space="preserve">All breakpoints will be removed from the </w:t>
      </w:r>
      <w:r w:rsidR="001F61BC">
        <w:t>target</w:t>
      </w:r>
      <w:r w:rsidR="00222764">
        <w:t xml:space="preserve">.  </w:t>
      </w:r>
      <w:r w:rsidR="008F360C">
        <w:t xml:space="preserve">This function </w:t>
      </w:r>
      <w:r w:rsidR="00233FEF">
        <w:t>returns</w:t>
      </w:r>
      <w:r w:rsidR="008F360C">
        <w:t xml:space="preserve"> </w:t>
      </w:r>
      <w:r w:rsidR="008F360C" w:rsidRPr="008F360C">
        <w:rPr>
          <w:rFonts w:ascii="Courier New" w:hAnsi="Courier New" w:cs="Courier New"/>
        </w:rPr>
        <w:t>true</w:t>
      </w:r>
      <w:r w:rsidR="008F360C">
        <w:t xml:space="preserve"> on success and </w:t>
      </w:r>
      <w:r w:rsidR="008F360C" w:rsidRPr="008F360C">
        <w:rPr>
          <w:rFonts w:ascii="Courier New" w:hAnsi="Courier New" w:cs="Courier New"/>
        </w:rPr>
        <w:t>false</w:t>
      </w:r>
      <w:r w:rsidR="008F360C">
        <w:t xml:space="preserve"> on error.  Upon an error a subsequent call to </w:t>
      </w:r>
      <w:r w:rsidR="00CB718B">
        <w:rPr>
          <w:rFonts w:ascii="Courier New" w:hAnsi="Courier New" w:cs="Courier New"/>
        </w:rPr>
        <w:t>getLastError</w:t>
      </w:r>
      <w:r w:rsidR="008F360C">
        <w:t xml:space="preserve"> </w:t>
      </w:r>
      <w:r w:rsidR="00233FEF">
        <w:t>returns</w:t>
      </w:r>
      <w:r w:rsidR="008F360C">
        <w:t xml:space="preserve"> details on the error.</w:t>
      </w:r>
    </w:p>
    <w:p w:rsidR="0002725F" w:rsidRDefault="0002725F" w:rsidP="009A6F08">
      <w:pPr>
        <w:pStyle w:val="APIBody"/>
      </w:pPr>
      <w:r>
        <w:t xml:space="preserve">If the </w:t>
      </w:r>
      <w:r w:rsidRPr="0002725F">
        <w:rPr>
          <w:rFonts w:ascii="Courier New" w:hAnsi="Courier New" w:cs="Courier New"/>
        </w:rPr>
        <w:t>leaveStopped</w:t>
      </w:r>
      <w:r>
        <w:t xml:space="preserve"> parameter is set to </w:t>
      </w:r>
      <w:r w:rsidRPr="0002725F">
        <w:rPr>
          <w:rFonts w:ascii="Courier New" w:hAnsi="Courier New" w:cs="Courier New"/>
        </w:rPr>
        <w:t>true</w:t>
      </w:r>
      <w:r>
        <w:t xml:space="preserve">, and the process is in a stopped state, then the target process will be left in a stopped state after the detach.  </w:t>
      </w:r>
    </w:p>
    <w:p w:rsidR="008F360C" w:rsidRDefault="008F360C" w:rsidP="009A6F08">
      <w:pPr>
        <w:pStyle w:val="APIBody"/>
      </w:pPr>
      <w:r>
        <w:t>It is an error to call this function from a callback.</w:t>
      </w:r>
    </w:p>
    <w:p w:rsidR="00815BA2" w:rsidRDefault="00815BA2" w:rsidP="00815BA2">
      <w:pPr>
        <w:pStyle w:val="Definition"/>
      </w:pPr>
      <w:r>
        <w:t>bool temporaryDetach</w:t>
      </w:r>
      <w:r w:rsidRPr="00815BA2">
        <w:rPr>
          <w:rFonts w:asciiTheme="minorHAnsi" w:hAnsiTheme="minorHAnsi" w:cstheme="minorHAnsi"/>
        </w:rPr>
        <w:fldChar w:fldCharType="begin"/>
      </w:r>
      <w:r w:rsidRPr="00815BA2">
        <w:rPr>
          <w:rFonts w:asciiTheme="minorHAnsi" w:hAnsiTheme="minorHAnsi" w:cstheme="minorHAnsi"/>
        </w:rPr>
        <w:instrText xml:space="preserve"> XE "temporaryDetach, Process" </w:instrText>
      </w:r>
      <w:r w:rsidRPr="00815BA2">
        <w:rPr>
          <w:rFonts w:asciiTheme="minorHAnsi" w:hAnsiTheme="minorHAnsi" w:cstheme="minorHAnsi"/>
        </w:rPr>
        <w:fldChar w:fldCharType="end"/>
      </w:r>
      <w:r>
        <w:t>()</w:t>
      </w:r>
    </w:p>
    <w:p w:rsidR="00815BA2" w:rsidRDefault="00815BA2" w:rsidP="009A6F08">
      <w:pPr>
        <w:pStyle w:val="APIBody"/>
      </w:pPr>
      <w:r>
        <w:t xml:space="preserve">This function temporarily detaches from the target process, but leaves the Process data structure intact.  This functionality is commonly called detach-on-the-fly.  The target process will not report new events nor be controllable or able to be queried by the user.  Breakpoints are removed from the process.  The </w:t>
      </w:r>
      <w:r w:rsidRPr="00815BA2">
        <w:rPr>
          <w:rFonts w:ascii="Courier New" w:hAnsi="Courier New" w:cs="Courier New"/>
        </w:rPr>
        <w:t>reAttach</w:t>
      </w:r>
      <w:r>
        <w:t xml:space="preserve"> function will reconnect the process after this call.</w:t>
      </w:r>
    </w:p>
    <w:p w:rsidR="00815BA2" w:rsidRDefault="00815BA2" w:rsidP="009A6F08">
      <w:pPr>
        <w:pStyle w:val="APIBody"/>
      </w:pPr>
      <w:r>
        <w:t>This function returns true on success and false upon error.</w:t>
      </w:r>
    </w:p>
    <w:p w:rsidR="00815BA2" w:rsidRDefault="00815BA2" w:rsidP="009A6F08">
      <w:pPr>
        <w:pStyle w:val="APIBody"/>
      </w:pPr>
      <w:r>
        <w:t>It is an error to call this function from a callback.</w:t>
      </w:r>
    </w:p>
    <w:p w:rsidR="00815BA2" w:rsidRDefault="00815BA2" w:rsidP="00815BA2">
      <w:pPr>
        <w:pStyle w:val="Definition"/>
      </w:pPr>
      <w:r>
        <w:lastRenderedPageBreak/>
        <w:t>bool reAttach</w:t>
      </w:r>
      <w:r w:rsidRPr="00815BA2">
        <w:rPr>
          <w:rFonts w:asciiTheme="minorHAnsi" w:hAnsiTheme="minorHAnsi" w:cstheme="minorHAnsi"/>
        </w:rPr>
        <w:fldChar w:fldCharType="begin"/>
      </w:r>
      <w:r w:rsidRPr="00815BA2">
        <w:rPr>
          <w:rFonts w:asciiTheme="minorHAnsi" w:hAnsiTheme="minorHAnsi" w:cstheme="minorHAnsi"/>
        </w:rPr>
        <w:instrText xml:space="preserve"> XE "reAttach, Process" </w:instrText>
      </w:r>
      <w:r w:rsidRPr="00815BA2">
        <w:rPr>
          <w:rFonts w:asciiTheme="minorHAnsi" w:hAnsiTheme="minorHAnsi" w:cstheme="minorHAnsi"/>
        </w:rPr>
        <w:fldChar w:fldCharType="end"/>
      </w:r>
      <w:r>
        <w:t>()</w:t>
      </w:r>
    </w:p>
    <w:p w:rsidR="00815BA2" w:rsidRDefault="00815BA2" w:rsidP="009A6F08">
      <w:pPr>
        <w:pStyle w:val="APIBody"/>
      </w:pPr>
      <w:r>
        <w:t xml:space="preserve">This function reconnects to the target process after a </w:t>
      </w:r>
      <w:r w:rsidRPr="00815BA2">
        <w:rPr>
          <w:rFonts w:ascii="Courier New" w:hAnsi="Courier New" w:cs="Courier New"/>
        </w:rPr>
        <w:t>temporaryDetach</w:t>
      </w:r>
      <w:r>
        <w:t xml:space="preserve"> call.  Any breakpoints will be re-inserted back into the function, and if threads have been created or destroyed during the time detached new events will be thrown for them.</w:t>
      </w:r>
    </w:p>
    <w:p w:rsidR="00815BA2" w:rsidRDefault="00815BA2" w:rsidP="009A6F08">
      <w:pPr>
        <w:pStyle w:val="APIBody"/>
      </w:pPr>
      <w:r>
        <w:t>This function returns true on success and false upon error.</w:t>
      </w:r>
    </w:p>
    <w:p w:rsidR="00815BA2" w:rsidRDefault="00815BA2" w:rsidP="009A6F08">
      <w:pPr>
        <w:pStyle w:val="APIBody"/>
      </w:pPr>
      <w:r>
        <w:t>It is an error to call this function from a callback.</w:t>
      </w:r>
    </w:p>
    <w:p w:rsidR="00603F55" w:rsidRDefault="008F360C" w:rsidP="008F360C">
      <w:pPr>
        <w:pStyle w:val="Definition"/>
      </w:pPr>
      <w:r>
        <w:t>bool terminate</w:t>
      </w:r>
      <w:r w:rsidR="000F4AA4" w:rsidRPr="00817D51">
        <w:rPr>
          <w:rFonts w:asciiTheme="minorHAnsi" w:hAnsiTheme="minorHAnsi"/>
        </w:rPr>
        <w:fldChar w:fldCharType="begin"/>
      </w:r>
      <w:r w:rsidR="00D00369" w:rsidRPr="00817D51">
        <w:rPr>
          <w:rFonts w:asciiTheme="minorHAnsi" w:hAnsiTheme="minorHAnsi"/>
        </w:rPr>
        <w:instrText xml:space="preserve"> XE "terminate</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w:t>
      </w:r>
    </w:p>
    <w:p w:rsidR="008F360C" w:rsidRDefault="008F360C" w:rsidP="009A6F08">
      <w:pPr>
        <w:pStyle w:val="APIBody"/>
      </w:pPr>
      <w:r>
        <w:t xml:space="preserve">This function forcefully terminated the </w:t>
      </w:r>
      <w:r w:rsidR="001F61BC">
        <w:t>target</w:t>
      </w:r>
      <w:r>
        <w:t xml:space="preserve"> process.  Upon a successful call to this function the </w:t>
      </w:r>
      <w:r w:rsidR="001F61BC">
        <w:t>target</w:t>
      </w:r>
      <w:r>
        <w:t xml:space="preserve"> process will end execution.  The </w:t>
      </w:r>
      <w:r w:rsidRPr="007B477D">
        <w:rPr>
          <w:rFonts w:ascii="Courier New" w:hAnsi="Courier New" w:cs="Courier New"/>
        </w:rPr>
        <w:t>Process</w:t>
      </w:r>
      <w:r>
        <w:t xml:space="preserve"> object will record the </w:t>
      </w:r>
      <w:r w:rsidR="001F61BC">
        <w:t>target</w:t>
      </w:r>
      <w:r>
        <w:t xml:space="preserve"> process as having crashed.  This function </w:t>
      </w:r>
      <w:r w:rsidR="00233FEF">
        <w:t>returns</w:t>
      </w:r>
      <w:r>
        <w:t xml:space="preserve"> </w:t>
      </w:r>
      <w:r w:rsidRPr="008F360C">
        <w:rPr>
          <w:rFonts w:ascii="Courier New" w:hAnsi="Courier New" w:cs="Courier New"/>
        </w:rPr>
        <w:t>true</w:t>
      </w:r>
      <w:r>
        <w:t xml:space="preserve"> on success and </w:t>
      </w:r>
      <w:r w:rsidRPr="008F360C">
        <w:rPr>
          <w:rFonts w:ascii="Courier New" w:hAnsi="Courier New" w:cs="Courier New"/>
        </w:rPr>
        <w:t>false</w:t>
      </w:r>
      <w:r>
        <w:t xml:space="preserve"> on error.  Upon an error a subsequent call to </w:t>
      </w:r>
      <w:r w:rsidR="00CB718B">
        <w:rPr>
          <w:rFonts w:ascii="Courier New" w:hAnsi="Courier New" w:cs="Courier New"/>
        </w:rPr>
        <w:t>getLastError</w:t>
      </w:r>
      <w:r>
        <w:t xml:space="preserve"> </w:t>
      </w:r>
      <w:r w:rsidR="00233FEF">
        <w:t>returns</w:t>
      </w:r>
      <w:r>
        <w:t xml:space="preserve"> details on the error.</w:t>
      </w:r>
    </w:p>
    <w:p w:rsidR="008F360C" w:rsidRDefault="008F360C" w:rsidP="009A6F08">
      <w:pPr>
        <w:pStyle w:val="APIBody"/>
      </w:pPr>
      <w:r>
        <w:t>It is an error to call this function from a callback.</w:t>
      </w:r>
    </w:p>
    <w:p w:rsidR="008F360C" w:rsidRDefault="008F360C" w:rsidP="008F360C">
      <w:pPr>
        <w:pStyle w:val="Definition"/>
      </w:pPr>
      <w:r>
        <w:t>const ThreadPool</w:t>
      </w:r>
      <w:r w:rsidR="000F4AA4" w:rsidRPr="007650F8">
        <w:rPr>
          <w:rFonts w:asciiTheme="minorHAnsi" w:hAnsiTheme="minorHAnsi"/>
        </w:rPr>
        <w:fldChar w:fldCharType="begin"/>
      </w:r>
      <w:r w:rsidR="007650F8" w:rsidRPr="007650F8">
        <w:rPr>
          <w:rFonts w:asciiTheme="minorHAnsi" w:hAnsiTheme="minorHAnsi"/>
        </w:rPr>
        <w:instrText xml:space="preserve"> XE "ThreadPool" </w:instrText>
      </w:r>
      <w:r w:rsidR="000F4AA4" w:rsidRPr="007650F8">
        <w:rPr>
          <w:rFonts w:asciiTheme="minorHAnsi" w:hAnsiTheme="minorHAnsi"/>
        </w:rPr>
        <w:fldChar w:fldCharType="end"/>
      </w:r>
      <w:r>
        <w:t xml:space="preserve"> &amp;threads</w:t>
      </w:r>
      <w:r w:rsidR="000F4AA4" w:rsidRPr="00817D51">
        <w:rPr>
          <w:rFonts w:asciiTheme="minorHAnsi" w:hAnsiTheme="minorHAnsi"/>
        </w:rPr>
        <w:fldChar w:fldCharType="begin"/>
      </w:r>
      <w:r w:rsidR="00D00369" w:rsidRPr="00817D51">
        <w:rPr>
          <w:rFonts w:asciiTheme="minorHAnsi" w:hAnsiTheme="minorHAnsi"/>
        </w:rPr>
        <w:instrText xml:space="preserve"> XE "threads</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8F360C" w:rsidRDefault="008F360C" w:rsidP="008F360C">
      <w:pPr>
        <w:pStyle w:val="Definition"/>
      </w:pPr>
      <w:r>
        <w:t>ThreadPool &amp;threads()</w:t>
      </w:r>
    </w:p>
    <w:p w:rsidR="008F360C" w:rsidRDefault="008F360C" w:rsidP="009A6F08">
      <w:pPr>
        <w:pStyle w:val="APIBody"/>
      </w:pPr>
      <w:r>
        <w:t xml:space="preserve">These functions respectively return a const reference or a reference to the Process’ </w:t>
      </w:r>
      <w:r w:rsidRPr="004A2955">
        <w:rPr>
          <w:rFonts w:ascii="Courier New" w:hAnsi="Courier New" w:cs="Courier New"/>
        </w:rPr>
        <w:t>ThreadPool</w:t>
      </w:r>
      <w:r>
        <w:t xml:space="preserve">.  The </w:t>
      </w:r>
      <w:r w:rsidRPr="004A2955">
        <w:rPr>
          <w:rFonts w:ascii="Courier New" w:hAnsi="Courier New" w:cs="Courier New"/>
        </w:rPr>
        <w:t>ThreadPool</w:t>
      </w:r>
      <w:r>
        <w:t xml:space="preserve"> object can be used to iterate over and query the </w:t>
      </w:r>
      <w:r w:rsidRPr="004A2955">
        <w:rPr>
          <w:rFonts w:ascii="Courier New" w:hAnsi="Courier New" w:cs="Courier New"/>
        </w:rPr>
        <w:t>Process’</w:t>
      </w:r>
      <w:r>
        <w:t xml:space="preserve"> </w:t>
      </w:r>
      <w:r w:rsidRPr="004A2955">
        <w:rPr>
          <w:rFonts w:ascii="Courier New" w:hAnsi="Courier New" w:cs="Courier New"/>
        </w:rPr>
        <w:t>Thread</w:t>
      </w:r>
      <w:r>
        <w:t xml:space="preserve"> objects—see the </w:t>
      </w:r>
      <w:r w:rsidR="007B477D">
        <w:t>S</w:t>
      </w:r>
      <w:r>
        <w:t xml:space="preserve">ection </w:t>
      </w:r>
      <w:r w:rsidR="000F4AA4">
        <w:fldChar w:fldCharType="begin"/>
      </w:r>
      <w:r w:rsidR="007B477D">
        <w:instrText xml:space="preserve"> REF _Ref274129024 \r \h </w:instrText>
      </w:r>
      <w:r w:rsidR="000F4AA4">
        <w:fldChar w:fldCharType="separate"/>
      </w:r>
      <w:r w:rsidR="00C42453">
        <w:t>3.6</w:t>
      </w:r>
      <w:r w:rsidR="000F4AA4">
        <w:fldChar w:fldCharType="end"/>
      </w:r>
      <w:r w:rsidR="007B477D">
        <w:t xml:space="preserve"> </w:t>
      </w:r>
      <w:r>
        <w:t>for more details</w:t>
      </w:r>
      <w:r w:rsidR="007B477D">
        <w:t xml:space="preserve"> on </w:t>
      </w:r>
      <w:r w:rsidR="007B477D" w:rsidRPr="007B477D">
        <w:rPr>
          <w:rFonts w:ascii="Courier New" w:hAnsi="Courier New" w:cs="Courier New"/>
        </w:rPr>
        <w:t>ThreadPool</w:t>
      </w:r>
      <w:r>
        <w:t>.</w:t>
      </w:r>
    </w:p>
    <w:p w:rsidR="004A2955" w:rsidRDefault="004A2955" w:rsidP="004A2955">
      <w:pPr>
        <w:pStyle w:val="Definition"/>
      </w:pPr>
      <w:r>
        <w:t>const LibraryPool</w:t>
      </w:r>
      <w:r w:rsidR="000F4AA4" w:rsidRPr="007650F8">
        <w:rPr>
          <w:rFonts w:asciiTheme="minorHAnsi" w:hAnsiTheme="minorHAnsi"/>
        </w:rPr>
        <w:fldChar w:fldCharType="begin"/>
      </w:r>
      <w:r w:rsidR="007650F8" w:rsidRPr="007650F8">
        <w:rPr>
          <w:rFonts w:asciiTheme="minorHAnsi" w:hAnsiTheme="minorHAnsi"/>
        </w:rPr>
        <w:instrText xml:space="preserve"> XE "LibraryPool" </w:instrText>
      </w:r>
      <w:r w:rsidR="000F4AA4" w:rsidRPr="007650F8">
        <w:rPr>
          <w:rFonts w:asciiTheme="minorHAnsi" w:hAnsiTheme="minorHAnsi"/>
        </w:rPr>
        <w:fldChar w:fldCharType="end"/>
      </w:r>
      <w:r>
        <w:t xml:space="preserve"> &amp;libraries</w:t>
      </w:r>
      <w:r w:rsidR="000F4AA4" w:rsidRPr="00817D51">
        <w:rPr>
          <w:rFonts w:asciiTheme="minorHAnsi" w:hAnsiTheme="minorHAnsi"/>
        </w:rPr>
        <w:fldChar w:fldCharType="begin"/>
      </w:r>
      <w:r w:rsidR="00D00369" w:rsidRPr="00817D51">
        <w:rPr>
          <w:rFonts w:asciiTheme="minorHAnsi" w:hAnsiTheme="minorHAnsi"/>
        </w:rPr>
        <w:instrText xml:space="preserve"> XE "libraries</w:instrText>
      </w:r>
      <w:r w:rsidR="00817D51" w:rsidRPr="00817D51">
        <w:rPr>
          <w:rFonts w:asciiTheme="minorHAnsi" w:hAnsiTheme="minorHAnsi"/>
        </w:rPr>
        <w:instrText>, Process</w:instrText>
      </w:r>
      <w:r w:rsidR="00D00369" w:rsidRPr="00817D51">
        <w:rPr>
          <w:rFonts w:asciiTheme="minorHAnsi" w:hAnsiTheme="minorHAnsi"/>
        </w:rPr>
        <w:instrText xml:space="preserve">" </w:instrText>
      </w:r>
      <w:r w:rsidR="000F4AA4" w:rsidRPr="00817D51">
        <w:rPr>
          <w:rFonts w:asciiTheme="minorHAnsi" w:hAnsiTheme="minorHAnsi"/>
        </w:rPr>
        <w:fldChar w:fldCharType="end"/>
      </w:r>
      <w:r>
        <w:t>() const</w:t>
      </w:r>
    </w:p>
    <w:p w:rsidR="004A2955" w:rsidRDefault="007B477D" w:rsidP="004A2955">
      <w:pPr>
        <w:pStyle w:val="Definition"/>
      </w:pPr>
      <w:r>
        <w:t>Library</w:t>
      </w:r>
      <w:r w:rsidR="004A2955">
        <w:t>Pool &amp;libraries()</w:t>
      </w:r>
    </w:p>
    <w:p w:rsidR="004A2955" w:rsidRDefault="004A2955" w:rsidP="009A6F08">
      <w:pPr>
        <w:pStyle w:val="APIBody"/>
      </w:pPr>
      <w:r>
        <w:t xml:space="preserve">These functions respectively return a const reference or a reference to the Process’ </w:t>
      </w:r>
      <w:r>
        <w:rPr>
          <w:rFonts w:ascii="Courier New" w:hAnsi="Courier New" w:cs="Courier New"/>
        </w:rPr>
        <w:t>LibraryPool</w:t>
      </w:r>
      <w:r>
        <w:t xml:space="preserve">.  The </w:t>
      </w:r>
      <w:r>
        <w:rPr>
          <w:rFonts w:ascii="Courier New" w:hAnsi="Courier New" w:cs="Courier New"/>
        </w:rPr>
        <w:t>Library</w:t>
      </w:r>
      <w:r w:rsidRPr="004A2955">
        <w:rPr>
          <w:rFonts w:ascii="Courier New" w:hAnsi="Courier New" w:cs="Courier New"/>
        </w:rPr>
        <w:t>Pool</w:t>
      </w:r>
      <w:r>
        <w:t xml:space="preserve"> object can be used to iterate over and query the </w:t>
      </w:r>
      <w:r w:rsidRPr="004A2955">
        <w:rPr>
          <w:rFonts w:ascii="Courier New" w:hAnsi="Courier New" w:cs="Courier New"/>
        </w:rPr>
        <w:t>Process’</w:t>
      </w:r>
      <w:r>
        <w:t xml:space="preserve"> </w:t>
      </w:r>
      <w:r>
        <w:rPr>
          <w:rFonts w:ascii="Courier New" w:hAnsi="Courier New" w:cs="Courier New"/>
        </w:rPr>
        <w:t>Library</w:t>
      </w:r>
      <w:r>
        <w:t xml:space="preserve"> objects—see the </w:t>
      </w:r>
      <w:r w:rsidR="007B477D">
        <w:t>S</w:t>
      </w:r>
      <w:r>
        <w:t xml:space="preserve">ection </w:t>
      </w:r>
      <w:r w:rsidR="000F4AA4">
        <w:fldChar w:fldCharType="begin"/>
      </w:r>
      <w:r w:rsidR="007B477D">
        <w:instrText xml:space="preserve"> REF _Ref257219447 \r \h </w:instrText>
      </w:r>
      <w:r w:rsidR="000F4AA4">
        <w:fldChar w:fldCharType="separate"/>
      </w:r>
      <w:r w:rsidR="00C42453">
        <w:t>3.7</w:t>
      </w:r>
      <w:r w:rsidR="000F4AA4">
        <w:fldChar w:fldCharType="end"/>
      </w:r>
      <w:r w:rsidR="007B477D">
        <w:t xml:space="preserve"> </w:t>
      </w:r>
      <w:r>
        <w:t>for more details</w:t>
      </w:r>
      <w:r w:rsidR="007B477D">
        <w:t xml:space="preserve"> on </w:t>
      </w:r>
      <w:r w:rsidR="007B477D" w:rsidRPr="007B477D">
        <w:rPr>
          <w:rFonts w:ascii="Courier New" w:hAnsi="Courier New" w:cs="Courier New"/>
        </w:rPr>
        <w:t>LibraryPool</w:t>
      </w:r>
      <w:r>
        <w:t>.</w:t>
      </w:r>
    </w:p>
    <w:p w:rsidR="00D26811" w:rsidRDefault="00D26811" w:rsidP="00D26811">
      <w:pPr>
        <w:pStyle w:val="Definition"/>
      </w:pPr>
      <w:r>
        <w:t>bool addLibrary(std::string libname)</w:t>
      </w:r>
    </w:p>
    <w:p w:rsidR="00D26811" w:rsidRDefault="00D26811" w:rsidP="00D26811">
      <w:pPr>
        <w:pStyle w:val="APIBody"/>
      </w:pPr>
      <w:r>
        <w:t xml:space="preserve">This function causes the specified library to be loaded into the process. It will trigger an event (and thus a user callback) for each library loaded (including dependencies). </w:t>
      </w:r>
    </w:p>
    <w:p w:rsidR="00931F60" w:rsidRDefault="00931F60" w:rsidP="00931F60">
      <w:pPr>
        <w:pStyle w:val="Definition"/>
      </w:pPr>
      <w:r>
        <w:t>void *getData</w:t>
      </w:r>
      <w:r w:rsidR="00815BA2" w:rsidRPr="00815BA2">
        <w:rPr>
          <w:rFonts w:asciiTheme="minorHAnsi" w:hAnsiTheme="minorHAnsi" w:cstheme="minorHAnsi"/>
        </w:rPr>
        <w:fldChar w:fldCharType="begin"/>
      </w:r>
      <w:r w:rsidR="00815BA2" w:rsidRPr="00815BA2">
        <w:rPr>
          <w:rFonts w:asciiTheme="minorHAnsi" w:hAnsiTheme="minorHAnsi" w:cstheme="minorHAnsi"/>
        </w:rPr>
        <w:instrText xml:space="preserve"> XE "getData, Process" </w:instrText>
      </w:r>
      <w:r w:rsidR="00815BA2" w:rsidRPr="00815BA2">
        <w:rPr>
          <w:rFonts w:asciiTheme="minorHAnsi" w:hAnsiTheme="minorHAnsi" w:cstheme="minorHAnsi"/>
        </w:rPr>
        <w:fldChar w:fldCharType="end"/>
      </w:r>
      <w:r w:rsidR="00815BA2">
        <w:t xml:space="preserve"> </w:t>
      </w:r>
      <w:r>
        <w:t>() const</w:t>
      </w:r>
    </w:p>
    <w:p w:rsidR="00931F60" w:rsidRDefault="00931F60" w:rsidP="00931F60">
      <w:pPr>
        <w:pStyle w:val="Definition"/>
      </w:pPr>
      <w:r>
        <w:t>void setData</w:t>
      </w:r>
      <w:r w:rsidR="00815BA2" w:rsidRPr="00815BA2">
        <w:rPr>
          <w:rFonts w:asciiTheme="minorHAnsi" w:hAnsiTheme="minorHAnsi" w:cstheme="minorHAnsi"/>
        </w:rPr>
        <w:fldChar w:fldCharType="begin"/>
      </w:r>
      <w:r w:rsidR="00815BA2" w:rsidRPr="00815BA2">
        <w:rPr>
          <w:rFonts w:asciiTheme="minorHAnsi" w:hAnsiTheme="minorHAnsi" w:cstheme="minorHAnsi"/>
        </w:rPr>
        <w:instrText xml:space="preserve"> XE "setData, Process" </w:instrText>
      </w:r>
      <w:r w:rsidR="00815BA2" w:rsidRPr="00815BA2">
        <w:rPr>
          <w:rFonts w:asciiTheme="minorHAnsi" w:hAnsiTheme="minorHAnsi" w:cstheme="minorHAnsi"/>
        </w:rPr>
        <w:fldChar w:fldCharType="end"/>
      </w:r>
      <w:r w:rsidR="00815BA2">
        <w:t xml:space="preserve"> </w:t>
      </w:r>
      <w:r>
        <w:t>(void *p) const</w:t>
      </w:r>
    </w:p>
    <w:p w:rsidR="00931F60" w:rsidRDefault="00931F60" w:rsidP="009A6F08">
      <w:pPr>
        <w:pStyle w:val="APIBody"/>
      </w:pPr>
      <w:r>
        <w:t>These functions respectively get and set an opaque data object that can be associated with this process.  The data is not interpreted by ProcControlAPI, but remains associated with the process.</w:t>
      </w:r>
    </w:p>
    <w:p w:rsidR="001A2892" w:rsidRDefault="001A2892" w:rsidP="001A2892">
      <w:pPr>
        <w:pStyle w:val="Definition"/>
      </w:pPr>
      <w:r w:rsidRPr="001A2892">
        <w:t>unsigned getMemoryPageSize() const</w:t>
      </w:r>
    </w:p>
    <w:p w:rsidR="001A2892" w:rsidRDefault="001A2892" w:rsidP="009A6F08">
      <w:pPr>
        <w:pStyle w:val="APIBody"/>
      </w:pPr>
      <w:r>
        <w:t>This function retur</w:t>
      </w:r>
      <w:r w:rsidR="000A21BB">
        <w:t>ns memory page size for the</w:t>
      </w:r>
      <w:r w:rsidR="00176977">
        <w:t xml:space="preserve"> current</w:t>
      </w:r>
      <w:r w:rsidR="000A21BB">
        <w:t xml:space="preserve"> </w:t>
      </w:r>
      <w:r w:rsidR="008D0E17">
        <w:t>OS</w:t>
      </w:r>
      <w:r w:rsidR="00176977">
        <w:t xml:space="preserve"> on which the target process is running</w:t>
      </w:r>
      <w:r>
        <w:t>.</w:t>
      </w:r>
    </w:p>
    <w:p w:rsidR="004A2955" w:rsidRDefault="004A2955" w:rsidP="004A2955">
      <w:pPr>
        <w:pStyle w:val="Definition"/>
      </w:pPr>
      <w:r>
        <w:t>Dyninst::Address mallocMemory</w:t>
      </w:r>
      <w:r w:rsidR="000F4AA4" w:rsidRPr="00390A88">
        <w:rPr>
          <w:rFonts w:asciiTheme="minorHAnsi" w:hAnsiTheme="minorHAnsi"/>
        </w:rPr>
        <w:fldChar w:fldCharType="begin"/>
      </w:r>
      <w:r w:rsidR="00D00369" w:rsidRPr="00390A88">
        <w:rPr>
          <w:rFonts w:asciiTheme="minorHAnsi" w:hAnsiTheme="minorHAnsi"/>
        </w:rPr>
        <w:instrText xml:space="preserve"> XE "mallocMemory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(size_t long size)</w:t>
      </w:r>
    </w:p>
    <w:p w:rsidR="004A2955" w:rsidRDefault="004A2955" w:rsidP="004A2955">
      <w:pPr>
        <w:pStyle w:val="Definition"/>
      </w:pPr>
      <w:r>
        <w:t>Dyninst::Address mallocMemory(</w:t>
      </w:r>
    </w:p>
    <w:p w:rsidR="004A2955" w:rsidRDefault="004A2955" w:rsidP="004A2955">
      <w:pPr>
        <w:pStyle w:val="Definition"/>
        <w:ind w:firstLine="720"/>
      </w:pPr>
      <w:r>
        <w:t>size_t size,</w:t>
      </w:r>
    </w:p>
    <w:p w:rsidR="004A2955" w:rsidRDefault="004A2955" w:rsidP="004A2955">
      <w:pPr>
        <w:pStyle w:val="Definition"/>
        <w:ind w:firstLine="720"/>
      </w:pPr>
      <w:r>
        <w:t>Dyninst::Address addr)</w:t>
      </w:r>
    </w:p>
    <w:p w:rsidR="004A2955" w:rsidRDefault="004A2955" w:rsidP="009A6F08">
      <w:pPr>
        <w:pStyle w:val="APIBody"/>
      </w:pPr>
      <w:r>
        <w:t xml:space="preserve">These functions allocate a region of memory in the </w:t>
      </w:r>
      <w:r w:rsidR="001F61BC">
        <w:t>target</w:t>
      </w:r>
      <w:r>
        <w:t xml:space="preserve"> process’ address space of size </w:t>
      </w:r>
      <w:r w:rsidRPr="00CB718B">
        <w:rPr>
          <w:rFonts w:ascii="Courier New" w:hAnsi="Courier New" w:cs="Courier New"/>
        </w:rPr>
        <w:t>size</w:t>
      </w:r>
      <w:r>
        <w:t xml:space="preserve">.   Upon a successful call these functions will map an area of memory in the </w:t>
      </w:r>
      <w:r w:rsidR="001F61BC">
        <w:t>target</w:t>
      </w:r>
      <w:r>
        <w:t xml:space="preserve"> process that is readable, writeable and executable.  The </w:t>
      </w:r>
      <w:r w:rsidRPr="00CB718B">
        <w:rPr>
          <w:rFonts w:ascii="Courier New" w:hAnsi="Courier New" w:cs="Courier New"/>
        </w:rPr>
        <w:t>mallocMemory(size_t)</w:t>
      </w:r>
      <w:r>
        <w:t xml:space="preserve"> function will allocate memory at any available address.  The </w:t>
      </w:r>
      <w:r w:rsidRPr="00CB718B">
        <w:rPr>
          <w:rFonts w:ascii="Courier New" w:hAnsi="Courier New" w:cs="Courier New"/>
        </w:rPr>
        <w:t xml:space="preserve">mallocMemory(size_t, </w:t>
      </w:r>
      <w:r w:rsidRPr="00CB718B">
        <w:rPr>
          <w:rFonts w:ascii="Courier New" w:hAnsi="Courier New" w:cs="Courier New"/>
        </w:rPr>
        <w:lastRenderedPageBreak/>
        <w:t>Dyninst::Address)</w:t>
      </w:r>
      <w:r>
        <w:t xml:space="preserve"> function will only allocate memory at the specified address, </w:t>
      </w:r>
      <w:r w:rsidRPr="00CB718B">
        <w:rPr>
          <w:rFonts w:ascii="Courier New" w:hAnsi="Courier New" w:cs="Courier New"/>
        </w:rPr>
        <w:t>addr</w:t>
      </w:r>
      <w:r>
        <w:t>.</w:t>
      </w:r>
    </w:p>
    <w:p w:rsidR="00CB718B" w:rsidRDefault="00CB718B" w:rsidP="009A6F08">
      <w:pPr>
        <w:pStyle w:val="APIBody"/>
      </w:pPr>
      <w:r>
        <w:t>It is an error to call this function from a callback.</w:t>
      </w:r>
    </w:p>
    <w:p w:rsidR="00CB718B" w:rsidRDefault="00CB718B" w:rsidP="009A6F08">
      <w:pPr>
        <w:pStyle w:val="APIBody"/>
      </w:pPr>
      <w:r>
        <w:t>ProcControlAPI may deliver callbacks when this function is called.</w:t>
      </w:r>
    </w:p>
    <w:p w:rsidR="004A2955" w:rsidRDefault="004A2955" w:rsidP="009A6F08">
      <w:pPr>
        <w:pStyle w:val="APIBody"/>
      </w:pPr>
      <w:r>
        <w:t xml:space="preserve">Upon success these functions </w:t>
      </w:r>
      <w:r w:rsidR="00233FEF">
        <w:t>return</w:t>
      </w:r>
      <w:r>
        <w:t xml:space="preserve"> the start address of memory that was allocated and </w:t>
      </w:r>
      <w:r w:rsidRPr="00CB718B">
        <w:rPr>
          <w:rFonts w:ascii="Courier New" w:hAnsi="Courier New" w:cs="Courier New"/>
        </w:rPr>
        <w:t>0</w:t>
      </w:r>
      <w:r>
        <w:t xml:space="preserve"> otherwise.  Upon an error a subsequent call to </w:t>
      </w:r>
      <w:r w:rsidR="00CB718B">
        <w:rPr>
          <w:rFonts w:ascii="Courier New" w:hAnsi="Courier New" w:cs="Courier New"/>
        </w:rPr>
        <w:t>getLastError</w:t>
      </w:r>
      <w:r>
        <w:t xml:space="preserve"> </w:t>
      </w:r>
      <w:r w:rsidR="00233FEF">
        <w:t>returns</w:t>
      </w:r>
      <w:r>
        <w:t xml:space="preserve"> details on the error.</w:t>
      </w:r>
    </w:p>
    <w:p w:rsidR="00596FC9" w:rsidRDefault="00CB718B" w:rsidP="00CB718B">
      <w:pPr>
        <w:pStyle w:val="Definition"/>
      </w:pPr>
      <w:r>
        <w:t>bool freeMemory</w:t>
      </w:r>
      <w:r w:rsidR="000F4AA4" w:rsidRPr="00390A88">
        <w:rPr>
          <w:rFonts w:asciiTheme="minorHAnsi" w:hAnsiTheme="minorHAnsi"/>
        </w:rPr>
        <w:fldChar w:fldCharType="begin"/>
      </w:r>
      <w:r w:rsidR="00D00369" w:rsidRPr="00390A88">
        <w:rPr>
          <w:rFonts w:asciiTheme="minorHAnsi" w:hAnsiTheme="minorHAnsi"/>
        </w:rPr>
        <w:instrText xml:space="preserve"> XE "freeMemory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(Dyninst::Address addr)</w:t>
      </w:r>
    </w:p>
    <w:p w:rsidR="00CB718B" w:rsidRDefault="00CB718B" w:rsidP="009A6F08">
      <w:pPr>
        <w:pStyle w:val="APIBody"/>
      </w:pPr>
      <w:r>
        <w:t xml:space="preserve">This function will free a region of memory that was allocated by the </w:t>
      </w:r>
      <w:r w:rsidRPr="00CB718B">
        <w:rPr>
          <w:rFonts w:ascii="Courier New" w:hAnsi="Courier New" w:cs="Courier New"/>
        </w:rPr>
        <w:t>mallocMemory</w:t>
      </w:r>
      <w:r>
        <w:t xml:space="preserve"> function.  Upon a successful call to this function</w:t>
      </w:r>
      <w:r w:rsidR="00005F12">
        <w:t>,</w:t>
      </w:r>
      <w:r>
        <w:t xml:space="preserve"> the area of memory starting at </w:t>
      </w:r>
      <w:r w:rsidRPr="00CB718B">
        <w:rPr>
          <w:rFonts w:ascii="Courier New" w:hAnsi="Courier New" w:cs="Courier New"/>
        </w:rPr>
        <w:t>addr</w:t>
      </w:r>
      <w:r>
        <w:t xml:space="preserve"> will be unmapped and no longer accessible to the </w:t>
      </w:r>
      <w:r w:rsidR="001F61BC">
        <w:t>target</w:t>
      </w:r>
      <w:r>
        <w:t xml:space="preserve"> process.  It is an error to call this function with an address that was not returned by </w:t>
      </w:r>
      <w:r w:rsidRPr="00CB718B">
        <w:rPr>
          <w:rFonts w:ascii="Courier New" w:hAnsi="Courier New" w:cs="Courier New"/>
        </w:rPr>
        <w:t>mallocMemory</w:t>
      </w:r>
      <w:r>
        <w:t>.</w:t>
      </w:r>
    </w:p>
    <w:p w:rsidR="00CB718B" w:rsidRDefault="00CB718B" w:rsidP="009A6F08">
      <w:pPr>
        <w:pStyle w:val="APIBody"/>
      </w:pPr>
      <w:r>
        <w:t>It is an error to call this function from a callback.</w:t>
      </w:r>
    </w:p>
    <w:p w:rsidR="00CB718B" w:rsidRDefault="00CB718B" w:rsidP="009A6F08">
      <w:pPr>
        <w:pStyle w:val="APIBody"/>
      </w:pPr>
      <w:r>
        <w:t>ProcControlAPI may deliver callbacks when this function is called.</w:t>
      </w:r>
    </w:p>
    <w:p w:rsidR="00CB718B" w:rsidRDefault="00CB718B"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8271B0" w:rsidRDefault="008271B0" w:rsidP="008271B0">
      <w:pPr>
        <w:pStyle w:val="Definition"/>
      </w:pPr>
      <w:r>
        <w:t>bool writeMemory</w:t>
      </w:r>
      <w:r w:rsidR="000F4AA4" w:rsidRPr="00390A88">
        <w:rPr>
          <w:rFonts w:asciiTheme="minorHAnsi" w:hAnsiTheme="minorHAnsi"/>
        </w:rPr>
        <w:fldChar w:fldCharType="begin"/>
      </w:r>
      <w:r w:rsidR="00D00369" w:rsidRPr="00390A88">
        <w:rPr>
          <w:rFonts w:asciiTheme="minorHAnsi" w:hAnsiTheme="minorHAnsi"/>
        </w:rPr>
        <w:instrText xml:space="preserve"> XE "writeMemory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8271B0" w:rsidRDefault="008271B0" w:rsidP="008271B0">
      <w:pPr>
        <w:pStyle w:val="Definition"/>
        <w:ind w:firstLine="720"/>
      </w:pPr>
      <w:r>
        <w:t>Dyninst::Address addr,</w:t>
      </w:r>
    </w:p>
    <w:p w:rsidR="008271B0" w:rsidRDefault="008271B0" w:rsidP="008271B0">
      <w:pPr>
        <w:pStyle w:val="Definition"/>
        <w:ind w:firstLine="720"/>
      </w:pPr>
      <w:r>
        <w:t>void *buffer,</w:t>
      </w:r>
    </w:p>
    <w:p w:rsidR="008271B0" w:rsidRDefault="008271B0" w:rsidP="008271B0">
      <w:pPr>
        <w:pStyle w:val="Definition"/>
        <w:ind w:firstLine="720"/>
      </w:pPr>
      <w:r>
        <w:t>size_t size)</w:t>
      </w:r>
      <w:r w:rsidR="00835712">
        <w:t xml:space="preserve"> const</w:t>
      </w:r>
    </w:p>
    <w:p w:rsidR="00835712" w:rsidRDefault="00F64DF5" w:rsidP="009A6F08">
      <w:pPr>
        <w:pStyle w:val="APIBody"/>
      </w:pPr>
      <w:r>
        <w:t xml:space="preserve">This function </w:t>
      </w:r>
      <w:r w:rsidR="007B477D">
        <w:t>writes to the</w:t>
      </w:r>
      <w:r>
        <w:t xml:space="preserve"> </w:t>
      </w:r>
      <w:r w:rsidR="001F61BC">
        <w:t>target</w:t>
      </w:r>
      <w:r>
        <w:t xml:space="preserve"> process</w:t>
      </w:r>
      <w:r w:rsidR="007B477D">
        <w:t>’s memory</w:t>
      </w:r>
      <w:r>
        <w:t xml:space="preserve">.  The </w:t>
      </w:r>
      <w:r w:rsidRPr="00835712">
        <w:rPr>
          <w:rFonts w:ascii="Courier New" w:hAnsi="Courier New" w:cs="Courier New"/>
        </w:rPr>
        <w:t>addr</w:t>
      </w:r>
      <w:r>
        <w:t xml:space="preserve"> parameter specifies an address in the </w:t>
      </w:r>
      <w:r w:rsidR="001F61BC">
        <w:t>target</w:t>
      </w:r>
      <w:r>
        <w:t xml:space="preserve"> process to which ProcControlAPI should write.  The </w:t>
      </w:r>
      <w:r w:rsidRPr="00835712">
        <w:rPr>
          <w:rFonts w:ascii="Courier New" w:hAnsi="Courier New" w:cs="Courier New"/>
        </w:rPr>
        <w:t>buffer</w:t>
      </w:r>
      <w:r>
        <w:t xml:space="preserve"> and </w:t>
      </w:r>
      <w:r w:rsidRPr="00835712">
        <w:rPr>
          <w:rFonts w:ascii="Courier New" w:hAnsi="Courier New" w:cs="Courier New"/>
        </w:rPr>
        <w:t>size</w:t>
      </w:r>
      <w:r>
        <w:t xml:space="preserve"> parameters specify a region of controller process memory that </w:t>
      </w:r>
      <w:r w:rsidR="00835712">
        <w:t xml:space="preserve">will </w:t>
      </w:r>
      <w:r>
        <w:t>be copi</w:t>
      </w:r>
      <w:r w:rsidR="00835712">
        <w:t xml:space="preserve">ed into the </w:t>
      </w:r>
      <w:r w:rsidR="001F61BC">
        <w:t>target</w:t>
      </w:r>
      <w:r w:rsidR="00835712">
        <w:t xml:space="preserve"> process.</w:t>
      </w:r>
    </w:p>
    <w:p w:rsidR="00835712" w:rsidRDefault="008357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rsidR="00835712" w:rsidRDefault="0083571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rsidR="00835712" w:rsidRDefault="00835712" w:rsidP="00835712">
      <w:pPr>
        <w:pStyle w:val="Definition"/>
      </w:pPr>
      <w:r>
        <w:t>bool readMemory</w:t>
      </w:r>
      <w:r w:rsidR="000F4AA4" w:rsidRPr="00390A88">
        <w:rPr>
          <w:rFonts w:asciiTheme="minorHAnsi" w:hAnsiTheme="minorHAnsi"/>
        </w:rPr>
        <w:fldChar w:fldCharType="begin"/>
      </w:r>
      <w:r w:rsidR="00D00369" w:rsidRPr="00390A88">
        <w:rPr>
          <w:rFonts w:asciiTheme="minorHAnsi" w:hAnsiTheme="minorHAnsi"/>
        </w:rPr>
        <w:instrText xml:space="preserve"> XE "readMemory</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835712" w:rsidRDefault="00835712" w:rsidP="00835712">
      <w:pPr>
        <w:pStyle w:val="Definition"/>
      </w:pPr>
      <w:r>
        <w:tab/>
        <w:t>void *buffer,</w:t>
      </w:r>
    </w:p>
    <w:p w:rsidR="00835712" w:rsidRDefault="00835712" w:rsidP="00835712">
      <w:pPr>
        <w:pStyle w:val="Definition"/>
      </w:pPr>
      <w:r>
        <w:tab/>
        <w:t>Dyninst::Address addr,</w:t>
      </w:r>
    </w:p>
    <w:p w:rsidR="00835712" w:rsidRDefault="00835712" w:rsidP="00835712">
      <w:pPr>
        <w:pStyle w:val="Definition"/>
      </w:pPr>
      <w:r>
        <w:tab/>
        <w:t>size_t size) const</w:t>
      </w:r>
    </w:p>
    <w:p w:rsidR="00835712" w:rsidRDefault="00835712" w:rsidP="009A6F08">
      <w:pPr>
        <w:pStyle w:val="APIBody"/>
      </w:pPr>
      <w:r>
        <w:t xml:space="preserve">This function </w:t>
      </w:r>
      <w:r w:rsidR="007B477D">
        <w:t>reads from the target process’ memory</w:t>
      </w:r>
      <w:r>
        <w:t xml:space="preserve">.  The </w:t>
      </w:r>
      <w:r w:rsidRPr="00835712">
        <w:rPr>
          <w:rFonts w:ascii="Courier New" w:hAnsi="Courier New" w:cs="Courier New"/>
        </w:rPr>
        <w:t>addr</w:t>
      </w:r>
      <w:r>
        <w:t xml:space="preserve"> and </w:t>
      </w:r>
      <w:r w:rsidRPr="00835712">
        <w:rPr>
          <w:rFonts w:ascii="Courier New" w:hAnsi="Courier New" w:cs="Courier New"/>
        </w:rPr>
        <w:t>size</w:t>
      </w:r>
      <w:r>
        <w:t xml:space="preserve"> parameters specify an address in the </w:t>
      </w:r>
      <w:r w:rsidR="001F61BC">
        <w:t>target</w:t>
      </w:r>
      <w:r>
        <w:t xml:space="preserve"> process from which ProcControlAPI should read.  The </w:t>
      </w:r>
      <w:r w:rsidRPr="00835712">
        <w:rPr>
          <w:rFonts w:ascii="Courier New" w:hAnsi="Courier New" w:cs="Courier New"/>
        </w:rPr>
        <w:t>buffer</w:t>
      </w:r>
      <w:r>
        <w:t xml:space="preserve"> parameter specifies an address in the controller process where ProcControlAPI should write the copied bytes.  </w:t>
      </w:r>
    </w:p>
    <w:p w:rsidR="00835712" w:rsidRDefault="008357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rsidR="00835712" w:rsidRDefault="0083571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rsidR="00A240C7" w:rsidRDefault="00D42909" w:rsidP="00D42909">
      <w:pPr>
        <w:pStyle w:val="Definition"/>
      </w:pPr>
      <w:r w:rsidRPr="00D42909">
        <w:lastRenderedPageBreak/>
        <w:t>bool getMemoryAccessRights(</w:t>
      </w:r>
    </w:p>
    <w:p w:rsidR="00A240C7" w:rsidRDefault="00A240C7" w:rsidP="00D42909">
      <w:pPr>
        <w:pStyle w:val="Definition"/>
      </w:pPr>
      <w:r>
        <w:t xml:space="preserve">     </w:t>
      </w:r>
      <w:r w:rsidR="00D42909" w:rsidRPr="00D42909">
        <w:t>Dyninst::Address addr,</w:t>
      </w:r>
    </w:p>
    <w:p w:rsidR="00D42909" w:rsidRDefault="00A240C7" w:rsidP="00D42909">
      <w:pPr>
        <w:pStyle w:val="Definition"/>
      </w:pPr>
      <w:r>
        <w:t xml:space="preserve">     mem_perm&amp; rights)</w:t>
      </w:r>
    </w:p>
    <w:p w:rsidR="00A240C7" w:rsidRDefault="00D42909" w:rsidP="00D42909">
      <w:pPr>
        <w:pStyle w:val="Definition"/>
      </w:pPr>
      <w:r w:rsidRPr="00D42909">
        <w:t>bool setMemoryAccessRights(</w:t>
      </w:r>
    </w:p>
    <w:p w:rsidR="00A240C7" w:rsidRDefault="00A240C7" w:rsidP="00D42909">
      <w:pPr>
        <w:pStyle w:val="Definition"/>
      </w:pPr>
      <w:r>
        <w:t xml:space="preserve">     </w:t>
      </w:r>
      <w:r w:rsidR="00D42909" w:rsidRPr="00D42909">
        <w:t>Dyninst::Address addr,</w:t>
      </w:r>
    </w:p>
    <w:p w:rsidR="00A240C7" w:rsidRDefault="00A240C7" w:rsidP="00D42909">
      <w:pPr>
        <w:pStyle w:val="Definition"/>
      </w:pPr>
      <w:r>
        <w:t xml:space="preserve">    </w:t>
      </w:r>
      <w:r w:rsidR="00D42909" w:rsidRPr="00D42909">
        <w:t xml:space="preserve"> size_t size,</w:t>
      </w:r>
    </w:p>
    <w:p w:rsidR="00A240C7" w:rsidRDefault="00A240C7" w:rsidP="00D42909">
      <w:pPr>
        <w:pStyle w:val="Definition"/>
      </w:pPr>
      <w:r>
        <w:t xml:space="preserve">    </w:t>
      </w:r>
      <w:r w:rsidR="00D42909" w:rsidRPr="00D42909">
        <w:t xml:space="preserve"> mem_pe</w:t>
      </w:r>
      <w:r>
        <w:t>rm rights,</w:t>
      </w:r>
    </w:p>
    <w:p w:rsidR="00D42909" w:rsidRDefault="00A240C7" w:rsidP="00D42909">
      <w:pPr>
        <w:pStyle w:val="Definition"/>
      </w:pPr>
      <w:r>
        <w:t xml:space="preserve">     mem_perm&amp; oldRights)</w:t>
      </w:r>
    </w:p>
    <w:p w:rsidR="00D42909" w:rsidRDefault="00D42909" w:rsidP="009A6F08">
      <w:pPr>
        <w:pStyle w:val="APIBody"/>
        <w:rPr>
          <w:rFonts w:ascii="Courier New" w:hAnsi="Courier New" w:cs="Courier New"/>
          <w:noProof/>
          <w:szCs w:val="26"/>
        </w:rPr>
      </w:pPr>
      <w:r>
        <w:t>These functions respectively get and set memory permission</w:t>
      </w:r>
      <w:r w:rsidR="009D07B2">
        <w:t xml:space="preserve"> </w:t>
      </w:r>
      <w:r w:rsidR="00AE4941">
        <w:t>at</w:t>
      </w:r>
      <w:r w:rsidR="009D07B2">
        <w:t xml:space="preserve"> </w:t>
      </w:r>
      <w:r w:rsidR="00AE4941">
        <w:t xml:space="preserve">the specified </w:t>
      </w:r>
      <w:r w:rsidR="009D07B2">
        <w:t>address</w:t>
      </w:r>
      <w:r w:rsidR="00AE4941">
        <w:t xml:space="preserve">, </w:t>
      </w:r>
      <w:r w:rsidR="00AE4941" w:rsidRPr="00AE4941">
        <w:rPr>
          <w:rFonts w:ascii="Courier New" w:hAnsi="Courier New" w:cs="Courier New"/>
          <w:noProof/>
          <w:szCs w:val="26"/>
        </w:rPr>
        <w:t>addr</w:t>
      </w:r>
      <w:r w:rsidR="005916DA">
        <w:t>.</w:t>
      </w:r>
      <w:r w:rsidR="00B760DD">
        <w:t xml:space="preserve"> The </w:t>
      </w:r>
      <w:r w:rsidR="00B760DD" w:rsidRPr="00B760DD">
        <w:rPr>
          <w:rFonts w:ascii="Courier New" w:hAnsi="Courier New" w:cs="Courier New"/>
          <w:noProof/>
          <w:szCs w:val="26"/>
        </w:rPr>
        <w:t>setMemoryAccessRights</w:t>
      </w:r>
      <w:r w:rsidR="00B760DD">
        <w:t xml:space="preserve"> function also affect</w:t>
      </w:r>
      <w:r w:rsidR="00732090">
        <w:t>s</w:t>
      </w:r>
      <w:r w:rsidR="00B760DD">
        <w:t xml:space="preserve"> </w:t>
      </w:r>
      <w:r w:rsidR="00FC6321">
        <w:t xml:space="preserve">a region of memory in the target process’s </w:t>
      </w:r>
      <w:r w:rsidR="00B760DD">
        <w:t xml:space="preserve">address space of size </w:t>
      </w:r>
      <w:r w:rsidR="00B760DD" w:rsidRPr="00AE4941">
        <w:rPr>
          <w:rFonts w:ascii="Courier New" w:hAnsi="Courier New" w:cs="Courier New"/>
          <w:noProof/>
          <w:szCs w:val="26"/>
        </w:rPr>
        <w:t>size</w:t>
      </w:r>
      <w:r w:rsidR="00B760DD">
        <w:rPr>
          <w:rFonts w:ascii="Courier New" w:hAnsi="Courier New" w:cs="Courier New"/>
          <w:noProof/>
          <w:szCs w:val="26"/>
        </w:rPr>
        <w:t>.</w:t>
      </w:r>
    </w:p>
    <w:p w:rsidR="00114BDD" w:rsidRDefault="00114BDD" w:rsidP="00114BDD">
      <w:pPr>
        <w:pStyle w:val="Definition"/>
      </w:pPr>
      <w:r w:rsidRPr="00114BDD">
        <w:t>bool findAllocatedRegionAround(</w:t>
      </w:r>
    </w:p>
    <w:p w:rsidR="00114BDD" w:rsidRDefault="00114BDD" w:rsidP="00114BDD">
      <w:pPr>
        <w:pStyle w:val="Definition"/>
      </w:pPr>
      <w:r>
        <w:t xml:space="preserve">     </w:t>
      </w:r>
      <w:r w:rsidRPr="00114BDD">
        <w:t xml:space="preserve">Dyninst::Address addr, </w:t>
      </w:r>
    </w:p>
    <w:p w:rsidR="00114BDD" w:rsidRDefault="00114BDD" w:rsidP="00114BDD">
      <w:pPr>
        <w:pStyle w:val="Definition"/>
      </w:pPr>
      <w:r>
        <w:t xml:space="preserve">     </w:t>
      </w:r>
      <w:r w:rsidRPr="00114BDD">
        <w:t>MemoryRegion&amp; memRegion)</w:t>
      </w:r>
    </w:p>
    <w:p w:rsidR="00114BDD" w:rsidRDefault="00114BDD" w:rsidP="00114BDD">
      <w:pPr>
        <w:pStyle w:val="APIBody"/>
      </w:pPr>
      <w:r>
        <w:t xml:space="preserve">This function finds a region of allocated memory </w:t>
      </w:r>
      <w:r>
        <w:rPr>
          <w:rFonts w:ascii="Courier New" w:hAnsi="Courier New" w:cs="Courier New"/>
        </w:rPr>
        <w:t>memRegion</w:t>
      </w:r>
      <w:r>
        <w:t xml:space="preserve"> </w:t>
      </w:r>
      <w:r w:rsidR="0084620D">
        <w:t>contains</w:t>
      </w:r>
      <w:r w:rsidR="00233FEF">
        <w:t xml:space="preserve"> </w:t>
      </w:r>
      <w:r>
        <w:t xml:space="preserve">address </w:t>
      </w:r>
      <w:r w:rsidRPr="00EE2D12">
        <w:rPr>
          <w:rFonts w:ascii="Courier New" w:hAnsi="Courier New" w:cs="Courier New"/>
        </w:rPr>
        <w:t>addr</w:t>
      </w:r>
      <w:r w:rsidR="00233FEF">
        <w:t xml:space="preserve">, and returns </w:t>
      </w:r>
      <w:r w:rsidR="00233FEF" w:rsidRPr="00233FEF">
        <w:rPr>
          <w:rFonts w:ascii="Courier New" w:hAnsi="Courier New" w:cs="Courier New"/>
          <w:noProof/>
          <w:szCs w:val="26"/>
        </w:rPr>
        <w:t>true</w:t>
      </w:r>
      <w:r w:rsidR="00233FEF">
        <w:t xml:space="preserve"> on success, otherwise </w:t>
      </w:r>
      <w:r w:rsidR="00233FEF" w:rsidRPr="00233FEF">
        <w:rPr>
          <w:rFonts w:ascii="Courier New" w:hAnsi="Courier New" w:cs="Courier New"/>
          <w:noProof/>
          <w:szCs w:val="26"/>
        </w:rPr>
        <w:t>false</w:t>
      </w:r>
      <w:r w:rsidR="00233FEF">
        <w:t>.</w:t>
      </w:r>
    </w:p>
    <w:p w:rsidR="00835712" w:rsidRDefault="00835712" w:rsidP="00835712">
      <w:pPr>
        <w:pStyle w:val="Definition"/>
      </w:pPr>
      <w:r>
        <w:t>bool addBreakpoint</w:t>
      </w:r>
      <w:r w:rsidR="000F4AA4" w:rsidRPr="00390A88">
        <w:rPr>
          <w:rFonts w:asciiTheme="minorHAnsi" w:hAnsiTheme="minorHAnsi"/>
        </w:rPr>
        <w:fldChar w:fldCharType="begin"/>
      </w:r>
      <w:r w:rsidR="00D00369" w:rsidRPr="00390A88">
        <w:rPr>
          <w:rFonts w:asciiTheme="minorHAnsi" w:hAnsiTheme="minorHAnsi"/>
        </w:rPr>
        <w:instrText xml:space="preserve"> XE "addBreakpoint</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835712" w:rsidRDefault="00835712" w:rsidP="00835712">
      <w:pPr>
        <w:pStyle w:val="Definition"/>
        <w:ind w:firstLine="720"/>
      </w:pPr>
      <w:r>
        <w:t>Dyninst::Address addr,</w:t>
      </w:r>
    </w:p>
    <w:p w:rsidR="00835712" w:rsidRDefault="00835712" w:rsidP="00835712">
      <w:pPr>
        <w:pStyle w:val="Definition"/>
        <w:ind w:firstLine="720"/>
      </w:pPr>
      <w:r>
        <w:t>Breakpoint::ptr bp</w:t>
      </w:r>
      <w:r w:rsidR="000F4AA4" w:rsidRPr="007650F8">
        <w:rPr>
          <w:rFonts w:asciiTheme="minorHAnsi" w:hAnsiTheme="minorHAnsi"/>
        </w:rPr>
        <w:fldChar w:fldCharType="begin"/>
      </w:r>
      <w:r w:rsidR="007650F8" w:rsidRPr="007650F8">
        <w:rPr>
          <w:rFonts w:asciiTheme="minorHAnsi" w:hAnsiTheme="minorHAnsi"/>
        </w:rPr>
        <w:instrText xml:space="preserve"> XE "Breakpoint" </w:instrText>
      </w:r>
      <w:r w:rsidR="000F4AA4" w:rsidRPr="007650F8">
        <w:rPr>
          <w:rFonts w:asciiTheme="minorHAnsi" w:hAnsiTheme="minorHAnsi"/>
        </w:rPr>
        <w:fldChar w:fldCharType="end"/>
      </w:r>
      <w:r>
        <w:t>) const</w:t>
      </w:r>
    </w:p>
    <w:p w:rsidR="00835712" w:rsidRDefault="00114BDD" w:rsidP="009A6F08">
      <w:pPr>
        <w:pStyle w:val="APIBody"/>
      </w:pPr>
      <w:r>
        <w:t xml:space="preserve">This function </w:t>
      </w:r>
      <w:r w:rsidR="00835712">
        <w:t>insert</w:t>
      </w:r>
      <w:r>
        <w:t>s</w:t>
      </w:r>
      <w:r w:rsidR="00835712">
        <w:t xml:space="preserve"> </w:t>
      </w:r>
      <w:r w:rsidR="00EE2D12">
        <w:t>the</w:t>
      </w:r>
      <w:r w:rsidR="00835712">
        <w:t xml:space="preserve"> </w:t>
      </w:r>
      <w:r w:rsidR="00835712" w:rsidRPr="00EE2D12">
        <w:rPr>
          <w:rFonts w:ascii="Courier New" w:hAnsi="Courier New" w:cs="Courier New"/>
        </w:rPr>
        <w:t>Breakpoint</w:t>
      </w:r>
      <w:r w:rsidR="00835712">
        <w:t xml:space="preserve"> </w:t>
      </w:r>
      <w:r w:rsidR="00EE2D12">
        <w:t xml:space="preserve">specified by </w:t>
      </w:r>
      <w:r w:rsidR="00EE2D12" w:rsidRPr="00EE2D12">
        <w:rPr>
          <w:rFonts w:ascii="Courier New" w:hAnsi="Courier New" w:cs="Courier New"/>
        </w:rPr>
        <w:t>bp</w:t>
      </w:r>
      <w:r w:rsidR="00EE2D12">
        <w:t xml:space="preserve"> in</w:t>
      </w:r>
      <w:r w:rsidR="00835712">
        <w:t xml:space="preserve">to the </w:t>
      </w:r>
      <w:r w:rsidR="001F61BC">
        <w:t>target</w:t>
      </w:r>
      <w:r w:rsidR="00EE2D12">
        <w:t xml:space="preserve"> process at address </w:t>
      </w:r>
      <w:r w:rsidR="00EE2D12" w:rsidRPr="00EE2D12">
        <w:rPr>
          <w:rFonts w:ascii="Courier New" w:hAnsi="Courier New" w:cs="Courier New"/>
        </w:rPr>
        <w:t>addr</w:t>
      </w:r>
      <w:r w:rsidR="00EE2D12">
        <w:t xml:space="preserve">.    See the </w:t>
      </w:r>
      <w:r w:rsidR="00475278">
        <w:t>Section</w:t>
      </w:r>
      <w:r w:rsidR="00EE2D12">
        <w:t xml:space="preserve"> </w:t>
      </w:r>
      <w:r w:rsidR="000F4AA4">
        <w:fldChar w:fldCharType="begin"/>
      </w:r>
      <w:r w:rsidR="00475278">
        <w:instrText xml:space="preserve"> REF _Ref274129151 \r \h </w:instrText>
      </w:r>
      <w:r w:rsidR="000F4AA4">
        <w:fldChar w:fldCharType="separate"/>
      </w:r>
      <w:r w:rsidR="00C42453">
        <w:t>3.4</w:t>
      </w:r>
      <w:r w:rsidR="000F4AA4">
        <w:fldChar w:fldCharType="end"/>
      </w:r>
      <w:r w:rsidR="00475278">
        <w:t xml:space="preserve"> </w:t>
      </w:r>
      <w:r w:rsidR="00EE2D12">
        <w:t>for more details</w:t>
      </w:r>
      <w:r w:rsidR="00475278">
        <w:t xml:space="preserve"> on </w:t>
      </w:r>
      <w:r w:rsidR="00475278" w:rsidRPr="00475278">
        <w:rPr>
          <w:rFonts w:ascii="Courier New" w:hAnsi="Courier New" w:cs="Courier New"/>
        </w:rPr>
        <w:t>Breakpoint</w:t>
      </w:r>
      <w:r w:rsidR="00EE2D12">
        <w:t>.</w:t>
      </w:r>
    </w:p>
    <w:p w:rsidR="00EE2D12" w:rsidRDefault="00EE2D12" w:rsidP="009A6F08">
      <w:pPr>
        <w:pStyle w:val="APIBody"/>
      </w:pPr>
      <w:r>
        <w:t xml:space="preserve">It is an error to call this function on a </w:t>
      </w:r>
      <w:r w:rsidRPr="00835712">
        <w:rPr>
          <w:rFonts w:ascii="Courier New" w:hAnsi="Courier New" w:cs="Courier New"/>
        </w:rPr>
        <w:t>Process</w:t>
      </w:r>
      <w:r>
        <w:t xml:space="preserve"> that does not have at least one </w:t>
      </w:r>
      <w:r w:rsidRPr="00835712">
        <w:rPr>
          <w:rFonts w:ascii="Courier New" w:hAnsi="Courier New" w:cs="Courier New"/>
        </w:rPr>
        <w:t>Thread</w:t>
      </w:r>
      <w:r>
        <w:t xml:space="preserve"> in a </w:t>
      </w:r>
      <w:r w:rsidRPr="00835712">
        <w:rPr>
          <w:rFonts w:ascii="Courier New" w:hAnsi="Courier New" w:cs="Courier New"/>
        </w:rPr>
        <w:t>stopped</w:t>
      </w:r>
      <w:r>
        <w:t xml:space="preserve"> state.</w:t>
      </w:r>
    </w:p>
    <w:p w:rsidR="00EE2D12" w:rsidRDefault="00114BDD" w:rsidP="009A6F08">
      <w:pPr>
        <w:pStyle w:val="APIBody"/>
      </w:pPr>
      <w:r>
        <w:t xml:space="preserve">This function </w:t>
      </w:r>
      <w:r w:rsidR="00EE2D12">
        <w:t>return</w:t>
      </w:r>
      <w:r>
        <w:t>s</w:t>
      </w:r>
      <w:r w:rsidR="00EE2D12">
        <w:t xml:space="preserve"> </w:t>
      </w:r>
      <w:r w:rsidR="00EE2D12" w:rsidRPr="00835712">
        <w:rPr>
          <w:rFonts w:ascii="Courier New" w:hAnsi="Courier New" w:cs="Courier New"/>
        </w:rPr>
        <w:t>true</w:t>
      </w:r>
      <w:r w:rsidR="00EE2D12">
        <w:t xml:space="preserve"> on success and </w:t>
      </w:r>
      <w:r w:rsidR="00EE2D12" w:rsidRPr="00835712">
        <w:rPr>
          <w:rFonts w:ascii="Courier New" w:hAnsi="Courier New" w:cs="Courier New"/>
        </w:rPr>
        <w:t>false</w:t>
      </w:r>
      <w:r w:rsidR="00EE2D12">
        <w:t xml:space="preserve"> on error.  Upon an error a subsequent call to </w:t>
      </w:r>
      <w:r w:rsidR="00EE2D12">
        <w:rPr>
          <w:rFonts w:ascii="Courier New" w:hAnsi="Courier New" w:cs="Courier New"/>
        </w:rPr>
        <w:t>getLastError</w:t>
      </w:r>
      <w:r>
        <w:t xml:space="preserve"> </w:t>
      </w:r>
      <w:r w:rsidR="00EE2D12">
        <w:t>return</w:t>
      </w:r>
      <w:r>
        <w:t>s</w:t>
      </w:r>
      <w:r w:rsidR="00EE2D12">
        <w:t xml:space="preserve"> details on the error.</w:t>
      </w:r>
    </w:p>
    <w:p w:rsidR="00EE2D12" w:rsidRDefault="00EE2D12" w:rsidP="00EE2D12">
      <w:pPr>
        <w:pStyle w:val="Definition"/>
      </w:pPr>
      <w:r>
        <w:t>bool rmBreakpoint</w:t>
      </w:r>
      <w:r w:rsidR="000F4AA4" w:rsidRPr="00390A88">
        <w:rPr>
          <w:rFonts w:asciiTheme="minorHAnsi" w:hAnsiTheme="minorHAnsi"/>
        </w:rPr>
        <w:fldChar w:fldCharType="begin"/>
      </w:r>
      <w:r w:rsidR="00D00369" w:rsidRPr="00390A88">
        <w:rPr>
          <w:rFonts w:asciiTheme="minorHAnsi" w:hAnsiTheme="minorHAnsi"/>
        </w:rPr>
        <w:instrText xml:space="preserve"> XE "rmBreakpoint</w:instrText>
      </w:r>
      <w:r w:rsidR="00390A88" w:rsidRPr="00390A88">
        <w:rPr>
          <w:rFonts w:asciiTheme="minorHAnsi" w:hAnsiTheme="minorHAnsi"/>
        </w:rPr>
        <w:instrText>, Process</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EE2D12" w:rsidRDefault="00EE2D12" w:rsidP="00EE2D12">
      <w:pPr>
        <w:pStyle w:val="Definition"/>
      </w:pPr>
      <w:r>
        <w:tab/>
        <w:t>Dyninst::Address addr,</w:t>
      </w:r>
    </w:p>
    <w:p w:rsidR="00EE2D12" w:rsidRDefault="00EE2D12" w:rsidP="00EE2D12">
      <w:pPr>
        <w:pStyle w:val="Definition"/>
      </w:pPr>
      <w:r>
        <w:tab/>
        <w:t>Breakpoint::ptr bp</w:t>
      </w:r>
      <w:r w:rsidR="000F4AA4" w:rsidRPr="007650F8">
        <w:rPr>
          <w:rFonts w:asciiTheme="minorHAnsi" w:hAnsiTheme="minorHAnsi"/>
        </w:rPr>
        <w:fldChar w:fldCharType="begin"/>
      </w:r>
      <w:r w:rsidR="007650F8" w:rsidRPr="007650F8">
        <w:rPr>
          <w:rFonts w:asciiTheme="minorHAnsi" w:hAnsiTheme="minorHAnsi"/>
        </w:rPr>
        <w:instrText xml:space="preserve"> XE "Breakpoint" </w:instrText>
      </w:r>
      <w:r w:rsidR="000F4AA4" w:rsidRPr="007650F8">
        <w:rPr>
          <w:rFonts w:asciiTheme="minorHAnsi" w:hAnsiTheme="minorHAnsi"/>
        </w:rPr>
        <w:fldChar w:fldCharType="end"/>
      </w:r>
      <w:r>
        <w:t>) const</w:t>
      </w:r>
    </w:p>
    <w:p w:rsidR="00EE2D12" w:rsidRDefault="00114BDD" w:rsidP="009A6F08">
      <w:pPr>
        <w:pStyle w:val="APIBody"/>
      </w:pPr>
      <w:r>
        <w:t xml:space="preserve">This function </w:t>
      </w:r>
      <w:r w:rsidR="00EE2D12">
        <w:t>remove</w:t>
      </w:r>
      <w:r>
        <w:t>s</w:t>
      </w:r>
      <w:r w:rsidR="00EE2D12">
        <w:t xml:space="preserve"> the </w:t>
      </w:r>
      <w:r w:rsidR="00EE2D12" w:rsidRPr="00EE2D12">
        <w:rPr>
          <w:rFonts w:ascii="Courier New" w:hAnsi="Courier New" w:cs="Courier New"/>
        </w:rPr>
        <w:t>Breakpoint</w:t>
      </w:r>
      <w:r w:rsidR="00EE2D12">
        <w:t xml:space="preserve"> specified by </w:t>
      </w:r>
      <w:r w:rsidR="00EE2D12" w:rsidRPr="00EE2D12">
        <w:rPr>
          <w:rFonts w:ascii="Courier New" w:hAnsi="Courier New" w:cs="Courier New"/>
        </w:rPr>
        <w:t>bp</w:t>
      </w:r>
      <w:r w:rsidR="00EE2D12">
        <w:t xml:space="preserve"> at address </w:t>
      </w:r>
      <w:r w:rsidR="00EE2D12" w:rsidRPr="00EE2D12">
        <w:rPr>
          <w:rFonts w:ascii="Courier New" w:hAnsi="Courier New" w:cs="Courier New"/>
        </w:rPr>
        <w:t>addr</w:t>
      </w:r>
      <w:r w:rsidR="00EE2D12">
        <w:t xml:space="preserve"> from the </w:t>
      </w:r>
      <w:r w:rsidR="001F61BC">
        <w:t>target</w:t>
      </w:r>
      <w:r w:rsidR="00EE2D12">
        <w:t xml:space="preserve"> process.  See the section </w:t>
      </w:r>
      <w:r w:rsidR="000F4AA4">
        <w:fldChar w:fldCharType="begin"/>
      </w:r>
      <w:r w:rsidR="007650F8">
        <w:instrText xml:space="preserve"> REF _Ref273363416 \r \h </w:instrText>
      </w:r>
      <w:r w:rsidR="000F4AA4">
        <w:fldChar w:fldCharType="separate"/>
      </w:r>
      <w:r w:rsidR="00C42453">
        <w:t>3.4</w:t>
      </w:r>
      <w:r w:rsidR="000F4AA4">
        <w:fldChar w:fldCharType="end"/>
      </w:r>
      <w:r w:rsidR="007650F8">
        <w:t xml:space="preserve"> </w:t>
      </w:r>
      <w:r w:rsidR="00EE2D12">
        <w:t xml:space="preserve">on </w:t>
      </w:r>
      <w:r w:rsidR="00EE2D12" w:rsidRPr="007650F8">
        <w:rPr>
          <w:rFonts w:ascii="Courier New" w:hAnsi="Courier New" w:cs="Courier New"/>
        </w:rPr>
        <w:t>Breakpoint</w:t>
      </w:r>
      <w:r w:rsidR="00EE2D12">
        <w:t xml:space="preserve"> for more details.</w:t>
      </w:r>
    </w:p>
    <w:p w:rsidR="007650F8" w:rsidRDefault="00114BDD" w:rsidP="009A6F08">
      <w:pPr>
        <w:pStyle w:val="APIBody"/>
      </w:pPr>
      <w:r>
        <w:t xml:space="preserve">This function </w:t>
      </w:r>
      <w:r w:rsidR="007650F8">
        <w:t>return</w:t>
      </w:r>
      <w:r>
        <w:t>s</w:t>
      </w:r>
      <w:r w:rsidR="007650F8">
        <w:t xml:space="preserve"> </w:t>
      </w:r>
      <w:r w:rsidR="007650F8" w:rsidRPr="00835712">
        <w:rPr>
          <w:rFonts w:ascii="Courier New" w:hAnsi="Courier New" w:cs="Courier New"/>
        </w:rPr>
        <w:t>true</w:t>
      </w:r>
      <w:r w:rsidR="007650F8">
        <w:t xml:space="preserve"> on success and </w:t>
      </w:r>
      <w:r w:rsidR="007650F8" w:rsidRPr="00835712">
        <w:rPr>
          <w:rFonts w:ascii="Courier New" w:hAnsi="Courier New" w:cs="Courier New"/>
        </w:rPr>
        <w:t>false</w:t>
      </w:r>
      <w:r w:rsidR="007650F8">
        <w:t xml:space="preserve"> on error.  Upon an error a subsequent call to </w:t>
      </w:r>
      <w:r w:rsidR="007650F8">
        <w:rPr>
          <w:rFonts w:ascii="Courier New" w:hAnsi="Courier New" w:cs="Courier New"/>
        </w:rPr>
        <w:t>getLastError</w:t>
      </w:r>
      <w:r>
        <w:t xml:space="preserve"> </w:t>
      </w:r>
      <w:r w:rsidR="007650F8">
        <w:t>return</w:t>
      </w:r>
      <w:r>
        <w:t>s</w:t>
      </w:r>
      <w:r w:rsidR="007650F8">
        <w:t xml:space="preserve"> details on the error.</w:t>
      </w:r>
    </w:p>
    <w:p w:rsidR="00C45558" w:rsidRDefault="000410FC" w:rsidP="000410FC">
      <w:pPr>
        <w:pStyle w:val="Definition"/>
      </w:pPr>
      <w:r>
        <w:t>bool postIRPC</w:t>
      </w:r>
      <w:r w:rsidR="000F4AA4" w:rsidRPr="007650F8">
        <w:rPr>
          <w:rFonts w:asciiTheme="minorHAnsi" w:hAnsiTheme="minorHAnsi"/>
        </w:rPr>
        <w:fldChar w:fldCharType="begin"/>
      </w:r>
      <w:r w:rsidR="00D00369" w:rsidRPr="007650F8">
        <w:rPr>
          <w:rFonts w:asciiTheme="minorHAnsi" w:hAnsiTheme="minorHAnsi"/>
        </w:rPr>
        <w:instrText xml:space="preserve"> XE "postIRPC</w:instrText>
      </w:r>
      <w:r w:rsidR="00390A88"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"IRPC" </w:instrText>
      </w:r>
      <w:r w:rsidR="000F4AA4" w:rsidRPr="007650F8">
        <w:rPr>
          <w:rFonts w:asciiTheme="minorHAnsi" w:hAnsiTheme="minorHAnsi"/>
        </w:rPr>
        <w:fldChar w:fldCharType="end"/>
      </w:r>
      <w:r>
        <w:t>(IRPC::ptr irpc) const</w:t>
      </w:r>
    </w:p>
    <w:p w:rsidR="007650F8" w:rsidRDefault="007650F8" w:rsidP="009A6F08">
      <w:pPr>
        <w:pStyle w:val="APIBody"/>
      </w:pPr>
      <w:r>
        <w:t xml:space="preserve">This function posts </w:t>
      </w:r>
      <w:r w:rsidR="00934722">
        <w:t xml:space="preserve">the given </w:t>
      </w:r>
      <w:r w:rsidR="00934722" w:rsidRPr="00934722">
        <w:rPr>
          <w:rFonts w:ascii="Courier New" w:hAnsi="Courier New" w:cs="Courier New"/>
        </w:rPr>
        <w:t>irpc</w:t>
      </w:r>
      <w:r>
        <w:t xml:space="preserve"> to the </w:t>
      </w:r>
      <w:r w:rsidRPr="00475278">
        <w:rPr>
          <w:rFonts w:ascii="Courier New" w:hAnsi="Courier New" w:cs="Courier New"/>
        </w:rPr>
        <w:t>Process</w:t>
      </w:r>
      <w:r w:rsidR="006F21B4">
        <w:t xml:space="preserve">.  ProcControlAPI </w:t>
      </w:r>
      <w:r>
        <w:t>select</w:t>
      </w:r>
      <w:r w:rsidR="006F21B4">
        <w:t>s</w:t>
      </w:r>
      <w:r>
        <w:t xml:space="preserve"> a </w:t>
      </w:r>
      <w:r w:rsidR="00475278" w:rsidRPr="00475278">
        <w:rPr>
          <w:rFonts w:ascii="Courier New" w:hAnsi="Courier New" w:cs="Courier New"/>
        </w:rPr>
        <w:t>T</w:t>
      </w:r>
      <w:r w:rsidRPr="00475278">
        <w:rPr>
          <w:rFonts w:ascii="Courier New" w:hAnsi="Courier New" w:cs="Courier New"/>
        </w:rPr>
        <w:t>hread</w:t>
      </w:r>
      <w:r>
        <w:t xml:space="preserve"> from the </w:t>
      </w:r>
      <w:r w:rsidRPr="00475278">
        <w:rPr>
          <w:rFonts w:ascii="Courier New" w:hAnsi="Courier New" w:cs="Courier New"/>
        </w:rPr>
        <w:t>Process</w:t>
      </w:r>
      <w:r>
        <w:t xml:space="preserve"> to run the </w:t>
      </w:r>
      <w:r w:rsidR="00475278">
        <w:t>i</w:t>
      </w:r>
      <w:r>
        <w:t xml:space="preserve">RPC and put </w:t>
      </w:r>
      <w:r w:rsidRPr="00475278">
        <w:rPr>
          <w:rFonts w:ascii="Courier New" w:hAnsi="Courier New" w:cs="Courier New"/>
        </w:rPr>
        <w:t>irpc</w:t>
      </w:r>
      <w:r>
        <w:t xml:space="preserve"> into that </w:t>
      </w:r>
      <w:r w:rsidRPr="00475278">
        <w:rPr>
          <w:rFonts w:ascii="Courier New" w:hAnsi="Courier New" w:cs="Courier New"/>
        </w:rPr>
        <w:t>Thread</w:t>
      </w:r>
      <w:r>
        <w:t>’s queue of posted IRPCs.  See Section</w:t>
      </w:r>
      <w:r w:rsidR="00475278">
        <w:t xml:space="preserve">s </w:t>
      </w:r>
      <w:r w:rsidR="000F4AA4">
        <w:fldChar w:fldCharType="begin"/>
      </w:r>
      <w:r w:rsidR="00475278">
        <w:instrText xml:space="preserve"> REF _Ref274049439 \r \h </w:instrText>
      </w:r>
      <w:r w:rsidR="000F4AA4">
        <w:fldChar w:fldCharType="separate"/>
      </w:r>
      <w:r w:rsidR="00C42453">
        <w:t>2.3</w:t>
      </w:r>
      <w:r w:rsidR="000F4AA4">
        <w:fldChar w:fldCharType="end"/>
      </w:r>
      <w:r w:rsidR="00475278">
        <w:t xml:space="preserve"> and </w:t>
      </w:r>
      <w:r w:rsidR="000F4AA4">
        <w:fldChar w:fldCharType="begin"/>
      </w:r>
      <w:r w:rsidR="00475278">
        <w:instrText xml:space="preserve"> REF _Ref274129258 \r \h </w:instrText>
      </w:r>
      <w:r w:rsidR="000F4AA4">
        <w:fldChar w:fldCharType="separate"/>
      </w:r>
      <w:r w:rsidR="00C42453">
        <w:t>3.5</w:t>
      </w:r>
      <w:r w:rsidR="000F4AA4">
        <w:fldChar w:fldCharType="end"/>
      </w:r>
      <w:r>
        <w:t xml:space="preserve">  for more information on </w:t>
      </w:r>
      <w:r w:rsidR="00475278">
        <w:t>i</w:t>
      </w:r>
      <w:r>
        <w:t>RPCs.</w:t>
      </w:r>
    </w:p>
    <w:p w:rsidR="00A56B60" w:rsidRDefault="00A56B60" w:rsidP="009A6F08">
      <w:pPr>
        <w:pStyle w:val="APIBody"/>
      </w:pPr>
      <w:r>
        <w:t xml:space="preserve">Each instance of an </w:t>
      </w:r>
      <w:r w:rsidRPr="00934722">
        <w:rPr>
          <w:rFonts w:ascii="Courier New" w:hAnsi="Courier New" w:cs="Courier New"/>
        </w:rPr>
        <w:t>IRPC</w:t>
      </w:r>
      <w:r>
        <w:t xml:space="preserve"> object can be posted at most once.  It is an error to attempt to post a single </w:t>
      </w:r>
      <w:r w:rsidRPr="00934722">
        <w:rPr>
          <w:rFonts w:ascii="Courier New" w:hAnsi="Courier New" w:cs="Courier New"/>
        </w:rPr>
        <w:t>IRPC</w:t>
      </w:r>
      <w:r>
        <w:t xml:space="preserve"> object multiple times.</w:t>
      </w:r>
    </w:p>
    <w:p w:rsidR="007650F8" w:rsidRDefault="006F21B4" w:rsidP="009A6F08">
      <w:pPr>
        <w:pStyle w:val="APIBody"/>
      </w:pPr>
      <w:r>
        <w:t>This function</w:t>
      </w:r>
      <w:r w:rsidR="007650F8">
        <w:t xml:space="preserve"> return</w:t>
      </w:r>
      <w:r>
        <w:t>s</w:t>
      </w:r>
      <w:r w:rsidR="007650F8">
        <w:t xml:space="preserve"> </w:t>
      </w:r>
      <w:r w:rsidR="007650F8" w:rsidRPr="00835712">
        <w:rPr>
          <w:rFonts w:ascii="Courier New" w:hAnsi="Courier New" w:cs="Courier New"/>
        </w:rPr>
        <w:t>true</w:t>
      </w:r>
      <w:r w:rsidR="007650F8">
        <w:t xml:space="preserve"> on success and </w:t>
      </w:r>
      <w:r w:rsidR="007650F8" w:rsidRPr="00835712">
        <w:rPr>
          <w:rFonts w:ascii="Courier New" w:hAnsi="Courier New" w:cs="Courier New"/>
        </w:rPr>
        <w:t>false</w:t>
      </w:r>
      <w:r w:rsidR="007650F8">
        <w:t xml:space="preserve"> on error.  Upon an error a subsequent call to </w:t>
      </w:r>
      <w:r w:rsidR="007650F8">
        <w:rPr>
          <w:rFonts w:ascii="Courier New" w:hAnsi="Courier New" w:cs="Courier New"/>
        </w:rPr>
        <w:t>getLastError</w:t>
      </w:r>
      <w:r>
        <w:t xml:space="preserve"> </w:t>
      </w:r>
      <w:r w:rsidR="007650F8">
        <w:t>return</w:t>
      </w:r>
      <w:r>
        <w:t>s</w:t>
      </w:r>
      <w:r w:rsidR="007650F8">
        <w:t xml:space="preserve"> details on the error.</w:t>
      </w:r>
    </w:p>
    <w:p w:rsidR="00815BA2" w:rsidRDefault="00815BA2" w:rsidP="00815BA2">
      <w:pPr>
        <w:pStyle w:val="Definition"/>
      </w:pPr>
      <w:r>
        <w:lastRenderedPageBreak/>
        <w:t>bool runIRPCSync</w:t>
      </w:r>
      <w:r w:rsidR="00DE44FD" w:rsidRPr="00DE44FD">
        <w:rPr>
          <w:rFonts w:asciiTheme="minorHAnsi" w:hAnsiTheme="minorHAnsi" w:cstheme="minorHAnsi"/>
        </w:rPr>
        <w:fldChar w:fldCharType="begin"/>
      </w:r>
      <w:r w:rsidR="00DE44FD" w:rsidRPr="00DE44FD">
        <w:rPr>
          <w:rFonts w:asciiTheme="minorHAnsi" w:hAnsiTheme="minorHAnsi" w:cstheme="minorHAnsi"/>
        </w:rPr>
        <w:instrText xml:space="preserve"> XE "runIRPCSync, Process" </w:instrText>
      </w:r>
      <w:r w:rsidR="00DE44FD" w:rsidRPr="00DE44FD">
        <w:rPr>
          <w:rFonts w:asciiTheme="minorHAnsi" w:hAnsiTheme="minorHAnsi" w:cstheme="minorHAnsi"/>
        </w:rPr>
        <w:fldChar w:fldCharType="end"/>
      </w:r>
      <w:r w:rsidR="00DE44FD" w:rsidRPr="00DE44FD">
        <w:rPr>
          <w:rFonts w:asciiTheme="minorHAnsi" w:hAnsiTheme="minorHAnsi" w:cstheme="minorHAnsi"/>
        </w:rPr>
        <w:fldChar w:fldCharType="begin"/>
      </w:r>
      <w:r w:rsidR="00DE44FD" w:rsidRPr="00DE44FD">
        <w:rPr>
          <w:rFonts w:asciiTheme="minorHAnsi" w:hAnsiTheme="minorHAnsi" w:cstheme="minorHAnsi"/>
        </w:rPr>
        <w:instrText xml:space="preserve"> XE "IRPC" </w:instrText>
      </w:r>
      <w:r w:rsidR="00DE44FD" w:rsidRPr="00DE44FD">
        <w:rPr>
          <w:rFonts w:asciiTheme="minorHAnsi" w:hAnsiTheme="minorHAnsi" w:cstheme="minorHAnsi"/>
        </w:rPr>
        <w:fldChar w:fldCharType="end"/>
      </w:r>
      <w:r>
        <w:t xml:space="preserve">(IRPC::ptr </w:t>
      </w:r>
      <w:r w:rsidR="00920669">
        <w:t>i</w:t>
      </w:r>
      <w:r>
        <w:t>rpc)</w:t>
      </w:r>
    </w:p>
    <w:p w:rsidR="00815BA2" w:rsidRDefault="00DE44FD" w:rsidP="009A6F08">
      <w:pPr>
        <w:pStyle w:val="APIBody"/>
      </w:pPr>
      <w:r>
        <w:t xml:space="preserve">This function posts an irpc, similar to </w:t>
      </w:r>
      <w:r w:rsidRPr="00DE44FD">
        <w:rPr>
          <w:rFonts w:ascii="Courier New" w:hAnsi="Courier New" w:cs="Courier New"/>
        </w:rPr>
        <w:t>Process::postIRPC</w:t>
      </w:r>
      <w:r w:rsidR="00920669">
        <w:t>;</w:t>
      </w:r>
      <w:r>
        <w:t xml:space="preserve"> continue</w:t>
      </w:r>
      <w:r w:rsidR="00851D54">
        <w:t>s</w:t>
      </w:r>
      <w:r>
        <w:t xml:space="preserve"> the thread the </w:t>
      </w:r>
      <w:r w:rsidR="00920669">
        <w:rPr>
          <w:rFonts w:ascii="Courier New" w:hAnsi="Courier New" w:cs="Courier New"/>
        </w:rPr>
        <w:t>irpc</w:t>
      </w:r>
      <w:r>
        <w:t xml:space="preserve"> was posted to</w:t>
      </w:r>
      <w:r w:rsidR="00920669">
        <w:t>;</w:t>
      </w:r>
      <w:r>
        <w:t xml:space="preserve"> and return</w:t>
      </w:r>
      <w:r w:rsidR="00851D54">
        <w:t>s</w:t>
      </w:r>
      <w:r>
        <w:t xml:space="preserve"> when the </w:t>
      </w:r>
      <w:r w:rsidR="00920669">
        <w:rPr>
          <w:rFonts w:ascii="Courier New" w:hAnsi="Courier New" w:cs="Courier New"/>
        </w:rPr>
        <w:t>irpc</w:t>
      </w:r>
      <w:r w:rsidR="00851D54">
        <w:t xml:space="preserve"> </w:t>
      </w:r>
      <w:r>
        <w:t>has completed running.  The thread will be returned to its original running state when this function returns.</w:t>
      </w:r>
    </w:p>
    <w:p w:rsidR="00DE44FD" w:rsidRDefault="00DE44FD" w:rsidP="009A6F08">
      <w:pPr>
        <w:pStyle w:val="APIBody"/>
      </w:pPr>
      <w:r>
        <w:t xml:space="preserve">This function returns true if the </w:t>
      </w:r>
      <w:r w:rsidRPr="00DE44FD">
        <w:rPr>
          <w:rFonts w:ascii="Courier New" w:hAnsi="Courier New" w:cs="Courier New"/>
        </w:rPr>
        <w:t>irpc</w:t>
      </w:r>
      <w:r>
        <w:t xml:space="preserve"> was successfully run, and false otherwise.  Note that stopping the thread that is running the </w:t>
      </w:r>
      <w:r w:rsidRPr="00DE44FD">
        <w:rPr>
          <w:rFonts w:ascii="Courier New" w:hAnsi="Courier New" w:cs="Courier New"/>
        </w:rPr>
        <w:t>irpc</w:t>
      </w:r>
      <w:r>
        <w:t xml:space="preserve"> while this function waits for </w:t>
      </w:r>
      <w:r w:rsidRPr="00DE44FD">
        <w:rPr>
          <w:rFonts w:ascii="Courier New" w:hAnsi="Courier New" w:cs="Courier New"/>
        </w:rPr>
        <w:t>irpc</w:t>
      </w:r>
      <w:r>
        <w:t xml:space="preserve"> completion causes this function to return an error.</w:t>
      </w:r>
    </w:p>
    <w:p w:rsidR="00DE44FD" w:rsidRDefault="00DE44FD" w:rsidP="009A6F08">
      <w:pPr>
        <w:pStyle w:val="APIBody"/>
      </w:pPr>
      <w:r>
        <w:t>It is an error to call this function from a callback.</w:t>
      </w:r>
    </w:p>
    <w:p w:rsidR="00DE44FD" w:rsidRDefault="00DE44FD" w:rsidP="00DE44FD">
      <w:pPr>
        <w:pStyle w:val="Definition"/>
      </w:pPr>
      <w:r>
        <w:t>bool runIRPCAsync</w:t>
      </w:r>
      <w:r w:rsidRPr="00DE44FD">
        <w:rPr>
          <w:rFonts w:asciiTheme="minorHAnsi" w:hAnsiTheme="minorHAnsi" w:cstheme="minorHAnsi"/>
        </w:rPr>
        <w:fldChar w:fldCharType="begin"/>
      </w:r>
      <w:r w:rsidRPr="00DE44FD">
        <w:rPr>
          <w:rFonts w:asciiTheme="minorHAnsi" w:hAnsiTheme="minorHAnsi" w:cstheme="minorHAnsi"/>
        </w:rPr>
        <w:instrText xml:space="preserve"> XE "runIRPCAsync, Process" </w:instrText>
      </w:r>
      <w:r w:rsidRPr="00DE44FD">
        <w:rPr>
          <w:rFonts w:asciiTheme="minorHAnsi" w:hAnsiTheme="minorHAnsi" w:cstheme="minorHAnsi"/>
        </w:rPr>
        <w:fldChar w:fldCharType="end"/>
      </w:r>
      <w:r w:rsidRPr="00DE44FD">
        <w:rPr>
          <w:rFonts w:asciiTheme="minorHAnsi" w:hAnsiTheme="minorHAnsi" w:cstheme="minorHAnsi"/>
        </w:rPr>
        <w:fldChar w:fldCharType="begin"/>
      </w:r>
      <w:r w:rsidRPr="00DE44FD">
        <w:rPr>
          <w:rFonts w:asciiTheme="minorHAnsi" w:hAnsiTheme="minorHAnsi" w:cstheme="minorHAnsi"/>
        </w:rPr>
        <w:instrText xml:space="preserve"> XE "IRPC" </w:instrText>
      </w:r>
      <w:r w:rsidRPr="00DE44FD">
        <w:rPr>
          <w:rFonts w:asciiTheme="minorHAnsi" w:hAnsiTheme="minorHAnsi" w:cstheme="minorHAnsi"/>
        </w:rPr>
        <w:fldChar w:fldCharType="end"/>
      </w:r>
      <w:r>
        <w:t>(IRPC::ptr irpc)</w:t>
      </w:r>
    </w:p>
    <w:p w:rsidR="00DE44FD" w:rsidRDefault="00DE44FD" w:rsidP="009A6F08">
      <w:pPr>
        <w:pStyle w:val="APIBody"/>
      </w:pPr>
      <w:r>
        <w:t xml:space="preserve">This function posts an </w:t>
      </w:r>
      <w:r w:rsidRPr="00DE44FD">
        <w:rPr>
          <w:rFonts w:ascii="Courier New" w:hAnsi="Courier New" w:cs="Courier New"/>
        </w:rPr>
        <w:t>irpc</w:t>
      </w:r>
      <w:r>
        <w:t xml:space="preserve">, similar to </w:t>
      </w:r>
      <w:r w:rsidRPr="00DE44FD">
        <w:rPr>
          <w:rFonts w:ascii="Courier New" w:hAnsi="Courier New" w:cs="Courier New"/>
        </w:rPr>
        <w:t>Process::postIRPC</w:t>
      </w:r>
      <w:r>
        <w:t xml:space="preserve">, </w:t>
      </w:r>
      <w:r w:rsidR="00851D54">
        <w:t xml:space="preserve">and </w:t>
      </w:r>
      <w:r>
        <w:t xml:space="preserve">then continues the thread the </w:t>
      </w:r>
      <w:r w:rsidRPr="00DE44FD">
        <w:rPr>
          <w:rFonts w:ascii="Courier New" w:hAnsi="Courier New" w:cs="Courier New"/>
        </w:rPr>
        <w:t>irpc</w:t>
      </w:r>
      <w:r>
        <w:t xml:space="preserve"> was posted to.</w:t>
      </w:r>
    </w:p>
    <w:p w:rsidR="00DE44FD" w:rsidRDefault="00DE44FD" w:rsidP="009A6F08">
      <w:pPr>
        <w:pStyle w:val="APIBody"/>
      </w:pPr>
      <w:r>
        <w:t xml:space="preserve">This function returns true if the </w:t>
      </w:r>
      <w:r w:rsidRPr="00DE44FD">
        <w:rPr>
          <w:rFonts w:ascii="Courier New" w:hAnsi="Courier New" w:cs="Courier New"/>
        </w:rPr>
        <w:t>irpc</w:t>
      </w:r>
      <w:r>
        <w:t xml:space="preserve"> was successfully posted and run, and false otherwise.</w:t>
      </w:r>
    </w:p>
    <w:p w:rsidR="00DE44FD" w:rsidRDefault="00DE44FD" w:rsidP="009A6F08">
      <w:pPr>
        <w:pStyle w:val="APIBody"/>
      </w:pPr>
      <w:r>
        <w:t>It is an error to call this function from a callback.</w:t>
      </w:r>
    </w:p>
    <w:p w:rsidR="000410FC" w:rsidRDefault="000410FC" w:rsidP="000410FC">
      <w:pPr>
        <w:pStyle w:val="Definition"/>
      </w:pPr>
      <w:r>
        <w:t>bool getPostedIRPCs</w:t>
      </w:r>
      <w:r w:rsidR="000F4AA4" w:rsidRPr="007650F8">
        <w:rPr>
          <w:rFonts w:asciiTheme="minorHAnsi" w:hAnsiTheme="minorHAnsi"/>
        </w:rPr>
        <w:fldChar w:fldCharType="begin"/>
      </w:r>
      <w:r w:rsidR="00D00369" w:rsidRPr="007650F8">
        <w:rPr>
          <w:rFonts w:asciiTheme="minorHAnsi" w:hAnsiTheme="minorHAnsi"/>
        </w:rPr>
        <w:instrText xml:space="preserve"> XE "getPostedIRPCs</w:instrText>
      </w:r>
      <w:r w:rsidR="00390A88" w:rsidRPr="007650F8">
        <w:rPr>
          <w:rFonts w:asciiTheme="minorHAnsi" w:hAnsiTheme="minorHAnsi"/>
        </w:rPr>
        <w:instrText>, Process</w:instrText>
      </w:r>
      <w:r w:rsidR="00D00369" w:rsidRPr="007650F8">
        <w:rPr>
          <w:rFonts w:asciiTheme="minorHAnsi" w:hAnsiTheme="minorHAnsi"/>
        </w:rPr>
        <w:instrText xml:space="preserve">" </w:instrText>
      </w:r>
      <w:r w:rsidR="000F4AA4" w:rsidRPr="007650F8">
        <w:rPr>
          <w:rFonts w:asciiTheme="minorHAnsi" w:hAnsiTheme="minorHAnsi"/>
        </w:rPr>
        <w:fldChar w:fldCharType="end"/>
      </w:r>
      <w:r w:rsidR="000F4AA4" w:rsidRPr="007650F8">
        <w:rPr>
          <w:rFonts w:asciiTheme="minorHAnsi" w:hAnsiTheme="minorHAnsi"/>
        </w:rPr>
        <w:fldChar w:fldCharType="begin"/>
      </w:r>
      <w:r w:rsidR="007650F8" w:rsidRPr="007650F8">
        <w:rPr>
          <w:rFonts w:asciiTheme="minorHAnsi" w:hAnsiTheme="minorHAnsi"/>
        </w:rPr>
        <w:instrText xml:space="preserve"> XE "IRPC" </w:instrText>
      </w:r>
      <w:r w:rsidR="000F4AA4" w:rsidRPr="007650F8">
        <w:rPr>
          <w:rFonts w:asciiTheme="minorHAnsi" w:hAnsiTheme="minorHAnsi"/>
        </w:rPr>
        <w:fldChar w:fldCharType="end"/>
      </w:r>
      <w:r>
        <w:t>(std::vector&lt;IRPC::ptr&gt; &amp;rpcs) const</w:t>
      </w:r>
    </w:p>
    <w:p w:rsidR="005103C4" w:rsidRDefault="005103C4" w:rsidP="009A6F08">
      <w:pPr>
        <w:pStyle w:val="APIBody"/>
      </w:pPr>
      <w:r>
        <w:t xml:space="preserve">This function returns all </w:t>
      </w:r>
      <w:r w:rsidRPr="005103C4">
        <w:rPr>
          <w:rFonts w:ascii="Courier New" w:hAnsi="Courier New" w:cs="Courier New"/>
        </w:rPr>
        <w:t>IRPCs</w:t>
      </w:r>
      <w:r>
        <w:t xml:space="preserve"> posted to this </w:t>
      </w:r>
      <w:r w:rsidRPr="005103C4">
        <w:rPr>
          <w:rFonts w:ascii="Courier New" w:hAnsi="Courier New" w:cs="Courier New"/>
        </w:rPr>
        <w:t>Process</w:t>
      </w:r>
      <w:r>
        <w:t xml:space="preserve"> in the </w:t>
      </w:r>
      <w:r w:rsidRPr="005103C4">
        <w:rPr>
          <w:rFonts w:ascii="Courier New" w:hAnsi="Courier New" w:cs="Courier New"/>
        </w:rPr>
        <w:t>rpcs</w:t>
      </w:r>
      <w:r>
        <w:t xml:space="preserve"> vector.  This list does not include any </w:t>
      </w:r>
      <w:r w:rsidRPr="005103C4">
        <w:rPr>
          <w:rFonts w:ascii="Courier New" w:hAnsi="Courier New" w:cs="Courier New"/>
        </w:rPr>
        <w:t>IRPCs</w:t>
      </w:r>
      <w:r>
        <w:t xml:space="preserve"> currently running—see </w:t>
      </w:r>
      <w:r w:rsidRPr="005103C4">
        <w:rPr>
          <w:rFonts w:ascii="Courier New" w:hAnsi="Courier New" w:cs="Courier New"/>
        </w:rPr>
        <w:t>Thread::getRunningIRPC</w:t>
      </w:r>
      <w:r>
        <w:t>() for this functionality.</w:t>
      </w:r>
    </w:p>
    <w:p w:rsidR="005103C4" w:rsidRDefault="006F21B4" w:rsidP="009A6F08">
      <w:pPr>
        <w:pStyle w:val="APIBody"/>
      </w:pPr>
      <w:r>
        <w:t xml:space="preserve">This function </w:t>
      </w:r>
      <w:r w:rsidR="005103C4">
        <w:t>return</w:t>
      </w:r>
      <w:r>
        <w:t>s</w:t>
      </w:r>
      <w:r w:rsidR="005103C4">
        <w:t xml:space="preserve"> </w:t>
      </w:r>
      <w:r w:rsidR="005103C4" w:rsidRPr="00835712">
        <w:rPr>
          <w:rFonts w:ascii="Courier New" w:hAnsi="Courier New" w:cs="Courier New"/>
        </w:rPr>
        <w:t>true</w:t>
      </w:r>
      <w:r w:rsidR="005103C4">
        <w:t xml:space="preserve"> on success and </w:t>
      </w:r>
      <w:r w:rsidR="005103C4" w:rsidRPr="00835712">
        <w:rPr>
          <w:rFonts w:ascii="Courier New" w:hAnsi="Courier New" w:cs="Courier New"/>
        </w:rPr>
        <w:t>false</w:t>
      </w:r>
      <w:r w:rsidR="005103C4">
        <w:t xml:space="preserve"> on error.  Upon an error a subsequent call to </w:t>
      </w:r>
      <w:r w:rsidR="005103C4">
        <w:rPr>
          <w:rFonts w:ascii="Courier New" w:hAnsi="Courier New" w:cs="Courier New"/>
        </w:rPr>
        <w:t>getLastError</w:t>
      </w:r>
      <w:r>
        <w:t xml:space="preserve"> </w:t>
      </w:r>
      <w:r w:rsidR="005103C4">
        <w:t>return</w:t>
      </w:r>
      <w:r>
        <w:t>s</w:t>
      </w:r>
      <w:r w:rsidR="005103C4">
        <w:t xml:space="preserve"> details on the error.</w:t>
      </w:r>
    </w:p>
    <w:p w:rsidR="003938E9" w:rsidRDefault="003938E9" w:rsidP="003938E9">
      <w:pPr>
        <w:pStyle w:val="Heading3"/>
      </w:pPr>
      <w:bookmarkStart w:id="51" w:name="_Toc350168837"/>
      <w:r>
        <w:t>mem_perm</w:t>
      </w:r>
      <w:bookmarkEnd w:id="51"/>
    </w:p>
    <w:p w:rsidR="0039020E" w:rsidRDefault="003938E9" w:rsidP="0039020E">
      <w:r>
        <w:t xml:space="preserve">The </w:t>
      </w:r>
      <w:r w:rsidRPr="003938E9">
        <w:rPr>
          <w:rFonts w:ascii="Courier New" w:hAnsi="Courier New" w:cs="Courier New"/>
        </w:rPr>
        <w:t>mem_perm</w:t>
      </w:r>
      <w:r>
        <w:t xml:space="preserve"> </w:t>
      </w:r>
      <w:r w:rsidR="0039020E">
        <w:t xml:space="preserve">nested </w:t>
      </w:r>
      <w:r>
        <w:t>class</w:t>
      </w:r>
      <w:r w:rsidR="0039020E">
        <w:t xml:space="preserve">, which defined within </w:t>
      </w:r>
      <w:r w:rsidR="0039020E" w:rsidRPr="0039020E">
        <w:rPr>
          <w:rFonts w:ascii="Courier New" w:hAnsi="Courier New" w:cs="Courier New"/>
        </w:rPr>
        <w:t xml:space="preserve">Process </w:t>
      </w:r>
      <w:r w:rsidR="0039020E">
        <w:t xml:space="preserve">class, </w:t>
      </w:r>
      <w:r>
        <w:t xml:space="preserve">represents general memory </w:t>
      </w:r>
      <w:r w:rsidR="0039020E">
        <w:t xml:space="preserve">page </w:t>
      </w:r>
      <w:r>
        <w:t xml:space="preserve">permission </w:t>
      </w:r>
      <w:r w:rsidR="00372AF8">
        <w:t xml:space="preserve">for the given memory page </w:t>
      </w:r>
      <w:r>
        <w:t>in the process.</w:t>
      </w:r>
    </w:p>
    <w:p w:rsidR="003938E9" w:rsidRDefault="0039020E" w:rsidP="0039020E">
      <w:pPr>
        <w:pStyle w:val="ClassHeading"/>
      </w:pPr>
      <w:r>
        <w:t>mem_perm</w:t>
      </w:r>
      <w:r w:rsidR="003938E9">
        <w:t xml:space="preserve"> Declared In: </w:t>
      </w:r>
    </w:p>
    <w:p w:rsidR="003938E9" w:rsidRPr="00A14A88" w:rsidRDefault="003938E9" w:rsidP="003938E9">
      <w:pPr>
        <w:pStyle w:val="Definition"/>
      </w:pPr>
      <w:r>
        <w:t>PCProcess.h</w:t>
      </w:r>
    </w:p>
    <w:p w:rsidR="003938E9" w:rsidRDefault="0039020E" w:rsidP="003938E9">
      <w:pPr>
        <w:pStyle w:val="ClassHeading"/>
      </w:pPr>
      <w:r>
        <w:t>mem_perm</w:t>
      </w:r>
      <w:r w:rsidR="003938E9">
        <w:t xml:space="preserve"> Types:</w:t>
      </w:r>
    </w:p>
    <w:p w:rsidR="003938E9" w:rsidRDefault="00EC58BE" w:rsidP="003938E9">
      <w:pPr>
        <w:pStyle w:val="Definition"/>
      </w:pPr>
      <w:r>
        <w:t>Process::mem_perm::read</w:t>
      </w:r>
    </w:p>
    <w:p w:rsidR="003938E9" w:rsidRDefault="00EC58BE" w:rsidP="003938E9">
      <w:pPr>
        <w:pStyle w:val="Definition"/>
      </w:pPr>
      <w:r>
        <w:t>Process::mem_perm::write</w:t>
      </w:r>
    </w:p>
    <w:p w:rsidR="003938E9" w:rsidRDefault="00EC58BE" w:rsidP="003938E9">
      <w:pPr>
        <w:pStyle w:val="Definition"/>
      </w:pPr>
      <w:r>
        <w:t>Process::mem_perm::execute</w:t>
      </w:r>
    </w:p>
    <w:p w:rsidR="00EC58BE" w:rsidRDefault="00EC58BE" w:rsidP="003938E9">
      <w:pPr>
        <w:pStyle w:val="Definition"/>
      </w:pPr>
    </w:p>
    <w:p w:rsidR="00EC58BE" w:rsidRDefault="00EC58BE" w:rsidP="00EC58BE">
      <w:pPr>
        <w:pStyle w:val="APIBody"/>
      </w:pPr>
      <w:r>
        <w:t>The Process::mem_perm::read</w:t>
      </w:r>
      <w:r>
        <w:rPr>
          <w:rFonts w:hint="eastAsia"/>
        </w:rPr>
        <w:t xml:space="preserve">, </w:t>
      </w:r>
      <w:r>
        <w:t>Process::mem_perm::write</w:t>
      </w:r>
      <w:r>
        <w:rPr>
          <w:rFonts w:hint="eastAsia"/>
        </w:rPr>
        <w:t xml:space="preserve">, and </w:t>
      </w:r>
      <w:r>
        <w:t>Process::mem_perm::execute</w:t>
      </w:r>
      <w:r>
        <w:rPr>
          <w:rFonts w:hint="eastAsia"/>
        </w:rPr>
        <w:t xml:space="preserve">, just as their names imply, </w:t>
      </w:r>
      <w:r>
        <w:t xml:space="preserve">respectively represent </w:t>
      </w:r>
      <w:r>
        <w:rPr>
          <w:rFonts w:hint="eastAsia"/>
          <w:lang w:eastAsia="zh-CN"/>
        </w:rPr>
        <w:t xml:space="preserve">read, write, </w:t>
      </w:r>
      <w:r>
        <w:t xml:space="preserve">and </w:t>
      </w:r>
      <w:r>
        <w:rPr>
          <w:rFonts w:hint="eastAsia"/>
          <w:lang w:eastAsia="zh-CN"/>
        </w:rPr>
        <w:t>execution permission of given memory page</w:t>
      </w:r>
      <w:r>
        <w:t xml:space="preserve">.  </w:t>
      </w:r>
    </w:p>
    <w:p w:rsidR="00EC58BE" w:rsidRPr="007B5521" w:rsidRDefault="00EC58BE" w:rsidP="00EC58BE">
      <w:pPr>
        <w:pStyle w:val="ClassHeading"/>
      </w:pPr>
      <w:r>
        <w:lastRenderedPageBreak/>
        <w:t>mem_perm Member Functions:</w:t>
      </w:r>
    </w:p>
    <w:p w:rsidR="00EC58BE" w:rsidRDefault="0039020E" w:rsidP="007B0B1C">
      <w:pPr>
        <w:pStyle w:val="Definition"/>
      </w:pPr>
      <w:r>
        <w:t xml:space="preserve">mem_perm() : read(false), write(false), execute(false) {} </w:t>
      </w:r>
    </w:p>
    <w:p w:rsidR="007B0B1C" w:rsidRDefault="0039020E" w:rsidP="007B0B1C">
      <w:pPr>
        <w:pStyle w:val="Definition"/>
      </w:pPr>
      <w:r>
        <w:t>mem_perm(const mem_perm&amp; p) : read(p.read), write(p.write), execute(p.execute) {}</w:t>
      </w:r>
    </w:p>
    <w:p w:rsidR="00EC58BE" w:rsidRDefault="00EC58BE" w:rsidP="007B0B1C">
      <w:pPr>
        <w:pStyle w:val="Definition"/>
      </w:pPr>
      <w:r>
        <w:t xml:space="preserve">mem_perm(bool r, bool w, bool x) : read(r), write(w), execute(x) {} </w:t>
      </w:r>
    </w:p>
    <w:p w:rsidR="00EC58BE" w:rsidRDefault="007B0B1C" w:rsidP="007B0B1C">
      <w:pPr>
        <w:pStyle w:val="APIBody"/>
      </w:pPr>
      <w:r>
        <w:rPr>
          <w:rFonts w:hint="eastAsia"/>
        </w:rPr>
        <w:t>These constructors provide a convenient way to create</w:t>
      </w:r>
      <w:r w:rsidR="005E50E7">
        <w:t xml:space="preserve"> the</w:t>
      </w:r>
      <w:r>
        <w:rPr>
          <w:rFonts w:hint="eastAsia"/>
        </w:rPr>
        <w:t xml:space="preserve"> specific memory permission for the given page.</w:t>
      </w:r>
    </w:p>
    <w:p w:rsidR="00EC58BE" w:rsidRDefault="00EC58BE" w:rsidP="00EC58BE">
      <w:pPr>
        <w:pStyle w:val="Definition"/>
      </w:pPr>
      <w:r>
        <w:t>bool getR() const</w:t>
      </w:r>
    </w:p>
    <w:p w:rsidR="00EC58BE" w:rsidRDefault="00EC58BE" w:rsidP="00EC58BE">
      <w:pPr>
        <w:pStyle w:val="Definition"/>
      </w:pPr>
      <w:r>
        <w:t>bool getW() const</w:t>
      </w:r>
    </w:p>
    <w:p w:rsidR="00EC58BE" w:rsidRDefault="00EC58BE" w:rsidP="00EC58BE">
      <w:pPr>
        <w:pStyle w:val="Definition"/>
      </w:pPr>
      <w:r>
        <w:t>bool getX() const</w:t>
      </w:r>
    </w:p>
    <w:p w:rsidR="007B0B1C" w:rsidRDefault="007B0B1C" w:rsidP="007B0B1C">
      <w:pPr>
        <w:pStyle w:val="APIBody"/>
        <w:rPr>
          <w:lang w:eastAsia="zh-CN"/>
        </w:rPr>
      </w:pPr>
      <w:r>
        <w:rPr>
          <w:rFonts w:hint="eastAsia"/>
        </w:rPr>
        <w:t xml:space="preserve">These functions return </w:t>
      </w:r>
      <w:r w:rsidR="005E50E7">
        <w:t xml:space="preserve">true if </w:t>
      </w:r>
      <w:r w:rsidR="005E50E7">
        <w:rPr>
          <w:rFonts w:hint="eastAsia"/>
        </w:rPr>
        <w:t xml:space="preserve">the </w:t>
      </w:r>
      <w:r w:rsidR="005E50E7">
        <w:rPr>
          <w:rFonts w:hint="eastAsia"/>
          <w:lang w:eastAsia="zh-CN"/>
        </w:rPr>
        <w:t xml:space="preserve">given </w:t>
      </w:r>
      <w:r w:rsidR="005E50E7">
        <w:rPr>
          <w:lang w:eastAsia="zh-CN"/>
        </w:rPr>
        <w:t xml:space="preserve">memory </w:t>
      </w:r>
      <w:r w:rsidR="005E50E7">
        <w:rPr>
          <w:rFonts w:hint="eastAsia"/>
          <w:lang w:eastAsia="zh-CN"/>
        </w:rPr>
        <w:t>page</w:t>
      </w:r>
      <w:r w:rsidR="005E50E7">
        <w:rPr>
          <w:rFonts w:hint="eastAsia"/>
        </w:rPr>
        <w:t xml:space="preserve"> </w:t>
      </w:r>
      <w:r w:rsidR="005E50E7">
        <w:t xml:space="preserve">has </w:t>
      </w:r>
      <w:r>
        <w:rPr>
          <w:rFonts w:hint="eastAsia"/>
        </w:rPr>
        <w:t>read, wri</w:t>
      </w:r>
      <w:r w:rsidR="005E50E7">
        <w:rPr>
          <w:rFonts w:hint="eastAsia"/>
        </w:rPr>
        <w:t>te, and execution permission</w:t>
      </w:r>
      <w:r>
        <w:rPr>
          <w:rFonts w:hint="eastAsia"/>
          <w:lang w:eastAsia="zh-CN"/>
        </w:rPr>
        <w:t>, respectively</w:t>
      </w:r>
      <w:r w:rsidR="005E50E7">
        <w:rPr>
          <w:lang w:eastAsia="zh-CN"/>
        </w:rPr>
        <w:t>, and false otherwise</w:t>
      </w:r>
      <w:r>
        <w:rPr>
          <w:rFonts w:hint="eastAsia"/>
          <w:lang w:eastAsia="zh-CN"/>
        </w:rPr>
        <w:t>.</w:t>
      </w:r>
    </w:p>
    <w:p w:rsidR="00EC58BE" w:rsidRDefault="00EC58BE" w:rsidP="00EC58BE">
      <w:pPr>
        <w:pStyle w:val="Definition"/>
      </w:pPr>
      <w:r>
        <w:t>bool isNone() const</w:t>
      </w:r>
    </w:p>
    <w:p w:rsidR="00EC58BE" w:rsidRDefault="00EC58BE" w:rsidP="00EC58BE">
      <w:pPr>
        <w:pStyle w:val="Definition"/>
      </w:pPr>
      <w:r>
        <w:t>bool isR()    const</w:t>
      </w:r>
    </w:p>
    <w:p w:rsidR="00EC58BE" w:rsidRDefault="00EC58BE" w:rsidP="00EC58BE">
      <w:pPr>
        <w:pStyle w:val="Definition"/>
      </w:pPr>
      <w:r>
        <w:t>bool isX()    const</w:t>
      </w:r>
    </w:p>
    <w:p w:rsidR="00EC58BE" w:rsidRDefault="00EC58BE" w:rsidP="00EC58BE">
      <w:pPr>
        <w:pStyle w:val="Definition"/>
      </w:pPr>
      <w:r>
        <w:t>bool isRW()   const</w:t>
      </w:r>
    </w:p>
    <w:p w:rsidR="00EC58BE" w:rsidRDefault="00EC58BE" w:rsidP="00EC58BE">
      <w:pPr>
        <w:pStyle w:val="Definition"/>
      </w:pPr>
      <w:r>
        <w:t>bool isRX()   const</w:t>
      </w:r>
    </w:p>
    <w:p w:rsidR="00EC58BE" w:rsidRDefault="00EC58BE" w:rsidP="00EC58BE">
      <w:pPr>
        <w:pStyle w:val="Definition"/>
      </w:pPr>
      <w:r>
        <w:t>bool isRWX()  const</w:t>
      </w:r>
    </w:p>
    <w:p w:rsidR="007B0B1C" w:rsidRDefault="007B0B1C" w:rsidP="007B0B1C">
      <w:pPr>
        <w:pStyle w:val="APIBody"/>
        <w:rPr>
          <w:lang w:eastAsia="zh-CN"/>
        </w:rPr>
      </w:pPr>
      <w:r>
        <w:rPr>
          <w:rFonts w:hint="eastAsia"/>
        </w:rPr>
        <w:t xml:space="preserve">These functions return </w:t>
      </w:r>
      <w:r w:rsidR="008F5FC2">
        <w:rPr>
          <w:rFonts w:hint="eastAsia"/>
          <w:lang w:eastAsia="zh-CN"/>
        </w:rPr>
        <w:t xml:space="preserve">true if the </w:t>
      </w:r>
      <w:r w:rsidR="005E50E7">
        <w:rPr>
          <w:lang w:eastAsia="zh-CN"/>
        </w:rPr>
        <w:t xml:space="preserve">permission of </w:t>
      </w:r>
      <w:r w:rsidR="008F5FC2">
        <w:rPr>
          <w:rFonts w:hint="eastAsia"/>
          <w:lang w:eastAsia="zh-CN"/>
        </w:rPr>
        <w:t xml:space="preserve">given memory page </w:t>
      </w:r>
      <w:r w:rsidR="005E50E7">
        <w:rPr>
          <w:lang w:eastAsia="zh-CN"/>
        </w:rPr>
        <w:t>is</w:t>
      </w:r>
      <w:r w:rsidR="00175B9F">
        <w:rPr>
          <w:rFonts w:hint="eastAsia"/>
          <w:lang w:eastAsia="zh-CN"/>
        </w:rPr>
        <w:t xml:space="preserve"> NO</w:t>
      </w:r>
      <w:r w:rsidR="00175B9F">
        <w:rPr>
          <w:lang w:eastAsia="zh-CN"/>
        </w:rPr>
        <w:t>_</w:t>
      </w:r>
      <w:r w:rsidR="00175B9F">
        <w:rPr>
          <w:rFonts w:hint="eastAsia"/>
          <w:lang w:eastAsia="zh-CN"/>
        </w:rPr>
        <w:t>A</w:t>
      </w:r>
      <w:r w:rsidR="00175B9F">
        <w:rPr>
          <w:lang w:eastAsia="zh-CN"/>
        </w:rPr>
        <w:t>CCESS, READ_ONLY</w:t>
      </w:r>
      <w:r>
        <w:rPr>
          <w:rFonts w:hint="eastAsia"/>
        </w:rPr>
        <w:t xml:space="preserve">, </w:t>
      </w:r>
      <w:r w:rsidR="00175B9F">
        <w:t>EXECUTE</w:t>
      </w:r>
      <w:r>
        <w:rPr>
          <w:rFonts w:hint="eastAsia"/>
        </w:rPr>
        <w:t xml:space="preserve">, </w:t>
      </w:r>
      <w:r w:rsidR="00175B9F">
        <w:t>READ_WRITE, READ_EXECUTE</w:t>
      </w:r>
      <w:r w:rsidR="005E50E7">
        <w:t xml:space="preserve">, and </w:t>
      </w:r>
      <w:r w:rsidR="00175B9F">
        <w:t xml:space="preserve">READ_WRITE_EXECUTE, </w:t>
      </w:r>
      <w:r w:rsidR="005E50E7">
        <w:t xml:space="preserve">respectively, </w:t>
      </w:r>
      <w:r w:rsidR="00175B9F">
        <w:t>and false otherwise</w:t>
      </w:r>
      <w:r>
        <w:rPr>
          <w:rFonts w:hint="eastAsia"/>
          <w:lang w:eastAsia="zh-CN"/>
        </w:rPr>
        <w:t>.</w:t>
      </w:r>
    </w:p>
    <w:p w:rsidR="00EC58BE" w:rsidRDefault="007B0B1C" w:rsidP="00EC58BE">
      <w:pPr>
        <w:pStyle w:val="Definition"/>
      </w:pPr>
      <w:r>
        <w:rPr>
          <w:rFonts w:hint="eastAsia"/>
          <w:lang w:eastAsia="zh-CN"/>
        </w:rPr>
        <w:t>Process::</w:t>
      </w:r>
      <w:r w:rsidR="00EC58BE">
        <w:t>mem_perm&amp; setR()</w:t>
      </w:r>
    </w:p>
    <w:p w:rsidR="00EC58BE" w:rsidRDefault="007B0B1C" w:rsidP="00EC58BE">
      <w:pPr>
        <w:pStyle w:val="Definition"/>
      </w:pPr>
      <w:r>
        <w:rPr>
          <w:rFonts w:hint="eastAsia"/>
          <w:lang w:eastAsia="zh-CN"/>
        </w:rPr>
        <w:t>Process::</w:t>
      </w:r>
      <w:r w:rsidR="00EC58BE">
        <w:t>mem_perm&amp; setW()</w:t>
      </w:r>
    </w:p>
    <w:p w:rsidR="00EC58BE" w:rsidRDefault="007B0B1C" w:rsidP="00EC58BE">
      <w:pPr>
        <w:pStyle w:val="Definition"/>
      </w:pPr>
      <w:r>
        <w:rPr>
          <w:rFonts w:hint="eastAsia"/>
          <w:lang w:eastAsia="zh-CN"/>
        </w:rPr>
        <w:t>Process::</w:t>
      </w:r>
      <w:r w:rsidR="00EC58BE">
        <w:t>mem_perm&amp; setX()</w:t>
      </w:r>
    </w:p>
    <w:p w:rsidR="007B0B1C" w:rsidRDefault="007B0B1C" w:rsidP="007B0B1C">
      <w:pPr>
        <w:pStyle w:val="APIBody"/>
        <w:rPr>
          <w:lang w:eastAsia="zh-CN"/>
        </w:rPr>
      </w:pPr>
      <w:r>
        <w:rPr>
          <w:rFonts w:hint="eastAsia"/>
        </w:rPr>
        <w:t xml:space="preserve">These functions </w:t>
      </w:r>
      <w:r w:rsidR="0021677E">
        <w:t xml:space="preserve">enable </w:t>
      </w:r>
      <w:r>
        <w:rPr>
          <w:rFonts w:hint="eastAsia"/>
        </w:rPr>
        <w:t xml:space="preserve">read, write, and execution permission for the </w:t>
      </w:r>
      <w:r>
        <w:rPr>
          <w:rFonts w:hint="eastAsia"/>
          <w:lang w:eastAsia="zh-CN"/>
        </w:rPr>
        <w:t>given page, respectively</w:t>
      </w:r>
      <w:r w:rsidR="0021677E">
        <w:rPr>
          <w:lang w:eastAsia="zh-CN"/>
        </w:rPr>
        <w:t xml:space="preserve">, </w:t>
      </w:r>
      <w:r w:rsidR="00372AF8">
        <w:rPr>
          <w:lang w:eastAsia="zh-CN"/>
        </w:rPr>
        <w:t xml:space="preserve">and return this </w:t>
      </w:r>
      <w:r w:rsidR="00372AF8" w:rsidRPr="0021677E">
        <w:rPr>
          <w:rFonts w:ascii="Courier New" w:hAnsi="Courier New" w:cs="Courier New"/>
          <w:noProof/>
          <w:szCs w:val="26"/>
        </w:rPr>
        <w:t>mem_perm</w:t>
      </w:r>
      <w:r w:rsidR="00372AF8">
        <w:rPr>
          <w:rFonts w:hint="eastAsia"/>
          <w:lang w:eastAsia="zh-CN"/>
        </w:rPr>
        <w:t>.</w:t>
      </w:r>
    </w:p>
    <w:p w:rsidR="00EC58BE" w:rsidRDefault="007B0B1C" w:rsidP="00EC58BE">
      <w:pPr>
        <w:pStyle w:val="Definition"/>
      </w:pPr>
      <w:r>
        <w:rPr>
          <w:rFonts w:hint="eastAsia"/>
          <w:lang w:eastAsia="zh-CN"/>
        </w:rPr>
        <w:t>Process::</w:t>
      </w:r>
      <w:r w:rsidR="00EC58BE">
        <w:t>mem_perm&amp; clrR()</w:t>
      </w:r>
    </w:p>
    <w:p w:rsidR="00EC58BE" w:rsidRDefault="007B0B1C" w:rsidP="00EC58BE">
      <w:pPr>
        <w:pStyle w:val="Definition"/>
      </w:pPr>
      <w:r>
        <w:rPr>
          <w:rFonts w:hint="eastAsia"/>
          <w:lang w:eastAsia="zh-CN"/>
        </w:rPr>
        <w:t>Process::</w:t>
      </w:r>
      <w:r w:rsidR="00EC58BE">
        <w:t>mem_perm&amp; clrW()</w:t>
      </w:r>
    </w:p>
    <w:p w:rsidR="00EC58BE" w:rsidRDefault="007B0B1C" w:rsidP="00EC58BE">
      <w:pPr>
        <w:pStyle w:val="Definition"/>
      </w:pPr>
      <w:r>
        <w:rPr>
          <w:rFonts w:hint="eastAsia"/>
          <w:lang w:eastAsia="zh-CN"/>
        </w:rPr>
        <w:t>Process::</w:t>
      </w:r>
      <w:r w:rsidR="00EC58BE">
        <w:t>mem_perm&amp; clrX()</w:t>
      </w:r>
    </w:p>
    <w:p w:rsidR="0021677E" w:rsidRDefault="0021677E" w:rsidP="0021677E">
      <w:pPr>
        <w:pStyle w:val="APIBody"/>
        <w:rPr>
          <w:lang w:eastAsia="zh-CN"/>
        </w:rPr>
      </w:pPr>
      <w:r>
        <w:rPr>
          <w:rFonts w:hint="eastAsia"/>
        </w:rPr>
        <w:t xml:space="preserve">These functions </w:t>
      </w:r>
      <w:r>
        <w:t xml:space="preserve">disable </w:t>
      </w:r>
      <w:r>
        <w:rPr>
          <w:rFonts w:hint="eastAsia"/>
        </w:rPr>
        <w:t xml:space="preserve">read, write, and execution permission for the </w:t>
      </w:r>
      <w:r>
        <w:rPr>
          <w:rFonts w:hint="eastAsia"/>
          <w:lang w:eastAsia="zh-CN"/>
        </w:rPr>
        <w:t>given page, respectively</w:t>
      </w:r>
      <w:r>
        <w:rPr>
          <w:lang w:eastAsia="zh-CN"/>
        </w:rPr>
        <w:t xml:space="preserve">, and return this </w:t>
      </w:r>
      <w:r w:rsidRPr="0021677E">
        <w:rPr>
          <w:rFonts w:ascii="Courier New" w:hAnsi="Courier New" w:cs="Courier New"/>
          <w:noProof/>
          <w:szCs w:val="26"/>
        </w:rPr>
        <w:t>mem_perm</w:t>
      </w:r>
      <w:r>
        <w:rPr>
          <w:rFonts w:hint="eastAsia"/>
          <w:lang w:eastAsia="zh-CN"/>
        </w:rPr>
        <w:t>.</w:t>
      </w:r>
    </w:p>
    <w:p w:rsidR="00EC58BE" w:rsidRDefault="00EC58BE" w:rsidP="00EC58BE">
      <w:pPr>
        <w:pStyle w:val="Definition"/>
      </w:pPr>
      <w:r>
        <w:t>bool operator==(const mem_perm&amp; p) const</w:t>
      </w:r>
    </w:p>
    <w:p w:rsidR="0018537D" w:rsidRDefault="0018537D" w:rsidP="0018537D">
      <w:pPr>
        <w:pStyle w:val="APIBody"/>
        <w:rPr>
          <w:lang w:eastAsia="zh-CN"/>
        </w:rPr>
      </w:pPr>
      <w:r>
        <w:rPr>
          <w:rFonts w:hint="eastAsia"/>
        </w:rPr>
        <w:t>Th</w:t>
      </w:r>
      <w:r>
        <w:t>is</w:t>
      </w:r>
      <w:r>
        <w:rPr>
          <w:rFonts w:hint="eastAsia"/>
        </w:rPr>
        <w:t xml:space="preserve"> function return</w:t>
      </w:r>
      <w:r>
        <w:t>s true if</w:t>
      </w:r>
      <w:r>
        <w:rPr>
          <w:rFonts w:hint="eastAsia"/>
        </w:rPr>
        <w:t xml:space="preserve"> </w:t>
      </w:r>
      <w:r>
        <w:t xml:space="preserve">memory permission </w:t>
      </w:r>
      <w:r w:rsidRPr="0018537D">
        <w:rPr>
          <w:rFonts w:ascii="Courier New" w:hAnsi="Courier New" w:cs="Courier New"/>
          <w:noProof/>
          <w:szCs w:val="26"/>
        </w:rPr>
        <w:t xml:space="preserve">p </w:t>
      </w:r>
      <w:r>
        <w:t xml:space="preserve">is the same as this </w:t>
      </w:r>
      <w:r w:rsidRPr="005E50E7">
        <w:rPr>
          <w:rFonts w:ascii="Courier New" w:hAnsi="Courier New" w:cs="Courier New"/>
          <w:noProof/>
          <w:szCs w:val="26"/>
        </w:rPr>
        <w:t>mem_perm</w:t>
      </w:r>
      <w:r>
        <w:t xml:space="preserve"> and false otherwise</w:t>
      </w:r>
      <w:r>
        <w:rPr>
          <w:rFonts w:hint="eastAsia"/>
          <w:lang w:eastAsia="zh-CN"/>
        </w:rPr>
        <w:t>.</w:t>
      </w:r>
    </w:p>
    <w:p w:rsidR="00EC58BE" w:rsidRDefault="00EC58BE" w:rsidP="00EC58BE">
      <w:pPr>
        <w:pStyle w:val="Definition"/>
      </w:pPr>
      <w:r>
        <w:t>bool operator!=(const mem_perm&amp; p) const</w:t>
      </w:r>
    </w:p>
    <w:p w:rsidR="007B0B1C" w:rsidRDefault="0018537D" w:rsidP="007B0B1C">
      <w:pPr>
        <w:pStyle w:val="APIBody"/>
        <w:rPr>
          <w:lang w:eastAsia="zh-CN"/>
        </w:rPr>
      </w:pPr>
      <w:r>
        <w:rPr>
          <w:rFonts w:hint="eastAsia"/>
        </w:rPr>
        <w:t>Th</w:t>
      </w:r>
      <w:r>
        <w:t>is</w:t>
      </w:r>
      <w:r>
        <w:rPr>
          <w:rFonts w:hint="eastAsia"/>
        </w:rPr>
        <w:t xml:space="preserve"> function</w:t>
      </w:r>
      <w:r w:rsidR="007B0B1C">
        <w:rPr>
          <w:rFonts w:hint="eastAsia"/>
        </w:rPr>
        <w:t xml:space="preserve"> return</w:t>
      </w:r>
      <w:r>
        <w:t>s true if</w:t>
      </w:r>
      <w:r w:rsidR="007B0B1C">
        <w:rPr>
          <w:rFonts w:hint="eastAsia"/>
        </w:rPr>
        <w:t xml:space="preserve"> </w:t>
      </w:r>
      <w:r>
        <w:t xml:space="preserve">memory permission </w:t>
      </w:r>
      <w:r w:rsidRPr="0018537D">
        <w:rPr>
          <w:rFonts w:ascii="Courier New" w:hAnsi="Courier New" w:cs="Courier New"/>
          <w:noProof/>
          <w:szCs w:val="26"/>
        </w:rPr>
        <w:t xml:space="preserve">p </w:t>
      </w:r>
      <w:r>
        <w:t xml:space="preserve">is different from this </w:t>
      </w:r>
      <w:r w:rsidRPr="005E50E7">
        <w:rPr>
          <w:rFonts w:ascii="Courier New" w:hAnsi="Courier New" w:cs="Courier New"/>
          <w:noProof/>
          <w:szCs w:val="26"/>
        </w:rPr>
        <w:t>mem_perm</w:t>
      </w:r>
      <w:r>
        <w:t xml:space="preserve"> and false otherwise</w:t>
      </w:r>
      <w:r w:rsidR="007B0B1C">
        <w:rPr>
          <w:rFonts w:hint="eastAsia"/>
          <w:lang w:eastAsia="zh-CN"/>
        </w:rPr>
        <w:t>.</w:t>
      </w:r>
    </w:p>
    <w:p w:rsidR="00414E67" w:rsidRDefault="00414E67" w:rsidP="00414E67">
      <w:pPr>
        <w:pStyle w:val="Definition"/>
      </w:pPr>
      <w:r>
        <w:t>bool oper</w:t>
      </w:r>
      <w:r w:rsidR="000B2B36">
        <w:t>ator&lt;(const mem_perm&amp; p</w:t>
      </w:r>
      <w:r>
        <w:t>) const</w:t>
      </w:r>
    </w:p>
    <w:p w:rsidR="00414E67" w:rsidRDefault="00414E67" w:rsidP="00414E67">
      <w:pPr>
        <w:pStyle w:val="APIBody"/>
        <w:rPr>
          <w:lang w:eastAsia="zh-CN"/>
        </w:rPr>
      </w:pPr>
      <w:r>
        <w:rPr>
          <w:rFonts w:hint="eastAsia"/>
        </w:rPr>
        <w:t>Th</w:t>
      </w:r>
      <w:r>
        <w:t>is</w:t>
      </w:r>
      <w:r>
        <w:rPr>
          <w:rFonts w:hint="eastAsia"/>
        </w:rPr>
        <w:t xml:space="preserve"> function return</w:t>
      </w:r>
      <w:r>
        <w:t>s true if</w:t>
      </w:r>
      <w:r>
        <w:rPr>
          <w:rFonts w:hint="eastAsia"/>
        </w:rPr>
        <w:t xml:space="preserve"> </w:t>
      </w:r>
      <w:r w:rsidR="000B2B36">
        <w:t>this</w:t>
      </w:r>
      <w:r>
        <w:t xml:space="preserve"> </w:t>
      </w:r>
      <w:r w:rsidR="000B2B36">
        <w:rPr>
          <w:rFonts w:ascii="Courier New" w:hAnsi="Courier New" w:cs="Courier New"/>
          <w:noProof/>
          <w:szCs w:val="26"/>
        </w:rPr>
        <w:t>mem_perm</w:t>
      </w:r>
      <w:r w:rsidRPr="0018537D">
        <w:rPr>
          <w:rFonts w:ascii="Courier New" w:hAnsi="Courier New" w:cs="Courier New"/>
          <w:noProof/>
          <w:szCs w:val="26"/>
        </w:rPr>
        <w:t xml:space="preserve"> </w:t>
      </w:r>
      <w:r>
        <w:t xml:space="preserve">is less than </w:t>
      </w:r>
      <w:r w:rsidRPr="005E50E7">
        <w:rPr>
          <w:rFonts w:ascii="Courier New" w:hAnsi="Courier New" w:cs="Courier New"/>
          <w:noProof/>
          <w:szCs w:val="26"/>
        </w:rPr>
        <w:t>p</w:t>
      </w:r>
      <w:r>
        <w:t xml:space="preserve"> according to the notation that read permission encodes</w:t>
      </w:r>
      <w:r w:rsidR="00C865BA">
        <w:t xml:space="preserve"> to</w:t>
      </w:r>
      <w:r>
        <w:t xml:space="preserve"> 4, write, 2, and execute, 1, and false otherwise</w:t>
      </w:r>
      <w:r>
        <w:rPr>
          <w:rFonts w:hint="eastAsia"/>
          <w:lang w:eastAsia="zh-CN"/>
        </w:rPr>
        <w:t>.</w:t>
      </w:r>
    </w:p>
    <w:p w:rsidR="00EC58BE" w:rsidRPr="003938E9" w:rsidRDefault="00EC58BE" w:rsidP="00EC58BE">
      <w:pPr>
        <w:pStyle w:val="Definition"/>
      </w:pPr>
      <w:r>
        <w:t>std::string getPermName()</w:t>
      </w:r>
    </w:p>
    <w:p w:rsidR="007B0B1C" w:rsidRDefault="005E50E7" w:rsidP="007B0B1C">
      <w:pPr>
        <w:pStyle w:val="APIBody"/>
        <w:rPr>
          <w:lang w:eastAsia="zh-CN"/>
        </w:rPr>
      </w:pPr>
      <w:r>
        <w:t>R</w:t>
      </w:r>
      <w:r w:rsidR="007B0B1C">
        <w:rPr>
          <w:rFonts w:hint="eastAsia"/>
        </w:rPr>
        <w:t xml:space="preserve">eturn </w:t>
      </w:r>
      <w:r w:rsidR="00D07FA8">
        <w:t xml:space="preserve">the </w:t>
      </w:r>
      <w:r>
        <w:t>memory permission</w:t>
      </w:r>
      <w:r w:rsidR="0021677E">
        <w:t xml:space="preserve"> name</w:t>
      </w:r>
      <w:r>
        <w:t xml:space="preserve"> for this </w:t>
      </w:r>
      <w:r w:rsidRPr="005E50E7">
        <w:rPr>
          <w:rFonts w:ascii="Courier New" w:hAnsi="Courier New" w:cs="Courier New"/>
          <w:noProof/>
          <w:szCs w:val="26"/>
        </w:rPr>
        <w:t>mem_perm</w:t>
      </w:r>
      <w:r w:rsidR="007B0B1C">
        <w:rPr>
          <w:rFonts w:hint="eastAsia"/>
          <w:lang w:eastAsia="zh-CN"/>
        </w:rPr>
        <w:t>.</w:t>
      </w:r>
    </w:p>
    <w:p w:rsidR="00AB7FE1" w:rsidRDefault="00AB7FE1" w:rsidP="009A6F08">
      <w:pPr>
        <w:pStyle w:val="Heading2"/>
      </w:pPr>
      <w:bookmarkStart w:id="52" w:name="_Toc273362645"/>
      <w:bookmarkStart w:id="53" w:name="_Toc274055822"/>
      <w:bookmarkStart w:id="54" w:name="_Toc350168838"/>
      <w:r>
        <w:lastRenderedPageBreak/>
        <w:t>Thread</w:t>
      </w:r>
      <w:bookmarkEnd w:id="52"/>
      <w:bookmarkEnd w:id="53"/>
      <w:bookmarkEnd w:id="54"/>
    </w:p>
    <w:p w:rsidR="00AD747D" w:rsidRDefault="00AB7FE1" w:rsidP="0039020E">
      <w:r>
        <w:t xml:space="preserve">The </w:t>
      </w:r>
      <w:r w:rsidRPr="00A56B60">
        <w:rPr>
          <w:rFonts w:ascii="Courier New" w:hAnsi="Courier New" w:cs="Courier New"/>
        </w:rPr>
        <w:t>Thread</w:t>
      </w:r>
      <w:r w:rsidR="000F4AA4" w:rsidRPr="00A56B60">
        <w:rPr>
          <w:rFonts w:ascii="Courier New" w:hAnsi="Courier New" w:cs="Courier New"/>
        </w:rPr>
        <w:fldChar w:fldCharType="begin"/>
      </w:r>
      <w:r w:rsidR="00390A88" w:rsidRPr="00A56B60">
        <w:rPr>
          <w:rFonts w:ascii="Courier New" w:hAnsi="Courier New" w:cs="Courier New"/>
        </w:rPr>
        <w:instrText xml:space="preserve"> XE "Thread" </w:instrText>
      </w:r>
      <w:r w:rsidR="000F4AA4" w:rsidRPr="00A56B60">
        <w:rPr>
          <w:rFonts w:ascii="Courier New" w:hAnsi="Courier New" w:cs="Courier New"/>
        </w:rPr>
        <w:fldChar w:fldCharType="end"/>
      </w:r>
      <w:r>
        <w:t xml:space="preserve"> class represents a single thread of execution in the target process.  Any </w:t>
      </w:r>
      <w:r w:rsidRPr="00A56B60">
        <w:rPr>
          <w:rFonts w:ascii="Courier New" w:hAnsi="Courier New" w:cs="Courier New"/>
        </w:rPr>
        <w:t>Process</w:t>
      </w:r>
      <w:r w:rsidR="006F21B4">
        <w:t xml:space="preserve"> has</w:t>
      </w:r>
      <w:r>
        <w:t xml:space="preserve"> at least one </w:t>
      </w:r>
      <w:r w:rsidRPr="00A56B60">
        <w:rPr>
          <w:rFonts w:ascii="Courier New" w:hAnsi="Courier New" w:cs="Courier New"/>
        </w:rPr>
        <w:t>Thread</w:t>
      </w:r>
      <w:r>
        <w:t xml:space="preserve">, and multi-threaded target processes may have more. Each </w:t>
      </w:r>
      <w:r w:rsidR="00A56B60">
        <w:rPr>
          <w:rFonts w:ascii="Courier New" w:hAnsi="Courier New" w:cs="Courier New"/>
        </w:rPr>
        <w:t>T</w:t>
      </w:r>
      <w:r w:rsidRPr="00A56B60">
        <w:rPr>
          <w:rFonts w:ascii="Courier New" w:hAnsi="Courier New" w:cs="Courier New"/>
        </w:rPr>
        <w:t>hread</w:t>
      </w:r>
      <w:r w:rsidR="006F21B4">
        <w:t xml:space="preserve"> has</w:t>
      </w:r>
      <w:r>
        <w:t xml:space="preserve"> an associated integral value known as its LWP, which serves as a handle for communicating with the OS about the thread</w:t>
      </w:r>
      <w:r w:rsidR="00276DCD">
        <w:t xml:space="preserve"> (e.g., a PID value on Linux)</w:t>
      </w:r>
      <w:r>
        <w:t xml:space="preserve">.  On some systems, depending on availability, a </w:t>
      </w:r>
      <w:r w:rsidRPr="00A56B60">
        <w:rPr>
          <w:rFonts w:ascii="Courier New" w:hAnsi="Courier New" w:cs="Courier New"/>
        </w:rPr>
        <w:t>Thread</w:t>
      </w:r>
      <w:r>
        <w:t xml:space="preserve"> may </w:t>
      </w:r>
      <w:r w:rsidR="00276DCD">
        <w:t>have information from t</w:t>
      </w:r>
      <w:r w:rsidR="007C7FDC">
        <w:t>he user space threading library.</w:t>
      </w:r>
    </w:p>
    <w:p w:rsidR="0094165F" w:rsidRDefault="004E54B7" w:rsidP="009A6F08">
      <w:pPr>
        <w:pStyle w:val="ClassHeading"/>
      </w:pPr>
      <w:r>
        <w:t>Thread</w:t>
      </w:r>
      <w:r w:rsidR="0094165F">
        <w:t xml:space="preserve"> </w:t>
      </w:r>
      <w:r w:rsidR="00FC52AC">
        <w:t>Declared In</w:t>
      </w:r>
      <w:r w:rsidR="0094165F">
        <w:t xml:space="preserve">: </w:t>
      </w:r>
    </w:p>
    <w:p w:rsidR="0094165F" w:rsidRPr="00A14A88" w:rsidRDefault="00A367E2" w:rsidP="00B91872">
      <w:pPr>
        <w:pStyle w:val="Definition"/>
      </w:pPr>
      <w:r>
        <w:t>PCProcess.h</w:t>
      </w:r>
    </w:p>
    <w:p w:rsidR="0094165F" w:rsidRDefault="0094165F" w:rsidP="009A6F08">
      <w:pPr>
        <w:pStyle w:val="ClassHeading"/>
      </w:pPr>
      <w:r>
        <w:t>Thread Types:</w:t>
      </w:r>
    </w:p>
    <w:p w:rsidR="0094165F" w:rsidRPr="00A14A88" w:rsidRDefault="0094165F" w:rsidP="0094165F">
      <w:pPr>
        <w:pStyle w:val="Definition"/>
      </w:pPr>
      <w:r>
        <w:t>Thread</w:t>
      </w:r>
      <w:r w:rsidRPr="00A14A88">
        <w:t>::ptr</w:t>
      </w:r>
    </w:p>
    <w:p w:rsidR="0094165F" w:rsidRPr="00A14A88" w:rsidRDefault="0094165F" w:rsidP="0094165F">
      <w:pPr>
        <w:pStyle w:val="Definition"/>
      </w:pPr>
      <w:r>
        <w:t>Thread</w:t>
      </w:r>
      <w:r w:rsidRPr="00A14A88">
        <w:t>::const_ptr</w:t>
      </w:r>
    </w:p>
    <w:p w:rsidR="0094165F" w:rsidRDefault="0094165F" w:rsidP="009A6F08">
      <w:pPr>
        <w:pStyle w:val="APIBody"/>
      </w:pPr>
      <w:r>
        <w:t xml:space="preserve">The </w:t>
      </w:r>
      <w:r>
        <w:rPr>
          <w:rFonts w:ascii="Courier New" w:hAnsi="Courier New" w:cs="Courier New"/>
        </w:rPr>
        <w:t>Thread</w:t>
      </w:r>
      <w:r w:rsidRPr="00A14A88">
        <w:rPr>
          <w:rFonts w:ascii="Courier New" w:hAnsi="Courier New" w:cs="Courier New"/>
        </w:rPr>
        <w:t>::ptr</w:t>
      </w:r>
      <w:r>
        <w:t xml:space="preserve"> and </w:t>
      </w:r>
      <w:r>
        <w:rPr>
          <w:rFonts w:ascii="Courier New" w:hAnsi="Courier New" w:cs="Courier New"/>
        </w:rPr>
        <w:t>Thread</w:t>
      </w:r>
      <w:r w:rsidRPr="00A14A88">
        <w:rPr>
          <w:rFonts w:ascii="Courier New" w:hAnsi="Courier New" w:cs="Courier New"/>
        </w:rPr>
        <w:t>::const_ptr</w:t>
      </w:r>
      <w:r>
        <w:t xml:space="preserve"> respectively represent a pointer and a const pointer to a </w:t>
      </w:r>
      <w:r>
        <w:rPr>
          <w:rFonts w:ascii="Courier New" w:hAnsi="Courier New" w:cs="Courier New"/>
        </w:rPr>
        <w:t>Thread</w:t>
      </w:r>
      <w:r>
        <w:t xml:space="preserve"> object.  Both pointer types</w:t>
      </w:r>
      <w:r w:rsidR="006F21B4">
        <w:t xml:space="preserve"> are reference counted and </w:t>
      </w:r>
      <w:r>
        <w:t xml:space="preserve">cause the underlying </w:t>
      </w:r>
      <w:r>
        <w:rPr>
          <w:rFonts w:ascii="Courier New" w:hAnsi="Courier New" w:cs="Courier New"/>
        </w:rPr>
        <w:t>Thread</w:t>
      </w:r>
      <w:r>
        <w:t xml:space="preserve"> object </w:t>
      </w:r>
      <w:r w:rsidR="00005F12">
        <w:t>to</w:t>
      </w:r>
      <w:r>
        <w:t xml:space="preserve"> be cleaned when there are no more r</w:t>
      </w:r>
      <w:r w:rsidR="006F21B4">
        <w:t xml:space="preserve">eferences.  ProcControlAPI </w:t>
      </w:r>
      <w:r>
        <w:t>maintain</w:t>
      </w:r>
      <w:r w:rsidR="006F21B4">
        <w:t>s</w:t>
      </w:r>
      <w:r>
        <w:t xml:space="preserve"> internal references to any </w:t>
      </w:r>
      <w:r>
        <w:rPr>
          <w:rFonts w:ascii="Courier New" w:hAnsi="Courier New" w:cs="Courier New"/>
        </w:rPr>
        <w:t>Thread</w:t>
      </w:r>
      <w:r>
        <w:t xml:space="preserve"> it actively controls, relinquishing those references when the </w:t>
      </w:r>
      <w:r w:rsidR="006222A3">
        <w:t>thread</w:t>
      </w:r>
      <w:r>
        <w:t xml:space="preserve"> exits or is detached.</w:t>
      </w:r>
    </w:p>
    <w:p w:rsidR="0094165F" w:rsidRPr="007B5521" w:rsidRDefault="0094165F" w:rsidP="009A6F08">
      <w:pPr>
        <w:pStyle w:val="ClassHeading"/>
      </w:pPr>
      <w:r>
        <w:t>Thread Member Functions:</w:t>
      </w:r>
    </w:p>
    <w:p w:rsidR="00CB718B" w:rsidRDefault="0094165F" w:rsidP="0094165F">
      <w:pPr>
        <w:pStyle w:val="Definition"/>
      </w:pPr>
      <w:r>
        <w:t>Dyninst::LWP getLWP</w:t>
      </w:r>
      <w:r w:rsidR="000F4AA4" w:rsidRPr="00390A88">
        <w:rPr>
          <w:rFonts w:asciiTheme="minorHAnsi" w:hAnsiTheme="minorHAnsi"/>
        </w:rPr>
        <w:fldChar w:fldCharType="begin"/>
      </w:r>
      <w:r w:rsidR="00D00369" w:rsidRPr="00390A88">
        <w:rPr>
          <w:rFonts w:asciiTheme="minorHAnsi" w:hAnsiTheme="minorHAnsi"/>
        </w:rPr>
        <w:instrText xml:space="preserve"> XE "getLWP</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94165F" w:rsidRDefault="00C0518B" w:rsidP="009A6F08">
      <w:pPr>
        <w:pStyle w:val="APIBody"/>
      </w:pPr>
      <w:r>
        <w:t>This function r</w:t>
      </w:r>
      <w:r w:rsidR="0094165F">
        <w:t>eturns an OS handle for this thread.  On</w:t>
      </w:r>
      <w:r>
        <w:t xml:space="preserve"> Linux this returns </w:t>
      </w:r>
      <w:r w:rsidR="004E54B7">
        <w:t xml:space="preserve">a </w:t>
      </w:r>
      <w:r w:rsidRPr="004E54B7">
        <w:rPr>
          <w:rFonts w:ascii="Courier New" w:hAnsi="Courier New" w:cs="Courier New"/>
        </w:rPr>
        <w:t>pid_t</w:t>
      </w:r>
      <w:r>
        <w:t xml:space="preserve"> for this thread.  </w:t>
      </w:r>
      <w:r w:rsidR="00005F12">
        <w:t>On FreeBSD, this returns a lwpid_t.</w:t>
      </w:r>
    </w:p>
    <w:p w:rsidR="00A56B60" w:rsidRDefault="00A56B60" w:rsidP="00A56B60">
      <w:pPr>
        <w:pStyle w:val="Definition"/>
      </w:pPr>
      <w:r>
        <w:t>Process::ptr getProcess()</w:t>
      </w:r>
    </w:p>
    <w:p w:rsidR="00C0518B" w:rsidRDefault="00C0518B" w:rsidP="00C0518B">
      <w:pPr>
        <w:pStyle w:val="Definition"/>
      </w:pPr>
      <w:r>
        <w:t>Process::</w:t>
      </w:r>
      <w:r w:rsidR="00A56B60">
        <w:t>const_</w:t>
      </w:r>
      <w:r>
        <w:t>ptr getProcess</w:t>
      </w:r>
      <w:r w:rsidR="000F4AA4" w:rsidRPr="00390A88">
        <w:rPr>
          <w:rFonts w:asciiTheme="minorHAnsi" w:hAnsiTheme="minorHAnsi"/>
        </w:rPr>
        <w:fldChar w:fldCharType="begin"/>
      </w:r>
      <w:r w:rsidR="00D00369" w:rsidRPr="00390A88">
        <w:rPr>
          <w:rFonts w:asciiTheme="minorHAnsi" w:hAnsiTheme="minorHAnsi"/>
        </w:rPr>
        <w:instrText xml:space="preserve"> XE "getProcess</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A56B60" w:rsidP="009A6F08">
      <w:pPr>
        <w:pStyle w:val="APIBody"/>
      </w:pPr>
      <w:r>
        <w:t>These</w:t>
      </w:r>
      <w:r w:rsidR="00C0518B">
        <w:t xml:space="preserve"> function</w:t>
      </w:r>
      <w:r>
        <w:t>s</w:t>
      </w:r>
      <w:r w:rsidR="00460F8C">
        <w:t xml:space="preserve"> return</w:t>
      </w:r>
      <w:r w:rsidR="00C0518B">
        <w:t xml:space="preserve"> a pointer to the </w:t>
      </w:r>
      <w:r w:rsidR="00C0518B" w:rsidRPr="00C0518B">
        <w:rPr>
          <w:rFonts w:ascii="Courier New" w:hAnsi="Courier New" w:cs="Courier New"/>
        </w:rPr>
        <w:t>Process</w:t>
      </w:r>
      <w:r w:rsidR="00C0518B">
        <w:t xml:space="preserve"> object that contains this thread.  </w:t>
      </w:r>
    </w:p>
    <w:p w:rsidR="00C0518B" w:rsidRDefault="00C0518B" w:rsidP="00C0518B">
      <w:pPr>
        <w:pStyle w:val="Definition"/>
      </w:pPr>
      <w:r>
        <w:t>bool isStopped</w:t>
      </w:r>
      <w:r w:rsidR="000F4AA4" w:rsidRPr="00390A88">
        <w:rPr>
          <w:rFonts w:asciiTheme="minorHAnsi" w:hAnsiTheme="minorHAnsi"/>
        </w:rPr>
        <w:fldChar w:fldCharType="begin"/>
      </w:r>
      <w:r w:rsidR="00D00369" w:rsidRPr="00390A88">
        <w:rPr>
          <w:rFonts w:asciiTheme="minorHAnsi" w:hAnsiTheme="minorHAnsi"/>
        </w:rPr>
        <w:instrText xml:space="preserve"> XE "isStopped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C0518B" w:rsidP="009A6F08">
      <w:pPr>
        <w:pStyle w:val="APIBody"/>
      </w:pPr>
      <w:r>
        <w:t>This function returns true if this thread is in a stopped state and false otherwise.</w:t>
      </w:r>
    </w:p>
    <w:p w:rsidR="00C0518B" w:rsidRDefault="00C0518B" w:rsidP="00C0518B">
      <w:pPr>
        <w:pStyle w:val="Definition"/>
      </w:pPr>
      <w:r>
        <w:t>bool isRunning</w:t>
      </w:r>
      <w:r w:rsidR="000F4AA4" w:rsidRPr="00390A88">
        <w:rPr>
          <w:rFonts w:asciiTheme="minorHAnsi" w:hAnsiTheme="minorHAnsi"/>
        </w:rPr>
        <w:fldChar w:fldCharType="begin"/>
      </w:r>
      <w:r w:rsidR="00D00369" w:rsidRPr="00390A88">
        <w:rPr>
          <w:rFonts w:asciiTheme="minorHAnsi" w:hAnsiTheme="minorHAnsi"/>
        </w:rPr>
        <w:instrText xml:space="preserve"> XE "isRunning</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C0518B" w:rsidP="009A6F08">
      <w:pPr>
        <w:pStyle w:val="APIBody"/>
      </w:pPr>
      <w:r>
        <w:t>This function returns true if this thread is in a running state and false otherwise.</w:t>
      </w:r>
    </w:p>
    <w:p w:rsidR="00C0518B" w:rsidRDefault="00C0518B" w:rsidP="00C0518B">
      <w:pPr>
        <w:pStyle w:val="Definition"/>
      </w:pPr>
      <w:r>
        <w:t>bool isLive</w:t>
      </w:r>
      <w:r w:rsidR="000F4AA4" w:rsidRPr="00390A88">
        <w:rPr>
          <w:rFonts w:asciiTheme="minorHAnsi" w:hAnsiTheme="minorHAnsi"/>
        </w:rPr>
        <w:fldChar w:fldCharType="begin"/>
      </w:r>
      <w:r w:rsidR="00D00369" w:rsidRPr="00390A88">
        <w:rPr>
          <w:rFonts w:asciiTheme="minorHAnsi" w:hAnsiTheme="minorHAnsi"/>
        </w:rPr>
        <w:instrText xml:space="preserve"> XE "isLive</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C0518B" w:rsidRDefault="00C0518B" w:rsidP="009A6F08">
      <w:pPr>
        <w:pStyle w:val="APIBody"/>
      </w:pPr>
      <w:r>
        <w:t>This function returns true if this thread is alive, and it returns false if this thread has been destroyed.</w:t>
      </w:r>
    </w:p>
    <w:p w:rsidR="00DE44FD" w:rsidRDefault="00DE44FD" w:rsidP="00DE44FD">
      <w:pPr>
        <w:pStyle w:val="Definition"/>
      </w:pPr>
      <w:r>
        <w:t>bool isDetached</w:t>
      </w:r>
      <w:r w:rsidRPr="00DE44FD">
        <w:rPr>
          <w:rFonts w:asciiTheme="minorHAnsi" w:hAnsiTheme="minorHAnsi" w:cstheme="minorHAnsi"/>
        </w:rPr>
        <w:fldChar w:fldCharType="begin"/>
      </w:r>
      <w:r w:rsidRPr="00DE44FD">
        <w:rPr>
          <w:rFonts w:asciiTheme="minorHAnsi" w:hAnsiTheme="minorHAnsi" w:cstheme="minorHAnsi"/>
        </w:rPr>
        <w:instrText xml:space="preserve"> XE "isDetached, Thread" </w:instrText>
      </w:r>
      <w:r w:rsidRPr="00DE44FD">
        <w:rPr>
          <w:rFonts w:asciiTheme="minorHAnsi" w:hAnsiTheme="minorHAnsi" w:cstheme="minorHAnsi"/>
        </w:rPr>
        <w:fldChar w:fldCharType="end"/>
      </w:r>
      <w:r>
        <w:t>() const</w:t>
      </w:r>
    </w:p>
    <w:p w:rsidR="00DE44FD" w:rsidRDefault="00DE44FD" w:rsidP="009A6F08">
      <w:pPr>
        <w:pStyle w:val="APIBody"/>
      </w:pPr>
      <w:r>
        <w:t xml:space="preserve">This function returns true if this thread has been detached via </w:t>
      </w:r>
      <w:r w:rsidRPr="00DE44FD">
        <w:rPr>
          <w:rFonts w:ascii="Courier New" w:hAnsi="Courier New" w:cs="Courier New"/>
        </w:rPr>
        <w:t>Process::temporaryDetach</w:t>
      </w:r>
      <w:r>
        <w:fldChar w:fldCharType="begin"/>
      </w:r>
      <w:r>
        <w:instrText xml:space="preserve"> XE "</w:instrText>
      </w:r>
      <w:r w:rsidRPr="00413374">
        <w:instrText>temporaryDetach, Process</w:instrText>
      </w:r>
      <w:r>
        <w:instrText xml:space="preserve">" </w:instrText>
      </w:r>
      <w:r>
        <w:fldChar w:fldCharType="end"/>
      </w:r>
      <w:r>
        <w:t xml:space="preserve"> and false otherwise.</w:t>
      </w:r>
    </w:p>
    <w:p w:rsidR="004E54B7" w:rsidRDefault="004E54B7" w:rsidP="004E54B7">
      <w:pPr>
        <w:pStyle w:val="Definition"/>
      </w:pPr>
      <w:r>
        <w:t>bool isInitialThread</w:t>
      </w:r>
      <w:r w:rsidR="000F4AA4" w:rsidRPr="00390A88">
        <w:rPr>
          <w:rFonts w:asciiTheme="minorHAnsi" w:hAnsiTheme="minorHAnsi"/>
        </w:rPr>
        <w:fldChar w:fldCharType="begin"/>
      </w:r>
      <w:r w:rsidR="00D00369" w:rsidRPr="00390A88">
        <w:rPr>
          <w:rFonts w:asciiTheme="minorHAnsi" w:hAnsiTheme="minorHAnsi"/>
        </w:rPr>
        <w:instrText xml:space="preserve"> XE "isInitialThread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4E54B7" w:rsidRDefault="004E54B7" w:rsidP="009A6F08">
      <w:pPr>
        <w:pStyle w:val="APIBody"/>
      </w:pPr>
      <w:r>
        <w:t>This function returns true if this thread is the initial thread for the process and false otherwise.</w:t>
      </w:r>
    </w:p>
    <w:p w:rsidR="004E54B7" w:rsidRDefault="004E54B7" w:rsidP="004E54B7">
      <w:pPr>
        <w:pStyle w:val="Definition"/>
      </w:pPr>
      <w:r>
        <w:lastRenderedPageBreak/>
        <w:t>bool stopThread</w:t>
      </w:r>
      <w:r w:rsidR="000F4AA4" w:rsidRPr="00390A88">
        <w:rPr>
          <w:rFonts w:asciiTheme="minorHAnsi" w:hAnsiTheme="minorHAnsi"/>
        </w:rPr>
        <w:fldChar w:fldCharType="begin"/>
      </w:r>
      <w:r w:rsidR="00D00369" w:rsidRPr="00390A88">
        <w:rPr>
          <w:rFonts w:asciiTheme="minorHAnsi" w:hAnsiTheme="minorHAnsi"/>
        </w:rPr>
        <w:instrText xml:space="preserve"> XE "stopThread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4E54B7" w:rsidRDefault="004E54B7" w:rsidP="009A6F08">
      <w:pPr>
        <w:pStyle w:val="APIBody"/>
      </w:pPr>
      <w:r>
        <w:t xml:space="preserve">This function moves the thread to into a stopped state.  Upon a successful call to this function the </w:t>
      </w:r>
      <w:r w:rsidRPr="004E54B7">
        <w:rPr>
          <w:rFonts w:ascii="Courier New" w:hAnsi="Courier New" w:cs="Courier New"/>
        </w:rPr>
        <w:t>Thread</w:t>
      </w:r>
      <w:r>
        <w:t xml:space="preserve"> object will be paused and will not resume execution until the </w:t>
      </w:r>
      <w:r w:rsidRPr="004E54B7">
        <w:rPr>
          <w:rFonts w:ascii="Courier New" w:hAnsi="Courier New" w:cs="Courier New"/>
        </w:rPr>
        <w:t>Thread</w:t>
      </w:r>
      <w:r>
        <w:t xml:space="preserve"> is continued.   It is an error to call this function from a callback.  Instead of calling this function, a callback can stop a thread by returning </w:t>
      </w:r>
      <w:r w:rsidRPr="004E54B7">
        <w:rPr>
          <w:rFonts w:ascii="Courier New" w:hAnsi="Courier New" w:cs="Courier New"/>
        </w:rPr>
        <w:t>Process::cbThreadStop</w:t>
      </w:r>
      <w:r>
        <w:t xml:space="preserve"> or </w:t>
      </w:r>
      <w:r w:rsidRPr="004E54B7">
        <w:rPr>
          <w:rFonts w:ascii="Courier New" w:hAnsi="Courier New" w:cs="Courier New"/>
        </w:rPr>
        <w:t>Process::cbProcStop</w:t>
      </w:r>
      <w:r>
        <w:t>.</w:t>
      </w:r>
    </w:p>
    <w:p w:rsidR="004E54B7" w:rsidRDefault="004E54B7" w:rsidP="009A6F08">
      <w:pPr>
        <w:pStyle w:val="APIBody"/>
      </w:pPr>
      <w:r>
        <w:t>ProcControlAPI may deliver callbacks when this function is called.</w:t>
      </w:r>
    </w:p>
    <w:p w:rsidR="004E54B7" w:rsidRDefault="006F21B4" w:rsidP="009A6F08">
      <w:pPr>
        <w:pStyle w:val="APIBody"/>
      </w:pPr>
      <w:r>
        <w:t xml:space="preserve">Upon success this function </w:t>
      </w:r>
      <w:r w:rsidR="004E54B7">
        <w:t>return</w:t>
      </w:r>
      <w:r>
        <w:t>s</w:t>
      </w:r>
      <w:r w:rsidR="004E54B7">
        <w:t xml:space="preserve"> </w:t>
      </w:r>
      <w:r w:rsidR="004E54B7" w:rsidRPr="00CB718B">
        <w:rPr>
          <w:rFonts w:ascii="Courier New" w:hAnsi="Courier New" w:cs="Courier New"/>
        </w:rPr>
        <w:t>true</w:t>
      </w:r>
      <w:r>
        <w:t xml:space="preserve">, otherwise it </w:t>
      </w:r>
      <w:r w:rsidR="004E54B7">
        <w:t>return</w:t>
      </w:r>
      <w:r>
        <w:t>s</w:t>
      </w:r>
      <w:r w:rsidR="004E54B7">
        <w:t xml:space="preserve"> </w:t>
      </w:r>
      <w:r w:rsidR="004E54B7" w:rsidRPr="00CB718B">
        <w:rPr>
          <w:rFonts w:ascii="Courier New" w:hAnsi="Courier New" w:cs="Courier New"/>
        </w:rPr>
        <w:t>false</w:t>
      </w:r>
      <w:r w:rsidR="004E54B7">
        <w:t xml:space="preserve">.  Upon an error a subsequent call to </w:t>
      </w:r>
      <w:r w:rsidR="004E54B7">
        <w:rPr>
          <w:rFonts w:ascii="Courier New" w:hAnsi="Courier New" w:cs="Courier New"/>
        </w:rPr>
        <w:t>getLastError</w:t>
      </w:r>
      <w:r>
        <w:t xml:space="preserve"> </w:t>
      </w:r>
      <w:r w:rsidR="004E54B7">
        <w:t>return</w:t>
      </w:r>
      <w:r>
        <w:t>s</w:t>
      </w:r>
      <w:r w:rsidR="004E54B7">
        <w:t xml:space="preserve"> details on the error.</w:t>
      </w:r>
    </w:p>
    <w:p w:rsidR="004E54B7" w:rsidRDefault="004E54B7" w:rsidP="004E54B7">
      <w:pPr>
        <w:pStyle w:val="Definition"/>
      </w:pPr>
      <w:r>
        <w:t>bool continueThread</w:t>
      </w:r>
      <w:r w:rsidR="000F4AA4" w:rsidRPr="00390A88">
        <w:rPr>
          <w:rFonts w:asciiTheme="minorHAnsi" w:hAnsiTheme="minorHAnsi"/>
        </w:rPr>
        <w:fldChar w:fldCharType="begin"/>
      </w:r>
      <w:r w:rsidR="00D00369" w:rsidRPr="00390A88">
        <w:rPr>
          <w:rFonts w:asciiTheme="minorHAnsi" w:hAnsiTheme="minorHAnsi"/>
        </w:rPr>
        <w:instrText xml:space="preserve"> XE "continueThread</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rsidR="00DE5099">
        <w:t>()</w:t>
      </w:r>
    </w:p>
    <w:p w:rsidR="004E54B7" w:rsidRDefault="004E54B7" w:rsidP="009A6F08">
      <w:pPr>
        <w:pStyle w:val="APIBody"/>
        <w:rPr>
          <w:rFonts w:ascii="Courier New" w:hAnsi="Courier New" w:cs="Courier New"/>
        </w:rPr>
      </w:pPr>
      <w:r>
        <w:t xml:space="preserve">This function moves the thread into a running state.  It is an error to call this function from a callback.  Instead of calling this function, a callback can stop a thread by returning </w:t>
      </w:r>
      <w:r w:rsidRPr="004E54B7">
        <w:rPr>
          <w:rFonts w:ascii="Courier New" w:hAnsi="Courier New" w:cs="Courier New"/>
        </w:rPr>
        <w:t>Process::cbThread</w:t>
      </w:r>
      <w:r w:rsidR="00DE5099">
        <w:rPr>
          <w:rFonts w:ascii="Courier New" w:hAnsi="Courier New" w:cs="Courier New"/>
        </w:rPr>
        <w:t xml:space="preserve">Continue </w:t>
      </w:r>
      <w:r>
        <w:t xml:space="preserve">or </w:t>
      </w:r>
      <w:r w:rsidRPr="004E54B7">
        <w:rPr>
          <w:rFonts w:ascii="Courier New" w:hAnsi="Courier New" w:cs="Courier New"/>
        </w:rPr>
        <w:t>Process::cbProc</w:t>
      </w:r>
      <w:r w:rsidR="00DE5099">
        <w:rPr>
          <w:rFonts w:ascii="Courier New" w:hAnsi="Courier New" w:cs="Courier New"/>
        </w:rPr>
        <w:t>Continue</w:t>
      </w:r>
      <w:r w:rsidR="007C7FDC">
        <w:rPr>
          <w:rFonts w:ascii="Courier New" w:hAnsi="Courier New" w:cs="Courier New"/>
        </w:rPr>
        <w:t>.</w:t>
      </w:r>
    </w:p>
    <w:p w:rsidR="00DE5099" w:rsidRDefault="00DE5099" w:rsidP="009A6F08">
      <w:pPr>
        <w:pStyle w:val="APIBody"/>
      </w:pPr>
      <w:r>
        <w:t>ProcControlAPI may deliver callbacks when this function is called.</w:t>
      </w:r>
    </w:p>
    <w:p w:rsidR="00DE5099" w:rsidRDefault="00DE5099"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DE5099" w:rsidRDefault="00DE5099" w:rsidP="00DE5099">
      <w:pPr>
        <w:pStyle w:val="Definition"/>
      </w:pPr>
      <w:r>
        <w:t>bool getRegister</w:t>
      </w:r>
      <w:r w:rsidR="000F4AA4" w:rsidRPr="00390A88">
        <w:rPr>
          <w:rFonts w:asciiTheme="minorHAnsi" w:hAnsiTheme="minorHAnsi"/>
        </w:rPr>
        <w:fldChar w:fldCharType="begin"/>
      </w:r>
      <w:r w:rsidR="00D00369" w:rsidRPr="00390A88">
        <w:rPr>
          <w:rFonts w:asciiTheme="minorHAnsi" w:hAnsiTheme="minorHAnsi"/>
        </w:rPr>
        <w:instrText xml:space="preserve"> XE "getRegister</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DE5099" w:rsidRDefault="00DE5099" w:rsidP="00DE5099">
      <w:pPr>
        <w:pStyle w:val="Definition"/>
        <w:ind w:firstLine="720"/>
      </w:pPr>
      <w:r>
        <w:t>Dyninst::MachRegister</w:t>
      </w:r>
      <w:r w:rsidR="000F4AA4" w:rsidRPr="00A83CF9">
        <w:rPr>
          <w:rFonts w:asciiTheme="minorHAnsi" w:hAnsiTheme="minorHAnsi"/>
        </w:rPr>
        <w:fldChar w:fldCharType="begin"/>
      </w:r>
      <w:r w:rsidR="00A83CF9" w:rsidRPr="00A83CF9">
        <w:rPr>
          <w:rFonts w:asciiTheme="minorHAnsi" w:hAnsiTheme="minorHAnsi"/>
        </w:rPr>
        <w:instrText xml:space="preserve"> XE "MachRegister" </w:instrText>
      </w:r>
      <w:r w:rsidR="000F4AA4" w:rsidRPr="00A83CF9">
        <w:rPr>
          <w:rFonts w:asciiTheme="minorHAnsi" w:hAnsiTheme="minorHAnsi"/>
        </w:rPr>
        <w:fldChar w:fldCharType="end"/>
      </w:r>
      <w:r>
        <w:t xml:space="preserve"> reg,</w:t>
      </w:r>
    </w:p>
    <w:p w:rsidR="00DE5099" w:rsidRDefault="00DE5099" w:rsidP="00DE5099">
      <w:pPr>
        <w:pStyle w:val="Definition"/>
        <w:ind w:firstLine="720"/>
      </w:pPr>
      <w:r>
        <w:t>Dyninst::MachRegisterVal</w:t>
      </w:r>
      <w:r w:rsidR="000F4AA4" w:rsidRPr="00A83CF9">
        <w:rPr>
          <w:rFonts w:asciiTheme="minorHAnsi" w:hAnsiTheme="minorHAnsi"/>
        </w:rPr>
        <w:fldChar w:fldCharType="begin"/>
      </w:r>
      <w:r w:rsidR="00A83CF9" w:rsidRPr="00A83CF9">
        <w:rPr>
          <w:rFonts w:asciiTheme="minorHAnsi" w:hAnsiTheme="minorHAnsi"/>
        </w:rPr>
        <w:instrText xml:space="preserve"> XE "MachRegisterVal" </w:instrText>
      </w:r>
      <w:r w:rsidR="000F4AA4" w:rsidRPr="00A83CF9">
        <w:rPr>
          <w:rFonts w:asciiTheme="minorHAnsi" w:hAnsiTheme="minorHAnsi"/>
        </w:rPr>
        <w:fldChar w:fldCharType="end"/>
      </w:r>
      <w:r>
        <w:t xml:space="preserve"> &amp;val) const</w:t>
      </w:r>
    </w:p>
    <w:p w:rsidR="00DE5099" w:rsidRDefault="00DE5099" w:rsidP="009A6F08">
      <w:pPr>
        <w:pStyle w:val="APIBody"/>
      </w:pPr>
      <w:r>
        <w:t xml:space="preserve">This function gets the value of a single register from this thread.  The register is specified by the </w:t>
      </w:r>
      <w:r w:rsidRPr="00DE5099">
        <w:rPr>
          <w:rFonts w:ascii="Courier New" w:hAnsi="Courier New" w:cs="Courier New"/>
        </w:rPr>
        <w:t>reg</w:t>
      </w:r>
      <w:r>
        <w:t xml:space="preserve"> parameter, and the value of the register is returned by the </w:t>
      </w:r>
      <w:r w:rsidRPr="00DE5099">
        <w:rPr>
          <w:rFonts w:ascii="Courier New" w:hAnsi="Courier New" w:cs="Courier New"/>
        </w:rPr>
        <w:t>val</w:t>
      </w:r>
      <w:r>
        <w:t xml:space="preserve"> parameter.</w:t>
      </w:r>
      <w:r w:rsidR="0033046D">
        <w:t xml:space="preserve">  See </w:t>
      </w:r>
      <w:r w:rsidR="000F4AA4">
        <w:fldChar w:fldCharType="begin"/>
      </w:r>
      <w:r w:rsidR="0033046D">
        <w:instrText xml:space="preserve"> REF _Ref273369184 \r \h </w:instrText>
      </w:r>
      <w:r w:rsidR="000F4AA4">
        <w:fldChar w:fldCharType="separate"/>
      </w:r>
      <w:r w:rsidR="00C42453">
        <w:t>Appendix A</w:t>
      </w:r>
      <w:r w:rsidR="000F4AA4">
        <w:fldChar w:fldCharType="end"/>
      </w:r>
      <w:r w:rsidR="0033046D">
        <w:t xml:space="preserve"> for an explanation of the </w:t>
      </w:r>
      <w:r w:rsidR="0033046D" w:rsidRPr="0033046D">
        <w:rPr>
          <w:rFonts w:ascii="Courier New" w:hAnsi="Courier New" w:cs="Courier New"/>
        </w:rPr>
        <w:t>MachRegister</w:t>
      </w:r>
      <w:r w:rsidR="0033046D">
        <w:t xml:space="preserve"> class.</w:t>
      </w:r>
    </w:p>
    <w:p w:rsidR="00DE5099" w:rsidRDefault="00DE5099" w:rsidP="009A6F08">
      <w:pPr>
        <w:pStyle w:val="APIBody"/>
      </w:pPr>
      <w:r>
        <w:t>It is an error to call this function on a thread that is not in the stopped state.</w:t>
      </w:r>
    </w:p>
    <w:p w:rsidR="00DE5099" w:rsidRDefault="00DE5099"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FB1350" w:rsidRDefault="00FB1350" w:rsidP="00FB1350">
      <w:pPr>
        <w:pStyle w:val="Definition"/>
      </w:pPr>
      <w:r>
        <w:t>bool getAllRegisters</w:t>
      </w:r>
      <w:r w:rsidR="000F4AA4" w:rsidRPr="00A83CF9">
        <w:rPr>
          <w:rFonts w:asciiTheme="minorHAnsi" w:hAnsiTheme="minorHAnsi"/>
        </w:rPr>
        <w:fldChar w:fldCharType="begin"/>
      </w:r>
      <w:r w:rsidRPr="00A83CF9">
        <w:rPr>
          <w:rFonts w:asciiTheme="minorHAnsi" w:hAnsiTheme="minorHAnsi"/>
        </w:rPr>
        <w:instrText xml:space="preserve"> XE "getAllRegisters, Thread" </w:instrText>
      </w:r>
      <w:r w:rsidR="000F4AA4" w:rsidRPr="00A83CF9">
        <w:rPr>
          <w:rFonts w:asciiTheme="minorHAnsi" w:hAnsiTheme="minorHAnsi"/>
        </w:rPr>
        <w:fldChar w:fldCharType="end"/>
      </w:r>
      <w:r>
        <w:t>(RegisterPool</w:t>
      </w:r>
      <w:r w:rsidR="000F4AA4" w:rsidRPr="00A83CF9">
        <w:rPr>
          <w:rFonts w:asciiTheme="minorHAnsi" w:hAnsiTheme="minorHAnsi"/>
        </w:rPr>
        <w:fldChar w:fldCharType="begin"/>
      </w:r>
      <w:r w:rsidRPr="00A83CF9">
        <w:rPr>
          <w:rFonts w:asciiTheme="minorHAnsi" w:hAnsiTheme="minorHAnsi"/>
        </w:rPr>
        <w:instrText xml:space="preserve"> XE "RegisterPool" </w:instrText>
      </w:r>
      <w:r w:rsidR="000F4AA4" w:rsidRPr="00A83CF9">
        <w:rPr>
          <w:rFonts w:asciiTheme="minorHAnsi" w:hAnsiTheme="minorHAnsi"/>
        </w:rPr>
        <w:fldChar w:fldCharType="end"/>
      </w:r>
      <w:r>
        <w:t xml:space="preserve"> pool) const</w:t>
      </w:r>
    </w:p>
    <w:p w:rsidR="00FB1350" w:rsidRDefault="00FB1350" w:rsidP="009A6F08">
      <w:pPr>
        <w:pStyle w:val="APIBody"/>
      </w:pPr>
      <w:r>
        <w:t xml:space="preserve">This function reads the values of every register in the thread and returns them as part of the </w:t>
      </w:r>
      <w:r w:rsidRPr="000410FC">
        <w:rPr>
          <w:rFonts w:ascii="Courier New" w:hAnsi="Courier New" w:cs="Courier New"/>
        </w:rPr>
        <w:t>RegisterPool</w:t>
      </w:r>
      <w:r w:rsidRPr="00FB1350">
        <w:rPr>
          <w:rFonts w:cs="Courier New"/>
        </w:rPr>
        <w:t xml:space="preserve"> object </w:t>
      </w:r>
      <w:r w:rsidRPr="000410FC">
        <w:rPr>
          <w:rFonts w:ascii="Courier New" w:hAnsi="Courier New" w:cs="Courier New"/>
        </w:rPr>
        <w:t>pool</w:t>
      </w:r>
      <w:r>
        <w:t xml:space="preserve">.  Depending on the OS, this call may be more efficient that calling </w:t>
      </w:r>
      <w:r w:rsidRPr="000410FC">
        <w:rPr>
          <w:rFonts w:ascii="Courier New" w:hAnsi="Courier New" w:cs="Courier New"/>
        </w:rPr>
        <w:t>Thread::</w:t>
      </w:r>
      <w:r>
        <w:rPr>
          <w:rFonts w:ascii="Courier New" w:hAnsi="Courier New" w:cs="Courier New"/>
        </w:rPr>
        <w:t>g</w:t>
      </w:r>
      <w:r w:rsidRPr="000410FC">
        <w:rPr>
          <w:rFonts w:ascii="Courier New" w:hAnsi="Courier New" w:cs="Courier New"/>
        </w:rPr>
        <w:t>etRegister</w:t>
      </w:r>
      <w:r>
        <w:t xml:space="preserve"> multiple times.   See Section </w:t>
      </w:r>
      <w:r w:rsidR="000F4AA4">
        <w:fldChar w:fldCharType="begin"/>
      </w:r>
      <w:r>
        <w:instrText xml:space="preserve"> REF _Ref273369251 \r \h </w:instrText>
      </w:r>
      <w:r w:rsidR="000F4AA4">
        <w:fldChar w:fldCharType="separate"/>
      </w:r>
      <w:r w:rsidR="00C42453">
        <w:t>3.8</w:t>
      </w:r>
      <w:r w:rsidR="000F4AA4">
        <w:fldChar w:fldCharType="end"/>
      </w:r>
      <w:r>
        <w:t xml:space="preserve"> for a discussion of the RegisterPool class.</w:t>
      </w:r>
    </w:p>
    <w:p w:rsidR="00FB1350" w:rsidRDefault="00FB1350" w:rsidP="009A6F08">
      <w:pPr>
        <w:pStyle w:val="APIBody"/>
      </w:pPr>
      <w:r>
        <w:t>It is an error to call this function on a thread that is not in the stopped state.</w:t>
      </w:r>
    </w:p>
    <w:p w:rsidR="00FB1350" w:rsidRDefault="00FB1350"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DE5099" w:rsidRDefault="00DE5099" w:rsidP="00DE5099">
      <w:pPr>
        <w:pStyle w:val="Definition"/>
      </w:pPr>
      <w:r>
        <w:t>bool setRegister</w:t>
      </w:r>
      <w:r w:rsidR="000F4AA4" w:rsidRPr="00390A88">
        <w:rPr>
          <w:rFonts w:asciiTheme="minorHAnsi" w:hAnsiTheme="minorHAnsi"/>
        </w:rPr>
        <w:fldChar w:fldCharType="begin"/>
      </w:r>
      <w:r w:rsidR="00D00369" w:rsidRPr="00390A88">
        <w:rPr>
          <w:rFonts w:asciiTheme="minorHAnsi" w:hAnsiTheme="minorHAnsi"/>
        </w:rPr>
        <w:instrText xml:space="preserve"> XE "setRegister</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w:t>
      </w:r>
    </w:p>
    <w:p w:rsidR="00DE5099" w:rsidRDefault="00DE5099" w:rsidP="00DE5099">
      <w:pPr>
        <w:pStyle w:val="Definition"/>
      </w:pPr>
      <w:r>
        <w:tab/>
        <w:t>Dyninst::MachRegister</w:t>
      </w:r>
      <w:r w:rsidR="000F4AA4" w:rsidRPr="00A83CF9">
        <w:rPr>
          <w:rFonts w:asciiTheme="minorHAnsi" w:hAnsiTheme="minorHAnsi"/>
        </w:rPr>
        <w:fldChar w:fldCharType="begin"/>
      </w:r>
      <w:r w:rsidR="00A83CF9" w:rsidRPr="00A83CF9">
        <w:rPr>
          <w:rFonts w:asciiTheme="minorHAnsi" w:hAnsiTheme="minorHAnsi"/>
        </w:rPr>
        <w:instrText xml:space="preserve"> XE "MachRegister" </w:instrText>
      </w:r>
      <w:r w:rsidR="000F4AA4" w:rsidRPr="00A83CF9">
        <w:rPr>
          <w:rFonts w:asciiTheme="minorHAnsi" w:hAnsiTheme="minorHAnsi"/>
        </w:rPr>
        <w:fldChar w:fldCharType="end"/>
      </w:r>
      <w:r>
        <w:t xml:space="preserve"> reg,</w:t>
      </w:r>
    </w:p>
    <w:p w:rsidR="00DE5099" w:rsidRDefault="00DE5099" w:rsidP="00DE5099">
      <w:pPr>
        <w:pStyle w:val="Definition"/>
      </w:pPr>
      <w:r>
        <w:tab/>
        <w:t>Dyninst::MachRegisterVal</w:t>
      </w:r>
      <w:r w:rsidR="000F4AA4" w:rsidRPr="00A83CF9">
        <w:rPr>
          <w:rFonts w:asciiTheme="minorHAnsi" w:hAnsiTheme="minorHAnsi"/>
        </w:rPr>
        <w:fldChar w:fldCharType="begin"/>
      </w:r>
      <w:r w:rsidR="00A83CF9" w:rsidRPr="00A83CF9">
        <w:rPr>
          <w:rFonts w:asciiTheme="minorHAnsi" w:hAnsiTheme="minorHAnsi"/>
        </w:rPr>
        <w:instrText xml:space="preserve"> XE "MachRegisterVal" </w:instrText>
      </w:r>
      <w:r w:rsidR="000F4AA4" w:rsidRPr="00A83CF9">
        <w:rPr>
          <w:rFonts w:asciiTheme="minorHAnsi" w:hAnsiTheme="minorHAnsi"/>
        </w:rPr>
        <w:fldChar w:fldCharType="end"/>
      </w:r>
      <w:r>
        <w:t xml:space="preserve"> val) const</w:t>
      </w:r>
    </w:p>
    <w:p w:rsidR="00DE5099" w:rsidRDefault="00DE5099" w:rsidP="009A6F08">
      <w:pPr>
        <w:pStyle w:val="APIBody"/>
      </w:pPr>
      <w:r>
        <w:t xml:space="preserve">This function </w:t>
      </w:r>
      <w:r w:rsidR="00FB1350">
        <w:t>writes</w:t>
      </w:r>
      <w:r>
        <w:t xml:space="preserve"> the value of a single register in this thread.  The register is specified by the </w:t>
      </w:r>
      <w:r w:rsidRPr="000410FC">
        <w:rPr>
          <w:rFonts w:ascii="Courier New" w:hAnsi="Courier New" w:cs="Courier New"/>
        </w:rPr>
        <w:t>reg</w:t>
      </w:r>
      <w:r>
        <w:t xml:space="preserve"> parameter, and the value that should be written is </w:t>
      </w:r>
      <w:r w:rsidR="000410FC">
        <w:t xml:space="preserve">specified by the </w:t>
      </w:r>
      <w:r w:rsidR="000410FC" w:rsidRPr="000410FC">
        <w:rPr>
          <w:rFonts w:ascii="Courier New" w:hAnsi="Courier New" w:cs="Courier New"/>
        </w:rPr>
        <w:t>val</w:t>
      </w:r>
      <w:r w:rsidR="000410FC">
        <w:t xml:space="preserve"> parameter.</w:t>
      </w:r>
      <w:r w:rsidR="0033046D">
        <w:t xml:space="preserve">  See </w:t>
      </w:r>
      <w:r w:rsidR="000F4AA4">
        <w:fldChar w:fldCharType="begin"/>
      </w:r>
      <w:r w:rsidR="0033046D">
        <w:instrText xml:space="preserve"> REF _Ref273369184 \r \h </w:instrText>
      </w:r>
      <w:r w:rsidR="000F4AA4">
        <w:fldChar w:fldCharType="separate"/>
      </w:r>
      <w:r w:rsidR="00C42453">
        <w:t>Appendix A</w:t>
      </w:r>
      <w:r w:rsidR="000F4AA4">
        <w:fldChar w:fldCharType="end"/>
      </w:r>
      <w:r w:rsidR="0033046D">
        <w:t xml:space="preserve"> for an explanation of the </w:t>
      </w:r>
      <w:r w:rsidR="0033046D" w:rsidRPr="0033046D">
        <w:rPr>
          <w:rFonts w:ascii="Courier New" w:hAnsi="Courier New" w:cs="Courier New"/>
        </w:rPr>
        <w:t>MachRegister</w:t>
      </w:r>
      <w:r w:rsidR="0033046D">
        <w:t xml:space="preserve"> class.</w:t>
      </w:r>
    </w:p>
    <w:p w:rsidR="000410FC" w:rsidRDefault="000410FC" w:rsidP="009A6F08">
      <w:pPr>
        <w:pStyle w:val="APIBody"/>
      </w:pPr>
      <w:r>
        <w:t>It is an error to call this function on a thread that is not in the stopped state.</w:t>
      </w:r>
    </w:p>
    <w:p w:rsidR="000410FC" w:rsidRDefault="000410FC" w:rsidP="009A6F08">
      <w:pPr>
        <w:pStyle w:val="APIBody"/>
      </w:pPr>
      <w:r>
        <w:lastRenderedPageBreak/>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FB1350" w:rsidRDefault="00FB1350" w:rsidP="00FB1350">
      <w:pPr>
        <w:pStyle w:val="Definition"/>
      </w:pPr>
      <w:r>
        <w:t>bool setAllRegisters</w:t>
      </w:r>
      <w:r w:rsidR="000F4AA4" w:rsidRPr="00390A88">
        <w:rPr>
          <w:rFonts w:asciiTheme="minorHAnsi" w:hAnsiTheme="minorHAnsi"/>
        </w:rPr>
        <w:fldChar w:fldCharType="begin"/>
      </w:r>
      <w:r w:rsidRPr="00390A88">
        <w:rPr>
          <w:rFonts w:asciiTheme="minorHAnsi" w:hAnsiTheme="minorHAnsi"/>
        </w:rPr>
        <w:instrText xml:space="preserve"> XE "setAllRegisters, Thread" </w:instrText>
      </w:r>
      <w:r w:rsidR="000F4AA4" w:rsidRPr="00390A88">
        <w:rPr>
          <w:rFonts w:asciiTheme="minorHAnsi" w:hAnsiTheme="minorHAnsi"/>
        </w:rPr>
        <w:fldChar w:fldCharType="end"/>
      </w:r>
      <w:r>
        <w:t>(RegisterPool</w:t>
      </w:r>
      <w:r w:rsidR="000F4AA4" w:rsidRPr="00A83CF9">
        <w:rPr>
          <w:rFonts w:asciiTheme="minorHAnsi" w:hAnsiTheme="minorHAnsi"/>
        </w:rPr>
        <w:fldChar w:fldCharType="begin"/>
      </w:r>
      <w:r w:rsidRPr="00A83CF9">
        <w:rPr>
          <w:rFonts w:asciiTheme="minorHAnsi" w:hAnsiTheme="minorHAnsi"/>
        </w:rPr>
        <w:instrText xml:space="preserve"> XE "RegisterPool" </w:instrText>
      </w:r>
      <w:r w:rsidR="000F4AA4" w:rsidRPr="00A83CF9">
        <w:rPr>
          <w:rFonts w:asciiTheme="minorHAnsi" w:hAnsiTheme="minorHAnsi"/>
        </w:rPr>
        <w:fldChar w:fldCharType="end"/>
      </w:r>
      <w:r>
        <w:t xml:space="preserve"> &amp;pool) const</w:t>
      </w:r>
    </w:p>
    <w:p w:rsidR="00FB1350" w:rsidRDefault="00FB1350" w:rsidP="009A6F08">
      <w:pPr>
        <w:pStyle w:val="APIBody"/>
      </w:pPr>
      <w:r>
        <w:t xml:space="preserve">This function sets the values of every register in this thread to the values specified in the </w:t>
      </w:r>
      <w:r w:rsidRPr="000410FC">
        <w:rPr>
          <w:rFonts w:ascii="Courier New" w:hAnsi="Courier New" w:cs="Courier New"/>
        </w:rPr>
        <w:t>RegisterPool</w:t>
      </w:r>
      <w:r>
        <w:t xml:space="preserve"> object </w:t>
      </w:r>
      <w:r w:rsidRPr="000410FC">
        <w:rPr>
          <w:rFonts w:ascii="Courier New" w:hAnsi="Courier New" w:cs="Courier New"/>
        </w:rPr>
        <w:t>pool</w:t>
      </w:r>
      <w:r>
        <w:t xml:space="preserve">.  Depending on the OS, this call may be more efficient that calling </w:t>
      </w:r>
      <w:r w:rsidRPr="000410FC">
        <w:rPr>
          <w:rFonts w:ascii="Courier New" w:hAnsi="Courier New" w:cs="Courier New"/>
        </w:rPr>
        <w:t>Thread::</w:t>
      </w:r>
      <w:r>
        <w:rPr>
          <w:rFonts w:ascii="Courier New" w:hAnsi="Courier New" w:cs="Courier New"/>
        </w:rPr>
        <w:t>s</w:t>
      </w:r>
      <w:r w:rsidRPr="000410FC">
        <w:rPr>
          <w:rFonts w:ascii="Courier New" w:hAnsi="Courier New" w:cs="Courier New"/>
        </w:rPr>
        <w:t>etRegister</w:t>
      </w:r>
      <w:r>
        <w:t xml:space="preserve"> multiple times.  See Section </w:t>
      </w:r>
      <w:r w:rsidR="000F4AA4">
        <w:fldChar w:fldCharType="begin"/>
      </w:r>
      <w:r>
        <w:instrText xml:space="preserve"> REF _Ref273369251 \r \h </w:instrText>
      </w:r>
      <w:r w:rsidR="000F4AA4">
        <w:fldChar w:fldCharType="separate"/>
      </w:r>
      <w:r w:rsidR="00C42453">
        <w:t>3.8</w:t>
      </w:r>
      <w:r w:rsidR="000F4AA4">
        <w:fldChar w:fldCharType="end"/>
      </w:r>
      <w:r>
        <w:t xml:space="preserve"> for a discussion of the </w:t>
      </w:r>
      <w:r w:rsidRPr="007C7FDC">
        <w:rPr>
          <w:rFonts w:ascii="Courier New" w:hAnsi="Courier New" w:cs="Courier New"/>
        </w:rPr>
        <w:t>RegisterPool</w:t>
      </w:r>
      <w:r>
        <w:t xml:space="preserve"> class.</w:t>
      </w:r>
    </w:p>
    <w:p w:rsidR="00FB1350" w:rsidRDefault="00FB1350" w:rsidP="009A6F08">
      <w:pPr>
        <w:pStyle w:val="APIBody"/>
      </w:pPr>
      <w:r>
        <w:t>It is an error to call this function on a thread that is not in the stopped state.</w:t>
      </w:r>
    </w:p>
    <w:p w:rsidR="00FB1350" w:rsidRDefault="00FB1350" w:rsidP="009A6F08">
      <w:pPr>
        <w:pStyle w:val="APIBody"/>
      </w:pPr>
      <w:r>
        <w:t xml:space="preserve">Upon success this function </w:t>
      </w:r>
      <w:r w:rsidR="00233FEF">
        <w:t>returns</w:t>
      </w:r>
      <w:r>
        <w:t xml:space="preserve"> </w:t>
      </w:r>
      <w:r w:rsidRPr="00CB718B">
        <w:rPr>
          <w:rFonts w:ascii="Courier New" w:hAnsi="Courier New" w:cs="Courier New"/>
        </w:rPr>
        <w:t>true</w:t>
      </w:r>
      <w:r>
        <w:t xml:space="preserve">, otherwise it </w:t>
      </w:r>
      <w:r w:rsidR="00233FEF">
        <w:t>returns</w:t>
      </w:r>
      <w:r>
        <w:t xml:space="preserve"> </w:t>
      </w:r>
      <w:r w:rsidRPr="00CB718B">
        <w:rPr>
          <w:rFonts w:ascii="Courier New" w:hAnsi="Courier New" w:cs="Courier New"/>
        </w:rPr>
        <w:t>false</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531294" w:rsidRDefault="00531294" w:rsidP="00531294">
      <w:pPr>
        <w:pStyle w:val="Definition"/>
      </w:pPr>
      <w:r>
        <w:t>bool haveUserThreadInfo() const;</w:t>
      </w:r>
    </w:p>
    <w:p w:rsidR="00531294" w:rsidRPr="00531294" w:rsidRDefault="00531294" w:rsidP="009A6F08">
      <w:pPr>
        <w:pStyle w:val="APIBody"/>
        <w:rPr>
          <w:rFonts w:cstheme="minorHAnsi"/>
        </w:rPr>
      </w:pPr>
      <w:r>
        <w:t xml:space="preserve">This function returns true if information about this </w:t>
      </w:r>
      <w:r w:rsidRPr="00531294">
        <w:rPr>
          <w:rFonts w:ascii="Courier New" w:hAnsi="Courier New" w:cs="Courier New"/>
        </w:rPr>
        <w:t>Thread</w:t>
      </w:r>
      <w:r>
        <w:rPr>
          <w:rFonts w:ascii="Courier New" w:hAnsi="Courier New" w:cs="Courier New"/>
        </w:rPr>
        <w:t>’s</w:t>
      </w:r>
      <w:r>
        <w:rPr>
          <w:rFonts w:cstheme="minorHAnsi"/>
        </w:rPr>
        <w:t xml:space="preserve"> underlying user-level thread is available.</w:t>
      </w:r>
    </w:p>
    <w:p w:rsidR="00531294" w:rsidRDefault="00531294" w:rsidP="00531294">
      <w:pPr>
        <w:pStyle w:val="Definition"/>
      </w:pPr>
      <w:r>
        <w:t>Dyninst::THR_ID getTID() const;</w:t>
      </w:r>
    </w:p>
    <w:p w:rsidR="00531294" w:rsidRPr="008B004C" w:rsidRDefault="00531294" w:rsidP="009A6F08">
      <w:pPr>
        <w:pStyle w:val="APIBody"/>
        <w:rPr>
          <w:rFonts w:cstheme="minorHAnsi"/>
        </w:rPr>
      </w:pPr>
      <w:r>
        <w:t xml:space="preserve">This function returns the unique identifier for the user-level thread. This value is only valid if </w:t>
      </w:r>
      <w:r w:rsidR="008B004C">
        <w:rPr>
          <w:rFonts w:ascii="Courier New" w:hAnsi="Courier New" w:cs="Courier New"/>
        </w:rPr>
        <w:t>haveUserThreadInfo</w:t>
      </w:r>
      <w:r w:rsidR="008B004C">
        <w:rPr>
          <w:rFonts w:cstheme="minorHAnsi"/>
        </w:rPr>
        <w:t xml:space="preserve"> returns true.</w:t>
      </w:r>
    </w:p>
    <w:p w:rsidR="00531294" w:rsidRDefault="00531294" w:rsidP="00531294">
      <w:pPr>
        <w:pStyle w:val="Definition"/>
      </w:pPr>
      <w:r>
        <w:t>Dyninst::Address getStartFunction() const;</w:t>
      </w:r>
    </w:p>
    <w:p w:rsidR="008B004C" w:rsidRPr="008B004C" w:rsidRDefault="008B004C" w:rsidP="009A6F08">
      <w:pPr>
        <w:pStyle w:val="APIBody"/>
        <w:rPr>
          <w:rFonts w:cstheme="minorHAnsi"/>
        </w:rPr>
      </w:pPr>
      <w:r>
        <w:t xml:space="preserve">This function returns the address of the initial function for the user-level thread. This value is only valid if </w:t>
      </w:r>
      <w:r>
        <w:rPr>
          <w:rFonts w:ascii="Courier New" w:hAnsi="Courier New" w:cs="Courier New"/>
        </w:rPr>
        <w:t>haveUserThreadInfo</w:t>
      </w:r>
      <w:r>
        <w:rPr>
          <w:rFonts w:cstheme="minorHAnsi"/>
        </w:rPr>
        <w:t xml:space="preserve"> returns true.</w:t>
      </w:r>
    </w:p>
    <w:p w:rsidR="00531294" w:rsidRDefault="00531294" w:rsidP="00531294">
      <w:pPr>
        <w:pStyle w:val="Definition"/>
      </w:pPr>
      <w:r>
        <w:t>Dyninst::Address getStackBase() const;</w:t>
      </w:r>
    </w:p>
    <w:p w:rsidR="008B004C" w:rsidRDefault="008B004C" w:rsidP="009A6F08">
      <w:pPr>
        <w:pStyle w:val="APIBody"/>
      </w:pPr>
      <w:r>
        <w:t xml:space="preserve">This function returns the address of the bottom of the user-level thread’s stack. This value is only valid if </w:t>
      </w:r>
      <w:r>
        <w:rPr>
          <w:rFonts w:ascii="Courier New" w:hAnsi="Courier New" w:cs="Courier New"/>
        </w:rPr>
        <w:t>haveUserThreadInfo</w:t>
      </w:r>
      <w:r>
        <w:rPr>
          <w:rFonts w:cstheme="minorHAnsi"/>
        </w:rPr>
        <w:t xml:space="preserve"> returns true.</w:t>
      </w:r>
    </w:p>
    <w:p w:rsidR="00531294" w:rsidRDefault="00531294" w:rsidP="00531294">
      <w:pPr>
        <w:pStyle w:val="Definition"/>
      </w:pPr>
      <w:r>
        <w:t>unsigned long getStackSize() const;</w:t>
      </w:r>
    </w:p>
    <w:p w:rsidR="008B004C" w:rsidRDefault="008B004C" w:rsidP="009A6F08">
      <w:pPr>
        <w:pStyle w:val="APIBody"/>
      </w:pPr>
      <w:r>
        <w:t>This function returns the size in bytes of the use</w:t>
      </w:r>
      <w:r w:rsidR="004C144D">
        <w:t>r-level thread’s allocated stack</w:t>
      </w:r>
      <w:r>
        <w:t xml:space="preserve">. This value is only valid if </w:t>
      </w:r>
      <w:r>
        <w:rPr>
          <w:rFonts w:ascii="Courier New" w:hAnsi="Courier New" w:cs="Courier New"/>
        </w:rPr>
        <w:t>haveUserThreadInfo</w:t>
      </w:r>
      <w:r>
        <w:rPr>
          <w:rFonts w:cstheme="minorHAnsi"/>
        </w:rPr>
        <w:t xml:space="preserve"> returns true.</w:t>
      </w:r>
    </w:p>
    <w:p w:rsidR="00531294" w:rsidRDefault="00531294" w:rsidP="00531294">
      <w:pPr>
        <w:pStyle w:val="Definition"/>
      </w:pPr>
      <w:r>
        <w:t>Dyninst::Address getTLS() const;</w:t>
      </w:r>
    </w:p>
    <w:p w:rsidR="00531294" w:rsidRDefault="008B004C" w:rsidP="009A6F08">
      <w:pPr>
        <w:pStyle w:val="APIBody"/>
      </w:pPr>
      <w:r>
        <w:t>This function re</w:t>
      </w:r>
      <w:r w:rsidR="004C144D">
        <w:t>turns the address of the user-level thread’s thread local storage area</w:t>
      </w:r>
      <w:r>
        <w:t xml:space="preserve">. This value is only valid if </w:t>
      </w:r>
      <w:r>
        <w:rPr>
          <w:rFonts w:ascii="Courier New" w:hAnsi="Courier New" w:cs="Courier New"/>
        </w:rPr>
        <w:t>haveUserThreadInfo</w:t>
      </w:r>
      <w:r>
        <w:rPr>
          <w:rFonts w:cstheme="minorHAnsi"/>
        </w:rPr>
        <w:t xml:space="preserve"> returns true.</w:t>
      </w:r>
      <w:r w:rsidR="00BE789B">
        <w:rPr>
          <w:rFonts w:cstheme="minorHAnsi"/>
        </w:rPr>
        <w:t>l</w:t>
      </w:r>
    </w:p>
    <w:p w:rsidR="000410FC" w:rsidRDefault="000410FC" w:rsidP="000410FC">
      <w:pPr>
        <w:pStyle w:val="Definition"/>
      </w:pPr>
      <w:r>
        <w:t>bool postIRPC</w:t>
      </w:r>
      <w:r w:rsidR="000F4AA4" w:rsidRPr="00390A88">
        <w:rPr>
          <w:rFonts w:asciiTheme="minorHAnsi" w:hAnsiTheme="minorHAnsi"/>
        </w:rPr>
        <w:fldChar w:fldCharType="begin"/>
      </w:r>
      <w:r w:rsidR="00D00369" w:rsidRPr="00390A88">
        <w:rPr>
          <w:rFonts w:asciiTheme="minorHAnsi" w:hAnsiTheme="minorHAnsi"/>
        </w:rPr>
        <w:instrText xml:space="preserve"> XE "postIRPC</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(IRPC::ptr irpc) const</w:t>
      </w:r>
    </w:p>
    <w:p w:rsidR="00934722" w:rsidRDefault="00934722" w:rsidP="009A6F08">
      <w:pPr>
        <w:pStyle w:val="APIBody"/>
      </w:pPr>
      <w:r>
        <w:t xml:space="preserve">This function posts the given </w:t>
      </w:r>
      <w:r w:rsidRPr="00934722">
        <w:rPr>
          <w:rFonts w:ascii="Courier New" w:hAnsi="Courier New" w:cs="Courier New"/>
        </w:rPr>
        <w:t>irpc</w:t>
      </w:r>
      <w:r>
        <w:t xml:space="preserve"> to the </w:t>
      </w:r>
      <w:r w:rsidRPr="00934722">
        <w:rPr>
          <w:rFonts w:ascii="Courier New" w:hAnsi="Courier New" w:cs="Courier New"/>
        </w:rPr>
        <w:t>Thread</w:t>
      </w:r>
      <w:r>
        <w:t xml:space="preserve">.  The </w:t>
      </w:r>
      <w:r w:rsidRPr="00934722">
        <w:rPr>
          <w:rFonts w:ascii="Courier New" w:hAnsi="Courier New" w:cs="Courier New"/>
        </w:rPr>
        <w:t>IRPC</w:t>
      </w:r>
      <w:r>
        <w:t xml:space="preserve"> is put irpc into the </w:t>
      </w:r>
      <w:r w:rsidRPr="00934722">
        <w:rPr>
          <w:rFonts w:ascii="Courier New" w:hAnsi="Courier New" w:cs="Courier New"/>
        </w:rPr>
        <w:t>Thread’s</w:t>
      </w:r>
      <w:r>
        <w:t xml:space="preserve"> queue of posted </w:t>
      </w:r>
      <w:r w:rsidRPr="00934722">
        <w:rPr>
          <w:rFonts w:ascii="Courier New" w:hAnsi="Courier New" w:cs="Courier New"/>
        </w:rPr>
        <w:t>IRPCs</w:t>
      </w:r>
      <w:r>
        <w:t xml:space="preserve"> and will be run when ready.  See Section </w:t>
      </w:r>
      <w:r w:rsidR="000F4AA4">
        <w:fldChar w:fldCharType="begin"/>
      </w:r>
      <w:r>
        <w:instrText xml:space="preserve"> REF _Ref273353989 \r \h </w:instrText>
      </w:r>
      <w:r w:rsidR="000F4AA4">
        <w:fldChar w:fldCharType="separate"/>
      </w:r>
      <w:r w:rsidR="00C42453">
        <w:t>0</w:t>
      </w:r>
      <w:r w:rsidR="000F4AA4">
        <w:fldChar w:fldCharType="end"/>
      </w:r>
      <w:r>
        <w:t xml:space="preserve"> for more information on posting </w:t>
      </w:r>
      <w:r w:rsidRPr="00934722">
        <w:rPr>
          <w:rFonts w:ascii="Courier New" w:hAnsi="Courier New" w:cs="Courier New"/>
        </w:rPr>
        <w:t>IRPCs</w:t>
      </w:r>
      <w:r>
        <w:t>.</w:t>
      </w:r>
    </w:p>
    <w:p w:rsidR="00934722" w:rsidRDefault="00934722" w:rsidP="009A6F08">
      <w:pPr>
        <w:pStyle w:val="APIBody"/>
      </w:pPr>
      <w:r>
        <w:t xml:space="preserve">Each instance of an </w:t>
      </w:r>
      <w:r w:rsidRPr="00934722">
        <w:rPr>
          <w:rFonts w:ascii="Courier New" w:hAnsi="Courier New" w:cs="Courier New"/>
        </w:rPr>
        <w:t>IRPC</w:t>
      </w:r>
      <w:r>
        <w:t xml:space="preserve"> object can be posted at most once.  It is an error to attempt to post a single </w:t>
      </w:r>
      <w:r w:rsidRPr="00934722">
        <w:rPr>
          <w:rFonts w:ascii="Courier New" w:hAnsi="Courier New" w:cs="Courier New"/>
        </w:rPr>
        <w:t>IRPC</w:t>
      </w:r>
      <w:r>
        <w:t xml:space="preserve"> object multiple times.</w:t>
      </w:r>
    </w:p>
    <w:p w:rsidR="00934722" w:rsidRDefault="00934722" w:rsidP="009A6F08">
      <w:pPr>
        <w:pStyle w:val="APIBody"/>
      </w:pPr>
      <w:r>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rsidR="000410FC" w:rsidRDefault="000410FC" w:rsidP="000410FC">
      <w:pPr>
        <w:pStyle w:val="Definition"/>
      </w:pPr>
      <w:r>
        <w:t>bool getPostedIRPCs</w:t>
      </w:r>
      <w:r w:rsidR="000F4AA4" w:rsidRPr="00390A88">
        <w:rPr>
          <w:rFonts w:asciiTheme="minorHAnsi" w:hAnsiTheme="minorHAnsi"/>
        </w:rPr>
        <w:fldChar w:fldCharType="begin"/>
      </w:r>
      <w:r w:rsidR="00D00369" w:rsidRPr="00390A88">
        <w:rPr>
          <w:rFonts w:asciiTheme="minorHAnsi" w:hAnsiTheme="minorHAnsi"/>
        </w:rPr>
        <w:instrText xml:space="preserve"> XE "getPostedIRPCs</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(std::vector&lt;IRPC::ptr&gt; &amp;rpcs) const</w:t>
      </w:r>
    </w:p>
    <w:p w:rsidR="007F40A5" w:rsidRDefault="007F40A5" w:rsidP="009A6F08">
      <w:pPr>
        <w:pStyle w:val="APIBody"/>
      </w:pPr>
      <w:r>
        <w:t xml:space="preserve">This function returns all </w:t>
      </w:r>
      <w:r w:rsidRPr="007F40A5">
        <w:rPr>
          <w:rFonts w:ascii="Courier New" w:hAnsi="Courier New" w:cs="Courier New"/>
        </w:rPr>
        <w:t>IRPCs</w:t>
      </w:r>
      <w:r>
        <w:t xml:space="preserve"> posted to this </w:t>
      </w:r>
      <w:r w:rsidRPr="007F40A5">
        <w:rPr>
          <w:rFonts w:ascii="Courier New" w:hAnsi="Courier New" w:cs="Courier New"/>
        </w:rPr>
        <w:t>Thread</w:t>
      </w:r>
      <w:r>
        <w:t xml:space="preserve"> in the vector </w:t>
      </w:r>
      <w:r w:rsidRPr="007F40A5">
        <w:rPr>
          <w:rFonts w:ascii="Courier New" w:hAnsi="Courier New" w:cs="Courier New"/>
        </w:rPr>
        <w:t>rpcs</w:t>
      </w:r>
      <w:r>
        <w:t xml:space="preserve">.  This does not include any running </w:t>
      </w:r>
      <w:r w:rsidRPr="007F40A5">
        <w:rPr>
          <w:rFonts w:ascii="Courier New" w:hAnsi="Courier New" w:cs="Courier New"/>
        </w:rPr>
        <w:t>IRPC</w:t>
      </w:r>
      <w:r>
        <w:t>.</w:t>
      </w:r>
    </w:p>
    <w:p w:rsidR="00934722" w:rsidRDefault="007F40A5" w:rsidP="009A6F08">
      <w:pPr>
        <w:pStyle w:val="APIBody"/>
      </w:pPr>
      <w:r>
        <w:lastRenderedPageBreak/>
        <w:t xml:space="preserve">This function </w:t>
      </w:r>
      <w:r w:rsidR="00233FEF">
        <w:t>returns</w:t>
      </w:r>
      <w:r>
        <w:t xml:space="preserve"> </w:t>
      </w:r>
      <w:r w:rsidRPr="00835712">
        <w:rPr>
          <w:rFonts w:ascii="Courier New" w:hAnsi="Courier New" w:cs="Courier New"/>
        </w:rPr>
        <w:t>true</w:t>
      </w:r>
      <w:r>
        <w:t xml:space="preserve"> on success and </w:t>
      </w:r>
      <w:r w:rsidRPr="00835712">
        <w:rPr>
          <w:rFonts w:ascii="Courier New" w:hAnsi="Courier New" w:cs="Courier New"/>
        </w:rPr>
        <w:t>false</w:t>
      </w:r>
      <w:r>
        <w:t xml:space="preserve"> on error.  Upon an error a subsequent call to </w:t>
      </w:r>
      <w:r>
        <w:rPr>
          <w:rFonts w:ascii="Courier New" w:hAnsi="Courier New" w:cs="Courier New"/>
        </w:rPr>
        <w:t>getLastError</w:t>
      </w:r>
      <w:r>
        <w:t xml:space="preserve"> </w:t>
      </w:r>
      <w:r w:rsidR="00233FEF">
        <w:t>returns</w:t>
      </w:r>
      <w:r>
        <w:t xml:space="preserve"> details on the error.</w:t>
      </w:r>
    </w:p>
    <w:p w:rsidR="000410FC" w:rsidRDefault="000410FC" w:rsidP="000410FC">
      <w:pPr>
        <w:pStyle w:val="Definition"/>
      </w:pPr>
      <w:r>
        <w:t>IRPC::const_ptr getRunningIRPC</w:t>
      </w:r>
      <w:r w:rsidR="000F4AA4" w:rsidRPr="00390A88">
        <w:rPr>
          <w:rFonts w:asciiTheme="minorHAnsi" w:hAnsiTheme="minorHAnsi"/>
        </w:rPr>
        <w:fldChar w:fldCharType="begin"/>
      </w:r>
      <w:r w:rsidR="00D00369" w:rsidRPr="00390A88">
        <w:rPr>
          <w:rFonts w:asciiTheme="minorHAnsi" w:hAnsiTheme="minorHAnsi"/>
        </w:rPr>
        <w:instrText xml:space="preserve"> XE "getRunningIRPC</w:instrText>
      </w:r>
      <w:r w:rsidR="00390A88" w:rsidRPr="00390A88">
        <w:rPr>
          <w:rFonts w:asciiTheme="minorHAnsi" w:hAnsiTheme="minorHAnsi"/>
        </w:rPr>
        <w:instrText>, Thread</w:instrText>
      </w:r>
      <w:r w:rsidR="00D00369" w:rsidRPr="00390A88">
        <w:rPr>
          <w:rFonts w:asciiTheme="minorHAnsi" w:hAnsiTheme="minorHAnsi"/>
        </w:rPr>
        <w:instrText xml:space="preserve">" </w:instrText>
      </w:r>
      <w:r w:rsidR="000F4AA4" w:rsidRPr="00390A88">
        <w:rPr>
          <w:rFonts w:asciiTheme="minorHAnsi" w:hAnsiTheme="minorHAnsi"/>
        </w:rPr>
        <w:fldChar w:fldCharType="end"/>
      </w:r>
      <w:r>
        <w:t>() const</w:t>
      </w:r>
    </w:p>
    <w:p w:rsidR="007F40A5" w:rsidRDefault="007F40A5" w:rsidP="009A6F08">
      <w:pPr>
        <w:pStyle w:val="APIBody"/>
      </w:pPr>
      <w:r>
        <w:t xml:space="preserve">This function returns a const pointer to any </w:t>
      </w:r>
      <w:r w:rsidRPr="007F40A5">
        <w:rPr>
          <w:rFonts w:ascii="Courier New" w:hAnsi="Courier New" w:cs="Courier New"/>
        </w:rPr>
        <w:t xml:space="preserve">IRPC </w:t>
      </w:r>
      <w:r>
        <w:t xml:space="preserve">that is actively running on this </w:t>
      </w:r>
      <w:r w:rsidRPr="007F40A5">
        <w:rPr>
          <w:rFonts w:ascii="Courier New" w:hAnsi="Courier New" w:cs="Courier New"/>
        </w:rPr>
        <w:t>Thread</w:t>
      </w:r>
      <w:r>
        <w:t xml:space="preserve">.  If there is no </w:t>
      </w:r>
      <w:r w:rsidRPr="007F40A5">
        <w:rPr>
          <w:rFonts w:ascii="Courier New" w:hAnsi="Courier New" w:cs="Courier New"/>
        </w:rPr>
        <w:t xml:space="preserve">IRPC </w:t>
      </w:r>
      <w:r>
        <w:t xml:space="preserve">actively running, then this function returns </w:t>
      </w:r>
      <w:r w:rsidRPr="007F40A5">
        <w:rPr>
          <w:rFonts w:ascii="Courier New" w:hAnsi="Courier New" w:cs="Courier New"/>
        </w:rPr>
        <w:t>IRPC::const_ptr()</w:t>
      </w:r>
      <w:r>
        <w:t>.</w:t>
      </w:r>
    </w:p>
    <w:p w:rsidR="002731E8" w:rsidRDefault="002731E8" w:rsidP="002731E8">
      <w:pPr>
        <w:pStyle w:val="Definition"/>
      </w:pPr>
      <w:r>
        <w:t>void setSingleStepMode</w:t>
      </w:r>
      <w:r w:rsidR="000F4AA4" w:rsidRPr="002731E8">
        <w:rPr>
          <w:rFonts w:asciiTheme="minorHAnsi" w:hAnsiTheme="minorHAnsi"/>
        </w:rPr>
        <w:fldChar w:fldCharType="begin"/>
      </w:r>
      <w:r w:rsidRPr="002731E8">
        <w:rPr>
          <w:rFonts w:asciiTheme="minorHAnsi" w:hAnsiTheme="minorHAnsi"/>
        </w:rPr>
        <w:instrText xml:space="preserve"> XE "setSingleStepMode, Thread" </w:instrText>
      </w:r>
      <w:r w:rsidR="000F4AA4" w:rsidRPr="002731E8">
        <w:rPr>
          <w:rFonts w:asciiTheme="minorHAnsi" w:hAnsiTheme="minorHAnsi"/>
        </w:rPr>
        <w:fldChar w:fldCharType="end"/>
      </w:r>
      <w:r>
        <w:t>(bool mode) const</w:t>
      </w:r>
    </w:p>
    <w:p w:rsidR="002731E8" w:rsidRDefault="002731E8" w:rsidP="009A6F08">
      <w:pPr>
        <w:pStyle w:val="APIBody"/>
      </w:pPr>
      <w:r>
        <w:t xml:space="preserve">This function sets whether a </w:t>
      </w:r>
      <w:r w:rsidRPr="002731E8">
        <w:rPr>
          <w:rFonts w:ascii="Courier New" w:hAnsi="Courier New" w:cs="Courier New"/>
        </w:rPr>
        <w:t>Thread</w:t>
      </w:r>
      <w:r>
        <w:t xml:space="preserve"> is in single-step mode.  If called with a </w:t>
      </w:r>
      <w:r w:rsidRPr="002731E8">
        <w:rPr>
          <w:rFonts w:ascii="Courier New" w:hAnsi="Courier New" w:cs="Courier New"/>
        </w:rPr>
        <w:t>mode</w:t>
      </w:r>
      <w:r>
        <w:t xml:space="preserve"> of </w:t>
      </w:r>
      <w:r w:rsidRPr="002731E8">
        <w:rPr>
          <w:rFonts w:ascii="Courier New" w:hAnsi="Courier New" w:cs="Courier New"/>
        </w:rPr>
        <w:t>true</w:t>
      </w:r>
      <w:r>
        <w:t xml:space="preserve">, then the </w:t>
      </w:r>
      <w:r w:rsidRPr="002731E8">
        <w:rPr>
          <w:rFonts w:ascii="Courier New" w:hAnsi="Courier New" w:cs="Courier New"/>
        </w:rPr>
        <w:t>Thread</w:t>
      </w:r>
      <w:r>
        <w:t xml:space="preserve"> is put in </w:t>
      </w:r>
      <w:r w:rsidRPr="00876D25">
        <w:rPr>
          <w:rFonts w:cs="Courier New"/>
        </w:rPr>
        <w:t>single-step</w:t>
      </w:r>
      <w:r>
        <w:t xml:space="preserve"> mode.  If called with a </w:t>
      </w:r>
      <w:r w:rsidRPr="002731E8">
        <w:rPr>
          <w:rFonts w:ascii="Courier New" w:hAnsi="Courier New" w:cs="Courier New"/>
        </w:rPr>
        <w:t>mode</w:t>
      </w:r>
      <w:r>
        <w:t xml:space="preserve"> of </w:t>
      </w:r>
      <w:r w:rsidRPr="002731E8">
        <w:rPr>
          <w:rFonts w:ascii="Courier New" w:hAnsi="Courier New" w:cs="Courier New"/>
        </w:rPr>
        <w:t>false</w:t>
      </w:r>
      <w:r>
        <w:t xml:space="preserve">, then the </w:t>
      </w:r>
      <w:r w:rsidRPr="002731E8">
        <w:rPr>
          <w:rFonts w:ascii="Courier New" w:hAnsi="Courier New" w:cs="Courier New"/>
        </w:rPr>
        <w:t>Thread</w:t>
      </w:r>
      <w:r>
        <w:t xml:space="preserve"> is taken out of single-step mode.  </w:t>
      </w:r>
    </w:p>
    <w:p w:rsidR="002731E8" w:rsidRDefault="002731E8" w:rsidP="009A6F08">
      <w:pPr>
        <w:pStyle w:val="APIBody"/>
      </w:pPr>
      <w:r>
        <w:t xml:space="preserve">A </w:t>
      </w:r>
      <w:r w:rsidRPr="002731E8">
        <w:rPr>
          <w:rFonts w:ascii="Courier New" w:hAnsi="Courier New" w:cs="Courier New"/>
        </w:rPr>
        <w:t>Thread</w:t>
      </w:r>
      <w:r>
        <w:t xml:space="preserve"> in single-step mode will pause execution at each instruction and trigger an </w:t>
      </w:r>
      <w:r w:rsidRPr="002731E8">
        <w:rPr>
          <w:rFonts w:ascii="Courier New" w:hAnsi="Courier New" w:cs="Courier New"/>
        </w:rPr>
        <w:t>EventSingleStep</w:t>
      </w:r>
      <w:r>
        <w:t xml:space="preserve"> event.  After each </w:t>
      </w:r>
      <w:r w:rsidRPr="002731E8">
        <w:rPr>
          <w:rFonts w:ascii="Courier New" w:hAnsi="Courier New" w:cs="Courier New"/>
        </w:rPr>
        <w:t>EventSingleStep</w:t>
      </w:r>
      <w:r>
        <w:t xml:space="preserve"> is handled (and presuming the </w:t>
      </w:r>
      <w:r w:rsidRPr="002731E8">
        <w:rPr>
          <w:rFonts w:ascii="Courier New" w:hAnsi="Courier New" w:cs="Courier New"/>
        </w:rPr>
        <w:t>Thread</w:t>
      </w:r>
      <w:r>
        <w:t xml:space="preserve"> is still running and in single-step mode) the </w:t>
      </w:r>
      <w:r w:rsidRPr="002731E8">
        <w:rPr>
          <w:rFonts w:ascii="Courier New" w:hAnsi="Courier New" w:cs="Courier New"/>
        </w:rPr>
        <w:t>Thread</w:t>
      </w:r>
      <w:r>
        <w:t xml:space="preserve"> will execute one more instruction and trigger another </w:t>
      </w:r>
      <w:r w:rsidRPr="002731E8">
        <w:rPr>
          <w:rFonts w:ascii="Courier New" w:hAnsi="Courier New" w:cs="Courier New"/>
        </w:rPr>
        <w:t>EventSingleStep</w:t>
      </w:r>
      <w:r>
        <w:t>.</w:t>
      </w:r>
    </w:p>
    <w:p w:rsidR="002731E8" w:rsidRDefault="002731E8" w:rsidP="002731E8">
      <w:pPr>
        <w:pStyle w:val="Definition"/>
      </w:pPr>
      <w:r>
        <w:t>bool getSingleStepMode</w:t>
      </w:r>
      <w:r w:rsidR="000F4AA4" w:rsidRPr="002731E8">
        <w:rPr>
          <w:rFonts w:asciiTheme="minorHAnsi" w:hAnsiTheme="minorHAnsi"/>
        </w:rPr>
        <w:fldChar w:fldCharType="begin"/>
      </w:r>
      <w:r w:rsidRPr="002731E8">
        <w:rPr>
          <w:rFonts w:asciiTheme="minorHAnsi" w:hAnsiTheme="minorHAnsi"/>
        </w:rPr>
        <w:instrText xml:space="preserve"> XE "getSingleStepMode, Thread" </w:instrText>
      </w:r>
      <w:r w:rsidR="000F4AA4" w:rsidRPr="002731E8">
        <w:rPr>
          <w:rFonts w:asciiTheme="minorHAnsi" w:hAnsiTheme="minorHAnsi"/>
        </w:rPr>
        <w:fldChar w:fldCharType="end"/>
      </w:r>
      <w:r>
        <w:t>() const</w:t>
      </w:r>
    </w:p>
    <w:p w:rsidR="002731E8" w:rsidRDefault="002731E8" w:rsidP="009A6F08">
      <w:pPr>
        <w:pStyle w:val="APIBody"/>
      </w:pPr>
      <w:r>
        <w:t xml:space="preserve">This function returns </w:t>
      </w:r>
      <w:r w:rsidRPr="002731E8">
        <w:rPr>
          <w:rFonts w:ascii="Courier New" w:hAnsi="Courier New" w:cs="Courier New"/>
        </w:rPr>
        <w:t>true</w:t>
      </w:r>
      <w:r>
        <w:t xml:space="preserve"> if the </w:t>
      </w:r>
      <w:r w:rsidRPr="002731E8">
        <w:rPr>
          <w:rFonts w:ascii="Courier New" w:hAnsi="Courier New" w:cs="Courier New"/>
        </w:rPr>
        <w:t>Thread</w:t>
      </w:r>
      <w:r>
        <w:t xml:space="preserve"> is in single-step mode and </w:t>
      </w:r>
      <w:r w:rsidRPr="002731E8">
        <w:rPr>
          <w:rFonts w:ascii="Courier New" w:hAnsi="Courier New" w:cs="Courier New"/>
        </w:rPr>
        <w:t>false</w:t>
      </w:r>
      <w:r>
        <w:t xml:space="preserve"> otherwise.</w:t>
      </w:r>
    </w:p>
    <w:p w:rsidR="00C34E52" w:rsidRDefault="00C34E52" w:rsidP="00C34E52">
      <w:pPr>
        <w:pStyle w:val="Definition"/>
      </w:pPr>
      <w:r>
        <w:t>void *getData</w:t>
      </w:r>
      <w:r w:rsidRPr="00C34E52">
        <w:rPr>
          <w:rFonts w:asciiTheme="minorHAnsi" w:hAnsiTheme="minorHAnsi" w:cstheme="minorHAnsi"/>
        </w:rPr>
        <w:fldChar w:fldCharType="begin"/>
      </w:r>
      <w:r w:rsidRPr="00C34E52">
        <w:rPr>
          <w:rFonts w:asciiTheme="minorHAnsi" w:hAnsiTheme="minorHAnsi" w:cstheme="minorHAnsi"/>
        </w:rPr>
        <w:instrText xml:space="preserve"> XE "getData, Thread" </w:instrText>
      </w:r>
      <w:r w:rsidRPr="00C34E52">
        <w:rPr>
          <w:rFonts w:asciiTheme="minorHAnsi" w:hAnsiTheme="minorHAnsi" w:cstheme="minorHAnsi"/>
        </w:rPr>
        <w:fldChar w:fldCharType="end"/>
      </w:r>
      <w:r>
        <w:t>() const</w:t>
      </w:r>
    </w:p>
    <w:p w:rsidR="00C34E52" w:rsidRDefault="00C34E52" w:rsidP="00C34E52">
      <w:pPr>
        <w:pStyle w:val="Definition"/>
      </w:pPr>
      <w:r>
        <w:t>void setData</w:t>
      </w:r>
      <w:r w:rsidRPr="00C34E52">
        <w:rPr>
          <w:rFonts w:asciiTheme="minorHAnsi" w:hAnsiTheme="minorHAnsi" w:cstheme="minorHAnsi"/>
        </w:rPr>
        <w:fldChar w:fldCharType="begin"/>
      </w:r>
      <w:r w:rsidRPr="00C34E52">
        <w:rPr>
          <w:rFonts w:asciiTheme="minorHAnsi" w:hAnsiTheme="minorHAnsi" w:cstheme="minorHAnsi"/>
        </w:rPr>
        <w:instrText xml:space="preserve"> XE "setData, Thread" </w:instrText>
      </w:r>
      <w:r w:rsidRPr="00C34E52">
        <w:rPr>
          <w:rFonts w:asciiTheme="minorHAnsi" w:hAnsiTheme="minorHAnsi" w:cstheme="minorHAnsi"/>
        </w:rPr>
        <w:fldChar w:fldCharType="end"/>
      </w:r>
      <w:r>
        <w:t>(void *p) const</w:t>
      </w:r>
    </w:p>
    <w:p w:rsidR="000410FC" w:rsidRDefault="00C34E52" w:rsidP="009A6F08">
      <w:pPr>
        <w:pStyle w:val="APIBody"/>
      </w:pPr>
      <w:r>
        <w:t xml:space="preserve">These functions respectively get and set an opaque data object that can be associated with this </w:t>
      </w:r>
      <w:r w:rsidR="00851D54" w:rsidRPr="00913764">
        <w:rPr>
          <w:rFonts w:ascii="Courier New" w:hAnsi="Courier New" w:cs="Courier New"/>
        </w:rPr>
        <w:t>Thread</w:t>
      </w:r>
      <w:r>
        <w:t xml:space="preserve">.  The data is not interpreted by ProcControlAPI, but remains associated with the </w:t>
      </w:r>
      <w:r w:rsidR="00851D54" w:rsidRPr="00913764">
        <w:rPr>
          <w:rFonts w:ascii="Courier New" w:hAnsi="Courier New" w:cs="Courier New"/>
        </w:rPr>
        <w:t>Thread</w:t>
      </w:r>
      <w:r>
        <w:t>.</w:t>
      </w:r>
    </w:p>
    <w:p w:rsidR="000410FC" w:rsidRDefault="000410FC" w:rsidP="009A6F08">
      <w:pPr>
        <w:pStyle w:val="Heading2"/>
      </w:pPr>
      <w:bookmarkStart w:id="55" w:name="_Toc273362646"/>
      <w:bookmarkStart w:id="56" w:name="_Toc274055823"/>
      <w:bookmarkStart w:id="57" w:name="_Toc350168839"/>
      <w:r>
        <w:t>Library</w:t>
      </w:r>
      <w:bookmarkEnd w:id="55"/>
      <w:bookmarkEnd w:id="56"/>
      <w:bookmarkEnd w:id="57"/>
      <w:r w:rsidR="000F4AA4">
        <w:fldChar w:fldCharType="begin"/>
      </w:r>
      <w:r w:rsidR="00A961FE">
        <w:instrText xml:space="preserve"> XE "</w:instrText>
      </w:r>
      <w:r w:rsidR="00A961FE" w:rsidRPr="00F41355">
        <w:instrText>Library</w:instrText>
      </w:r>
      <w:r w:rsidR="00A961FE">
        <w:instrText xml:space="preserve">" </w:instrText>
      </w:r>
      <w:r w:rsidR="000F4AA4">
        <w:fldChar w:fldCharType="end"/>
      </w:r>
    </w:p>
    <w:p w:rsidR="00304F3A" w:rsidRDefault="00A55342" w:rsidP="009A6F08">
      <w:r>
        <w:t xml:space="preserve">A </w:t>
      </w:r>
      <w:r w:rsidRPr="00A55342">
        <w:rPr>
          <w:rFonts w:ascii="Courier New" w:hAnsi="Courier New" w:cs="Courier New"/>
        </w:rPr>
        <w:t>Library</w:t>
      </w:r>
      <w:r>
        <w:t xml:space="preserve"> represents a single shared library (frequently referred to as a DLL or DSO, depending on the OS) that has been loaded into the target process.  </w:t>
      </w:r>
      <w:r w:rsidR="00304F3A">
        <w:t xml:space="preserve">In addition, a </w:t>
      </w:r>
      <w:r w:rsidR="00876D25" w:rsidRPr="00876D25">
        <w:rPr>
          <w:rFonts w:ascii="Courier New" w:hAnsi="Courier New" w:cs="Courier New"/>
        </w:rPr>
        <w:t>L</w:t>
      </w:r>
      <w:r w:rsidR="00304F3A" w:rsidRPr="00876D25">
        <w:rPr>
          <w:rFonts w:ascii="Courier New" w:hAnsi="Courier New" w:cs="Courier New"/>
        </w:rPr>
        <w:t>ibrary</w:t>
      </w:r>
      <w:r w:rsidR="00304F3A">
        <w:t xml:space="preserve"> will be used to represent the process’ executable.  </w:t>
      </w:r>
      <w:r w:rsidR="00304F3A" w:rsidRPr="00E54BA8">
        <w:rPr>
          <w:rFonts w:ascii="Courier New" w:hAnsi="Courier New" w:cs="Courier New"/>
        </w:rPr>
        <w:t>Process</w:t>
      </w:r>
      <w:r w:rsidR="00304F3A">
        <w:t xml:space="preserve">’ with statically linked executables will only contain the single </w:t>
      </w:r>
      <w:r w:rsidR="007C7FDC" w:rsidRPr="007C7FDC">
        <w:rPr>
          <w:rFonts w:ascii="Courier New" w:hAnsi="Courier New" w:cs="Courier New"/>
        </w:rPr>
        <w:t>L</w:t>
      </w:r>
      <w:r w:rsidR="00304F3A" w:rsidRPr="007C7FDC">
        <w:rPr>
          <w:rFonts w:ascii="Courier New" w:hAnsi="Courier New" w:cs="Courier New"/>
        </w:rPr>
        <w:t>ibrary</w:t>
      </w:r>
      <w:r w:rsidR="00304F3A">
        <w:t xml:space="preserve"> </w:t>
      </w:r>
      <w:r w:rsidR="007C7FDC">
        <w:t>that represents the</w:t>
      </w:r>
      <w:r w:rsidR="00304F3A">
        <w:t xml:space="preserve"> executable. </w:t>
      </w:r>
    </w:p>
    <w:p w:rsidR="00A55342" w:rsidRDefault="00A55342" w:rsidP="009A6F08">
      <w:r>
        <w:t xml:space="preserve">Each Library contains </w:t>
      </w:r>
      <w:r w:rsidR="00304F3A">
        <w:t xml:space="preserve">a </w:t>
      </w:r>
      <w:r w:rsidR="00304F3A" w:rsidRPr="00304F3A">
        <w:rPr>
          <w:i/>
        </w:rPr>
        <w:t>load address</w:t>
      </w:r>
      <w:r w:rsidR="000F4AA4">
        <w:rPr>
          <w:i/>
        </w:rPr>
        <w:fldChar w:fldCharType="begin"/>
      </w:r>
      <w:r w:rsidR="00A961FE">
        <w:instrText xml:space="preserve"> XE "</w:instrText>
      </w:r>
      <w:r w:rsidR="00A961FE" w:rsidRPr="00081331">
        <w:instrText>load address</w:instrText>
      </w:r>
      <w:r w:rsidR="00A961FE">
        <w:instrText xml:space="preserve">" </w:instrText>
      </w:r>
      <w:r w:rsidR="000F4AA4">
        <w:rPr>
          <w:i/>
        </w:rPr>
        <w:fldChar w:fldCharType="end"/>
      </w:r>
      <w:r w:rsidR="00304F3A">
        <w:t xml:space="preserve"> and a file name.  The load address is the address at which the OS loaded the library, and the file name is the path to the library’s file.  Note that on some operating systems (Linux, Solaris, BlueGene</w:t>
      </w:r>
      <w:r w:rsidR="007109F5">
        <w:t>, FreeBSD</w:t>
      </w:r>
      <w:r w:rsidR="00304F3A">
        <w:t xml:space="preserve">) the load address does not necessarily represent the beginning of the library in memory; instead it is a </w:t>
      </w:r>
      <w:r w:rsidR="002D5A1D">
        <w:t>value</w:t>
      </w:r>
      <w:r w:rsidR="00304F3A">
        <w:t xml:space="preserve"> that can be added to a library’s symbol offsets to compute the dynamic address of a symbol.</w:t>
      </w:r>
    </w:p>
    <w:p w:rsidR="00840906" w:rsidRDefault="00840906" w:rsidP="009A6F08">
      <w:r>
        <w:t>Libraries may be loaded and unloaded by the process during execution.  A library load or unload can trigger a callback with an EventLibrary parameter.  The current list of libraries loaded into a process can be access</w:t>
      </w:r>
      <w:r w:rsidR="007109F5">
        <w:t>ed</w:t>
      </w:r>
      <w:r>
        <w:t xml:space="preserve"> </w:t>
      </w:r>
      <w:r w:rsidR="005E0CE2">
        <w:t xml:space="preserve">via a </w:t>
      </w:r>
      <w:r w:rsidR="005E0CE2" w:rsidRPr="005E0CE2">
        <w:rPr>
          <w:rFonts w:ascii="Courier New" w:hAnsi="Courier New" w:cs="Courier New"/>
        </w:rPr>
        <w:t>Process</w:t>
      </w:r>
      <w:r w:rsidR="005E0CE2">
        <w:t xml:space="preserve">’ </w:t>
      </w:r>
      <w:r w:rsidR="005E0CE2" w:rsidRPr="005E0CE2">
        <w:rPr>
          <w:rFonts w:ascii="Courier New" w:hAnsi="Courier New" w:cs="Courier New"/>
        </w:rPr>
        <w:t>LibraryPool</w:t>
      </w:r>
      <w:r w:rsidR="005E0CE2">
        <w:t xml:space="preserve"> object (see Section </w:t>
      </w:r>
      <w:r w:rsidR="000F4AA4">
        <w:fldChar w:fldCharType="begin"/>
      </w:r>
      <w:r w:rsidR="005E0CE2">
        <w:instrText xml:space="preserve"> REF _Ref257219447 \r \h </w:instrText>
      </w:r>
      <w:r w:rsidR="000F4AA4">
        <w:fldChar w:fldCharType="separate"/>
      </w:r>
      <w:r w:rsidR="00C42453">
        <w:t>3.7</w:t>
      </w:r>
      <w:r w:rsidR="000F4AA4">
        <w:fldChar w:fldCharType="end"/>
      </w:r>
      <w:r w:rsidR="005E0CE2">
        <w:t xml:space="preserve">).  </w:t>
      </w:r>
    </w:p>
    <w:p w:rsidR="00304F3A" w:rsidRDefault="002D5A1D" w:rsidP="009A6F08">
      <w:pPr>
        <w:pStyle w:val="ClassHeading"/>
      </w:pPr>
      <w:r>
        <w:t xml:space="preserve">Library </w:t>
      </w:r>
      <w:r w:rsidR="00304F3A">
        <w:t>Types</w:t>
      </w:r>
    </w:p>
    <w:p w:rsidR="002D5A1D" w:rsidRDefault="002D5A1D" w:rsidP="002D5A1D">
      <w:pPr>
        <w:pStyle w:val="Definition"/>
      </w:pPr>
      <w:r>
        <w:t>Library::ptr</w:t>
      </w:r>
      <w:r>
        <w:br/>
        <w:t xml:space="preserve">Library::const_ptr </w:t>
      </w:r>
    </w:p>
    <w:p w:rsidR="002D5A1D" w:rsidRDefault="002D5A1D" w:rsidP="009A6F08">
      <w:pPr>
        <w:pStyle w:val="APIBody"/>
      </w:pPr>
      <w:r>
        <w:t xml:space="preserve">The </w:t>
      </w:r>
      <w:r w:rsidRPr="002D5A1D">
        <w:rPr>
          <w:rFonts w:ascii="Courier New" w:hAnsi="Courier New" w:cs="Courier New"/>
        </w:rPr>
        <w:t>Library::ptr</w:t>
      </w:r>
      <w:r>
        <w:t xml:space="preserve"> and </w:t>
      </w:r>
      <w:r w:rsidRPr="002D5A1D">
        <w:rPr>
          <w:rFonts w:ascii="Courier New" w:hAnsi="Courier New" w:cs="Courier New"/>
        </w:rPr>
        <w:t>Library::const_ptr</w:t>
      </w:r>
      <w:r>
        <w:t xml:space="preserve"> types are respective typedefs for a pointer and a const pointer to a library.  </w:t>
      </w:r>
    </w:p>
    <w:p w:rsidR="00840906" w:rsidRDefault="00840906" w:rsidP="009A6F08">
      <w:pPr>
        <w:pStyle w:val="APIBody"/>
      </w:pPr>
      <w:r>
        <w:lastRenderedPageBreak/>
        <w:t xml:space="preserve">These pointers are not shared pointers—ProcControl will automatically clean a Library object when it is unloaded.  It is not recommended that the user maintains copies of pointers to Library objects after an </w:t>
      </w:r>
      <w:r w:rsidRPr="00840906">
        <w:rPr>
          <w:rFonts w:ascii="Courier New" w:hAnsi="Courier New" w:cs="Courier New"/>
        </w:rPr>
        <w:t>EventLibrary</w:t>
      </w:r>
      <w:r>
        <w:t xml:space="preserve"> delivers notice of a library unload.</w:t>
      </w:r>
    </w:p>
    <w:p w:rsidR="002D5A1D" w:rsidRDefault="002D5A1D" w:rsidP="009A6F08">
      <w:pPr>
        <w:pStyle w:val="ClassHeading"/>
      </w:pPr>
      <w:r>
        <w:t>Library Member Functions</w:t>
      </w:r>
    </w:p>
    <w:p w:rsidR="002D5A1D" w:rsidRDefault="002D5A1D" w:rsidP="002D5A1D">
      <w:pPr>
        <w:pStyle w:val="Definition"/>
      </w:pPr>
      <w:r>
        <w:t>std::string getName()</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getName,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2D5A1D" w:rsidRDefault="002D5A1D" w:rsidP="009A6F08">
      <w:pPr>
        <w:pStyle w:val="APIBody"/>
      </w:pPr>
      <w:r>
        <w:t xml:space="preserve">Returns the file name for this </w:t>
      </w:r>
      <w:r w:rsidRPr="002D5A1D">
        <w:rPr>
          <w:rFonts w:ascii="Courier New" w:hAnsi="Courier New" w:cs="Courier New"/>
        </w:rPr>
        <w:t>Library</w:t>
      </w:r>
      <w:r>
        <w:t xml:space="preserve">.  </w:t>
      </w:r>
    </w:p>
    <w:p w:rsidR="002D5A1D" w:rsidRDefault="002D5A1D" w:rsidP="002D5A1D">
      <w:pPr>
        <w:pStyle w:val="Definition"/>
      </w:pPr>
      <w:r>
        <w:t>Dyninst::Address getLoadAddress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getLoadAddress,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2D5A1D" w:rsidRDefault="002D5A1D" w:rsidP="009A6F08">
      <w:pPr>
        <w:pStyle w:val="APIBody"/>
      </w:pPr>
      <w:r>
        <w:t xml:space="preserve">Returns the load address for this </w:t>
      </w:r>
      <w:r w:rsidRPr="002D5A1D">
        <w:rPr>
          <w:rFonts w:ascii="Courier New" w:hAnsi="Courier New" w:cs="Courier New"/>
        </w:rPr>
        <w:t>Library</w:t>
      </w:r>
      <w:r>
        <w:t>.</w:t>
      </w:r>
    </w:p>
    <w:p w:rsidR="002D5A1D" w:rsidRDefault="002D5A1D" w:rsidP="002D5A1D">
      <w:pPr>
        <w:pStyle w:val="Definition"/>
      </w:pPr>
      <w:r>
        <w:t>Dyninst::Address getDataLoadAddress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getDataLoadAddress, Library</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2D5A1D" w:rsidRDefault="002D5A1D" w:rsidP="009A6F08">
      <w:pPr>
        <w:pStyle w:val="APIBody"/>
      </w:pPr>
      <w:r>
        <w:t xml:space="preserve">The AIX operating system can have two load addresses for a library: one for the </w:t>
      </w:r>
      <w:r w:rsidR="00380D96">
        <w:t>code region</w:t>
      </w:r>
      <w:r>
        <w:t xml:space="preserve"> and one for the data region.  On AIX </w:t>
      </w:r>
      <w:r w:rsidRPr="002D5A1D">
        <w:rPr>
          <w:rFonts w:ascii="Courier New" w:hAnsi="Courier New" w:cs="Courier New"/>
        </w:rPr>
        <w:t>Library::getLoadAddress</w:t>
      </w:r>
      <w:r>
        <w:t xml:space="preserve"> </w:t>
      </w:r>
      <w:r w:rsidR="00233FEF">
        <w:t>returns</w:t>
      </w:r>
      <w:r>
        <w:t xml:space="preserve"> the load address of the code region and </w:t>
      </w:r>
      <w:r w:rsidRPr="002D5A1D">
        <w:rPr>
          <w:rFonts w:ascii="Courier New" w:hAnsi="Courier New" w:cs="Courier New"/>
        </w:rPr>
        <w:t>Library::getDataLoadAddress</w:t>
      </w:r>
      <w:r>
        <w:t xml:space="preserve"> </w:t>
      </w:r>
      <w:r w:rsidR="00233FEF">
        <w:t>returns</w:t>
      </w:r>
      <w:r>
        <w:t xml:space="preserve"> the load address of the data region.  On non-AIX systems this function returns 0.</w:t>
      </w:r>
    </w:p>
    <w:p w:rsidR="000410FC" w:rsidRDefault="000410FC" w:rsidP="009A6F08">
      <w:pPr>
        <w:pStyle w:val="Heading2"/>
      </w:pPr>
      <w:bookmarkStart w:id="58" w:name="_Toc273362647"/>
      <w:bookmarkStart w:id="59" w:name="_Ref273363416"/>
      <w:bookmarkStart w:id="60" w:name="_Ref274044539"/>
      <w:bookmarkStart w:id="61" w:name="_Toc274055824"/>
      <w:bookmarkStart w:id="62" w:name="_Ref274129151"/>
      <w:bookmarkStart w:id="63" w:name="_Toc350168840"/>
      <w:r>
        <w:t>Breakpoint</w:t>
      </w:r>
      <w:bookmarkEnd w:id="58"/>
      <w:bookmarkEnd w:id="59"/>
      <w:bookmarkEnd w:id="60"/>
      <w:bookmarkEnd w:id="61"/>
      <w:bookmarkEnd w:id="62"/>
      <w:bookmarkEnd w:id="63"/>
      <w:r w:rsidR="000F4AA4">
        <w:fldChar w:fldCharType="begin"/>
      </w:r>
      <w:r w:rsidR="00A961FE">
        <w:instrText xml:space="preserve"> XE "</w:instrText>
      </w:r>
      <w:r w:rsidR="00A961FE" w:rsidRPr="00F41355">
        <w:instrText>Breakpoint</w:instrText>
      </w:r>
      <w:r w:rsidR="00A961FE">
        <w:instrText xml:space="preserve">" </w:instrText>
      </w:r>
      <w:r w:rsidR="000F4AA4">
        <w:fldChar w:fldCharType="end"/>
      </w:r>
    </w:p>
    <w:p w:rsidR="007E0EC8" w:rsidRDefault="002D5A1D" w:rsidP="009A6F08">
      <w:r>
        <w:t xml:space="preserve">A breakpoint is a point in the code region of a target process that, when executed, </w:t>
      </w:r>
      <w:r w:rsidR="007E0EC8">
        <w:t xml:space="preserve">stops the process execution and notifies ProcControlAPI.  </w:t>
      </w:r>
      <w:r>
        <w:t xml:space="preserve"> </w:t>
      </w:r>
      <w:r w:rsidR="006B11DF">
        <w:t xml:space="preserve">Upon being continued the process will resume execution at the point.  </w:t>
      </w:r>
      <w:r w:rsidR="007E0EC8">
        <w:t xml:space="preserve">A </w:t>
      </w:r>
      <w:r w:rsidR="007E0EC8" w:rsidRPr="007E0EC8">
        <w:rPr>
          <w:rFonts w:ascii="Courier New" w:hAnsi="Courier New" w:cs="Courier New"/>
        </w:rPr>
        <w:t>Breakpoint</w:t>
      </w:r>
      <w:r w:rsidR="007E0EC8">
        <w:t xml:space="preserve"> object is a handle that can represents one or more breakpoints in one or more processes.  Upon receiving notification that a breakpoint has executed, ProcControlAPI will deliver a callback with an </w:t>
      </w:r>
      <w:r w:rsidR="007E0EC8" w:rsidRPr="007E0EC8">
        <w:rPr>
          <w:rFonts w:ascii="Courier New" w:hAnsi="Courier New" w:cs="Courier New"/>
        </w:rPr>
        <w:t>EventBreakpoint</w:t>
      </w:r>
      <w:r w:rsidR="007E0EC8">
        <w:t xml:space="preserve">, (see section </w:t>
      </w:r>
      <w:r w:rsidR="000F4AA4">
        <w:fldChar w:fldCharType="begin"/>
      </w:r>
      <w:r w:rsidR="007E0EC8">
        <w:instrText xml:space="preserve"> REF _Ref257218693 \r \h </w:instrText>
      </w:r>
      <w:r w:rsidR="000F4AA4">
        <w:fldChar w:fldCharType="separate"/>
      </w:r>
      <w:r w:rsidR="00C42453">
        <w:t>3.15.7</w:t>
      </w:r>
      <w:r w:rsidR="000F4AA4">
        <w:fldChar w:fldCharType="end"/>
      </w:r>
      <w:r w:rsidR="007E0EC8">
        <w:t xml:space="preserve">).  </w:t>
      </w:r>
    </w:p>
    <w:p w:rsidR="006B11DF" w:rsidRDefault="006B11DF" w:rsidP="009A6F08">
      <w:r>
        <w:t xml:space="preserve">Some </w:t>
      </w:r>
      <w:r w:rsidRPr="006B11DF">
        <w:rPr>
          <w:rFonts w:ascii="Courier New" w:hAnsi="Courier New" w:cs="Courier New"/>
        </w:rPr>
        <w:t>Breakpoint</w:t>
      </w:r>
      <w:r>
        <w:t xml:space="preserve"> objects can be created as </w:t>
      </w:r>
      <w:r w:rsidRPr="006B11DF">
        <w:rPr>
          <w:i/>
        </w:rPr>
        <w:t>control-transfer breakpoints</w:t>
      </w:r>
      <w:r w:rsidR="000F4AA4" w:rsidRPr="00081331">
        <w:fldChar w:fldCharType="begin"/>
      </w:r>
      <w:r w:rsidR="00A961FE" w:rsidRPr="00081331">
        <w:instrText xml:space="preserve"> XE "control-transfer breakpoints" </w:instrText>
      </w:r>
      <w:r w:rsidR="000F4AA4" w:rsidRPr="00081331">
        <w:fldChar w:fldCharType="end"/>
      </w:r>
      <w:r>
        <w:t>.  When a process is continued after executing a control-transfer the process will resume at an alternate location, rather than at the breakpoint’s installation point.</w:t>
      </w:r>
    </w:p>
    <w:p w:rsidR="002D5A1D" w:rsidRDefault="007E0EC8" w:rsidP="009A6F08">
      <w:r>
        <w:t xml:space="preserve">A single </w:t>
      </w:r>
      <w:r w:rsidRPr="007E0EC8">
        <w:rPr>
          <w:rFonts w:ascii="Courier New" w:hAnsi="Courier New" w:cs="Courier New"/>
        </w:rPr>
        <w:t>Breakpoint</w:t>
      </w:r>
      <w:r>
        <w:t xml:space="preserve"> can be inserted into multiple locations within a target process.  This can be useful when a user has wants to perform a single action at multiple locations in a target process.  For example, if a user wants to insert a breakpoint at the entry to function </w:t>
      </w:r>
      <w:r w:rsidRPr="007E0EC8">
        <w:rPr>
          <w:rFonts w:ascii="Courier New" w:hAnsi="Courier New" w:cs="Courier New"/>
        </w:rPr>
        <w:t>foo</w:t>
      </w:r>
      <w:r>
        <w:t xml:space="preserve">, and </w:t>
      </w:r>
      <w:r w:rsidRPr="007E0EC8">
        <w:rPr>
          <w:rFonts w:ascii="Courier New" w:hAnsi="Courier New" w:cs="Courier New"/>
        </w:rPr>
        <w:t>foo</w:t>
      </w:r>
      <w:r>
        <w:t xml:space="preserve"> has multiple instantiations in a process, then a single </w:t>
      </w:r>
      <w:r w:rsidRPr="007E0EC8">
        <w:rPr>
          <w:rFonts w:ascii="Courier New" w:hAnsi="Courier New" w:cs="Courier New"/>
        </w:rPr>
        <w:t>Breakpoint</w:t>
      </w:r>
      <w:r>
        <w:t xml:space="preserve"> can be inserted at each instance of </w:t>
      </w:r>
      <w:r w:rsidRPr="007E0EC8">
        <w:rPr>
          <w:rFonts w:ascii="Courier New" w:hAnsi="Courier New" w:cs="Courier New"/>
        </w:rPr>
        <w:t>foo</w:t>
      </w:r>
      <w:r>
        <w:t>.</w:t>
      </w:r>
    </w:p>
    <w:p w:rsidR="007E0EC8" w:rsidRDefault="007E0EC8" w:rsidP="009A6F08">
      <w:r>
        <w:t xml:space="preserve">A single </w:t>
      </w:r>
      <w:r w:rsidRPr="007E0EC8">
        <w:rPr>
          <w:rFonts w:ascii="Courier New" w:hAnsi="Courier New" w:cs="Courier New"/>
        </w:rPr>
        <w:t>Breakpoint</w:t>
      </w:r>
      <w:r>
        <w:t xml:space="preserve"> object can be inserted into multiple target processes</w:t>
      </w:r>
      <w:r w:rsidR="00840906">
        <w:t xml:space="preserve"> at the same time</w:t>
      </w:r>
      <w:r>
        <w:t>.</w:t>
      </w:r>
      <w:r w:rsidR="00840906">
        <w:t xml:space="preserve">  When a process does an operation that copies an address space, such as fork on UNIX, the child process will receive all </w:t>
      </w:r>
      <w:r w:rsidR="00840906" w:rsidRPr="00840906">
        <w:rPr>
          <w:rFonts w:ascii="Courier New" w:hAnsi="Courier New" w:cs="Courier New"/>
        </w:rPr>
        <w:t>Breakpoint</w:t>
      </w:r>
      <w:r w:rsidR="00840906">
        <w:t xml:space="preserve"> objects that were installed in the parent process.  </w:t>
      </w:r>
    </w:p>
    <w:p w:rsidR="00840906" w:rsidRDefault="00840906" w:rsidP="009A6F08">
      <w:r>
        <w:t xml:space="preserve">Multiple </w:t>
      </w:r>
      <w:r w:rsidRPr="00840906">
        <w:rPr>
          <w:rFonts w:ascii="Courier New" w:hAnsi="Courier New" w:cs="Courier New"/>
        </w:rPr>
        <w:t>Breakpoint</w:t>
      </w:r>
      <w:r>
        <w:t xml:space="preserve"> objects can be inserted into the same location with-in the same process.  When this location is executed in the target process a single callback will be delivered, and the </w:t>
      </w:r>
      <w:r w:rsidRPr="00840906">
        <w:rPr>
          <w:rFonts w:ascii="Courier New" w:hAnsi="Courier New" w:cs="Courier New"/>
        </w:rPr>
        <w:t>EventBreakpoint</w:t>
      </w:r>
      <w:r>
        <w:t xml:space="preserve"> object will contain a reference to each Breakpoint inserted at the location.   </w:t>
      </w:r>
      <w:r w:rsidR="006B11DF">
        <w:t>At most one control-transfer breakpoint can be inserted at any one point in a process.</w:t>
      </w:r>
    </w:p>
    <w:p w:rsidR="00C34E52" w:rsidRDefault="005E0CE2" w:rsidP="009A6F08">
      <w:r>
        <w:t xml:space="preserve">Due to the many-to-many nature of </w:t>
      </w:r>
      <w:r w:rsidRPr="005E0CE2">
        <w:rPr>
          <w:rFonts w:ascii="Courier New" w:hAnsi="Courier New" w:cs="Courier New"/>
        </w:rPr>
        <w:t>Breakpoints</w:t>
      </w:r>
      <w:r>
        <w:t xml:space="preserve"> and </w:t>
      </w:r>
      <w:r w:rsidRPr="005E0CE2">
        <w:rPr>
          <w:rFonts w:ascii="Courier New" w:hAnsi="Courier New" w:cs="Courier New"/>
        </w:rPr>
        <w:t>Processes</w:t>
      </w:r>
      <w:r>
        <w:t xml:space="preserve">, a single installation of a </w:t>
      </w:r>
      <w:r w:rsidRPr="005E0CE2">
        <w:rPr>
          <w:rFonts w:ascii="Courier New" w:hAnsi="Courier New" w:cs="Courier New"/>
        </w:rPr>
        <w:t>Breakpoint</w:t>
      </w:r>
      <w:r>
        <w:t xml:space="preserve"> can be identified by a </w:t>
      </w:r>
      <w:r w:rsidRPr="005E0CE2">
        <w:rPr>
          <w:rFonts w:ascii="Courier New" w:hAnsi="Courier New" w:cs="Courier New"/>
        </w:rPr>
        <w:t>Breakpoint</w:t>
      </w:r>
      <w:r>
        <w:t xml:space="preserve">, </w:t>
      </w:r>
      <w:r w:rsidRPr="005E0CE2">
        <w:rPr>
          <w:rFonts w:ascii="Courier New" w:hAnsi="Courier New" w:cs="Courier New"/>
        </w:rPr>
        <w:t>Process</w:t>
      </w:r>
      <w:r>
        <w:t xml:space="preserve">, </w:t>
      </w:r>
      <w:r w:rsidRPr="005E0CE2">
        <w:rPr>
          <w:rFonts w:ascii="Courier New" w:hAnsi="Courier New" w:cs="Courier New"/>
        </w:rPr>
        <w:t>Address</w:t>
      </w:r>
      <w:r>
        <w:t xml:space="preserve"> triple.  The functions for inserting and removing breakpoints (</w:t>
      </w:r>
      <w:r w:rsidRPr="005E0CE2">
        <w:rPr>
          <w:rFonts w:ascii="Courier New" w:hAnsi="Courier New" w:cs="Courier New"/>
        </w:rPr>
        <w:t>Process::addBreakpoint</w:t>
      </w:r>
      <w:r>
        <w:t xml:space="preserve"> and </w:t>
      </w:r>
      <w:r w:rsidRPr="005E0CE2">
        <w:rPr>
          <w:rFonts w:ascii="Courier New" w:hAnsi="Courier New" w:cs="Courier New"/>
        </w:rPr>
        <w:t>Process::rmBreakpoint</w:t>
      </w:r>
      <w:r>
        <w:t>) need all three pieces of information.</w:t>
      </w:r>
    </w:p>
    <w:p w:rsidR="00C34E52" w:rsidRDefault="00C34E52" w:rsidP="009A6F08">
      <w:r>
        <w:t xml:space="preserve">A </w:t>
      </w:r>
      <w:r w:rsidRPr="00C34E52">
        <w:rPr>
          <w:rFonts w:ascii="Courier New" w:hAnsi="Courier New" w:cs="Courier New"/>
        </w:rPr>
        <w:t>Breakpoint</w:t>
      </w:r>
      <w:r>
        <w:t xml:space="preserve"> can be a hardware breakpoint</w:t>
      </w:r>
      <w:r>
        <w:fldChar w:fldCharType="begin"/>
      </w:r>
      <w:r>
        <w:instrText xml:space="preserve"> XE "</w:instrText>
      </w:r>
      <w:r w:rsidRPr="00215D4C">
        <w:instrText>Breakpoint, Hardware</w:instrText>
      </w:r>
      <w:r>
        <w:instrText xml:space="preserve">" </w:instrText>
      </w:r>
      <w:r>
        <w:fldChar w:fldCharType="end"/>
      </w:r>
      <w:r>
        <w:t xml:space="preserve"> or a software breakpoint</w:t>
      </w:r>
      <w:r>
        <w:fldChar w:fldCharType="begin"/>
      </w:r>
      <w:r>
        <w:instrText xml:space="preserve"> XE "</w:instrText>
      </w:r>
      <w:r w:rsidRPr="00231BEA">
        <w:instrText>Breakpoint, Software</w:instrText>
      </w:r>
      <w:r>
        <w:instrText xml:space="preserve">" </w:instrText>
      </w:r>
      <w:r>
        <w:fldChar w:fldCharType="end"/>
      </w:r>
      <w:r>
        <w:t xml:space="preserve">.  A hardware breakpoint is typically implemented by setting special debug register in the process and can </w:t>
      </w:r>
      <w:r>
        <w:lastRenderedPageBreak/>
        <w:t>trigger on code execution, data reads or data write.  A software breakpoint is typically implemented by writing a special instruction into a code sequence and can only be triggered by code execution.  There are typically a limited number of hardware breakpoints available at the same time.</w:t>
      </w:r>
    </w:p>
    <w:p w:rsidR="00840906" w:rsidRDefault="00840906" w:rsidP="009A6F08">
      <w:pPr>
        <w:pStyle w:val="ClassHeading"/>
      </w:pPr>
      <w:r>
        <w:t>Breakpoint Types</w:t>
      </w:r>
    </w:p>
    <w:p w:rsidR="00840906" w:rsidRDefault="00840906" w:rsidP="00840906">
      <w:pPr>
        <w:pStyle w:val="Definition"/>
      </w:pPr>
      <w:r>
        <w:t>Breakpoint::ptr</w:t>
      </w:r>
    </w:p>
    <w:p w:rsidR="00840906" w:rsidRDefault="00840906" w:rsidP="00840906">
      <w:pPr>
        <w:pStyle w:val="Definition"/>
      </w:pPr>
      <w:r>
        <w:t>Breakpoint::const_ptr</w:t>
      </w:r>
    </w:p>
    <w:p w:rsidR="00840906" w:rsidRDefault="00840906" w:rsidP="009A6F08">
      <w:pPr>
        <w:pStyle w:val="APIBody"/>
      </w:pPr>
      <w:r>
        <w:t xml:space="preserve">The </w:t>
      </w:r>
      <w:r w:rsidRPr="00876D25">
        <w:rPr>
          <w:rFonts w:ascii="Courier New" w:hAnsi="Courier New" w:cs="Courier New"/>
        </w:rPr>
        <w:t>Breakpoint::ptr</w:t>
      </w:r>
      <w:r>
        <w:t xml:space="preserve"> and </w:t>
      </w:r>
      <w:r w:rsidRPr="00876D25">
        <w:rPr>
          <w:rFonts w:ascii="Courier New" w:hAnsi="Courier New" w:cs="Courier New"/>
        </w:rPr>
        <w:t>Breakpoint::const_ptr</w:t>
      </w:r>
      <w:r>
        <w:t xml:space="preserve"> types are respectively a pointer and a const pointer to a </w:t>
      </w:r>
      <w:r w:rsidRPr="00876D25">
        <w:rPr>
          <w:rFonts w:ascii="Courier New" w:hAnsi="Courier New" w:cs="Courier New"/>
        </w:rPr>
        <w:t>Breakpoint</w:t>
      </w:r>
      <w:r>
        <w:t xml:space="preserve"> object.  These pointers are shared pointers</w:t>
      </w:r>
      <w:r w:rsidR="005E0CE2">
        <w:t xml:space="preserve">, and the underlying </w:t>
      </w:r>
      <w:r w:rsidR="005E0CE2" w:rsidRPr="00081331">
        <w:rPr>
          <w:rFonts w:ascii="Courier New" w:hAnsi="Courier New" w:cs="Courier New"/>
        </w:rPr>
        <w:t>Breakpoint</w:t>
      </w:r>
      <w:r w:rsidR="005E0CE2">
        <w:t xml:space="preserve"> object will be automatically clean when there are no more references to it.  ProcControlAPI will automatically maintain at least one reference to any Breakpoint that is </w:t>
      </w:r>
      <w:r w:rsidR="007109F5">
        <w:t>installed in a target process.</w:t>
      </w:r>
    </w:p>
    <w:p w:rsidR="00C34E52" w:rsidRDefault="00C34E52" w:rsidP="009A6F08">
      <w:pPr>
        <w:pStyle w:val="ClassHeading"/>
      </w:pPr>
      <w:r>
        <w:t>Breakpoint Constant Values</w:t>
      </w:r>
    </w:p>
    <w:p w:rsidR="00C34E52" w:rsidRDefault="00C34E52" w:rsidP="009A6F08">
      <w:r>
        <w:t>static const int BP_X = 1</w:t>
      </w:r>
    </w:p>
    <w:p w:rsidR="00C34E52" w:rsidRDefault="00C34E52" w:rsidP="009A6F08">
      <w:r>
        <w:t>static const int BP_W = 2</w:t>
      </w:r>
    </w:p>
    <w:p w:rsidR="00C34E52" w:rsidRDefault="00C34E52" w:rsidP="009A6F08">
      <w:r>
        <w:t>static const int BP_R = 4</w:t>
      </w:r>
    </w:p>
    <w:p w:rsidR="00C34E52" w:rsidRDefault="00C34E52" w:rsidP="009A6F08">
      <w:pPr>
        <w:pStyle w:val="APIBody"/>
      </w:pPr>
      <w:r>
        <w:t>These constant values are used to set execute, write and read bits on hardware breakpoints.</w:t>
      </w:r>
    </w:p>
    <w:p w:rsidR="005E0CE2" w:rsidRDefault="005E0CE2" w:rsidP="009A6F08">
      <w:pPr>
        <w:pStyle w:val="ClassHeading"/>
      </w:pPr>
      <w:r>
        <w:t>Breakpoint Static Functions</w:t>
      </w:r>
    </w:p>
    <w:p w:rsidR="005E0CE2" w:rsidRDefault="005E0CE2" w:rsidP="005E0CE2">
      <w:pPr>
        <w:pStyle w:val="Definition"/>
      </w:pPr>
      <w:r>
        <w:t>Breakpoint::ptr newBreakpoint</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newBreakpoint,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p>
    <w:p w:rsidR="005E0CE2" w:rsidRDefault="005E0CE2" w:rsidP="009A6F08">
      <w:pPr>
        <w:pStyle w:val="APIBody"/>
        <w:rPr>
          <w:rFonts w:cs="Courier New"/>
        </w:rPr>
      </w:pPr>
      <w:r>
        <w:t>This function creates a new</w:t>
      </w:r>
      <w:r w:rsidR="00C34E52">
        <w:t xml:space="preserve"> software</w:t>
      </w:r>
      <w:r>
        <w:t xml:space="preserve"> </w:t>
      </w:r>
      <w:r w:rsidRPr="005E0CE2">
        <w:rPr>
          <w:rFonts w:ascii="Courier New" w:hAnsi="Courier New" w:cs="Courier New"/>
        </w:rPr>
        <w:t>Breakpoint</w:t>
      </w:r>
      <w:r>
        <w:t xml:space="preserve"> object and returns it.  The </w:t>
      </w:r>
      <w:r w:rsidRPr="005E0CE2">
        <w:rPr>
          <w:rFonts w:ascii="Courier New" w:hAnsi="Courier New" w:cs="Courier New"/>
        </w:rPr>
        <w:t>Breakpoint</w:t>
      </w:r>
      <w:r>
        <w:t xml:space="preserve"> is not inserted into a </w:t>
      </w:r>
      <w:r w:rsidRPr="005E0CE2">
        <w:rPr>
          <w:rFonts w:ascii="Courier New" w:hAnsi="Courier New" w:cs="Courier New"/>
        </w:rPr>
        <w:t>Process</w:t>
      </w:r>
      <w:r>
        <w:t xml:space="preserve"> until it </w:t>
      </w:r>
      <w:r w:rsidR="007109F5">
        <w:t>is passed to</w:t>
      </w:r>
      <w:r>
        <w:t xml:space="preserve"> </w:t>
      </w:r>
      <w:r w:rsidRPr="005E0CE2">
        <w:rPr>
          <w:rFonts w:ascii="Courier New" w:hAnsi="Courier New" w:cs="Courier New"/>
        </w:rPr>
        <w:t>Process::addBreakpoint</w:t>
      </w:r>
      <w:r>
        <w:rPr>
          <w:rFonts w:ascii="Courier New" w:hAnsi="Courier New" w:cs="Courier New"/>
        </w:rPr>
        <w:t>()</w:t>
      </w:r>
      <w:r w:rsidRPr="005E0CE2">
        <w:rPr>
          <w:rFonts w:cs="Courier New"/>
        </w:rPr>
        <w:t>.</w:t>
      </w:r>
    </w:p>
    <w:p w:rsidR="006B11DF" w:rsidRDefault="006B11DF" w:rsidP="006B11DF">
      <w:pPr>
        <w:pStyle w:val="Definition"/>
      </w:pPr>
      <w:r>
        <w:t>Breakpoint::ptr newTransferBreakpoint</w:t>
      </w:r>
      <w:r w:rsidR="000F4AA4" w:rsidRPr="00081331">
        <w:rPr>
          <w:rFonts w:asciiTheme="minorHAnsi" w:hAnsiTheme="minorHAnsi"/>
        </w:rPr>
        <w:fldChar w:fldCharType="begin"/>
      </w:r>
      <w:r w:rsidR="00A961FE" w:rsidRPr="00081331">
        <w:rPr>
          <w:rFonts w:asciiTheme="minorHAnsi" w:hAnsiTheme="minorHAnsi"/>
        </w:rPr>
        <w:instrText xml:space="preserve"> XE "newTransferBreakpoint</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(Dyninst::Address ctrl_to)</w:t>
      </w:r>
    </w:p>
    <w:p w:rsidR="006B11DF" w:rsidRDefault="006B11DF" w:rsidP="009A6F08">
      <w:pPr>
        <w:pStyle w:val="APIBody"/>
      </w:pPr>
      <w:r>
        <w:t xml:space="preserve">This function creates a new control transfer </w:t>
      </w:r>
      <w:r w:rsidR="00C34E52">
        <w:t xml:space="preserve">software </w:t>
      </w:r>
      <w:r>
        <w:t xml:space="preserve">breakpoint.  Upon resumption after executing this Breakpoint, control will resume at the address specified by the </w:t>
      </w:r>
      <w:r w:rsidRPr="006B11DF">
        <w:rPr>
          <w:rFonts w:ascii="Courier New" w:hAnsi="Courier New" w:cs="Courier New"/>
        </w:rPr>
        <w:t>ctrl_to</w:t>
      </w:r>
      <w:r>
        <w:t xml:space="preserve"> parameter.</w:t>
      </w:r>
    </w:p>
    <w:p w:rsidR="00C34E52" w:rsidRPr="00AA7123" w:rsidRDefault="00C34E52" w:rsidP="00AA7123">
      <w:pPr>
        <w:pStyle w:val="Definition"/>
        <w:jc w:val="left"/>
      </w:pPr>
      <w:r w:rsidRPr="00AA7123">
        <w:t>Breakpoint::ptr newHardwareBreakpoint</w:t>
      </w:r>
      <w:r w:rsidR="00AA7123" w:rsidRPr="00AA7123">
        <w:rPr>
          <w:rFonts w:asciiTheme="minorHAnsi" w:hAnsiTheme="minorHAnsi" w:cstheme="minorHAnsi"/>
        </w:rPr>
        <w:fldChar w:fldCharType="begin"/>
      </w:r>
      <w:r w:rsidR="00AA7123" w:rsidRPr="00AA7123">
        <w:rPr>
          <w:rFonts w:asciiTheme="minorHAnsi" w:hAnsiTheme="minorHAnsi" w:cstheme="minorHAnsi"/>
        </w:rPr>
        <w:instrText xml:space="preserve"> XE "newHardwareBreakpoint, Breakpoint" </w:instrText>
      </w:r>
      <w:r w:rsidR="00AA7123" w:rsidRPr="00AA7123">
        <w:rPr>
          <w:rFonts w:asciiTheme="minorHAnsi" w:hAnsiTheme="minorHAnsi" w:cstheme="minorHAnsi"/>
        </w:rPr>
        <w:fldChar w:fldCharType="end"/>
      </w:r>
      <w:r w:rsidRPr="00AA7123">
        <w:t>(unsigned int mode</w:t>
      </w:r>
      <w:r w:rsidR="00AA7123" w:rsidRPr="00AA7123">
        <w:t xml:space="preserve">, </w:t>
      </w:r>
      <w:r w:rsidR="00AA7123">
        <w:tab/>
      </w:r>
      <w:r w:rsidR="00AA7123" w:rsidRPr="00AA7123">
        <w:t>unsigned int size</w:t>
      </w:r>
      <w:r w:rsidRPr="00AA7123">
        <w:t>)</w:t>
      </w:r>
    </w:p>
    <w:p w:rsidR="00AA7123" w:rsidRDefault="00AA7123" w:rsidP="009A6F08">
      <w:pPr>
        <w:pStyle w:val="APIBody"/>
      </w:pPr>
      <w:r>
        <w:t xml:space="preserve">This function creates a new hardware breakpoint.  The </w:t>
      </w:r>
      <w:r w:rsidRPr="00AA7123">
        <w:rPr>
          <w:rFonts w:ascii="Courier New" w:hAnsi="Courier New" w:cs="Courier New"/>
        </w:rPr>
        <w:t>mode</w:t>
      </w:r>
      <w:r>
        <w:t xml:space="preserve"> parameter is a bitfield that contain</w:t>
      </w:r>
      <w:r w:rsidR="00851D54">
        <w:t>s</w:t>
      </w:r>
      <w:r>
        <w:t xml:space="preserve"> an OR combination the values </w:t>
      </w:r>
      <w:r w:rsidRPr="00AA7123">
        <w:rPr>
          <w:rFonts w:ascii="Courier New" w:hAnsi="Courier New" w:cs="Courier New"/>
        </w:rPr>
        <w:t>BP_X</w:t>
      </w:r>
      <w:r>
        <w:t xml:space="preserve">, </w:t>
      </w:r>
      <w:r w:rsidRPr="00AA7123">
        <w:rPr>
          <w:rFonts w:ascii="Courier New" w:hAnsi="Courier New" w:cs="Courier New"/>
        </w:rPr>
        <w:t>BP_W</w:t>
      </w:r>
      <w:r>
        <w:t xml:space="preserve"> and </w:t>
      </w:r>
      <w:r w:rsidRPr="00AA7123">
        <w:rPr>
          <w:rFonts w:ascii="Courier New" w:hAnsi="Courier New" w:cs="Courier New"/>
        </w:rPr>
        <w:t>BP_R</w:t>
      </w:r>
      <w:r>
        <w:t xml:space="preserve">.  These control whether the breakpoint will trigger when its </w:t>
      </w:r>
      <w:r w:rsidRPr="00913764">
        <w:rPr>
          <w:rFonts w:cstheme="minorHAnsi"/>
        </w:rPr>
        <w:t xml:space="preserve">target address </w:t>
      </w:r>
      <w:r>
        <w:t>is executed, written or read.</w:t>
      </w:r>
    </w:p>
    <w:p w:rsidR="00851D54" w:rsidRDefault="00AA7123" w:rsidP="009A6F08">
      <w:pPr>
        <w:pStyle w:val="APIBody"/>
      </w:pPr>
      <w:r>
        <w:t xml:space="preserve">The </w:t>
      </w:r>
      <w:r w:rsidRPr="00AA7123">
        <w:rPr>
          <w:rFonts w:ascii="Courier New" w:hAnsi="Courier New" w:cs="Courier New"/>
        </w:rPr>
        <w:t>size</w:t>
      </w:r>
      <w:r>
        <w:t xml:space="preserve"> parameter specifies a range of memory </w:t>
      </w:r>
      <w:r w:rsidR="00851D54">
        <w:t>that this breakpoint monitors.</w:t>
      </w:r>
      <w:r>
        <w:t xml:space="preserve">  If memory is accessed between the </w:t>
      </w:r>
      <w:r w:rsidRPr="00913764">
        <w:rPr>
          <w:rFonts w:cstheme="minorHAnsi"/>
        </w:rPr>
        <w:t xml:space="preserve">target address and target address + </w:t>
      </w:r>
      <w:r w:rsidRPr="00AA7123">
        <w:rPr>
          <w:rFonts w:ascii="Courier New" w:hAnsi="Courier New" w:cs="Courier New"/>
        </w:rPr>
        <w:t>size</w:t>
      </w:r>
      <w:r>
        <w:t>, then the breakpoint will trigger.</w:t>
      </w:r>
    </w:p>
    <w:p w:rsidR="005E0CE2" w:rsidRDefault="005E0CE2" w:rsidP="009A6F08">
      <w:pPr>
        <w:pStyle w:val="ClassHeading"/>
      </w:pPr>
      <w:r>
        <w:t>Breakpoint Member Functions</w:t>
      </w:r>
    </w:p>
    <w:p w:rsidR="005E0CE2" w:rsidRDefault="006B11DF" w:rsidP="006B11DF">
      <w:pPr>
        <w:pStyle w:val="Definition"/>
      </w:pPr>
      <w:r>
        <w:t>bool isCtrlTransfer</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isCtrlTransfer,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6B11DF" w:rsidRDefault="006B11DF" w:rsidP="009A6F08">
      <w:pPr>
        <w:pStyle w:val="APIBody"/>
      </w:pPr>
      <w:r>
        <w:t xml:space="preserve">This function returns </w:t>
      </w:r>
      <w:r w:rsidRPr="006B11DF">
        <w:rPr>
          <w:rFonts w:ascii="Courier New" w:hAnsi="Courier New" w:cs="Courier New"/>
        </w:rPr>
        <w:t>true</w:t>
      </w:r>
      <w:r>
        <w:t xml:space="preserve"> if the </w:t>
      </w:r>
      <w:r w:rsidRPr="006B11DF">
        <w:rPr>
          <w:rFonts w:ascii="Courier New" w:hAnsi="Courier New" w:cs="Courier New"/>
        </w:rPr>
        <w:t>Breakpoint</w:t>
      </w:r>
      <w:r>
        <w:t xml:space="preserve"> is a control transfer breakpoint, and </w:t>
      </w:r>
      <w:r w:rsidRPr="006B11DF">
        <w:rPr>
          <w:rFonts w:ascii="Courier New" w:hAnsi="Courier New" w:cs="Courier New"/>
        </w:rPr>
        <w:t>false</w:t>
      </w:r>
      <w:r>
        <w:t xml:space="preserve"> if it is a regular </w:t>
      </w:r>
      <w:r w:rsidRPr="006B11DF">
        <w:rPr>
          <w:rFonts w:ascii="Courier New" w:hAnsi="Courier New" w:cs="Courier New"/>
        </w:rPr>
        <w:t>Breakpoint</w:t>
      </w:r>
      <w:r>
        <w:t xml:space="preserve">.  </w:t>
      </w:r>
    </w:p>
    <w:p w:rsidR="006B11DF" w:rsidRDefault="006B11DF" w:rsidP="006B11DF">
      <w:pPr>
        <w:pStyle w:val="Definition"/>
      </w:pPr>
      <w:r>
        <w:lastRenderedPageBreak/>
        <w:t>Dyninst::Address getToAddress</w:t>
      </w:r>
      <w:r w:rsidRPr="00081331">
        <w:t>()</w:t>
      </w:r>
      <w:r w:rsidR="000F4AA4" w:rsidRPr="00081331">
        <w:rPr>
          <w:rFonts w:asciiTheme="minorHAnsi" w:hAnsiTheme="minorHAnsi"/>
        </w:rPr>
        <w:fldChar w:fldCharType="begin"/>
      </w:r>
      <w:r w:rsidR="00A961FE" w:rsidRPr="00081331">
        <w:rPr>
          <w:rFonts w:asciiTheme="minorHAnsi" w:hAnsiTheme="minorHAnsi"/>
        </w:rPr>
        <w:instrText xml:space="preserve"> XE "</w:instrText>
      </w:r>
      <w:r w:rsidR="00081331" w:rsidRPr="00081331">
        <w:rPr>
          <w:rFonts w:asciiTheme="minorHAnsi" w:hAnsiTheme="minorHAnsi"/>
        </w:rPr>
        <w:instrText>getToAddress,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xml:space="preserve"> const</w:t>
      </w:r>
    </w:p>
    <w:p w:rsidR="006B11DF" w:rsidRDefault="006B11DF" w:rsidP="009A6F08">
      <w:pPr>
        <w:pStyle w:val="APIBody"/>
      </w:pPr>
      <w:r>
        <w:t xml:space="preserve">If this </w:t>
      </w:r>
      <w:r w:rsidRPr="006B11DF">
        <w:rPr>
          <w:rFonts w:ascii="Courier New" w:hAnsi="Courier New" w:cs="Courier New"/>
        </w:rPr>
        <w:t>Breakpoint</w:t>
      </w:r>
      <w:r>
        <w:t xml:space="preserve"> is a control transfer breakpoint, then this function returns the address to which it transfers control.  If this </w:t>
      </w:r>
      <w:r w:rsidRPr="006B11DF">
        <w:rPr>
          <w:rFonts w:ascii="Courier New" w:hAnsi="Courier New" w:cs="Courier New"/>
        </w:rPr>
        <w:t>Breakpoint</w:t>
      </w:r>
      <w:r>
        <w:t xml:space="preserve"> is not a control transfer breakpoint, then this function returns 0.</w:t>
      </w:r>
    </w:p>
    <w:p w:rsidR="006B11DF" w:rsidRDefault="006B11DF" w:rsidP="006B11DF">
      <w:pPr>
        <w:pStyle w:val="Definition"/>
      </w:pPr>
      <w:r>
        <w:t>void setData</w:t>
      </w:r>
      <w:r w:rsidR="000F4AA4" w:rsidRPr="00081331">
        <w:rPr>
          <w:rFonts w:asciiTheme="minorHAnsi" w:hAnsiTheme="minorHAnsi"/>
        </w:rPr>
        <w:fldChar w:fldCharType="begin"/>
      </w:r>
      <w:r w:rsidR="00A961FE" w:rsidRPr="00081331">
        <w:rPr>
          <w:rFonts w:asciiTheme="minorHAnsi" w:hAnsiTheme="minorHAnsi"/>
        </w:rPr>
        <w:instrText xml:space="preserve"> XE "setData</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(void *data) const</w:t>
      </w:r>
    </w:p>
    <w:p w:rsidR="006B11DF" w:rsidRDefault="006B11DF" w:rsidP="009A6F08">
      <w:pPr>
        <w:pStyle w:val="APIBody"/>
      </w:pPr>
      <w:r>
        <w:t xml:space="preserve">This function sets the value of an opaque handle that is associated with each </w:t>
      </w:r>
      <w:r w:rsidRPr="00A961FE">
        <w:rPr>
          <w:rFonts w:ascii="Courier New" w:hAnsi="Courier New" w:cs="Courier New"/>
        </w:rPr>
        <w:t>Breakpoint</w:t>
      </w:r>
      <w:r>
        <w:t xml:space="preserve">.  The opaque handle can be any value, and </w:t>
      </w:r>
      <w:r w:rsidR="00A961FE">
        <w:t xml:space="preserve">it </w:t>
      </w:r>
      <w:r>
        <w:t xml:space="preserve">can be retrieved with the </w:t>
      </w:r>
      <w:r w:rsidRPr="00A961FE">
        <w:rPr>
          <w:rFonts w:ascii="Courier New" w:hAnsi="Courier New" w:cs="Courier New"/>
        </w:rPr>
        <w:t>getData</w:t>
      </w:r>
      <w:r>
        <w:t xml:space="preserve"> function. </w:t>
      </w:r>
    </w:p>
    <w:p w:rsidR="006B11DF" w:rsidRDefault="006B11DF" w:rsidP="006B11DF">
      <w:pPr>
        <w:pStyle w:val="Definition"/>
      </w:pPr>
      <w:r>
        <w:t>void *getData</w:t>
      </w:r>
      <w:r w:rsidR="000F4AA4" w:rsidRPr="00081331">
        <w:rPr>
          <w:rFonts w:asciiTheme="minorHAnsi" w:hAnsiTheme="minorHAnsi"/>
        </w:rPr>
        <w:fldChar w:fldCharType="begin"/>
      </w:r>
      <w:r w:rsidR="00A961FE" w:rsidRPr="00081331">
        <w:rPr>
          <w:rFonts w:asciiTheme="minorHAnsi" w:hAnsiTheme="minorHAnsi"/>
        </w:rPr>
        <w:instrText xml:space="preserve"> XE "getData</w:instrText>
      </w:r>
      <w:r w:rsidR="00081331" w:rsidRPr="00081331">
        <w:rPr>
          <w:rFonts w:asciiTheme="minorHAnsi" w:hAnsiTheme="minorHAnsi"/>
        </w:rPr>
        <w:instrText>, Breakpoint</w:instrText>
      </w:r>
      <w:r w:rsidR="00A961FE" w:rsidRPr="00081331">
        <w:rPr>
          <w:rFonts w:asciiTheme="minorHAnsi" w:hAnsiTheme="minorHAnsi"/>
        </w:rPr>
        <w:instrText xml:space="preserve">" </w:instrText>
      </w:r>
      <w:r w:rsidR="000F4AA4" w:rsidRPr="00081331">
        <w:rPr>
          <w:rFonts w:asciiTheme="minorHAnsi" w:hAnsiTheme="minorHAnsi"/>
        </w:rPr>
        <w:fldChar w:fldCharType="end"/>
      </w:r>
      <w:r>
        <w:t>() const</w:t>
      </w:r>
    </w:p>
    <w:p w:rsidR="006B11DF" w:rsidRDefault="006B11DF" w:rsidP="009A6F08">
      <w:pPr>
        <w:pStyle w:val="APIBody"/>
      </w:pPr>
      <w:r>
        <w:t xml:space="preserve">This function returns the value of the opaque handled that is associated </w:t>
      </w:r>
      <w:r w:rsidR="00A961FE">
        <w:t xml:space="preserve">with this </w:t>
      </w:r>
      <w:r w:rsidR="00A961FE" w:rsidRPr="00A961FE">
        <w:rPr>
          <w:rFonts w:ascii="Courier New" w:hAnsi="Courier New" w:cs="Courier New"/>
        </w:rPr>
        <w:t>Breakpoint</w:t>
      </w:r>
      <w:r w:rsidR="00A961FE">
        <w:t xml:space="preserve">.  </w:t>
      </w:r>
    </w:p>
    <w:p w:rsidR="00AA7123" w:rsidRDefault="00AA7123" w:rsidP="00AA7123">
      <w:pPr>
        <w:pStyle w:val="Definition"/>
      </w:pPr>
      <w:r>
        <w:t>void setSuppressCallbacks</w:t>
      </w:r>
      <w:r w:rsidRPr="00AA7123">
        <w:rPr>
          <w:rFonts w:asciiTheme="minorHAnsi" w:hAnsiTheme="minorHAnsi" w:cstheme="minorHAnsi"/>
        </w:rPr>
        <w:fldChar w:fldCharType="begin"/>
      </w:r>
      <w:r w:rsidRPr="00AA7123">
        <w:rPr>
          <w:rFonts w:asciiTheme="minorHAnsi" w:hAnsiTheme="minorHAnsi" w:cstheme="minorHAnsi"/>
        </w:rPr>
        <w:instrText xml:space="preserve"> XE "setSuppressCallbacks, Breakpoint" </w:instrText>
      </w:r>
      <w:r w:rsidRPr="00AA7123">
        <w:rPr>
          <w:rFonts w:asciiTheme="minorHAnsi" w:hAnsiTheme="minorHAnsi" w:cstheme="minorHAnsi"/>
        </w:rPr>
        <w:fldChar w:fldCharType="end"/>
      </w:r>
      <w:r>
        <w:t>(bool val)</w:t>
      </w:r>
    </w:p>
    <w:p w:rsidR="00AA7123" w:rsidRDefault="00AA7123" w:rsidP="009A6F08">
      <w:pPr>
        <w:pStyle w:val="APIBody"/>
      </w:pPr>
      <w:r>
        <w:t xml:space="preserve">This function can be used to suppress callbacks stemming from a specific breakpoint when called with </w:t>
      </w:r>
      <w:r w:rsidRPr="00AA7123">
        <w:rPr>
          <w:rFonts w:ascii="Courier New" w:hAnsi="Courier New" w:cs="Courier New"/>
        </w:rPr>
        <w:t>val</w:t>
      </w:r>
      <w:r>
        <w:t xml:space="preserve"> set to </w:t>
      </w:r>
      <w:r w:rsidRPr="00AA7123">
        <w:rPr>
          <w:rFonts w:ascii="Courier New" w:hAnsi="Courier New" w:cs="Courier New"/>
        </w:rPr>
        <w:t>true</w:t>
      </w:r>
      <w:r>
        <w:t xml:space="preserve"> value.  All other effects from this breakpoint will still occur, but it will not generate a callback.  By default callbacks occur from every breakpoint.</w:t>
      </w:r>
    </w:p>
    <w:p w:rsidR="00AA7123" w:rsidRDefault="00AA7123" w:rsidP="00AA7123">
      <w:pPr>
        <w:pStyle w:val="Definition"/>
      </w:pPr>
      <w:r>
        <w:t>bool suppressCallbacks</w:t>
      </w:r>
      <w:r w:rsidRPr="00AA7123">
        <w:rPr>
          <w:rFonts w:asciiTheme="minorHAnsi" w:hAnsiTheme="minorHAnsi" w:cstheme="minorHAnsi"/>
        </w:rPr>
        <w:fldChar w:fldCharType="begin"/>
      </w:r>
      <w:r w:rsidRPr="00AA7123">
        <w:rPr>
          <w:rFonts w:asciiTheme="minorHAnsi" w:hAnsiTheme="minorHAnsi" w:cstheme="minorHAnsi"/>
        </w:rPr>
        <w:instrText xml:space="preserve"> XE "suppressCallbacks, Breakpoint" </w:instrText>
      </w:r>
      <w:r w:rsidRPr="00AA7123">
        <w:rPr>
          <w:rFonts w:asciiTheme="minorHAnsi" w:hAnsiTheme="minorHAnsi" w:cstheme="minorHAnsi"/>
        </w:rPr>
        <w:fldChar w:fldCharType="end"/>
      </w:r>
      <w:r>
        <w:t>() const</w:t>
      </w:r>
    </w:p>
    <w:p w:rsidR="00AA7123" w:rsidRPr="006B11DF" w:rsidRDefault="00AA7123" w:rsidP="009A6F08">
      <w:pPr>
        <w:pStyle w:val="APIBody"/>
      </w:pPr>
      <w:r>
        <w:t xml:space="preserve">This function returns </w:t>
      </w:r>
      <w:r w:rsidRPr="00AA7123">
        <w:rPr>
          <w:rFonts w:ascii="Courier New" w:hAnsi="Courier New" w:cs="Courier New"/>
        </w:rPr>
        <w:t>true</w:t>
      </w:r>
      <w:r>
        <w:t xml:space="preserve"> if callbacks have been suppressed for this breakpoint from </w:t>
      </w:r>
      <w:r w:rsidRPr="00AA7123">
        <w:rPr>
          <w:rFonts w:ascii="Courier New" w:hAnsi="Courier New" w:cs="Courier New"/>
        </w:rPr>
        <w:t>Breakpoint::setSuppressCallbacks</w:t>
      </w:r>
      <w:r>
        <w:t xml:space="preserve"> and false otherwise.</w:t>
      </w:r>
    </w:p>
    <w:p w:rsidR="00430AF7" w:rsidRDefault="00430AF7" w:rsidP="009A6F08">
      <w:pPr>
        <w:pStyle w:val="Heading2"/>
      </w:pPr>
      <w:bookmarkStart w:id="64" w:name="_Toc273362648"/>
      <w:bookmarkStart w:id="65" w:name="_Ref274049447"/>
      <w:bookmarkStart w:id="66" w:name="_Toc274055825"/>
      <w:bookmarkStart w:id="67" w:name="_Ref274129258"/>
      <w:bookmarkStart w:id="68" w:name="_Toc350168841"/>
      <w:r>
        <w:t>IRPC</w:t>
      </w:r>
      <w:bookmarkEnd w:id="64"/>
      <w:bookmarkEnd w:id="65"/>
      <w:bookmarkEnd w:id="66"/>
      <w:bookmarkEnd w:id="67"/>
      <w:bookmarkEnd w:id="68"/>
      <w:r w:rsidR="000F4AA4">
        <w:fldChar w:fldCharType="begin"/>
      </w:r>
      <w:r w:rsidR="00081331">
        <w:instrText xml:space="preserve"> XE "</w:instrText>
      </w:r>
      <w:r w:rsidR="00081331" w:rsidRPr="00C970F9">
        <w:instrText>IRPC</w:instrText>
      </w:r>
      <w:r w:rsidR="00081331">
        <w:instrText xml:space="preserve">" </w:instrText>
      </w:r>
      <w:r w:rsidR="000F4AA4">
        <w:fldChar w:fldCharType="end"/>
      </w:r>
    </w:p>
    <w:p w:rsidR="006222A3" w:rsidRDefault="006222A3" w:rsidP="009A6F08">
      <w:r w:rsidRPr="006222A3">
        <w:rPr>
          <w:rFonts w:ascii="Courier New" w:hAnsi="Courier New" w:cs="Courier New"/>
        </w:rPr>
        <w:t>IRPC</w:t>
      </w:r>
      <w:r>
        <w:t xml:space="preserve"> is a class representing an Inferior Remote Procedure Call that can be run in a target process.  See Section </w:t>
      </w:r>
      <w:r w:rsidR="000F4AA4">
        <w:fldChar w:fldCharType="begin"/>
      </w:r>
      <w:r w:rsidR="00876D25">
        <w:instrText xml:space="preserve"> REF _Ref274049439 \r \h </w:instrText>
      </w:r>
      <w:r w:rsidR="000F4AA4">
        <w:fldChar w:fldCharType="separate"/>
      </w:r>
      <w:r w:rsidR="00C42453">
        <w:t>2.3</w:t>
      </w:r>
      <w:r w:rsidR="000F4AA4">
        <w:fldChar w:fldCharType="end"/>
      </w:r>
      <w:r w:rsidR="00876D25">
        <w:t xml:space="preserve"> </w:t>
      </w:r>
      <w:r>
        <w:t xml:space="preserve">for a high level discussion of iRPCs.  Also see </w:t>
      </w:r>
      <w:r w:rsidRPr="006222A3">
        <w:rPr>
          <w:rFonts w:ascii="Courier New" w:hAnsi="Courier New" w:cs="Courier New"/>
        </w:rPr>
        <w:t>Process::postIRPC</w:t>
      </w:r>
      <w:r>
        <w:t xml:space="preserve"> and </w:t>
      </w:r>
      <w:r w:rsidRPr="006222A3">
        <w:rPr>
          <w:rFonts w:ascii="Courier New" w:hAnsi="Courier New" w:cs="Courier New"/>
        </w:rPr>
        <w:t>Thread::postIRPC</w:t>
      </w:r>
      <w:r>
        <w:t xml:space="preserve"> for information about posting an </w:t>
      </w:r>
      <w:r w:rsidRPr="006222A3">
        <w:rPr>
          <w:rFonts w:ascii="Courier New" w:hAnsi="Courier New" w:cs="Courier New"/>
        </w:rPr>
        <w:t>IRPC</w:t>
      </w:r>
      <w:r>
        <w:t>.</w:t>
      </w:r>
    </w:p>
    <w:p w:rsidR="006222A3" w:rsidRDefault="006222A3" w:rsidP="009A6F08">
      <w:pPr>
        <w:pStyle w:val="ClassHeading"/>
      </w:pPr>
      <w:r>
        <w:t xml:space="preserve">IRPC </w:t>
      </w:r>
      <w:r w:rsidR="00FC52AC">
        <w:t>Declared In</w:t>
      </w:r>
      <w:r>
        <w:t xml:space="preserve">: </w:t>
      </w:r>
    </w:p>
    <w:p w:rsidR="006222A3" w:rsidRPr="00A14A88" w:rsidRDefault="00A367E2" w:rsidP="006222A3">
      <w:pPr>
        <w:pStyle w:val="Definition"/>
      </w:pPr>
      <w:r>
        <w:t>PCProcess.h</w:t>
      </w:r>
    </w:p>
    <w:p w:rsidR="006222A3" w:rsidRDefault="006222A3" w:rsidP="009A6F08">
      <w:pPr>
        <w:pStyle w:val="ClassHeading"/>
      </w:pPr>
      <w:r>
        <w:t>IRPC Types:</w:t>
      </w:r>
    </w:p>
    <w:p w:rsidR="006222A3" w:rsidRPr="00A14A88" w:rsidRDefault="006222A3" w:rsidP="006222A3">
      <w:pPr>
        <w:pStyle w:val="Definition"/>
      </w:pPr>
      <w:r>
        <w:t>IRPC</w:t>
      </w:r>
      <w:r w:rsidRPr="00A14A88">
        <w:t>::ptr</w:t>
      </w:r>
    </w:p>
    <w:p w:rsidR="006222A3" w:rsidRPr="00A14A88" w:rsidRDefault="006222A3" w:rsidP="006222A3">
      <w:pPr>
        <w:pStyle w:val="Definition"/>
      </w:pPr>
      <w:r>
        <w:t>IRPC</w:t>
      </w:r>
      <w:r w:rsidRPr="00A14A88">
        <w:t>::const_ptr</w:t>
      </w:r>
    </w:p>
    <w:p w:rsidR="006222A3" w:rsidRDefault="006222A3" w:rsidP="009A6F08">
      <w:pPr>
        <w:pStyle w:val="APIBody"/>
      </w:pPr>
      <w:r>
        <w:t xml:space="preserve">The </w:t>
      </w:r>
      <w:r>
        <w:rPr>
          <w:rFonts w:ascii="Courier New" w:hAnsi="Courier New" w:cs="Courier New"/>
        </w:rPr>
        <w:t>IRPC</w:t>
      </w:r>
      <w:r w:rsidRPr="00A14A88">
        <w:rPr>
          <w:rFonts w:ascii="Courier New" w:hAnsi="Courier New" w:cs="Courier New"/>
        </w:rPr>
        <w:t>::ptr</w:t>
      </w:r>
      <w:r>
        <w:t xml:space="preserve"> and </w:t>
      </w:r>
      <w:r>
        <w:rPr>
          <w:rFonts w:ascii="Courier New" w:hAnsi="Courier New" w:cs="Courier New"/>
        </w:rPr>
        <w:t>IRPC</w:t>
      </w:r>
      <w:r w:rsidRPr="00A14A88">
        <w:rPr>
          <w:rFonts w:ascii="Courier New" w:hAnsi="Courier New" w:cs="Courier New"/>
        </w:rPr>
        <w:t>::const_ptr</w:t>
      </w:r>
      <w:r>
        <w:t xml:space="preserve"> respectively represent a pointer and a const pointer to an </w:t>
      </w:r>
      <w:r>
        <w:rPr>
          <w:rFonts w:ascii="Courier New" w:hAnsi="Courier New" w:cs="Courier New"/>
        </w:rPr>
        <w:t>IRPC</w:t>
      </w:r>
      <w:r>
        <w:t xml:space="preserve"> object.  Both pointer types are reference counted and will cause the underlying </w:t>
      </w:r>
      <w:r>
        <w:rPr>
          <w:rFonts w:ascii="Courier New" w:hAnsi="Courier New" w:cs="Courier New"/>
        </w:rPr>
        <w:t>IRPC</w:t>
      </w:r>
      <w:r>
        <w:t xml:space="preserve"> object </w:t>
      </w:r>
      <w:r w:rsidR="007109F5">
        <w:t>to</w:t>
      </w:r>
      <w:r>
        <w:t xml:space="preserve"> be cleaned when there are no more references.  ProcControlAPI will maintain internal references to any </w:t>
      </w:r>
      <w:r>
        <w:rPr>
          <w:rFonts w:ascii="Courier New" w:hAnsi="Courier New" w:cs="Courier New"/>
        </w:rPr>
        <w:t>IRPC</w:t>
      </w:r>
      <w:r>
        <w:t xml:space="preserve"> currently posted or executing.</w:t>
      </w:r>
    </w:p>
    <w:p w:rsidR="00081331" w:rsidRDefault="00081331" w:rsidP="009A6F08">
      <w:pPr>
        <w:pStyle w:val="ClassHeading"/>
      </w:pPr>
      <w:r>
        <w:lastRenderedPageBreak/>
        <w:t>IRPC Static Member Functions:</w:t>
      </w:r>
    </w:p>
    <w:p w:rsidR="00081331" w:rsidRDefault="00081331" w:rsidP="00081331">
      <w:pPr>
        <w:pStyle w:val="Definition"/>
      </w:pPr>
      <w:r>
        <w:t>IRPC::ptr createIRPC</w:t>
      </w:r>
      <w:r w:rsidR="000F4AA4" w:rsidRPr="00081331">
        <w:rPr>
          <w:rFonts w:asciiTheme="minorHAnsi" w:hAnsiTheme="minorHAnsi"/>
        </w:rPr>
        <w:fldChar w:fldCharType="begin"/>
      </w:r>
      <w:r w:rsidRPr="00081331">
        <w:rPr>
          <w:rFonts w:asciiTheme="minorHAnsi" w:hAnsiTheme="minorHAnsi"/>
        </w:rPr>
        <w:instrText xml:space="preserve"> XE "createIRPC, IRPC" </w:instrText>
      </w:r>
      <w:r w:rsidR="000F4AA4" w:rsidRPr="00081331">
        <w:rPr>
          <w:rFonts w:asciiTheme="minorHAnsi" w:hAnsiTheme="minorHAnsi"/>
        </w:rPr>
        <w:fldChar w:fldCharType="end"/>
      </w:r>
      <w:r>
        <w:t>(</w:t>
      </w:r>
    </w:p>
    <w:p w:rsidR="00081331" w:rsidRDefault="00081331" w:rsidP="00081331">
      <w:pPr>
        <w:pStyle w:val="Definition"/>
        <w:ind w:firstLine="720"/>
      </w:pPr>
      <w:r>
        <w:t>void *binary_blob,</w:t>
      </w:r>
    </w:p>
    <w:p w:rsidR="00081331" w:rsidRDefault="00081331" w:rsidP="00081331">
      <w:pPr>
        <w:pStyle w:val="Definition"/>
        <w:ind w:firstLine="720"/>
      </w:pPr>
      <w:r>
        <w:t>unsigned int size,</w:t>
      </w:r>
    </w:p>
    <w:p w:rsidR="00081331" w:rsidRDefault="00081331" w:rsidP="00081331">
      <w:pPr>
        <w:pStyle w:val="Definition"/>
        <w:ind w:firstLine="720"/>
      </w:pPr>
      <w:r>
        <w:t xml:space="preserve">bool </w:t>
      </w:r>
      <w:r w:rsidR="00851D54">
        <w:t xml:space="preserve">non_blocking </w:t>
      </w:r>
      <w:r>
        <w:t>= false)</w:t>
      </w:r>
    </w:p>
    <w:p w:rsidR="00081331" w:rsidRDefault="00081331" w:rsidP="00081331">
      <w:pPr>
        <w:pStyle w:val="Definition"/>
        <w:ind w:firstLine="720"/>
      </w:pPr>
    </w:p>
    <w:p w:rsidR="00081331" w:rsidRDefault="00081331" w:rsidP="00081331">
      <w:pPr>
        <w:pStyle w:val="Definition"/>
      </w:pPr>
      <w:r>
        <w:t>IRPC::ptr createIRPC(</w:t>
      </w:r>
    </w:p>
    <w:p w:rsidR="00081331" w:rsidRDefault="00081331" w:rsidP="00081331">
      <w:pPr>
        <w:pStyle w:val="Definition"/>
      </w:pPr>
      <w:r>
        <w:tab/>
        <w:t>void *binary_blob,</w:t>
      </w:r>
    </w:p>
    <w:p w:rsidR="00081331" w:rsidRDefault="00081331" w:rsidP="00081331">
      <w:pPr>
        <w:pStyle w:val="Definition"/>
      </w:pPr>
      <w:r>
        <w:tab/>
        <w:t>unsigned int size,</w:t>
      </w:r>
    </w:p>
    <w:p w:rsidR="00081331" w:rsidRDefault="00081331" w:rsidP="00081331">
      <w:pPr>
        <w:pStyle w:val="Definition"/>
      </w:pPr>
      <w:r>
        <w:tab/>
        <w:t>Dyninst::Address addr,</w:t>
      </w:r>
    </w:p>
    <w:p w:rsidR="00081331" w:rsidRDefault="00081331" w:rsidP="00081331">
      <w:pPr>
        <w:pStyle w:val="Definition"/>
      </w:pPr>
      <w:r>
        <w:tab/>
        <w:t xml:space="preserve">bool </w:t>
      </w:r>
      <w:r w:rsidR="00851D54">
        <w:t xml:space="preserve">non_blocking </w:t>
      </w:r>
      <w:r>
        <w:t>= false)</w:t>
      </w:r>
    </w:p>
    <w:p w:rsidR="00081331" w:rsidRDefault="00081331" w:rsidP="009A6F08">
      <w:pPr>
        <w:pStyle w:val="APIBody"/>
      </w:pPr>
      <w:r>
        <w:t xml:space="preserve">The </w:t>
      </w:r>
      <w:r w:rsidRPr="00B753F7">
        <w:rPr>
          <w:rFonts w:ascii="Courier New" w:hAnsi="Courier New" w:cs="Courier New"/>
        </w:rPr>
        <w:t>createIRPC</w:t>
      </w:r>
      <w:r>
        <w:t xml:space="preserve"> static function creates and returns a new IRPC object.  The </w:t>
      </w:r>
      <w:r w:rsidRPr="00B753F7">
        <w:rPr>
          <w:rFonts w:ascii="Courier New" w:hAnsi="Courier New" w:cs="Courier New"/>
        </w:rPr>
        <w:t>binary_blob</w:t>
      </w:r>
      <w:r>
        <w:t xml:space="preserve"> and </w:t>
      </w:r>
      <w:r w:rsidRPr="00B753F7">
        <w:rPr>
          <w:rFonts w:ascii="Courier New" w:hAnsi="Courier New" w:cs="Courier New"/>
        </w:rPr>
        <w:t>size</w:t>
      </w:r>
      <w:r>
        <w:t xml:space="preserve"> parameters specify a buffer of machine code bytes that this IRPC should execute when invoked.  ProcControlAPI will maintain its own copy of the </w:t>
      </w:r>
      <w:r w:rsidRPr="00876D25">
        <w:rPr>
          <w:rFonts w:ascii="Courier New" w:hAnsi="Courier New" w:cs="Courier New"/>
        </w:rPr>
        <w:t>binary_blob</w:t>
      </w:r>
      <w:r>
        <w:t xml:space="preserve"> buffer, the ProcControlAPI user can free the buffer once this function completes.  </w:t>
      </w:r>
    </w:p>
    <w:p w:rsidR="00851D54" w:rsidRDefault="00081331" w:rsidP="009A6F08">
      <w:pPr>
        <w:pStyle w:val="APIBody"/>
      </w:pPr>
      <w:r>
        <w:t xml:space="preserve">If the </w:t>
      </w:r>
      <w:r w:rsidR="00851D54">
        <w:rPr>
          <w:rFonts w:ascii="Courier New" w:hAnsi="Courier New" w:cs="Courier New"/>
        </w:rPr>
        <w:t>non_blocking</w:t>
      </w:r>
      <w:r w:rsidR="00851D54">
        <w:t xml:space="preserve"> </w:t>
      </w:r>
      <w:r>
        <w:t>parameter is true then</w:t>
      </w:r>
      <w:r w:rsidR="00851D54">
        <w:t xml:space="preserve"> calls to </w:t>
      </w:r>
      <w:r w:rsidR="00851D54" w:rsidRPr="00913764">
        <w:rPr>
          <w:rFonts w:ascii="Courier New" w:hAnsi="Courier New" w:cs="Courier New"/>
        </w:rPr>
        <w:t>Process::handleEvents</w:t>
      </w:r>
      <w:r w:rsidR="00851D54">
        <w:fldChar w:fldCharType="begin"/>
      </w:r>
      <w:r w:rsidR="00851D54">
        <w:instrText xml:space="preserve"> XE "</w:instrText>
      </w:r>
      <w:r w:rsidR="00851D54" w:rsidRPr="00D34D6F">
        <w:instrText>handleEvents</w:instrText>
      </w:r>
      <w:r w:rsidR="00851D54">
        <w:instrText xml:space="preserve">" </w:instrText>
      </w:r>
      <w:r w:rsidR="00851D54">
        <w:fldChar w:fldCharType="end"/>
      </w:r>
      <w:r w:rsidR="00851D54">
        <w:t xml:space="preserve"> will block until this IRPC is completed.</w:t>
      </w:r>
      <w:r w:rsidR="00851D54" w:rsidDel="00851D54">
        <w:t xml:space="preserve"> </w:t>
      </w:r>
    </w:p>
    <w:p w:rsidR="00081331" w:rsidRDefault="00081331" w:rsidP="009A6F08">
      <w:pPr>
        <w:pStyle w:val="APIBody"/>
      </w:pPr>
      <w:r>
        <w:t xml:space="preserve">If the </w:t>
      </w:r>
      <w:r w:rsidRPr="00B753F7">
        <w:rPr>
          <w:rFonts w:ascii="Courier New" w:hAnsi="Courier New" w:cs="Courier New"/>
        </w:rPr>
        <w:t>addr</w:t>
      </w:r>
      <w:r>
        <w:t xml:space="preserve"> parameter is given, then ProcControlAPI will write and run the binary code at </w:t>
      </w:r>
      <w:r w:rsidRPr="00B753F7">
        <w:rPr>
          <w:rFonts w:ascii="Courier New" w:hAnsi="Courier New" w:cs="Courier New"/>
        </w:rPr>
        <w:t>addr</w:t>
      </w:r>
      <w:r>
        <w:t>.   Otherwise ProcControlAPI will select a location at which to run the IRPC.</w:t>
      </w:r>
    </w:p>
    <w:p w:rsidR="006222A3" w:rsidRDefault="00C00103" w:rsidP="009A6F08">
      <w:pPr>
        <w:pStyle w:val="ClassHeading"/>
      </w:pPr>
      <w:r>
        <w:t>IRPC</w:t>
      </w:r>
      <w:r w:rsidR="006222A3">
        <w:t xml:space="preserve"> Member Functions:</w:t>
      </w:r>
    </w:p>
    <w:p w:rsidR="00B753F7" w:rsidRDefault="00FB3D6B" w:rsidP="00FB3D6B">
      <w:pPr>
        <w:pStyle w:val="Definition"/>
      </w:pPr>
      <w:r>
        <w:t>Dyninst::Address getAddress</w:t>
      </w:r>
      <w:r w:rsidR="000F4AA4" w:rsidRPr="00081331">
        <w:rPr>
          <w:rFonts w:asciiTheme="minorHAnsi" w:hAnsiTheme="minorHAnsi"/>
        </w:rPr>
        <w:fldChar w:fldCharType="begin"/>
      </w:r>
      <w:r w:rsidRPr="00081331">
        <w:rPr>
          <w:rFonts w:asciiTheme="minorHAnsi" w:hAnsiTheme="minorHAnsi"/>
        </w:rPr>
        <w:instrText xml:space="preserve"> XE "getAddress</w:instrText>
      </w:r>
      <w:r w:rsidR="00081331" w:rsidRPr="00081331">
        <w:rPr>
          <w:rFonts w:asciiTheme="minorHAnsi" w:hAnsiTheme="minorHAnsi"/>
        </w:rPr>
        <w:instrText>, IRPC</w:instrText>
      </w:r>
      <w:r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Default="00FB3D6B" w:rsidP="009A6F08">
      <w:pPr>
        <w:pStyle w:val="APIBody"/>
      </w:pPr>
      <w:r>
        <w:t xml:space="preserve">The </w:t>
      </w:r>
      <w:r w:rsidRPr="00FB3D6B">
        <w:rPr>
          <w:rFonts w:ascii="Courier New" w:hAnsi="Courier New" w:cs="Courier New"/>
        </w:rPr>
        <w:t>getAddress</w:t>
      </w:r>
      <w:r>
        <w:t xml:space="preserve"> function returns the address at which the </w:t>
      </w:r>
      <w:r w:rsidRPr="00FB3D6B">
        <w:rPr>
          <w:rFonts w:ascii="Courier New" w:hAnsi="Courier New" w:cs="Courier New"/>
        </w:rPr>
        <w:t>IRPC</w:t>
      </w:r>
      <w:r>
        <w:t xml:space="preserve"> will be run.  If the </w:t>
      </w:r>
      <w:r w:rsidRPr="00FB3D6B">
        <w:rPr>
          <w:rFonts w:ascii="Courier New" w:hAnsi="Courier New" w:cs="Courier New"/>
        </w:rPr>
        <w:t>IRPC</w:t>
      </w:r>
      <w:r>
        <w:t xml:space="preserve"> was not given an address at construction and has not yet started running, then this function may return 0.</w:t>
      </w:r>
    </w:p>
    <w:p w:rsidR="00FB3D6B" w:rsidRDefault="00FB3D6B" w:rsidP="00FB3D6B">
      <w:pPr>
        <w:pStyle w:val="Definition"/>
      </w:pPr>
      <w:r>
        <w:t>void *getBinaryCodeBlob</w:t>
      </w:r>
      <w:r w:rsidR="000F4AA4" w:rsidRPr="00081331">
        <w:rPr>
          <w:rFonts w:asciiTheme="minorHAnsi" w:hAnsiTheme="minorHAnsi"/>
        </w:rPr>
        <w:fldChar w:fldCharType="begin"/>
      </w:r>
      <w:r w:rsidR="009546DD" w:rsidRPr="00081331">
        <w:rPr>
          <w:rFonts w:asciiTheme="minorHAnsi" w:hAnsiTheme="minorHAnsi"/>
        </w:rPr>
        <w:instrText xml:space="preserve"> XE "getBinaryCodeBlob</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Default="00FB3D6B" w:rsidP="009A6F08">
      <w:pPr>
        <w:pStyle w:val="APIBody"/>
      </w:pPr>
      <w:r>
        <w:t xml:space="preserve">The </w:t>
      </w:r>
      <w:r w:rsidRPr="00FB3D6B">
        <w:rPr>
          <w:rFonts w:ascii="Courier New" w:hAnsi="Courier New" w:cs="Courier New"/>
        </w:rPr>
        <w:t>getBinaryCodeBlob</w:t>
      </w:r>
      <w:r>
        <w:t xml:space="preserve"> </w:t>
      </w:r>
      <w:r w:rsidR="00233FEF">
        <w:t>returns</w:t>
      </w:r>
      <w:r>
        <w:t xml:space="preserve"> a pointer to memory that contains the binary code for this IRPC.  </w:t>
      </w:r>
    </w:p>
    <w:p w:rsidR="00FB3D6B" w:rsidRDefault="00FB3D6B" w:rsidP="00FB3D6B">
      <w:pPr>
        <w:pStyle w:val="Definition"/>
      </w:pPr>
      <w:r>
        <w:t>unsigned int getBinaryCodeSize</w:t>
      </w:r>
      <w:r w:rsidR="000F4AA4" w:rsidRPr="00081331">
        <w:rPr>
          <w:rFonts w:asciiTheme="minorHAnsi" w:hAnsiTheme="minorHAnsi"/>
        </w:rPr>
        <w:fldChar w:fldCharType="begin"/>
      </w:r>
      <w:r w:rsidR="009546DD" w:rsidRPr="00081331">
        <w:rPr>
          <w:rFonts w:asciiTheme="minorHAnsi" w:hAnsiTheme="minorHAnsi"/>
        </w:rPr>
        <w:instrText xml:space="preserve"> XE "getBinaryCodeSize</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Default="00FB3D6B" w:rsidP="009A6F08">
      <w:pPr>
        <w:pStyle w:val="APIBody"/>
      </w:pPr>
      <w:r>
        <w:t xml:space="preserve">The </w:t>
      </w:r>
      <w:r w:rsidRPr="00FB3D6B">
        <w:rPr>
          <w:rFonts w:ascii="Courier New" w:hAnsi="Courier New" w:cs="Courier New"/>
        </w:rPr>
        <w:t>getBinaryCodeSize</w:t>
      </w:r>
      <w:r>
        <w:t xml:space="preserve"> function returns the size of the binary code blob buffer.</w:t>
      </w:r>
    </w:p>
    <w:p w:rsidR="00FB3D6B" w:rsidRDefault="00FB3D6B" w:rsidP="00FB3D6B">
      <w:pPr>
        <w:pStyle w:val="Definition"/>
      </w:pPr>
      <w:r>
        <w:t>unsigned long getID</w:t>
      </w:r>
      <w:r w:rsidR="000F4AA4">
        <w:fldChar w:fldCharType="begin"/>
      </w:r>
      <w:r w:rsidR="009546DD">
        <w:instrText xml:space="preserve"> XE "</w:instrText>
      </w:r>
      <w:r w:rsidR="009546DD" w:rsidRPr="009C6319">
        <w:instrText>getID</w:instrText>
      </w:r>
      <w:r w:rsidR="009546DD">
        <w:instrText xml:space="preserve">" </w:instrText>
      </w:r>
      <w:r w:rsidR="000F4AA4">
        <w:fldChar w:fldCharType="end"/>
      </w:r>
      <w:r>
        <w:t>() const</w:t>
      </w:r>
    </w:p>
    <w:p w:rsidR="00FB3D6B" w:rsidRDefault="00FB3D6B" w:rsidP="009A6F08">
      <w:pPr>
        <w:pStyle w:val="APIBody"/>
      </w:pPr>
      <w:r>
        <w:t xml:space="preserve">The </w:t>
      </w:r>
      <w:r w:rsidRPr="00FB3D6B">
        <w:rPr>
          <w:rFonts w:ascii="Courier New" w:hAnsi="Courier New" w:cs="Courier New"/>
        </w:rPr>
        <w:t>getID</w:t>
      </w:r>
      <w:r>
        <w:t xml:space="preserve"> function returns an integer identifier that uniquely identifies this IRPC.</w:t>
      </w:r>
    </w:p>
    <w:p w:rsidR="00FB3D6B" w:rsidRDefault="00FB3D6B" w:rsidP="00FB3D6B">
      <w:pPr>
        <w:pStyle w:val="Definition"/>
      </w:pPr>
      <w:r>
        <w:t>void setStartOffset</w:t>
      </w:r>
      <w:r w:rsidR="000F4AA4" w:rsidRPr="00081331">
        <w:rPr>
          <w:rFonts w:asciiTheme="minorHAnsi" w:hAnsiTheme="minorHAnsi"/>
        </w:rPr>
        <w:fldChar w:fldCharType="begin"/>
      </w:r>
      <w:r w:rsidR="009546DD" w:rsidRPr="00081331">
        <w:rPr>
          <w:rFonts w:asciiTheme="minorHAnsi" w:hAnsiTheme="minorHAnsi"/>
        </w:rPr>
        <w:instrText xml:space="preserve"> XE "setStartOffset</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(unsigned long</w:t>
      </w:r>
      <w:r w:rsidR="006C692C">
        <w:t xml:space="preserve"> off)</w:t>
      </w:r>
    </w:p>
    <w:p w:rsidR="006C692C" w:rsidRDefault="006C692C" w:rsidP="009A6F08">
      <w:pPr>
        <w:pStyle w:val="APIBody"/>
      </w:pPr>
      <w:r>
        <w:t xml:space="preserve">By default an </w:t>
      </w:r>
      <w:r w:rsidRPr="006C692C">
        <w:rPr>
          <w:rFonts w:ascii="Courier New" w:hAnsi="Courier New" w:cs="Courier New"/>
        </w:rPr>
        <w:t>IRPC</w:t>
      </w:r>
      <w:r>
        <w:t xml:space="preserve"> will start executing its code blob at the beginning of the blob.  This function can be used to </w:t>
      </w:r>
      <w:r w:rsidR="00876D25">
        <w:t xml:space="preserve">tell </w:t>
      </w:r>
      <w:r>
        <w:t xml:space="preserve">ProcControlAPI to start execution of the code blob at some byte offset, </w:t>
      </w:r>
      <w:r w:rsidRPr="006C692C">
        <w:rPr>
          <w:rFonts w:ascii="Courier New" w:hAnsi="Courier New" w:cs="Courier New"/>
        </w:rPr>
        <w:t>off</w:t>
      </w:r>
      <w:r>
        <w:t xml:space="preserve">, into the blob.  </w:t>
      </w:r>
    </w:p>
    <w:p w:rsidR="006C692C" w:rsidRDefault="006C692C" w:rsidP="009A6F08">
      <w:pPr>
        <w:pStyle w:val="APIBody"/>
      </w:pPr>
      <w:r>
        <w:t>This function should be called before the IRPC is posted.</w:t>
      </w:r>
    </w:p>
    <w:p w:rsidR="006C692C" w:rsidRDefault="006C692C" w:rsidP="006C692C">
      <w:pPr>
        <w:pStyle w:val="Definition"/>
      </w:pPr>
      <w:r>
        <w:t>unsigned long getStartOffset</w:t>
      </w:r>
      <w:r w:rsidR="000F4AA4" w:rsidRPr="00081331">
        <w:rPr>
          <w:rFonts w:asciiTheme="minorHAnsi" w:hAnsiTheme="minorHAnsi"/>
        </w:rPr>
        <w:fldChar w:fldCharType="begin"/>
      </w:r>
      <w:r w:rsidR="009546DD" w:rsidRPr="00081331">
        <w:rPr>
          <w:rFonts w:asciiTheme="minorHAnsi" w:hAnsiTheme="minorHAnsi"/>
        </w:rPr>
        <w:instrText xml:space="preserve"> XE "getStartOffset</w:instrText>
      </w:r>
      <w:r w:rsidR="00081331" w:rsidRPr="00081331">
        <w:rPr>
          <w:rFonts w:asciiTheme="minorHAnsi" w:hAnsiTheme="minorHAnsi"/>
        </w:rPr>
        <w:instrText>, IRPC</w:instrText>
      </w:r>
      <w:r w:rsidR="009546DD" w:rsidRPr="00081331">
        <w:rPr>
          <w:rFonts w:asciiTheme="minorHAnsi" w:hAnsiTheme="minorHAnsi"/>
        </w:rPr>
        <w:instrText xml:space="preserve">" </w:instrText>
      </w:r>
      <w:r w:rsidR="000F4AA4" w:rsidRPr="00081331">
        <w:rPr>
          <w:rFonts w:asciiTheme="minorHAnsi" w:hAnsiTheme="minorHAnsi"/>
        </w:rPr>
        <w:fldChar w:fldCharType="end"/>
      </w:r>
      <w:r>
        <w:t>() const</w:t>
      </w:r>
    </w:p>
    <w:p w:rsidR="00FB3D6B" w:rsidRPr="006222A3" w:rsidRDefault="006C692C" w:rsidP="009A6F08">
      <w:pPr>
        <w:pStyle w:val="APIBody"/>
      </w:pPr>
      <w:r>
        <w:t xml:space="preserve">If a start offset has been set for this </w:t>
      </w:r>
      <w:r w:rsidRPr="006C692C">
        <w:rPr>
          <w:rFonts w:ascii="Courier New" w:hAnsi="Courier New" w:cs="Courier New"/>
        </w:rPr>
        <w:t>IRPC</w:t>
      </w:r>
      <w:r>
        <w:t xml:space="preserve">, then </w:t>
      </w:r>
      <w:r w:rsidRPr="006C692C">
        <w:rPr>
          <w:rFonts w:ascii="Courier New" w:hAnsi="Courier New" w:cs="Courier New"/>
        </w:rPr>
        <w:t>getStartOffset</w:t>
      </w:r>
      <w:r>
        <w:t xml:space="preserve"> </w:t>
      </w:r>
      <w:r w:rsidR="00233FEF">
        <w:t>returns</w:t>
      </w:r>
      <w:r>
        <w:t xml:space="preserve"> it.  Otherwise this function returns 0.</w:t>
      </w:r>
    </w:p>
    <w:p w:rsidR="000410FC" w:rsidRDefault="000410FC" w:rsidP="009A6F08">
      <w:pPr>
        <w:pStyle w:val="Heading2"/>
      </w:pPr>
      <w:bookmarkStart w:id="69" w:name="_Toc273362649"/>
      <w:bookmarkStart w:id="70" w:name="_Toc274055826"/>
      <w:bookmarkStart w:id="71" w:name="_Ref274129024"/>
      <w:bookmarkStart w:id="72" w:name="_Toc350168842"/>
      <w:r>
        <w:lastRenderedPageBreak/>
        <w:t>ThreadPool</w:t>
      </w:r>
      <w:bookmarkEnd w:id="69"/>
      <w:bookmarkEnd w:id="70"/>
      <w:bookmarkEnd w:id="71"/>
      <w:bookmarkEnd w:id="72"/>
      <w:r w:rsidR="000F4AA4">
        <w:fldChar w:fldCharType="begin"/>
      </w:r>
      <w:r w:rsidR="00B777D6">
        <w:instrText xml:space="preserve"> XE "</w:instrText>
      </w:r>
      <w:r w:rsidR="00B777D6" w:rsidRPr="004F0F68">
        <w:instrText>ThreadPool</w:instrText>
      </w:r>
      <w:r w:rsidR="00B777D6">
        <w:instrText xml:space="preserve">" </w:instrText>
      </w:r>
      <w:r w:rsidR="000F4AA4">
        <w:fldChar w:fldCharType="end"/>
      </w:r>
    </w:p>
    <w:p w:rsidR="00C00103" w:rsidRDefault="00C00103" w:rsidP="009A6F08">
      <w:r>
        <w:t xml:space="preserve">A </w:t>
      </w:r>
      <w:r w:rsidRPr="000E16DD">
        <w:rPr>
          <w:rFonts w:ascii="Courier New" w:hAnsi="Courier New" w:cs="Courier New"/>
        </w:rPr>
        <w:t>ThreadPool</w:t>
      </w:r>
      <w:r>
        <w:t xml:space="preserve"> object is a collection for holding the </w:t>
      </w:r>
      <w:r w:rsidRPr="000E16DD">
        <w:rPr>
          <w:rFonts w:ascii="Courier New" w:hAnsi="Courier New" w:cs="Courier New"/>
        </w:rPr>
        <w:t>Threads</w:t>
      </w:r>
      <w:r w:rsidR="000F4AA4">
        <w:rPr>
          <w:rFonts w:ascii="Courier New" w:hAnsi="Courier New" w:cs="Courier New"/>
        </w:rPr>
        <w:fldChar w:fldCharType="begin"/>
      </w:r>
      <w:r w:rsidR="00081331">
        <w:instrText xml:space="preserve"> XE "</w:instrText>
      </w:r>
      <w:r w:rsidR="00081331" w:rsidRPr="00B51069">
        <w:instrText>Thread</w:instrText>
      </w:r>
      <w:r w:rsidR="00081331">
        <w:instrText xml:space="preserve">" </w:instrText>
      </w:r>
      <w:r w:rsidR="000F4AA4">
        <w:rPr>
          <w:rFonts w:ascii="Courier New" w:hAnsi="Courier New" w:cs="Courier New"/>
        </w:rPr>
        <w:fldChar w:fldCharType="end"/>
      </w:r>
      <w:r>
        <w:t xml:space="preserve"> that make up a </w:t>
      </w:r>
      <w:r w:rsidRPr="000E16DD">
        <w:rPr>
          <w:rFonts w:ascii="Courier New" w:hAnsi="Courier New" w:cs="Courier New"/>
        </w:rPr>
        <w:t>Process</w:t>
      </w:r>
      <w:r>
        <w:t xml:space="preserve">.  Each </w:t>
      </w:r>
      <w:r w:rsidRPr="000E16DD">
        <w:rPr>
          <w:rFonts w:ascii="Courier New" w:hAnsi="Courier New" w:cs="Courier New"/>
        </w:rPr>
        <w:t>Process</w:t>
      </w:r>
      <w:r>
        <w:t xml:space="preserve"> object has one </w:t>
      </w:r>
      <w:r w:rsidRPr="000E16DD">
        <w:rPr>
          <w:rFonts w:ascii="Courier New" w:hAnsi="Courier New" w:cs="Courier New"/>
        </w:rPr>
        <w:t>ThreadPool</w:t>
      </w:r>
      <w:r>
        <w:t xml:space="preserve"> object, and each </w:t>
      </w:r>
      <w:r w:rsidRPr="000E16DD">
        <w:rPr>
          <w:rFonts w:ascii="Courier New" w:hAnsi="Courier New" w:cs="Courier New"/>
        </w:rPr>
        <w:t>ThreadPool</w:t>
      </w:r>
      <w:r>
        <w:t xml:space="preserve"> object has one or more </w:t>
      </w:r>
      <w:r w:rsidRPr="000E16DD">
        <w:rPr>
          <w:rFonts w:ascii="Courier New" w:hAnsi="Courier New" w:cs="Courier New"/>
        </w:rPr>
        <w:t>Thread</w:t>
      </w:r>
      <w:r>
        <w:t xml:space="preserve"> objects.  A </w:t>
      </w:r>
      <w:r w:rsidRPr="000E16DD">
        <w:rPr>
          <w:rFonts w:ascii="Courier New" w:hAnsi="Courier New" w:cs="Courier New"/>
        </w:rPr>
        <w:t>ThreadPool</w:t>
      </w:r>
      <w:r>
        <w:t xml:space="preserve"> is </w:t>
      </w:r>
      <w:r w:rsidR="000E16DD">
        <w:t xml:space="preserve">typically </w:t>
      </w:r>
      <w:r>
        <w:t xml:space="preserve">used to iterate over or search the set of </w:t>
      </w:r>
      <w:r w:rsidRPr="000E16DD">
        <w:rPr>
          <w:rFonts w:ascii="Courier New" w:hAnsi="Courier New" w:cs="Courier New"/>
        </w:rPr>
        <w:t>Threads</w:t>
      </w:r>
      <w:r>
        <w:t>.</w:t>
      </w:r>
    </w:p>
    <w:p w:rsidR="00BB1E65" w:rsidRDefault="00BB1E65" w:rsidP="009A6F08">
      <w:r>
        <w:t xml:space="preserve">Note that </w:t>
      </w:r>
      <w:r w:rsidR="000E16DD">
        <w:t xml:space="preserve">it is not safe to make assumptions about having consistent contents of a </w:t>
      </w:r>
      <w:r w:rsidR="000E16DD" w:rsidRPr="000E16DD">
        <w:rPr>
          <w:rFonts w:ascii="Courier New" w:hAnsi="Courier New" w:cs="Courier New"/>
        </w:rPr>
        <w:t>ThreadPool</w:t>
      </w:r>
      <w:r w:rsidR="000E16DD">
        <w:t xml:space="preserve"> for a running target process.  As the target process runs </w:t>
      </w:r>
      <w:r w:rsidR="000E16DD" w:rsidRPr="000E16DD">
        <w:rPr>
          <w:rFonts w:ascii="Courier New" w:hAnsi="Courier New" w:cs="Courier New"/>
        </w:rPr>
        <w:t>Thread</w:t>
      </w:r>
      <w:r w:rsidR="000E16DD">
        <w:t xml:space="preserve"> objects may be inserted or removed from the </w:t>
      </w:r>
      <w:r w:rsidR="000E16DD" w:rsidRPr="000E16DD">
        <w:rPr>
          <w:rFonts w:ascii="Courier New" w:hAnsi="Courier New" w:cs="Courier New"/>
        </w:rPr>
        <w:t>ThreadPool</w:t>
      </w:r>
      <w:r w:rsidR="000E16DD">
        <w:t xml:space="preserve">.  It is generally safer to stop a </w:t>
      </w:r>
      <w:r w:rsidR="000E16DD" w:rsidRPr="000E16DD">
        <w:rPr>
          <w:rFonts w:ascii="Courier New" w:hAnsi="Courier New" w:cs="Courier New"/>
        </w:rPr>
        <w:t>Process</w:t>
      </w:r>
      <w:r w:rsidR="000E16DD">
        <w:t xml:space="preserve"> before operating on its </w:t>
      </w:r>
      <w:r w:rsidR="000E16DD" w:rsidRPr="000E16DD">
        <w:rPr>
          <w:rFonts w:ascii="Courier New" w:hAnsi="Courier New" w:cs="Courier New"/>
        </w:rPr>
        <w:t>ThreadPool</w:t>
      </w:r>
      <w:r w:rsidR="000E16DD">
        <w:t xml:space="preserve">.  When used on a running process the </w:t>
      </w:r>
      <w:r w:rsidR="000E16DD" w:rsidRPr="000E16DD">
        <w:rPr>
          <w:rFonts w:ascii="Courier New" w:hAnsi="Courier New" w:cs="Courier New"/>
        </w:rPr>
        <w:t>ThreadPool</w:t>
      </w:r>
      <w:r w:rsidR="000E16DD">
        <w:t xml:space="preserve"> iterator methods guarantee that they will not return invalid </w:t>
      </w:r>
      <w:r w:rsidR="000E16DD" w:rsidRPr="000E16DD">
        <w:rPr>
          <w:rFonts w:ascii="Courier New" w:hAnsi="Courier New" w:cs="Courier New"/>
        </w:rPr>
        <w:t>Thread</w:t>
      </w:r>
      <w:r w:rsidR="000E16DD">
        <w:t xml:space="preserve"> objects (e.g, nothing that would lead to a segfault), but they do not guarantee that the </w:t>
      </w:r>
      <w:r w:rsidR="000E16DD" w:rsidRPr="000E16DD">
        <w:rPr>
          <w:rFonts w:ascii="Courier New" w:hAnsi="Courier New" w:cs="Courier New"/>
        </w:rPr>
        <w:t>Thread</w:t>
      </w:r>
      <w:r w:rsidR="000E16DD">
        <w:t xml:space="preserve"> objects will refer to live threads or that they </w:t>
      </w:r>
      <w:r w:rsidR="00233FEF">
        <w:t>return</w:t>
      </w:r>
      <w:r w:rsidR="000E16DD">
        <w:t xml:space="preserve"> all </w:t>
      </w:r>
      <w:r w:rsidR="000E16DD" w:rsidRPr="000E16DD">
        <w:rPr>
          <w:rFonts w:ascii="Courier New" w:hAnsi="Courier New" w:cs="Courier New"/>
        </w:rPr>
        <w:t>Threads</w:t>
      </w:r>
      <w:r w:rsidR="000E16DD">
        <w:t>.</w:t>
      </w:r>
    </w:p>
    <w:p w:rsidR="00C00103" w:rsidRDefault="00C00103" w:rsidP="009A6F08">
      <w:pPr>
        <w:pStyle w:val="ClassHeading"/>
      </w:pPr>
      <w:r>
        <w:t xml:space="preserve">ThreadPool </w:t>
      </w:r>
      <w:r w:rsidR="00FC52AC">
        <w:t>Declared In</w:t>
      </w:r>
      <w:r>
        <w:t xml:space="preserve">: </w:t>
      </w:r>
    </w:p>
    <w:p w:rsidR="00C00103" w:rsidRPr="00A14A88" w:rsidRDefault="00A367E2" w:rsidP="00C00103">
      <w:pPr>
        <w:pStyle w:val="Definition"/>
      </w:pPr>
      <w:r>
        <w:t>PCProcess.h</w:t>
      </w:r>
    </w:p>
    <w:p w:rsidR="00C00103" w:rsidRDefault="00C00103" w:rsidP="009A6F08">
      <w:pPr>
        <w:pStyle w:val="ClassHeading"/>
      </w:pPr>
      <w:r>
        <w:t>ThreadPool Types:</w:t>
      </w:r>
    </w:p>
    <w:p w:rsidR="00C00103" w:rsidRDefault="00C00103" w:rsidP="00C00103">
      <w:pPr>
        <w:pStyle w:val="Definition"/>
      </w:pPr>
      <w:r>
        <w:t xml:space="preserve">class iterator </w:t>
      </w:r>
      <w:r w:rsidRPr="00081331">
        <w:rPr>
          <w:rFonts w:asciiTheme="minorHAnsi" w:hAnsiTheme="minorHAnsi"/>
        </w:rPr>
        <w:t>{</w:t>
      </w:r>
      <w:r w:rsidR="000F4AA4" w:rsidRPr="00081331">
        <w:rPr>
          <w:rFonts w:asciiTheme="minorHAnsi" w:hAnsiTheme="minorHAnsi"/>
        </w:rPr>
        <w:fldChar w:fldCharType="begin"/>
      </w:r>
      <w:r w:rsidR="00081331" w:rsidRPr="00081331">
        <w:rPr>
          <w:rFonts w:asciiTheme="minorHAnsi" w:hAnsiTheme="minorHAnsi"/>
        </w:rPr>
        <w:instrText xml:space="preserve"> XE "iterator, ThreadPool" </w:instrText>
      </w:r>
      <w:r w:rsidR="000F4AA4" w:rsidRPr="00081331">
        <w:rPr>
          <w:rFonts w:asciiTheme="minorHAnsi" w:hAnsiTheme="minorHAnsi"/>
        </w:rPr>
        <w:fldChar w:fldCharType="end"/>
      </w:r>
    </w:p>
    <w:p w:rsidR="00701C27" w:rsidRDefault="00701C27" w:rsidP="00C00103">
      <w:pPr>
        <w:pStyle w:val="Definition"/>
      </w:pPr>
      <w:r>
        <w:t>public:</w:t>
      </w:r>
    </w:p>
    <w:p w:rsidR="00C00103" w:rsidRDefault="00C00103" w:rsidP="00C00103">
      <w:pPr>
        <w:pStyle w:val="Definition"/>
      </w:pPr>
      <w:r>
        <w:tab/>
        <w:t>iterator();</w:t>
      </w:r>
    </w:p>
    <w:p w:rsidR="00C00103" w:rsidRDefault="00C00103" w:rsidP="00C00103">
      <w:pPr>
        <w:pStyle w:val="Definition"/>
      </w:pPr>
      <w:r>
        <w:tab/>
        <w:t>~iterator();</w:t>
      </w:r>
    </w:p>
    <w:p w:rsidR="00C00103" w:rsidRDefault="00C00103" w:rsidP="00C00103">
      <w:pPr>
        <w:pStyle w:val="Definition"/>
      </w:pPr>
      <w:r>
        <w:tab/>
        <w:t>Thread::ptr operator*() const;</w:t>
      </w:r>
    </w:p>
    <w:p w:rsidR="00C00103" w:rsidRDefault="00C00103" w:rsidP="00C00103">
      <w:pPr>
        <w:pStyle w:val="Definition"/>
        <w:ind w:firstLine="720"/>
      </w:pPr>
      <w:r>
        <w:t>bool operator==(const iterator &amp;i);</w:t>
      </w:r>
    </w:p>
    <w:p w:rsidR="00C00103" w:rsidRDefault="00C00103" w:rsidP="00C00103">
      <w:pPr>
        <w:pStyle w:val="Definition"/>
        <w:ind w:firstLine="720"/>
      </w:pPr>
      <w:r>
        <w:t>bool operator!=(const iterator &amp;i);</w:t>
      </w:r>
    </w:p>
    <w:p w:rsidR="00C00103" w:rsidRDefault="00C00103" w:rsidP="00C00103">
      <w:pPr>
        <w:pStyle w:val="Definition"/>
        <w:ind w:firstLine="720"/>
      </w:pPr>
      <w:r>
        <w:t>ThreadPool::iterator operator++();</w:t>
      </w:r>
    </w:p>
    <w:p w:rsidR="00C00103" w:rsidRDefault="00C00103" w:rsidP="00C00103">
      <w:pPr>
        <w:pStyle w:val="Definition"/>
        <w:ind w:firstLine="720"/>
      </w:pPr>
      <w:r>
        <w:t>ThreadPool::iterator operator++(int);</w:t>
      </w:r>
    </w:p>
    <w:p w:rsidR="00C00103" w:rsidRDefault="00C00103" w:rsidP="00C00103">
      <w:pPr>
        <w:pStyle w:val="Definition"/>
      </w:pPr>
      <w:r>
        <w:t>};</w:t>
      </w:r>
    </w:p>
    <w:p w:rsidR="00851D54" w:rsidRDefault="00851D54" w:rsidP="00C00103">
      <w:pPr>
        <w:pStyle w:val="Definition"/>
      </w:pPr>
    </w:p>
    <w:p w:rsidR="00C00103" w:rsidRDefault="00C00103" w:rsidP="00C00103">
      <w:pPr>
        <w:pStyle w:val="Definition"/>
      </w:pPr>
      <w:r>
        <w:t xml:space="preserve">class const_iterator </w:t>
      </w:r>
      <w:r w:rsidRPr="00081331">
        <w:rPr>
          <w:rFonts w:asciiTheme="minorHAnsi" w:hAnsiTheme="minorHAnsi"/>
        </w:rPr>
        <w:t>{</w:t>
      </w:r>
      <w:r w:rsidR="000F4AA4" w:rsidRPr="00081331">
        <w:rPr>
          <w:rFonts w:asciiTheme="minorHAnsi" w:hAnsiTheme="minorHAnsi"/>
        </w:rPr>
        <w:fldChar w:fldCharType="begin"/>
      </w:r>
      <w:r w:rsidR="00081331" w:rsidRPr="00081331">
        <w:rPr>
          <w:rFonts w:asciiTheme="minorHAnsi" w:hAnsiTheme="minorHAnsi"/>
        </w:rPr>
        <w:instrText xml:space="preserve"> XE "const_iterator, ThreadPool" </w:instrText>
      </w:r>
      <w:r w:rsidR="000F4AA4" w:rsidRPr="00081331">
        <w:rPr>
          <w:rFonts w:asciiTheme="minorHAnsi" w:hAnsiTheme="minorHAnsi"/>
        </w:rPr>
        <w:fldChar w:fldCharType="end"/>
      </w:r>
    </w:p>
    <w:p w:rsidR="00701C27" w:rsidRDefault="00701C27" w:rsidP="00C00103">
      <w:pPr>
        <w:pStyle w:val="Definition"/>
      </w:pPr>
      <w:r>
        <w:t>public:</w:t>
      </w:r>
    </w:p>
    <w:p w:rsidR="00C00103" w:rsidRDefault="00C00103" w:rsidP="00C00103">
      <w:pPr>
        <w:pStyle w:val="Definition"/>
      </w:pPr>
      <w:r>
        <w:tab/>
        <w:t>const_iterator();</w:t>
      </w:r>
    </w:p>
    <w:p w:rsidR="00C00103" w:rsidRDefault="00C00103" w:rsidP="00C00103">
      <w:pPr>
        <w:pStyle w:val="Definition"/>
      </w:pPr>
      <w:r>
        <w:tab/>
        <w:t>~const_iterator();</w:t>
      </w:r>
    </w:p>
    <w:p w:rsidR="00C00103" w:rsidRDefault="00C00103" w:rsidP="00C00103">
      <w:pPr>
        <w:pStyle w:val="Definition"/>
      </w:pPr>
      <w:r>
        <w:tab/>
        <w:t>Thread::const_ptr operator*() const;</w:t>
      </w:r>
    </w:p>
    <w:p w:rsidR="00C00103" w:rsidRDefault="00C00103" w:rsidP="00C00103">
      <w:pPr>
        <w:pStyle w:val="Definition"/>
      </w:pPr>
      <w:r>
        <w:tab/>
        <w:t>bool operator==(const const_interator &amp;i);</w:t>
      </w:r>
    </w:p>
    <w:p w:rsidR="00C00103" w:rsidRDefault="00C00103" w:rsidP="00C00103">
      <w:pPr>
        <w:pStyle w:val="Definition"/>
      </w:pPr>
      <w:r>
        <w:tab/>
        <w:t>bool operator!=(const const_iterator &amp;i);</w:t>
      </w:r>
    </w:p>
    <w:p w:rsidR="00C00103" w:rsidRDefault="00C00103" w:rsidP="00C00103">
      <w:pPr>
        <w:pStyle w:val="Definition"/>
      </w:pPr>
      <w:r>
        <w:tab/>
        <w:t>ThreadPool::const_iterator operator++();</w:t>
      </w:r>
    </w:p>
    <w:p w:rsidR="00C00103" w:rsidRDefault="00C00103" w:rsidP="00C00103">
      <w:pPr>
        <w:pStyle w:val="Definition"/>
      </w:pPr>
      <w:r>
        <w:tab/>
        <w:t>ThreadPool::const_iterator operator++(int);</w:t>
      </w:r>
    </w:p>
    <w:p w:rsidR="00C00103" w:rsidRDefault="00C00103" w:rsidP="00C00103">
      <w:pPr>
        <w:pStyle w:val="Definition"/>
      </w:pPr>
      <w:r>
        <w:t>};</w:t>
      </w:r>
    </w:p>
    <w:p w:rsidR="00C00103" w:rsidRDefault="00C00103" w:rsidP="00C00103">
      <w:pPr>
        <w:pStyle w:val="Definition"/>
      </w:pPr>
    </w:p>
    <w:p w:rsidR="00C00103" w:rsidRDefault="00C00103" w:rsidP="009A6F08">
      <w:pPr>
        <w:pStyle w:val="APIBody"/>
      </w:pPr>
      <w:r>
        <w:t xml:space="preserve">The </w:t>
      </w:r>
      <w:r w:rsidRPr="00C00103">
        <w:rPr>
          <w:rFonts w:ascii="Courier New" w:hAnsi="Courier New" w:cs="Courier New"/>
        </w:rPr>
        <w:t>iterator</w:t>
      </w:r>
      <w:r>
        <w:t xml:space="preserve"> and </w:t>
      </w:r>
      <w:r w:rsidRPr="00C00103">
        <w:rPr>
          <w:rFonts w:ascii="Courier New" w:hAnsi="Courier New" w:cs="Courier New"/>
        </w:rPr>
        <w:t>const_iterator</w:t>
      </w:r>
      <w:r>
        <w:t xml:space="preserve"> types of ThreadPool are respectively C++ iterators and const iterators over the set of threads represented by the ThreadPool.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rsidR="00BB1E65">
        <w:t xml:space="preserve"> match the standard behavior of C++ iterators.</w:t>
      </w:r>
    </w:p>
    <w:p w:rsidR="00C00103" w:rsidRDefault="00C00103" w:rsidP="009A6F08">
      <w:pPr>
        <w:pStyle w:val="ClassHeading"/>
      </w:pPr>
      <w:r>
        <w:lastRenderedPageBreak/>
        <w:t>ThreadPool Member Functions:</w:t>
      </w:r>
    </w:p>
    <w:p w:rsidR="00BB1E65" w:rsidRDefault="00BB1E65" w:rsidP="00BB1E65">
      <w:pPr>
        <w:pStyle w:val="Definition"/>
      </w:pPr>
      <w:r>
        <w:t>ThreadPool::iterator begin</w:t>
      </w:r>
      <w:r w:rsidR="000F4AA4" w:rsidRPr="00081331">
        <w:rPr>
          <w:rFonts w:asciiTheme="minorHAnsi" w:hAnsiTheme="minorHAnsi"/>
        </w:rPr>
        <w:fldChar w:fldCharType="begin"/>
      </w:r>
      <w:r w:rsidR="00B777D6" w:rsidRPr="00081331">
        <w:rPr>
          <w:rFonts w:asciiTheme="minorHAnsi" w:hAnsiTheme="minorHAnsi"/>
        </w:rPr>
        <w:instrText xml:space="preserve"> XE "begin, ThreadPool" </w:instrText>
      </w:r>
      <w:r w:rsidR="000F4AA4" w:rsidRPr="00081331">
        <w:rPr>
          <w:rFonts w:asciiTheme="minorHAnsi" w:hAnsiTheme="minorHAnsi"/>
        </w:rPr>
        <w:fldChar w:fldCharType="end"/>
      </w:r>
      <w:r>
        <w:t>()</w:t>
      </w:r>
    </w:p>
    <w:p w:rsidR="00BB1E65" w:rsidRDefault="00BB1E65" w:rsidP="00BB1E65">
      <w:pPr>
        <w:pStyle w:val="Definition"/>
      </w:pPr>
      <w:r>
        <w:t>ThreadPool::const_iterator begin() const</w:t>
      </w:r>
    </w:p>
    <w:p w:rsidR="00BB1E65" w:rsidRDefault="00BB1E65"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beginning of the set of </w:t>
      </w:r>
      <w:r w:rsidRPr="00BB1E65">
        <w:rPr>
          <w:rFonts w:ascii="Courier New" w:hAnsi="Courier New" w:cs="Courier New"/>
        </w:rPr>
        <w:t>Thread</w:t>
      </w:r>
      <w:r>
        <w:t xml:space="preserve"> objects.</w:t>
      </w:r>
    </w:p>
    <w:p w:rsidR="00BB1E65" w:rsidRDefault="00BB1E65" w:rsidP="00BB1E65">
      <w:pPr>
        <w:pStyle w:val="Definition"/>
      </w:pPr>
      <w:r>
        <w:t>ThreadPool::iterator end</w:t>
      </w:r>
      <w:r w:rsidR="000F4AA4" w:rsidRPr="00081331">
        <w:rPr>
          <w:rFonts w:asciiTheme="minorHAnsi" w:hAnsiTheme="minorHAnsi"/>
        </w:rPr>
        <w:fldChar w:fldCharType="begin"/>
      </w:r>
      <w:r w:rsidR="00B777D6" w:rsidRPr="00081331">
        <w:rPr>
          <w:rFonts w:asciiTheme="minorHAnsi" w:hAnsiTheme="minorHAnsi"/>
        </w:rPr>
        <w:instrText xml:space="preserve"> XE "end,</w:instrText>
      </w:r>
      <w:r w:rsidR="00A319E4">
        <w:rPr>
          <w:rFonts w:asciiTheme="minorHAnsi" w:hAnsiTheme="minorHAnsi"/>
        </w:rPr>
        <w:instrText xml:space="preserve"> </w:instrText>
      </w:r>
      <w:r w:rsidR="00B777D6" w:rsidRPr="00081331">
        <w:rPr>
          <w:rFonts w:asciiTheme="minorHAnsi" w:hAnsiTheme="minorHAnsi"/>
        </w:rPr>
        <w:instrText xml:space="preserve">ThreadPool" </w:instrText>
      </w:r>
      <w:r w:rsidR="000F4AA4" w:rsidRPr="00081331">
        <w:rPr>
          <w:rFonts w:asciiTheme="minorHAnsi" w:hAnsiTheme="minorHAnsi"/>
        </w:rPr>
        <w:fldChar w:fldCharType="end"/>
      </w:r>
      <w:r>
        <w:t>()</w:t>
      </w:r>
    </w:p>
    <w:p w:rsidR="00BB1E65" w:rsidRDefault="00BB1E65" w:rsidP="00BB1E65">
      <w:pPr>
        <w:pStyle w:val="Definition"/>
      </w:pPr>
      <w:r>
        <w:t>ThreadPool::const_iterator end() const</w:t>
      </w:r>
    </w:p>
    <w:p w:rsidR="00BB1E65" w:rsidRDefault="00BB1E65"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iterator element after the end of the set of </w:t>
      </w:r>
      <w:r w:rsidRPr="00BB1E65">
        <w:rPr>
          <w:rFonts w:ascii="Courier New" w:hAnsi="Courier New" w:cs="Courier New"/>
        </w:rPr>
        <w:t>Thread</w:t>
      </w:r>
      <w:r>
        <w:t xml:space="preserve"> objects.</w:t>
      </w:r>
    </w:p>
    <w:p w:rsidR="00BB1E65" w:rsidRDefault="00BB1E65" w:rsidP="00BB1E65">
      <w:pPr>
        <w:pStyle w:val="Definition"/>
      </w:pPr>
      <w:r>
        <w:t>ThreadPool::iterator find</w:t>
      </w:r>
      <w:r w:rsidR="000F4AA4" w:rsidRPr="00081331">
        <w:rPr>
          <w:rFonts w:asciiTheme="minorHAnsi" w:hAnsiTheme="minorHAnsi"/>
        </w:rPr>
        <w:fldChar w:fldCharType="begin"/>
      </w:r>
      <w:r w:rsidR="00B777D6" w:rsidRPr="00081331">
        <w:rPr>
          <w:rFonts w:asciiTheme="minorHAnsi" w:hAnsiTheme="minorHAnsi"/>
        </w:rPr>
        <w:instrText xml:space="preserve"> XE "find,ThreadPool" </w:instrText>
      </w:r>
      <w:r w:rsidR="000F4AA4" w:rsidRPr="00081331">
        <w:rPr>
          <w:rFonts w:asciiTheme="minorHAnsi" w:hAnsiTheme="minorHAnsi"/>
        </w:rPr>
        <w:fldChar w:fldCharType="end"/>
      </w:r>
      <w:r>
        <w:t>(Dyninst::LWP lwp)</w:t>
      </w:r>
    </w:p>
    <w:p w:rsidR="00BB1E65" w:rsidRDefault="00BB1E65" w:rsidP="00BB1E65">
      <w:pPr>
        <w:pStyle w:val="Definition"/>
      </w:pPr>
      <w:r>
        <w:t>ThreadPool::const_iterator find(Dyninst::LWP lwp) const</w:t>
      </w:r>
    </w:p>
    <w:p w:rsidR="00BB1E65" w:rsidRDefault="00BB1E65" w:rsidP="009A6F08">
      <w:pPr>
        <w:pStyle w:val="APIBody"/>
      </w:pPr>
      <w:r>
        <w:t xml:space="preserve">The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points to the </w:t>
      </w:r>
      <w:r w:rsidRPr="00BB1E65">
        <w:rPr>
          <w:rFonts w:ascii="Courier New" w:hAnsi="Courier New" w:cs="Courier New"/>
        </w:rPr>
        <w:t>Thread</w:t>
      </w:r>
      <w:r>
        <w:t xml:space="preserve"> with a LWP of </w:t>
      </w:r>
      <w:r w:rsidRPr="00BB1E65">
        <w:rPr>
          <w:rFonts w:ascii="Courier New" w:hAnsi="Courier New" w:cs="Courier New"/>
        </w:rPr>
        <w:t>lwp</w:t>
      </w:r>
      <w:r>
        <w:t xml:space="preserve">.  If </w:t>
      </w:r>
      <w:r w:rsidRPr="00BB1E65">
        <w:rPr>
          <w:rFonts w:ascii="Courier New" w:hAnsi="Courier New" w:cs="Courier New"/>
        </w:rPr>
        <w:t xml:space="preserve">lwp </w:t>
      </w:r>
      <w:r>
        <w:t xml:space="preserve">is not found in the thread list, then this function returns </w:t>
      </w:r>
      <w:r w:rsidRPr="00BB1E65">
        <w:rPr>
          <w:rFonts w:ascii="Courier New" w:hAnsi="Courier New" w:cs="Courier New"/>
        </w:rPr>
        <w:t>end()</w:t>
      </w:r>
      <w:r>
        <w:t>.</w:t>
      </w:r>
    </w:p>
    <w:p w:rsidR="000E16DD" w:rsidRDefault="000E16DD" w:rsidP="000E16DD">
      <w:pPr>
        <w:pStyle w:val="Definition"/>
      </w:pPr>
      <w:r>
        <w:t>size_t size</w:t>
      </w:r>
      <w:r w:rsidR="000F4AA4" w:rsidRPr="00081331">
        <w:rPr>
          <w:rFonts w:asciiTheme="minorHAnsi" w:hAnsiTheme="minorHAnsi"/>
        </w:rPr>
        <w:fldChar w:fldCharType="begin"/>
      </w:r>
      <w:r w:rsidR="00B777D6" w:rsidRPr="00081331">
        <w:rPr>
          <w:rFonts w:asciiTheme="minorHAnsi" w:hAnsiTheme="minorHAnsi"/>
        </w:rPr>
        <w:instrText xml:space="preserve"> XE "size,ThreadPool" </w:instrText>
      </w:r>
      <w:r w:rsidR="000F4AA4" w:rsidRPr="00081331">
        <w:rPr>
          <w:rFonts w:asciiTheme="minorHAnsi" w:hAnsiTheme="minorHAnsi"/>
        </w:rPr>
        <w:fldChar w:fldCharType="end"/>
      </w:r>
      <w:r>
        <w:t>() const</w:t>
      </w:r>
    </w:p>
    <w:p w:rsidR="000E16DD" w:rsidRDefault="000E16DD" w:rsidP="009A6F08">
      <w:pPr>
        <w:pStyle w:val="APIBody"/>
      </w:pPr>
      <w:r>
        <w:t xml:space="preserve">This function returns the number of </w:t>
      </w:r>
      <w:r w:rsidRPr="000E16DD">
        <w:rPr>
          <w:rFonts w:ascii="Courier New" w:hAnsi="Courier New" w:cs="Courier New"/>
        </w:rPr>
        <w:t>Thread</w:t>
      </w:r>
      <w:r>
        <w:t xml:space="preserve">s in the </w:t>
      </w:r>
      <w:r w:rsidRPr="000E16DD">
        <w:rPr>
          <w:rFonts w:ascii="Courier New" w:hAnsi="Courier New" w:cs="Courier New"/>
        </w:rPr>
        <w:t>Process</w:t>
      </w:r>
      <w:r>
        <w:t>.</w:t>
      </w:r>
    </w:p>
    <w:p w:rsidR="000E16DD" w:rsidRDefault="000E16DD" w:rsidP="000E16DD">
      <w:pPr>
        <w:pStyle w:val="Definition"/>
      </w:pPr>
      <w:r>
        <w:t>Process::ptr</w:t>
      </w:r>
      <w:r w:rsidR="000F4AA4" w:rsidRPr="002221CD">
        <w:rPr>
          <w:rFonts w:asciiTheme="minorHAnsi" w:hAnsiTheme="minorHAnsi"/>
        </w:rPr>
        <w:fldChar w:fldCharType="begin"/>
      </w:r>
      <w:r w:rsidR="002221CD" w:rsidRPr="002221CD">
        <w:rPr>
          <w:rFonts w:asciiTheme="minorHAnsi" w:hAnsiTheme="minorHAnsi"/>
        </w:rPr>
        <w:instrText xml:space="preserve"> XE "Process" </w:instrText>
      </w:r>
      <w:r w:rsidR="000F4AA4" w:rsidRPr="002221CD">
        <w:rPr>
          <w:rFonts w:asciiTheme="minorHAnsi" w:hAnsiTheme="minorHAnsi"/>
        </w:rPr>
        <w:fldChar w:fldCharType="end"/>
      </w:r>
      <w:r>
        <w:t xml:space="preserve"> getProcess</w:t>
      </w:r>
      <w:r w:rsidR="000F4AA4" w:rsidRPr="00081331">
        <w:rPr>
          <w:rFonts w:asciiTheme="minorHAnsi" w:hAnsiTheme="minorHAnsi"/>
        </w:rPr>
        <w:fldChar w:fldCharType="begin"/>
      </w:r>
      <w:r w:rsidR="00B777D6" w:rsidRPr="00081331">
        <w:rPr>
          <w:rFonts w:asciiTheme="minorHAnsi" w:hAnsiTheme="minorHAnsi"/>
        </w:rPr>
        <w:instrText xml:space="preserve"> XE "getProcess,ThreadPool" </w:instrText>
      </w:r>
      <w:r w:rsidR="000F4AA4" w:rsidRPr="00081331">
        <w:rPr>
          <w:rFonts w:asciiTheme="minorHAnsi" w:hAnsiTheme="minorHAnsi"/>
        </w:rPr>
        <w:fldChar w:fldCharType="end"/>
      </w:r>
      <w:r>
        <w:t>()</w:t>
      </w:r>
    </w:p>
    <w:p w:rsidR="000E16DD" w:rsidRDefault="000E16DD" w:rsidP="000E16DD">
      <w:pPr>
        <w:pStyle w:val="Definition"/>
      </w:pPr>
      <w:r>
        <w:t xml:space="preserve">Process::const_ptr getProcess() const </w:t>
      </w:r>
    </w:p>
    <w:p w:rsidR="000E16DD" w:rsidRDefault="000E16DD" w:rsidP="009A6F08">
      <w:pPr>
        <w:pStyle w:val="APIBody"/>
      </w:pPr>
      <w:r>
        <w:t xml:space="preserve">These functions respectively return a pointer or a const pointer to the </w:t>
      </w:r>
      <w:r w:rsidRPr="000E16DD">
        <w:rPr>
          <w:rFonts w:ascii="Courier New" w:hAnsi="Courier New" w:cs="Courier New"/>
        </w:rPr>
        <w:t>Process</w:t>
      </w:r>
      <w:r>
        <w:t xml:space="preserve"> that owns this </w:t>
      </w:r>
      <w:r w:rsidRPr="000E16DD">
        <w:rPr>
          <w:rFonts w:ascii="Courier New" w:hAnsi="Courier New" w:cs="Courier New"/>
        </w:rPr>
        <w:t>ThreadPool</w:t>
      </w:r>
      <w:r>
        <w:t>.</w:t>
      </w:r>
    </w:p>
    <w:p w:rsidR="000E16DD" w:rsidRDefault="000E16DD" w:rsidP="000E16DD">
      <w:pPr>
        <w:pStyle w:val="Definition"/>
      </w:pPr>
      <w:r>
        <w:t>Thread::</w:t>
      </w:r>
      <w:r w:rsidR="00B777D6">
        <w:t>ptr getInitialThread</w:t>
      </w:r>
      <w:r w:rsidR="000F4AA4" w:rsidRPr="00081331">
        <w:rPr>
          <w:rFonts w:asciiTheme="minorHAnsi" w:hAnsiTheme="minorHAnsi"/>
        </w:rPr>
        <w:fldChar w:fldCharType="begin"/>
      </w:r>
      <w:r w:rsidR="00B777D6" w:rsidRPr="00081331">
        <w:rPr>
          <w:rFonts w:asciiTheme="minorHAnsi" w:hAnsiTheme="minorHAnsi"/>
        </w:rPr>
        <w:instrText xml:space="preserve"> XE "getInitialThread,ThreadPool" </w:instrText>
      </w:r>
      <w:r w:rsidR="000F4AA4" w:rsidRPr="00081331">
        <w:rPr>
          <w:rFonts w:asciiTheme="minorHAnsi" w:hAnsiTheme="minorHAnsi"/>
        </w:rPr>
        <w:fldChar w:fldCharType="end"/>
      </w:r>
      <w:r w:rsidR="00B777D6">
        <w:t>()</w:t>
      </w:r>
    </w:p>
    <w:p w:rsidR="00B777D6" w:rsidRDefault="00B777D6" w:rsidP="000E16DD">
      <w:pPr>
        <w:pStyle w:val="Definition"/>
      </w:pPr>
      <w:r>
        <w:t>Thread::const_ptr getInitialThread() const</w:t>
      </w:r>
    </w:p>
    <w:p w:rsidR="00C00103" w:rsidRPr="00C00103" w:rsidRDefault="00B777D6" w:rsidP="009A6F08">
      <w:pPr>
        <w:pStyle w:val="APIBody"/>
      </w:pPr>
      <w:r>
        <w:t xml:space="preserve">These functions respectively return a pointer or a const pointer to the initial </w:t>
      </w:r>
      <w:r w:rsidRPr="00B777D6">
        <w:rPr>
          <w:rFonts w:ascii="Courier New" w:hAnsi="Courier New" w:cs="Courier New"/>
        </w:rPr>
        <w:t>Thread</w:t>
      </w:r>
      <w:r>
        <w:t xml:space="preserve"> in a </w:t>
      </w:r>
      <w:r w:rsidRPr="00B777D6">
        <w:rPr>
          <w:rFonts w:ascii="Courier New" w:hAnsi="Courier New" w:cs="Courier New"/>
        </w:rPr>
        <w:t>Process</w:t>
      </w:r>
      <w:r>
        <w:t xml:space="preserve">.  The initial thread is the thread that started execution of the process (i.e., the thread that called </w:t>
      </w:r>
      <w:r w:rsidRPr="00B777D6">
        <w:rPr>
          <w:rFonts w:ascii="Courier New" w:hAnsi="Courier New" w:cs="Courier New"/>
        </w:rPr>
        <w:t>main</w:t>
      </w:r>
      <w:r>
        <w:t>).</w:t>
      </w:r>
    </w:p>
    <w:p w:rsidR="000410FC" w:rsidRDefault="000410FC" w:rsidP="009A6F08">
      <w:pPr>
        <w:pStyle w:val="Heading2"/>
      </w:pPr>
      <w:bookmarkStart w:id="73" w:name="_Ref257219447"/>
      <w:bookmarkStart w:id="74" w:name="_Toc273362650"/>
      <w:bookmarkStart w:id="75" w:name="_Toc274055827"/>
      <w:bookmarkStart w:id="76" w:name="_Toc350168843"/>
      <w:r>
        <w:t>LibraryPool</w:t>
      </w:r>
      <w:bookmarkEnd w:id="73"/>
      <w:bookmarkEnd w:id="74"/>
      <w:bookmarkEnd w:id="75"/>
      <w:bookmarkEnd w:id="76"/>
    </w:p>
    <w:p w:rsidR="002221CD" w:rsidRDefault="002221CD" w:rsidP="009A6F08">
      <w:r>
        <w:t xml:space="preserve">A LibraryPool </w:t>
      </w:r>
      <w:r w:rsidR="00116EB0">
        <w:t>is a container representing</w:t>
      </w:r>
      <w:r>
        <w:t xml:space="preserve"> the </w:t>
      </w:r>
      <w:r w:rsidR="00116EB0">
        <w:t>executable and set shared libraries (e.g., .dll and .so libraries) loaded into the target process’ address space.  A statically linked target process will only have a single executable, while a dynamically linked target process will have an executable and zero or more shared libraries.</w:t>
      </w:r>
    </w:p>
    <w:p w:rsidR="00116EB0" w:rsidRDefault="00116EB0" w:rsidP="009A6F08">
      <w:r>
        <w:t>The LibraryPool class contains iterators and search functions for operating on the set of libraries.</w:t>
      </w:r>
    </w:p>
    <w:p w:rsidR="00116EB0" w:rsidRDefault="00116EB0" w:rsidP="009A6F08">
      <w:pPr>
        <w:pStyle w:val="ClassHeading"/>
      </w:pPr>
      <w:r>
        <w:lastRenderedPageBreak/>
        <w:t xml:space="preserve">LibraryPool </w:t>
      </w:r>
      <w:r w:rsidR="00FC52AC">
        <w:t>Declared In</w:t>
      </w:r>
      <w:r>
        <w:t xml:space="preserve">: </w:t>
      </w:r>
    </w:p>
    <w:p w:rsidR="00851D54" w:rsidRPr="00A14A88" w:rsidRDefault="00A367E2" w:rsidP="00116EB0">
      <w:pPr>
        <w:pStyle w:val="Definition"/>
      </w:pPr>
      <w:r>
        <w:t>PCProcess.h</w:t>
      </w:r>
    </w:p>
    <w:p w:rsidR="00116EB0" w:rsidRDefault="00116EB0" w:rsidP="009A6F08">
      <w:pPr>
        <w:pStyle w:val="ClassHeading"/>
      </w:pPr>
      <w:r>
        <w:t>LibraryPool Types:</w:t>
      </w:r>
    </w:p>
    <w:p w:rsidR="00701C27" w:rsidRDefault="00116EB0" w:rsidP="00116EB0">
      <w:pPr>
        <w:pStyle w:val="Definition"/>
        <w:rPr>
          <w:rFonts w:asciiTheme="minorHAnsi" w:hAnsiTheme="minorHAnsi"/>
        </w:rPr>
      </w:pPr>
      <w:r>
        <w:t>class iterator</w:t>
      </w:r>
      <w:r w:rsidR="00AC5416">
        <w:t xml:space="preserve"> </w:t>
      </w:r>
      <w:r w:rsidRPr="00116EB0">
        <w:rPr>
          <w:rFonts w:asciiTheme="minorHAnsi" w:hAnsiTheme="minorHAnsi"/>
        </w:rPr>
        <w:t>{</w:t>
      </w:r>
    </w:p>
    <w:p w:rsidR="00116EB0" w:rsidRPr="00701C27" w:rsidRDefault="00701C27" w:rsidP="00116EB0">
      <w:pPr>
        <w:pStyle w:val="Definition"/>
      </w:pPr>
      <w:r w:rsidRPr="00913764">
        <w:t>public:</w:t>
      </w:r>
      <w:r w:rsidR="000F4AA4" w:rsidRPr="00913764">
        <w:fldChar w:fldCharType="begin"/>
      </w:r>
      <w:r w:rsidR="00116EB0" w:rsidRPr="00913764">
        <w:instrText xml:space="preserve"> XE "iterator, Library" </w:instrText>
      </w:r>
      <w:r w:rsidR="000F4AA4" w:rsidRPr="00913764">
        <w:fldChar w:fldCharType="end"/>
      </w:r>
    </w:p>
    <w:p w:rsidR="00116EB0" w:rsidRDefault="00116EB0" w:rsidP="00116EB0">
      <w:pPr>
        <w:pStyle w:val="Definition"/>
        <w:ind w:firstLine="720"/>
      </w:pPr>
      <w:r>
        <w:t>iterator();</w:t>
      </w:r>
    </w:p>
    <w:p w:rsidR="00116EB0" w:rsidRDefault="00116EB0" w:rsidP="00116EB0">
      <w:pPr>
        <w:pStyle w:val="Definition"/>
        <w:ind w:firstLine="720"/>
      </w:pPr>
      <w:r>
        <w:t>~iterator();</w:t>
      </w:r>
    </w:p>
    <w:p w:rsidR="00116EB0" w:rsidRDefault="00116EB0" w:rsidP="00116EB0">
      <w:pPr>
        <w:pStyle w:val="Definition"/>
        <w:ind w:firstLine="720"/>
      </w:pPr>
      <w:r>
        <w:t>Library::ptr operator*() const;</w:t>
      </w:r>
    </w:p>
    <w:p w:rsidR="00116EB0" w:rsidRDefault="00116EB0" w:rsidP="00116EB0">
      <w:pPr>
        <w:pStyle w:val="Definition"/>
        <w:ind w:firstLine="720"/>
      </w:pPr>
      <w:r>
        <w:t>bool operator==(const iterator &amp;i);</w:t>
      </w:r>
    </w:p>
    <w:p w:rsidR="00116EB0" w:rsidRDefault="00116EB0" w:rsidP="00116EB0">
      <w:pPr>
        <w:pStyle w:val="Definition"/>
        <w:ind w:firstLine="720"/>
      </w:pPr>
      <w:r>
        <w:t>bool operator!=(const iterator &amp;i);</w:t>
      </w:r>
    </w:p>
    <w:p w:rsidR="00116EB0" w:rsidRDefault="00116EB0" w:rsidP="00116EB0">
      <w:pPr>
        <w:pStyle w:val="Definition"/>
        <w:ind w:firstLine="720"/>
      </w:pPr>
      <w:r>
        <w:t>LibraryPool::iterator operator++();</w:t>
      </w:r>
    </w:p>
    <w:p w:rsidR="00116EB0" w:rsidRDefault="00116EB0" w:rsidP="00116EB0">
      <w:pPr>
        <w:pStyle w:val="Definition"/>
        <w:ind w:firstLine="720"/>
      </w:pPr>
      <w:r>
        <w:t>LibraryPool::iterator operator++(int);</w:t>
      </w:r>
    </w:p>
    <w:p w:rsidR="00116EB0" w:rsidRDefault="00116EB0" w:rsidP="00116EB0">
      <w:pPr>
        <w:pStyle w:val="Definition"/>
      </w:pPr>
      <w:r>
        <w:t>};</w:t>
      </w:r>
    </w:p>
    <w:p w:rsidR="00116EB0" w:rsidRDefault="00116EB0" w:rsidP="00116EB0">
      <w:pPr>
        <w:pStyle w:val="Definition"/>
        <w:rPr>
          <w:rFonts w:asciiTheme="minorHAnsi" w:hAnsiTheme="minorHAnsi"/>
        </w:rPr>
      </w:pPr>
      <w:r>
        <w:t>class const_iterator</w:t>
      </w:r>
      <w:r w:rsidR="00AC5416">
        <w:t xml:space="preserve"> {</w:t>
      </w:r>
      <w:r w:rsidR="000F4AA4" w:rsidRPr="00116EB0">
        <w:rPr>
          <w:rFonts w:asciiTheme="minorHAnsi" w:hAnsiTheme="minorHAnsi"/>
        </w:rPr>
        <w:fldChar w:fldCharType="begin"/>
      </w:r>
      <w:r w:rsidRPr="00116EB0">
        <w:rPr>
          <w:rFonts w:asciiTheme="minorHAnsi" w:hAnsiTheme="minorHAnsi"/>
        </w:rPr>
        <w:instrText xml:space="preserve"> XE "const_iterator, LibraryPool" </w:instrText>
      </w:r>
      <w:r w:rsidR="000F4AA4" w:rsidRPr="00116EB0">
        <w:rPr>
          <w:rFonts w:asciiTheme="minorHAnsi" w:hAnsiTheme="minorHAnsi"/>
        </w:rPr>
        <w:fldChar w:fldCharType="end"/>
      </w:r>
    </w:p>
    <w:p w:rsidR="00116EB0" w:rsidRDefault="00116EB0" w:rsidP="00116EB0">
      <w:pPr>
        <w:pStyle w:val="Definition"/>
        <w:ind w:firstLine="720"/>
      </w:pPr>
      <w:r>
        <w:t>const_iterator();</w:t>
      </w:r>
    </w:p>
    <w:p w:rsidR="00116EB0" w:rsidRDefault="00116EB0" w:rsidP="00116EB0">
      <w:pPr>
        <w:pStyle w:val="Definition"/>
        <w:ind w:firstLine="720"/>
      </w:pPr>
      <w:r>
        <w:t>~const_iterator();</w:t>
      </w:r>
    </w:p>
    <w:p w:rsidR="00116EB0" w:rsidRDefault="00116EB0" w:rsidP="00116EB0">
      <w:pPr>
        <w:pStyle w:val="Definition"/>
        <w:ind w:firstLine="720"/>
      </w:pPr>
      <w:r>
        <w:t>Library::const_ptr operator*() const;</w:t>
      </w:r>
    </w:p>
    <w:p w:rsidR="00116EB0" w:rsidRDefault="00116EB0" w:rsidP="00116EB0">
      <w:pPr>
        <w:pStyle w:val="Definition"/>
        <w:ind w:firstLine="720"/>
      </w:pPr>
      <w:r>
        <w:t>bool operator==(const const_interator &amp;i);</w:t>
      </w:r>
    </w:p>
    <w:p w:rsidR="00116EB0" w:rsidRDefault="00116EB0" w:rsidP="00116EB0">
      <w:pPr>
        <w:pStyle w:val="Definition"/>
        <w:ind w:firstLine="720"/>
      </w:pPr>
      <w:r>
        <w:t>bool operator!=(const const_iterator &amp;i);</w:t>
      </w:r>
    </w:p>
    <w:p w:rsidR="00116EB0" w:rsidRDefault="00116EB0" w:rsidP="00116EB0">
      <w:pPr>
        <w:pStyle w:val="Definition"/>
        <w:ind w:firstLine="720"/>
      </w:pPr>
      <w:r>
        <w:t>LibraryPool::const_iterator operator++();</w:t>
      </w:r>
    </w:p>
    <w:p w:rsidR="00116EB0" w:rsidRDefault="00116EB0" w:rsidP="00116EB0">
      <w:pPr>
        <w:pStyle w:val="Definition"/>
        <w:ind w:firstLine="720"/>
      </w:pPr>
      <w:r>
        <w:t>LibraryPool::const_iterator operator++(int);</w:t>
      </w:r>
    </w:p>
    <w:p w:rsidR="00116EB0" w:rsidRDefault="00116EB0" w:rsidP="00116EB0">
      <w:pPr>
        <w:pStyle w:val="Definition"/>
      </w:pPr>
      <w:r>
        <w:t>};</w:t>
      </w:r>
    </w:p>
    <w:p w:rsidR="00116EB0" w:rsidRDefault="00116EB0" w:rsidP="00116EB0">
      <w:pPr>
        <w:pStyle w:val="Definition"/>
      </w:pPr>
    </w:p>
    <w:p w:rsidR="00116EB0" w:rsidRDefault="00116EB0" w:rsidP="009A6F08">
      <w:pPr>
        <w:pStyle w:val="APIBody"/>
      </w:pPr>
      <w:r>
        <w:t xml:space="preserve">The </w:t>
      </w:r>
      <w:r w:rsidRPr="00C00103">
        <w:rPr>
          <w:rFonts w:ascii="Courier New" w:hAnsi="Courier New" w:cs="Courier New"/>
        </w:rPr>
        <w:t>iterator</w:t>
      </w:r>
      <w:r>
        <w:t xml:space="preserve"> and </w:t>
      </w:r>
      <w:r w:rsidRPr="00C00103">
        <w:rPr>
          <w:rFonts w:ascii="Courier New" w:hAnsi="Courier New" w:cs="Courier New"/>
        </w:rPr>
        <w:t>const_iterator</w:t>
      </w:r>
      <w:r>
        <w:t xml:space="preserve"> types of </w:t>
      </w:r>
      <w:r w:rsidRPr="00116EB0">
        <w:rPr>
          <w:rFonts w:ascii="Courier New" w:hAnsi="Courier New" w:cs="Courier New"/>
        </w:rPr>
        <w:t>LibraryPool</w:t>
      </w:r>
      <w:r>
        <w:t xml:space="preserve"> are respectively C++ iterators and const iterators over the set of libraries represented by the </w:t>
      </w:r>
      <w:r w:rsidRPr="00116EB0">
        <w:rPr>
          <w:rFonts w:ascii="Courier New" w:hAnsi="Courier New" w:cs="Courier New"/>
        </w:rPr>
        <w:t>LibraryPool</w:t>
      </w:r>
      <w:r>
        <w:t xml:space="preserve">.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116EB0" w:rsidRDefault="00116EB0" w:rsidP="009A6F08">
      <w:pPr>
        <w:pStyle w:val="ClassHeading"/>
      </w:pPr>
      <w:r>
        <w:t>LibraryPool Member Functions:</w:t>
      </w:r>
    </w:p>
    <w:p w:rsidR="00116EB0" w:rsidRDefault="00116EB0" w:rsidP="00116EB0">
      <w:pPr>
        <w:pStyle w:val="Definition"/>
      </w:pPr>
      <w:r>
        <w:t>LibraryPool::iterator begin</w:t>
      </w:r>
      <w:r w:rsidR="000F4AA4" w:rsidRPr="00081331">
        <w:rPr>
          <w:rFonts w:asciiTheme="minorHAnsi" w:hAnsiTheme="minorHAnsi"/>
        </w:rPr>
        <w:fldChar w:fldCharType="begin"/>
      </w:r>
      <w:r w:rsidRPr="00081331">
        <w:rPr>
          <w:rFonts w:asciiTheme="minorHAnsi" w:hAnsiTheme="minorHAnsi"/>
        </w:rPr>
        <w:instrText xml:space="preserve"> XE "begin, </w:instrText>
      </w:r>
      <w:r>
        <w:rPr>
          <w:rFonts w:asciiTheme="minorHAnsi" w:hAnsiTheme="minorHAnsi"/>
        </w:rPr>
        <w:instrText>Library</w:instrText>
      </w:r>
      <w:r w:rsidRPr="00081331">
        <w:rPr>
          <w:rFonts w:asciiTheme="minorHAnsi" w:hAnsiTheme="minorHAnsi"/>
        </w:rPr>
        <w:instrText xml:space="preserve">Pool" </w:instrText>
      </w:r>
      <w:r w:rsidR="000F4AA4" w:rsidRPr="00081331">
        <w:rPr>
          <w:rFonts w:asciiTheme="minorHAnsi" w:hAnsiTheme="minorHAnsi"/>
        </w:rPr>
        <w:fldChar w:fldCharType="end"/>
      </w:r>
      <w:r>
        <w:t>()</w:t>
      </w:r>
    </w:p>
    <w:p w:rsidR="00116EB0" w:rsidRDefault="00116EB0" w:rsidP="00116EB0">
      <w:pPr>
        <w:pStyle w:val="Definition"/>
      </w:pPr>
      <w:r>
        <w:t>LibraryPool::const_iterator begin() const</w:t>
      </w:r>
    </w:p>
    <w:p w:rsidR="00116EB0" w:rsidRDefault="00116EB0"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beginning of the set of </w:t>
      </w:r>
      <w:r>
        <w:rPr>
          <w:rFonts w:ascii="Courier New" w:hAnsi="Courier New" w:cs="Courier New"/>
        </w:rPr>
        <w:t>Library</w:t>
      </w:r>
      <w:r>
        <w:t xml:space="preserve"> objects.</w:t>
      </w:r>
    </w:p>
    <w:p w:rsidR="00116EB0" w:rsidRDefault="00116EB0" w:rsidP="00116EB0">
      <w:pPr>
        <w:pStyle w:val="Definition"/>
      </w:pPr>
      <w:r>
        <w:t>LibraryPool::iterator end</w:t>
      </w:r>
      <w:r w:rsidR="000F4AA4" w:rsidRPr="00081331">
        <w:rPr>
          <w:rFonts w:asciiTheme="minorHAnsi" w:hAnsiTheme="minorHAnsi"/>
        </w:rPr>
        <w:fldChar w:fldCharType="begin"/>
      </w:r>
      <w:r w:rsidRPr="00081331">
        <w:rPr>
          <w:rFonts w:asciiTheme="minorHAnsi" w:hAnsiTheme="minorHAnsi"/>
        </w:rPr>
        <w:instrText xml:space="preserve"> XE "end,</w:instrText>
      </w:r>
      <w:r w:rsidR="00A319E4">
        <w:rPr>
          <w:rFonts w:asciiTheme="minorHAnsi" w:hAnsiTheme="minorHAnsi"/>
        </w:rPr>
        <w:instrText xml:space="preserve"> </w:instrText>
      </w:r>
      <w:r>
        <w:rPr>
          <w:rFonts w:asciiTheme="minorHAnsi" w:hAnsiTheme="minorHAnsi"/>
        </w:rPr>
        <w:instrText>Library</w:instrText>
      </w:r>
      <w:r w:rsidRPr="00081331">
        <w:rPr>
          <w:rFonts w:asciiTheme="minorHAnsi" w:hAnsiTheme="minorHAnsi"/>
        </w:rPr>
        <w:instrText xml:space="preserve">Pool" </w:instrText>
      </w:r>
      <w:r w:rsidR="000F4AA4" w:rsidRPr="00081331">
        <w:rPr>
          <w:rFonts w:asciiTheme="minorHAnsi" w:hAnsiTheme="minorHAnsi"/>
        </w:rPr>
        <w:fldChar w:fldCharType="end"/>
      </w:r>
      <w:r>
        <w:t>()</w:t>
      </w:r>
    </w:p>
    <w:p w:rsidR="00116EB0" w:rsidRDefault="00116EB0" w:rsidP="00116EB0">
      <w:pPr>
        <w:pStyle w:val="Definition"/>
      </w:pPr>
      <w:r>
        <w:t>LibraryPool::const_iterator end() const</w:t>
      </w:r>
    </w:p>
    <w:p w:rsidR="00116EB0" w:rsidRDefault="00116EB0" w:rsidP="009A6F08">
      <w:pPr>
        <w:pStyle w:val="APIBody"/>
      </w:pPr>
      <w:r>
        <w:t xml:space="preserve">These functions respectively return an </w:t>
      </w:r>
      <w:r w:rsidRPr="00BB1E65">
        <w:rPr>
          <w:rFonts w:ascii="Courier New" w:hAnsi="Courier New" w:cs="Courier New"/>
        </w:rPr>
        <w:t>iterator</w:t>
      </w:r>
      <w:r>
        <w:t xml:space="preserve"> and a </w:t>
      </w:r>
      <w:r w:rsidRPr="00BB1E65">
        <w:rPr>
          <w:rFonts w:ascii="Courier New" w:hAnsi="Courier New" w:cs="Courier New"/>
        </w:rPr>
        <w:t>const_iterator</w:t>
      </w:r>
      <w:r>
        <w:t xml:space="preserve"> that point to the iterator element after the end of the set of </w:t>
      </w:r>
      <w:r>
        <w:rPr>
          <w:rFonts w:ascii="Courier New" w:hAnsi="Courier New" w:cs="Courier New"/>
        </w:rPr>
        <w:t>Library</w:t>
      </w:r>
      <w:r>
        <w:t xml:space="preserve"> objects.</w:t>
      </w:r>
    </w:p>
    <w:p w:rsidR="00116EB0" w:rsidRDefault="00116EB0" w:rsidP="00116EB0">
      <w:pPr>
        <w:pStyle w:val="Definition"/>
      </w:pPr>
      <w:r>
        <w:t>size_t size</w:t>
      </w:r>
      <w:r w:rsidR="000F4AA4" w:rsidRPr="001A3994">
        <w:rPr>
          <w:rFonts w:asciiTheme="minorHAnsi" w:hAnsiTheme="minorHAnsi"/>
        </w:rPr>
        <w:fldChar w:fldCharType="begin"/>
      </w:r>
      <w:r w:rsidR="001A3994" w:rsidRPr="001A3994">
        <w:rPr>
          <w:rFonts w:asciiTheme="minorHAnsi" w:hAnsiTheme="minorHAnsi"/>
        </w:rPr>
        <w:instrText xml:space="preserve"> XE "size, LibraryPool" </w:instrText>
      </w:r>
      <w:r w:rsidR="000F4AA4" w:rsidRPr="001A3994">
        <w:rPr>
          <w:rFonts w:asciiTheme="minorHAnsi" w:hAnsiTheme="minorHAnsi"/>
        </w:rPr>
        <w:fldChar w:fldCharType="end"/>
      </w:r>
      <w:r>
        <w:t>() const</w:t>
      </w:r>
    </w:p>
    <w:p w:rsidR="00116EB0" w:rsidRDefault="00116EB0" w:rsidP="009A6F08">
      <w:pPr>
        <w:pStyle w:val="APIBody"/>
      </w:pPr>
      <w:r>
        <w:t>This function returns the number of elements in the library set.</w:t>
      </w:r>
    </w:p>
    <w:p w:rsidR="005D53AE" w:rsidRDefault="005D53AE" w:rsidP="005D53AE">
      <w:pPr>
        <w:pStyle w:val="Definition"/>
      </w:pPr>
      <w:r>
        <w:t>Library::ptr getExecutable</w:t>
      </w:r>
      <w:r w:rsidR="000F4AA4" w:rsidRPr="001A3994">
        <w:rPr>
          <w:rFonts w:asciiTheme="minorHAnsi" w:hAnsiTheme="minorHAnsi"/>
        </w:rPr>
        <w:fldChar w:fldCharType="begin"/>
      </w:r>
      <w:r w:rsidR="001A3994" w:rsidRPr="001A3994">
        <w:rPr>
          <w:rFonts w:asciiTheme="minorHAnsi" w:hAnsiTheme="minorHAnsi"/>
        </w:rPr>
        <w:instrText xml:space="preserve"> XE "getExecutable, LibraryPool" </w:instrText>
      </w:r>
      <w:r w:rsidR="000F4AA4" w:rsidRPr="001A3994">
        <w:rPr>
          <w:rFonts w:asciiTheme="minorHAnsi" w:hAnsiTheme="minorHAnsi"/>
        </w:rPr>
        <w:fldChar w:fldCharType="end"/>
      </w:r>
      <w:r>
        <w:t>()</w:t>
      </w:r>
    </w:p>
    <w:p w:rsidR="005D53AE" w:rsidRDefault="005D53AE" w:rsidP="005D53AE">
      <w:pPr>
        <w:pStyle w:val="Definition"/>
      </w:pPr>
      <w:r>
        <w:t>Library::const_ptr getExecutable() const</w:t>
      </w:r>
    </w:p>
    <w:p w:rsidR="005D53AE" w:rsidRDefault="005D53AE" w:rsidP="009A6F08">
      <w:pPr>
        <w:pStyle w:val="APIBody"/>
      </w:pPr>
      <w:r>
        <w:t xml:space="preserve">These functions respectively return a pointer or a const pointer to the </w:t>
      </w:r>
      <w:r w:rsidRPr="005D53AE">
        <w:rPr>
          <w:rFonts w:ascii="Courier New" w:hAnsi="Courier New" w:cs="Courier New"/>
        </w:rPr>
        <w:t>Library</w:t>
      </w:r>
      <w:r>
        <w:t xml:space="preserve"> object that represents the target process’ executable.</w:t>
      </w:r>
    </w:p>
    <w:p w:rsidR="005D53AE" w:rsidRDefault="005D53AE" w:rsidP="005D53AE">
      <w:pPr>
        <w:pStyle w:val="Definition"/>
      </w:pPr>
      <w:r>
        <w:lastRenderedPageBreak/>
        <w:t>Library::ptr getLibraryByName</w:t>
      </w:r>
      <w:r w:rsidR="000F4AA4" w:rsidRPr="001A3994">
        <w:rPr>
          <w:rFonts w:asciiTheme="minorHAnsi" w:hAnsiTheme="minorHAnsi"/>
        </w:rPr>
        <w:fldChar w:fldCharType="begin"/>
      </w:r>
      <w:r w:rsidR="001A3994" w:rsidRPr="001A3994">
        <w:rPr>
          <w:rFonts w:asciiTheme="minorHAnsi" w:hAnsiTheme="minorHAnsi"/>
        </w:rPr>
        <w:instrText xml:space="preserve"> XE "getLibraryByName, LibraryPool" </w:instrText>
      </w:r>
      <w:r w:rsidR="000F4AA4" w:rsidRPr="001A3994">
        <w:rPr>
          <w:rFonts w:asciiTheme="minorHAnsi" w:hAnsiTheme="minorHAnsi"/>
        </w:rPr>
        <w:fldChar w:fldCharType="end"/>
      </w:r>
      <w:r>
        <w:t>(std::string name)</w:t>
      </w:r>
    </w:p>
    <w:p w:rsidR="005D53AE" w:rsidRDefault="005D53AE" w:rsidP="005D53AE">
      <w:pPr>
        <w:pStyle w:val="Definition"/>
      </w:pPr>
      <w:r>
        <w:t>Library::const_ptr getLibraryByName(std::string name) const</w:t>
      </w:r>
    </w:p>
    <w:p w:rsidR="007650F8" w:rsidRPr="007650F8" w:rsidRDefault="005D53AE" w:rsidP="009A6F08">
      <w:pPr>
        <w:pStyle w:val="APIBody"/>
      </w:pPr>
      <w:r>
        <w:t xml:space="preserve">These functions respectively return a pointer or a const pointer to the </w:t>
      </w:r>
      <w:r w:rsidRPr="005D53AE">
        <w:rPr>
          <w:rFonts w:ascii="Courier New" w:hAnsi="Courier New" w:cs="Courier New"/>
        </w:rPr>
        <w:t xml:space="preserve">Library </w:t>
      </w:r>
      <w:r>
        <w:t xml:space="preserve">object that with a file name equal to </w:t>
      </w:r>
      <w:r w:rsidRPr="005D53AE">
        <w:rPr>
          <w:rFonts w:ascii="Courier New" w:hAnsi="Courier New" w:cs="Courier New"/>
        </w:rPr>
        <w:t>name</w:t>
      </w:r>
      <w:r>
        <w:t xml:space="preserve">.  If no library is found then these functions respectively return </w:t>
      </w:r>
      <w:r w:rsidRPr="005D53AE">
        <w:rPr>
          <w:rFonts w:ascii="Courier New" w:hAnsi="Courier New" w:cs="Courier New"/>
        </w:rPr>
        <w:t xml:space="preserve">Library::ptr() </w:t>
      </w:r>
      <w:r>
        <w:t xml:space="preserve">or </w:t>
      </w:r>
      <w:r w:rsidRPr="005D53AE">
        <w:rPr>
          <w:rFonts w:ascii="Courier New" w:hAnsi="Courier New" w:cs="Courier New"/>
        </w:rPr>
        <w:t>Library::const_ptr()</w:t>
      </w:r>
      <w:r>
        <w:t>.</w:t>
      </w:r>
    </w:p>
    <w:p w:rsidR="000410FC" w:rsidRDefault="000410FC" w:rsidP="009A6F08">
      <w:pPr>
        <w:pStyle w:val="Heading2"/>
      </w:pPr>
      <w:bookmarkStart w:id="77" w:name="_Toc273362651"/>
      <w:bookmarkStart w:id="78" w:name="_Ref273369251"/>
      <w:bookmarkStart w:id="79" w:name="_Toc274055828"/>
      <w:bookmarkStart w:id="80" w:name="_Toc350168844"/>
      <w:r>
        <w:t>RegisterPool</w:t>
      </w:r>
      <w:bookmarkEnd w:id="77"/>
      <w:bookmarkEnd w:id="78"/>
      <w:bookmarkEnd w:id="79"/>
      <w:bookmarkEnd w:id="80"/>
    </w:p>
    <w:p w:rsidR="001A3994" w:rsidRDefault="00DC6B19" w:rsidP="009A6F08">
      <w:r>
        <w:t xml:space="preserve">The </w:t>
      </w:r>
      <w:r w:rsidRPr="005360FF">
        <w:rPr>
          <w:rFonts w:ascii="Courier New" w:hAnsi="Courier New" w:cs="Courier New"/>
        </w:rPr>
        <w:t>RegisterPool</w:t>
      </w:r>
      <w:r>
        <w:t xml:space="preserve"> object</w:t>
      </w:r>
      <w:r w:rsidR="001A3994">
        <w:t xml:space="preserve"> represents a set of </w:t>
      </w:r>
      <w:r>
        <w:t xml:space="preserve">registers.  It can be used to get or set all registers in a Thread at once.  </w:t>
      </w:r>
      <w:r w:rsidR="005360FF">
        <w:t xml:space="preserve">See the </w:t>
      </w:r>
      <w:r w:rsidR="005360FF" w:rsidRPr="005360FF">
        <w:rPr>
          <w:rFonts w:ascii="Courier New" w:hAnsi="Courier New" w:cs="Courier New"/>
        </w:rPr>
        <w:t>Thread::getAllRegisters</w:t>
      </w:r>
      <w:r w:rsidR="005360FF">
        <w:t xml:space="preserve"> and </w:t>
      </w:r>
      <w:r w:rsidR="005360FF" w:rsidRPr="005360FF">
        <w:rPr>
          <w:rFonts w:ascii="Courier New" w:hAnsi="Courier New" w:cs="Courier New"/>
        </w:rPr>
        <w:t>Thread::setAllRegisters</w:t>
      </w:r>
      <w:r w:rsidR="005360FF">
        <w:t xml:space="preserve"> functions.  See </w:t>
      </w:r>
      <w:r w:rsidR="000F4AA4">
        <w:fldChar w:fldCharType="begin"/>
      </w:r>
      <w:r w:rsidR="005360FF">
        <w:instrText xml:space="preserve"> REF _Ref273369184 \r \h </w:instrText>
      </w:r>
      <w:r w:rsidR="000F4AA4">
        <w:fldChar w:fldCharType="separate"/>
      </w:r>
      <w:r w:rsidR="00C42453">
        <w:t>Appendix A</w:t>
      </w:r>
      <w:r w:rsidR="000F4AA4">
        <w:fldChar w:fldCharType="end"/>
      </w:r>
      <w:r w:rsidR="005360FF">
        <w:t xml:space="preserve"> for more information about </w:t>
      </w:r>
      <w:r w:rsidR="005360FF" w:rsidRPr="005360FF">
        <w:rPr>
          <w:rFonts w:ascii="Courier New" w:hAnsi="Courier New" w:cs="Courier New"/>
        </w:rPr>
        <w:t>MachRegister</w:t>
      </w:r>
      <w:r w:rsidR="005360FF">
        <w:t xml:space="preserve"> and </w:t>
      </w:r>
      <w:r w:rsidR="005360FF" w:rsidRPr="005360FF">
        <w:rPr>
          <w:rFonts w:ascii="Courier New" w:hAnsi="Courier New" w:cs="Courier New"/>
        </w:rPr>
        <w:t>MachRegisterVal</w:t>
      </w:r>
      <w:r w:rsidR="005360FF">
        <w:t>.</w:t>
      </w:r>
    </w:p>
    <w:p w:rsidR="005360FF" w:rsidRDefault="005360FF" w:rsidP="009A6F08">
      <w:pPr>
        <w:pStyle w:val="ClassHeading"/>
      </w:pPr>
      <w:r>
        <w:t xml:space="preserve">RegisterPool </w:t>
      </w:r>
      <w:r w:rsidR="00FC52AC">
        <w:t>Declared In</w:t>
      </w:r>
      <w:r>
        <w:t xml:space="preserve">: </w:t>
      </w:r>
    </w:p>
    <w:p w:rsidR="005360FF" w:rsidRPr="00A14A88" w:rsidRDefault="00A367E2" w:rsidP="005360FF">
      <w:pPr>
        <w:pStyle w:val="Definition"/>
      </w:pPr>
      <w:r>
        <w:t>PCProcess.h</w:t>
      </w:r>
    </w:p>
    <w:p w:rsidR="005360FF" w:rsidRDefault="005360FF" w:rsidP="009A6F08">
      <w:pPr>
        <w:pStyle w:val="ClassHeading"/>
      </w:pPr>
      <w:r>
        <w:t>RegisterPool Types:</w:t>
      </w:r>
    </w:p>
    <w:p w:rsidR="005360FF" w:rsidRDefault="005360FF" w:rsidP="005360FF">
      <w:pPr>
        <w:pStyle w:val="Definition"/>
        <w:rPr>
          <w:rFonts w:asciiTheme="minorHAnsi" w:hAnsiTheme="minorHAnsi"/>
        </w:rPr>
      </w:pPr>
      <w:r>
        <w:t>class iterator</w:t>
      </w:r>
      <w:r w:rsidR="00701C27">
        <w:t xml:space="preserve"> </w:t>
      </w:r>
      <w:r w:rsidRPr="00116EB0">
        <w:rPr>
          <w:rFonts w:asciiTheme="minorHAnsi" w:hAnsiTheme="minorHAnsi"/>
        </w:rPr>
        <w:t>{</w:t>
      </w:r>
      <w:r w:rsidR="000F4AA4" w:rsidRPr="00116EB0">
        <w:rPr>
          <w:rFonts w:asciiTheme="minorHAnsi" w:hAnsiTheme="minorHAnsi"/>
        </w:rPr>
        <w:fldChar w:fldCharType="begin"/>
      </w:r>
      <w:r w:rsidRPr="00116EB0">
        <w:rPr>
          <w:rFonts w:asciiTheme="minorHAnsi" w:hAnsiTheme="minorHAnsi"/>
        </w:rPr>
        <w:instrText xml:space="preserve"> XE "iterator, </w:instrText>
      </w:r>
      <w:r w:rsidR="00A319E4">
        <w:rPr>
          <w:rFonts w:asciiTheme="minorHAnsi" w:hAnsiTheme="minorHAnsi"/>
        </w:rPr>
        <w:instrText>RegisterPool</w:instrText>
      </w:r>
      <w:r w:rsidRPr="00116EB0">
        <w:rPr>
          <w:rFonts w:asciiTheme="minorHAnsi" w:hAnsiTheme="minorHAnsi"/>
        </w:rPr>
        <w:instrText xml:space="preserve">" </w:instrText>
      </w:r>
      <w:r w:rsidR="000F4AA4" w:rsidRPr="00116EB0">
        <w:rPr>
          <w:rFonts w:asciiTheme="minorHAnsi" w:hAnsiTheme="minorHAnsi"/>
        </w:rPr>
        <w:fldChar w:fldCharType="end"/>
      </w:r>
    </w:p>
    <w:p w:rsidR="00701C27" w:rsidRPr="00701C27" w:rsidRDefault="00701C27" w:rsidP="005360FF">
      <w:pPr>
        <w:pStyle w:val="Definition"/>
      </w:pPr>
      <w:r w:rsidRPr="00913764">
        <w:t>public:</w:t>
      </w:r>
    </w:p>
    <w:p w:rsidR="005360FF" w:rsidRDefault="005360FF" w:rsidP="005360FF">
      <w:pPr>
        <w:pStyle w:val="Definition"/>
        <w:ind w:firstLine="720"/>
      </w:pPr>
      <w:r>
        <w:t>iterator();</w:t>
      </w:r>
    </w:p>
    <w:p w:rsidR="005360FF" w:rsidRDefault="005360FF" w:rsidP="005360FF">
      <w:pPr>
        <w:pStyle w:val="Definition"/>
        <w:ind w:firstLine="720"/>
      </w:pPr>
      <w:r>
        <w:t>~iterator();</w:t>
      </w:r>
    </w:p>
    <w:p w:rsidR="005360FF" w:rsidRDefault="005360FF" w:rsidP="005360FF">
      <w:pPr>
        <w:pStyle w:val="Definition"/>
        <w:ind w:firstLine="720"/>
      </w:pPr>
      <w:r>
        <w:t>std::pair&lt;MachRegister, MachRegisterVal&gt; operator*() const;</w:t>
      </w:r>
    </w:p>
    <w:p w:rsidR="005360FF" w:rsidRDefault="005360FF" w:rsidP="005360FF">
      <w:pPr>
        <w:pStyle w:val="Definition"/>
        <w:ind w:firstLine="720"/>
      </w:pPr>
      <w:r>
        <w:t>bool operator==(const iterator &amp;i);</w:t>
      </w:r>
    </w:p>
    <w:p w:rsidR="005360FF" w:rsidRDefault="005360FF" w:rsidP="005360FF">
      <w:pPr>
        <w:pStyle w:val="Definition"/>
        <w:ind w:firstLine="720"/>
      </w:pPr>
      <w:r>
        <w:t>bool operator!=(const iterator &amp;i);</w:t>
      </w:r>
    </w:p>
    <w:p w:rsidR="005360FF" w:rsidRDefault="00A319E4" w:rsidP="005360FF">
      <w:pPr>
        <w:pStyle w:val="Definition"/>
        <w:ind w:firstLine="720"/>
      </w:pPr>
      <w:r>
        <w:t>Register</w:t>
      </w:r>
      <w:r w:rsidR="005360FF">
        <w:t>Pool::iterator operator++();</w:t>
      </w:r>
    </w:p>
    <w:p w:rsidR="005360FF" w:rsidRDefault="00A319E4" w:rsidP="005360FF">
      <w:pPr>
        <w:pStyle w:val="Definition"/>
        <w:ind w:firstLine="720"/>
      </w:pPr>
      <w:r>
        <w:t>Register</w:t>
      </w:r>
      <w:r w:rsidR="005360FF">
        <w:t>Pool::iterator operator++(int);</w:t>
      </w:r>
    </w:p>
    <w:p w:rsidR="005360FF" w:rsidRDefault="005360FF" w:rsidP="005360FF">
      <w:pPr>
        <w:pStyle w:val="Definition"/>
      </w:pPr>
      <w:r>
        <w:t>};</w:t>
      </w:r>
    </w:p>
    <w:p w:rsidR="005360FF" w:rsidRDefault="005360FF" w:rsidP="005360FF">
      <w:pPr>
        <w:pStyle w:val="Definition"/>
      </w:pPr>
    </w:p>
    <w:p w:rsidR="005360FF" w:rsidRDefault="009248FC" w:rsidP="009A6F08">
      <w:pPr>
        <w:pStyle w:val="APIBody"/>
      </w:pPr>
      <w:r>
        <w:t>This is a C++</w:t>
      </w:r>
      <w:r w:rsidR="005360FF">
        <w:t xml:space="preserve"> </w:t>
      </w:r>
      <w:r w:rsidR="005360FF" w:rsidRPr="00C00103">
        <w:rPr>
          <w:rFonts w:ascii="Courier New" w:hAnsi="Courier New" w:cs="Courier New"/>
        </w:rPr>
        <w:t>iterator</w:t>
      </w:r>
      <w:r w:rsidR="005360FF">
        <w:t xml:space="preserve"> over the set of registers contained in the registerPool.  The behavior of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w:t>
      </w:r>
      <w:r w:rsidR="005360FF" w:rsidRPr="00BB1E65">
        <w:rPr>
          <w:rFonts w:ascii="Courier New" w:hAnsi="Courier New" w:cs="Courier New"/>
        </w:rPr>
        <w:t>operator++</w:t>
      </w:r>
      <w:r w:rsidR="005360FF">
        <w:t xml:space="preserve">, and </w:t>
      </w:r>
      <w:r w:rsidR="005360FF" w:rsidRPr="00BB1E65">
        <w:rPr>
          <w:rFonts w:ascii="Courier New" w:hAnsi="Courier New" w:cs="Courier New"/>
        </w:rPr>
        <w:t>operator++(int)</w:t>
      </w:r>
      <w:r w:rsidR="005360FF">
        <w:t xml:space="preserve"> match the standard behavior of C++ iterators.</w:t>
      </w:r>
    </w:p>
    <w:p w:rsidR="005360FF" w:rsidRDefault="00A319E4" w:rsidP="009A6F08">
      <w:pPr>
        <w:pStyle w:val="ClassHeading"/>
      </w:pPr>
      <w:r>
        <w:t>Register</w:t>
      </w:r>
      <w:r w:rsidR="005360FF">
        <w:t>Pool Member Functions:</w:t>
      </w:r>
    </w:p>
    <w:p w:rsidR="005360FF" w:rsidRDefault="005360FF" w:rsidP="005360FF">
      <w:pPr>
        <w:pStyle w:val="Definition"/>
      </w:pPr>
      <w:r>
        <w:t>LibraryPool::iterator begin</w:t>
      </w:r>
      <w:r w:rsidR="000F4AA4" w:rsidRPr="00081331">
        <w:rPr>
          <w:rFonts w:asciiTheme="minorHAnsi" w:hAnsiTheme="minorHAnsi"/>
        </w:rPr>
        <w:fldChar w:fldCharType="begin"/>
      </w:r>
      <w:r w:rsidRPr="00081331">
        <w:rPr>
          <w:rFonts w:asciiTheme="minorHAnsi" w:hAnsiTheme="minorHAnsi"/>
        </w:rPr>
        <w:instrText xml:space="preserve"> XE "begin, </w:instrText>
      </w:r>
      <w:r w:rsidR="00A319E4">
        <w:rPr>
          <w:rFonts w:asciiTheme="minorHAnsi" w:hAnsiTheme="minorHAnsi"/>
        </w:rPr>
        <w:instrText>RegisterPool</w:instrText>
      </w:r>
      <w:r w:rsidRPr="00081331">
        <w:rPr>
          <w:rFonts w:asciiTheme="minorHAnsi" w:hAnsiTheme="minorHAnsi"/>
        </w:rPr>
        <w:instrText xml:space="preserve">" </w:instrText>
      </w:r>
      <w:r w:rsidR="000F4AA4" w:rsidRPr="00081331">
        <w:rPr>
          <w:rFonts w:asciiTheme="minorHAnsi" w:hAnsiTheme="minorHAnsi"/>
        </w:rPr>
        <w:fldChar w:fldCharType="end"/>
      </w:r>
      <w:r>
        <w:t>()</w:t>
      </w:r>
    </w:p>
    <w:p w:rsidR="005360FF" w:rsidRDefault="00A319E4" w:rsidP="009A6F08">
      <w:pPr>
        <w:pStyle w:val="APIBody"/>
      </w:pPr>
      <w:r>
        <w:t>This function returns an iterator</w:t>
      </w:r>
      <w:r w:rsidR="005360FF">
        <w:t xml:space="preserve"> that point</w:t>
      </w:r>
      <w:r>
        <w:t>s</w:t>
      </w:r>
      <w:r w:rsidR="005360FF">
        <w:t xml:space="preserve"> to the beginning of the set of </w:t>
      </w:r>
      <w:r>
        <w:t>registers</w:t>
      </w:r>
      <w:r w:rsidR="005360FF">
        <w:t>.</w:t>
      </w:r>
    </w:p>
    <w:p w:rsidR="005360FF" w:rsidRDefault="005360FF" w:rsidP="005360FF">
      <w:pPr>
        <w:pStyle w:val="Definition"/>
      </w:pPr>
      <w:r>
        <w:t>LibraryPool::iterator end</w:t>
      </w:r>
      <w:r w:rsidR="000F4AA4" w:rsidRPr="00081331">
        <w:rPr>
          <w:rFonts w:asciiTheme="minorHAnsi" w:hAnsiTheme="minorHAnsi"/>
        </w:rPr>
        <w:fldChar w:fldCharType="begin"/>
      </w:r>
      <w:r w:rsidRPr="00081331">
        <w:rPr>
          <w:rFonts w:asciiTheme="minorHAnsi" w:hAnsiTheme="minorHAnsi"/>
        </w:rPr>
        <w:instrText xml:space="preserve"> XE "end,</w:instrText>
      </w:r>
      <w:r w:rsidR="00A319E4">
        <w:rPr>
          <w:rFonts w:asciiTheme="minorHAnsi" w:hAnsiTheme="minorHAnsi"/>
        </w:rPr>
        <w:instrText xml:space="preserve"> RegisterPool</w:instrText>
      </w:r>
      <w:r w:rsidRPr="00081331">
        <w:rPr>
          <w:rFonts w:asciiTheme="minorHAnsi" w:hAnsiTheme="minorHAnsi"/>
        </w:rPr>
        <w:instrText xml:space="preserve">" </w:instrText>
      </w:r>
      <w:r w:rsidR="000F4AA4" w:rsidRPr="00081331">
        <w:rPr>
          <w:rFonts w:asciiTheme="minorHAnsi" w:hAnsiTheme="minorHAnsi"/>
        </w:rPr>
        <w:fldChar w:fldCharType="end"/>
      </w:r>
      <w:r>
        <w:t>()</w:t>
      </w:r>
    </w:p>
    <w:p w:rsidR="005360FF" w:rsidRDefault="00E87F0D" w:rsidP="009A6F08">
      <w:pPr>
        <w:pStyle w:val="APIBody"/>
        <w:rPr>
          <w:rFonts w:ascii="Courier New" w:hAnsi="Courier New" w:cs="Courier New"/>
        </w:rPr>
      </w:pPr>
      <w:r>
        <w:t>This</w:t>
      </w:r>
      <w:r w:rsidR="005360FF">
        <w:t xml:space="preserve"> function</w:t>
      </w:r>
      <w:r>
        <w:t xml:space="preserve"> returns</w:t>
      </w:r>
      <w:r w:rsidR="005360FF">
        <w:t xml:space="preserve"> </w:t>
      </w:r>
      <w:r w:rsidR="00A319E4">
        <w:t>an iterator</w:t>
      </w:r>
      <w:r w:rsidR="005360FF">
        <w:t xml:space="preserve"> that point</w:t>
      </w:r>
      <w:r w:rsidR="00A319E4">
        <w:t>s</w:t>
      </w:r>
      <w:r w:rsidR="005360FF">
        <w:t xml:space="preserve"> element after the end of the set of </w:t>
      </w:r>
      <w:r w:rsidR="00A319E4" w:rsidRPr="00A319E4">
        <w:rPr>
          <w:rFonts w:cs="Courier New"/>
        </w:rPr>
        <w:t>registers</w:t>
      </w:r>
      <w:r w:rsidR="00A319E4">
        <w:rPr>
          <w:rFonts w:ascii="Courier New" w:hAnsi="Courier New" w:cs="Courier New"/>
        </w:rPr>
        <w:t>.</w:t>
      </w:r>
    </w:p>
    <w:p w:rsidR="00E87F0D" w:rsidRDefault="00E87F0D" w:rsidP="00E87F0D">
      <w:pPr>
        <w:pStyle w:val="Definition"/>
      </w:pPr>
      <w:r>
        <w:t>LibraryPool::iterator find(Dyninst::MachRegister r)</w:t>
      </w:r>
    </w:p>
    <w:p w:rsidR="00E87F0D" w:rsidRDefault="00E87F0D" w:rsidP="009A6F08">
      <w:pPr>
        <w:pStyle w:val="APIBody"/>
      </w:pPr>
      <w:r>
        <w:t xml:space="preserve">This function returns an iterator that points to the element in the register pool that equals register </w:t>
      </w:r>
      <w:r w:rsidRPr="00E87F0D">
        <w:rPr>
          <w:rFonts w:ascii="Courier New" w:hAnsi="Courier New" w:cs="Courier New"/>
        </w:rPr>
        <w:t>r</w:t>
      </w:r>
      <w:r>
        <w:t xml:space="preserve">.  If </w:t>
      </w:r>
      <w:r w:rsidRPr="00E87F0D">
        <w:rPr>
          <w:rFonts w:ascii="Courier New" w:hAnsi="Courier New" w:cs="Courier New"/>
        </w:rPr>
        <w:t>r</w:t>
      </w:r>
      <w:r>
        <w:t xml:space="preserve"> is not found, then this function returns </w:t>
      </w:r>
      <w:r w:rsidRPr="00E87F0D">
        <w:rPr>
          <w:rFonts w:ascii="Courier New" w:hAnsi="Courier New" w:cs="Courier New"/>
        </w:rPr>
        <w:t>end()</w:t>
      </w:r>
      <w:r w:rsidRPr="00E87F0D">
        <w:rPr>
          <w:rFonts w:cs="Courier New"/>
        </w:rPr>
        <w:t>.</w:t>
      </w:r>
    </w:p>
    <w:p w:rsidR="005360FF" w:rsidRDefault="005360FF" w:rsidP="005360FF">
      <w:pPr>
        <w:pStyle w:val="Definition"/>
      </w:pPr>
      <w:r>
        <w:t>size_t size</w:t>
      </w:r>
      <w:r w:rsidR="000F4AA4" w:rsidRPr="001A3994">
        <w:rPr>
          <w:rFonts w:asciiTheme="minorHAnsi" w:hAnsiTheme="minorHAnsi"/>
        </w:rPr>
        <w:fldChar w:fldCharType="begin"/>
      </w:r>
      <w:r w:rsidRPr="001A3994">
        <w:rPr>
          <w:rFonts w:asciiTheme="minorHAnsi" w:hAnsiTheme="minorHAnsi"/>
        </w:rPr>
        <w:instrText xml:space="preserve"> XE "size, </w:instrText>
      </w:r>
      <w:r w:rsidR="00A319E4">
        <w:rPr>
          <w:rFonts w:asciiTheme="minorHAnsi" w:hAnsiTheme="minorHAnsi"/>
        </w:rPr>
        <w:instrText>Register</w:instrText>
      </w:r>
      <w:r w:rsidRPr="001A3994">
        <w:rPr>
          <w:rFonts w:asciiTheme="minorHAnsi" w:hAnsiTheme="minorHAnsi"/>
        </w:rPr>
        <w:instrText xml:space="preserve">Pool" </w:instrText>
      </w:r>
      <w:r w:rsidR="000F4AA4" w:rsidRPr="001A3994">
        <w:rPr>
          <w:rFonts w:asciiTheme="minorHAnsi" w:hAnsiTheme="minorHAnsi"/>
        </w:rPr>
        <w:fldChar w:fldCharType="end"/>
      </w:r>
      <w:r>
        <w:t>() const</w:t>
      </w:r>
    </w:p>
    <w:p w:rsidR="005360FF" w:rsidRDefault="005360FF" w:rsidP="009A6F08">
      <w:pPr>
        <w:pStyle w:val="APIBody"/>
      </w:pPr>
      <w:r>
        <w:t xml:space="preserve">This function returns the number of elements in the </w:t>
      </w:r>
      <w:r w:rsidR="00A319E4">
        <w:t>register</w:t>
      </w:r>
      <w:r>
        <w:t xml:space="preserve"> set.</w:t>
      </w:r>
    </w:p>
    <w:p w:rsidR="00E87F0D" w:rsidRDefault="00E87F0D" w:rsidP="00E87F0D">
      <w:pPr>
        <w:pStyle w:val="Definition"/>
      </w:pPr>
      <w:r>
        <w:lastRenderedPageBreak/>
        <w:t>Dyninst::MachRegisterVal&amp; operator[](Dyninst::MachRegister r)</w:t>
      </w:r>
    </w:p>
    <w:p w:rsidR="009C3410" w:rsidRDefault="00E87F0D" w:rsidP="009A6F08">
      <w:pPr>
        <w:pStyle w:val="APIBody"/>
      </w:pPr>
      <w:r>
        <w:t xml:space="preserve">This function returns a reference to the value associated with the register </w:t>
      </w:r>
      <w:r w:rsidRPr="00E87F0D">
        <w:rPr>
          <w:rFonts w:ascii="Courier New" w:hAnsi="Courier New" w:cs="Courier New"/>
        </w:rPr>
        <w:t>r</w:t>
      </w:r>
      <w:r>
        <w:t xml:space="preserve"> in this register pool.  It can be used to efficiently get and set the values of registers in this pool, or to fill the pool with new </w:t>
      </w:r>
      <w:r w:rsidRPr="00E87F0D">
        <w:rPr>
          <w:rFonts w:ascii="Courier New" w:hAnsi="Courier New" w:cs="Courier New"/>
        </w:rPr>
        <w:t>MachRegister</w:t>
      </w:r>
      <w:bookmarkStart w:id="81" w:name="_Toc273362652"/>
      <w:bookmarkStart w:id="82" w:name="_Toc274055829"/>
      <w:bookmarkStart w:id="83" w:name="_Ref274128838"/>
      <w:r w:rsidR="00087ECD">
        <w:t xml:space="preserve"> objects.</w:t>
      </w:r>
    </w:p>
    <w:p w:rsidR="00311B6B" w:rsidRDefault="00311B6B" w:rsidP="009A6F08">
      <w:pPr>
        <w:pStyle w:val="Heading2"/>
      </w:pPr>
      <w:bookmarkStart w:id="84" w:name="_Toc350168845"/>
      <w:r>
        <w:t>AddressSet</w:t>
      </w:r>
      <w:bookmarkEnd w:id="84"/>
      <w:r w:rsidR="009248FC" w:rsidRPr="009248FC">
        <w:fldChar w:fldCharType="begin"/>
      </w:r>
      <w:r w:rsidR="009248FC" w:rsidRPr="009248FC">
        <w:instrText xml:space="preserve"> XE "AddressSet" </w:instrText>
      </w:r>
      <w:r w:rsidR="009248FC" w:rsidRPr="009248FC">
        <w:fldChar w:fldCharType="end"/>
      </w:r>
    </w:p>
    <w:p w:rsidR="00311B6B" w:rsidRDefault="00311B6B" w:rsidP="009A6F08">
      <w:r>
        <w:t xml:space="preserve">The </w:t>
      </w:r>
      <w:r w:rsidRPr="009248FC">
        <w:rPr>
          <w:rFonts w:ascii="Courier New" w:hAnsi="Courier New" w:cs="Courier New"/>
        </w:rPr>
        <w:t xml:space="preserve">AddressSet </w:t>
      </w:r>
      <w:r>
        <w:t>class is a set</w:t>
      </w:r>
      <w:r w:rsidR="00701C27">
        <w:t xml:space="preserve"> container</w:t>
      </w:r>
      <w:r>
        <w:t xml:space="preserve"> of </w:t>
      </w:r>
      <w:r w:rsidRPr="00913764">
        <w:rPr>
          <w:rFonts w:ascii="Courier New" w:hAnsi="Courier New" w:cs="Courier New"/>
        </w:rPr>
        <w:t>Process</w:t>
      </w:r>
      <w:r>
        <w:t xml:space="preserve"> and </w:t>
      </w:r>
      <w:r w:rsidR="00701C27" w:rsidRPr="00913764">
        <w:rPr>
          <w:rFonts w:ascii="Courier New" w:hAnsi="Courier New" w:cs="Courier New"/>
        </w:rPr>
        <w:t>Dyninst::</w:t>
      </w:r>
      <w:r w:rsidRPr="00913764">
        <w:rPr>
          <w:rFonts w:ascii="Courier New" w:hAnsi="Courier New" w:cs="Courier New"/>
        </w:rPr>
        <w:t>Address</w:t>
      </w:r>
      <w:r>
        <w:t xml:space="preserve"> tuple</w:t>
      </w:r>
      <w:r w:rsidR="00701C27">
        <w:t xml:space="preserve">s, with each set element </w:t>
      </w:r>
      <w:r>
        <w:t xml:space="preserve">a </w:t>
      </w:r>
      <w:r w:rsidRPr="009248FC">
        <w:rPr>
          <w:rFonts w:ascii="Courier New" w:hAnsi="Courier New" w:cs="Courier New"/>
        </w:rPr>
        <w:t>std::pair&lt;Address, Process::ptr&gt;</w:t>
      </w:r>
      <w:r>
        <w:t xml:space="preserve">.  </w:t>
      </w:r>
      <w:r w:rsidRPr="009248FC">
        <w:rPr>
          <w:rFonts w:ascii="Courier New" w:hAnsi="Courier New" w:cs="Courier New"/>
        </w:rPr>
        <w:t xml:space="preserve">AddressSet </w:t>
      </w:r>
      <w:r>
        <w:t xml:space="preserve">is used </w:t>
      </w:r>
      <w:r w:rsidR="00701C27">
        <w:t xml:space="preserve">by the </w:t>
      </w:r>
      <w:r w:rsidRPr="009248FC">
        <w:rPr>
          <w:rFonts w:ascii="Courier New" w:hAnsi="Courier New" w:cs="Courier New"/>
        </w:rPr>
        <w:t>ProcessSet</w:t>
      </w:r>
      <w:r w:rsidR="004456BB" w:rsidRPr="004456BB">
        <w:rPr>
          <w:rFonts w:cstheme="minorHAnsi"/>
        </w:rPr>
        <w:fldChar w:fldCharType="begin"/>
      </w:r>
      <w:r w:rsidR="004456BB" w:rsidRPr="004456BB">
        <w:rPr>
          <w:rFonts w:cstheme="minorHAnsi"/>
        </w:rPr>
        <w:instrText xml:space="preserve"> XE "ProcessSet" </w:instrText>
      </w:r>
      <w:r w:rsidR="004456BB" w:rsidRPr="004456BB">
        <w:rPr>
          <w:rFonts w:cstheme="minorHAnsi"/>
        </w:rPr>
        <w:fldChar w:fldCharType="end"/>
      </w:r>
      <w:r w:rsidRPr="009248FC">
        <w:rPr>
          <w:rFonts w:ascii="Courier New" w:hAnsi="Courier New" w:cs="Courier New"/>
        </w:rPr>
        <w:t xml:space="preserve"> </w:t>
      </w:r>
      <w:r>
        <w:t xml:space="preserve">and </w:t>
      </w:r>
      <w:r w:rsidR="00701C27" w:rsidRPr="009248FC">
        <w:rPr>
          <w:rFonts w:ascii="Courier New" w:hAnsi="Courier New" w:cs="Courier New"/>
        </w:rPr>
        <w:t>ThreadSet</w:t>
      </w:r>
      <w:r w:rsidR="00701C27" w:rsidRPr="00913764">
        <w:rPr>
          <w:rFonts w:cstheme="minorHAnsi"/>
        </w:rPr>
        <w:fldChar w:fldCharType="begin"/>
      </w:r>
      <w:r w:rsidR="00701C27" w:rsidRPr="00701C27">
        <w:rPr>
          <w:rFonts w:cstheme="minorHAnsi"/>
        </w:rPr>
        <w:instrText xml:space="preserve"> XE "ThreadSet" </w:instrText>
      </w:r>
      <w:r w:rsidR="00701C27" w:rsidRPr="00913764">
        <w:rPr>
          <w:rFonts w:cstheme="minorHAnsi"/>
        </w:rPr>
        <w:fldChar w:fldCharType="end"/>
      </w:r>
      <w:r w:rsidR="00701C27">
        <w:rPr>
          <w:rFonts w:cstheme="minorHAnsi"/>
        </w:rPr>
        <w:t xml:space="preserve"> classes for</w:t>
      </w:r>
      <w:r w:rsidR="00701C27">
        <w:t xml:space="preserve"> </w:t>
      </w:r>
      <w:r>
        <w:t xml:space="preserve">performing group operations on large numbers of processes.  An </w:t>
      </w:r>
      <w:r w:rsidRPr="009248FC">
        <w:rPr>
          <w:rFonts w:ascii="Courier New" w:hAnsi="Courier New" w:cs="Courier New"/>
        </w:rPr>
        <w:t xml:space="preserve">AddressSet </w:t>
      </w:r>
      <w:r>
        <w:t xml:space="preserve">might, for example, represent the location of a symbol across </w:t>
      </w:r>
      <w:r w:rsidR="009248FC">
        <w:t>numerous</w:t>
      </w:r>
      <w:r>
        <w:t xml:space="preserve"> processes</w:t>
      </w:r>
      <w:r w:rsidR="009248FC">
        <w:t>, or the location of a buffer in each process where data can be written or read.</w:t>
      </w:r>
    </w:p>
    <w:p w:rsidR="009248FC" w:rsidRDefault="009248FC" w:rsidP="009A6F08">
      <w:r>
        <w:t xml:space="preserve">The iteration interfaces of AddressSet resemble a C++ STL </w:t>
      </w:r>
      <w:r w:rsidRPr="009248FC">
        <w:rPr>
          <w:rFonts w:ascii="Courier New" w:hAnsi="Courier New" w:cs="Courier New"/>
        </w:rPr>
        <w:t>std::multimap&lt;Address, Process::ptr&gt;</w:t>
      </w:r>
      <w:r>
        <w:t>.</w:t>
      </w:r>
      <w:r w:rsidR="00701C27">
        <w:t xml:space="preserve">  When iterating all </w:t>
      </w:r>
      <w:r w:rsidR="00701C27" w:rsidRPr="00913764">
        <w:rPr>
          <w:rFonts w:ascii="Courier New" w:hAnsi="Courier New" w:cs="Courier New"/>
        </w:rPr>
        <w:t>Addresses</w:t>
      </w:r>
      <w:r w:rsidR="00701C27">
        <w:t xml:space="preserve"> will appear in sequential order from smallest to largest.  </w:t>
      </w:r>
    </w:p>
    <w:p w:rsidR="009248FC" w:rsidRDefault="009248FC" w:rsidP="009A6F08">
      <w:pPr>
        <w:pStyle w:val="ClassHeading"/>
      </w:pPr>
      <w:r>
        <w:t xml:space="preserve">AddressSet </w:t>
      </w:r>
      <w:r w:rsidR="00FC52AC">
        <w:t>Declared In</w:t>
      </w:r>
      <w:r>
        <w:t>:</w:t>
      </w:r>
    </w:p>
    <w:p w:rsidR="009248FC" w:rsidRDefault="009248FC" w:rsidP="009248FC">
      <w:pPr>
        <w:pStyle w:val="Definition"/>
      </w:pPr>
      <w:r>
        <w:t>ProcessSet.h</w:t>
      </w:r>
    </w:p>
    <w:p w:rsidR="009248FC" w:rsidRDefault="009248FC" w:rsidP="009A6F08">
      <w:pPr>
        <w:pStyle w:val="ClassHeading"/>
      </w:pPr>
      <w:r>
        <w:t>AddressSet Types:</w:t>
      </w:r>
    </w:p>
    <w:p w:rsidR="009248FC" w:rsidRPr="00A14A88" w:rsidRDefault="009248FC" w:rsidP="009248FC">
      <w:pPr>
        <w:pStyle w:val="Definition"/>
      </w:pPr>
      <w:r>
        <w:t>AddressSet</w:t>
      </w:r>
      <w:r w:rsidRPr="00A14A88">
        <w:t>::ptr</w:t>
      </w:r>
    </w:p>
    <w:p w:rsidR="009248FC" w:rsidRPr="00A14A88" w:rsidRDefault="009248FC" w:rsidP="009248FC">
      <w:pPr>
        <w:pStyle w:val="Definition"/>
      </w:pPr>
      <w:r>
        <w:t>AddressSet</w:t>
      </w:r>
      <w:r w:rsidRPr="00A14A88">
        <w:t>::const_ptr</w:t>
      </w:r>
    </w:p>
    <w:p w:rsidR="009248FC" w:rsidRDefault="009248FC" w:rsidP="009A6F08">
      <w:pPr>
        <w:pStyle w:val="APIBody"/>
      </w:pPr>
      <w:r>
        <w:t xml:space="preserve">The </w:t>
      </w:r>
      <w:r>
        <w:rPr>
          <w:rFonts w:ascii="Courier New" w:hAnsi="Courier New" w:cs="Courier New"/>
        </w:rPr>
        <w:t>AddressSet</w:t>
      </w:r>
      <w:r w:rsidRPr="00A14A88">
        <w:rPr>
          <w:rFonts w:ascii="Courier New" w:hAnsi="Courier New" w:cs="Courier New"/>
        </w:rPr>
        <w:t>::ptr</w:t>
      </w:r>
      <w:r>
        <w:t xml:space="preserve"> and </w:t>
      </w:r>
      <w:r>
        <w:rPr>
          <w:rFonts w:ascii="Courier New" w:hAnsi="Courier New" w:cs="Courier New"/>
        </w:rPr>
        <w:t>AddressSet</w:t>
      </w:r>
      <w:r w:rsidRPr="00A14A88">
        <w:rPr>
          <w:rFonts w:ascii="Courier New" w:hAnsi="Courier New" w:cs="Courier New"/>
        </w:rPr>
        <w:t>::const_ptr</w:t>
      </w:r>
      <w:r>
        <w:t xml:space="preserve"> respectively represent a pointer and a const pointer to an AddressSet object.  Both pointer types are reference counted and will cause the underlying </w:t>
      </w:r>
      <w:r>
        <w:rPr>
          <w:rFonts w:ascii="Courier New" w:hAnsi="Courier New" w:cs="Courier New"/>
        </w:rPr>
        <w:t>AddressSet</w:t>
      </w:r>
      <w:r>
        <w:t xml:space="preserve"> object to be cleaned when there are no more references.</w:t>
      </w:r>
    </w:p>
    <w:p w:rsidR="009248FC" w:rsidRDefault="009248FC" w:rsidP="009248FC">
      <w:pPr>
        <w:pStyle w:val="Definition"/>
      </w:pPr>
      <w:r>
        <w:lastRenderedPageBreak/>
        <w:t>typedef std::pair&lt;Dyninst::Address, Process::ptr&gt; value_type</w:t>
      </w:r>
    </w:p>
    <w:p w:rsidR="004456BB" w:rsidRDefault="004456BB" w:rsidP="004456BB">
      <w:pPr>
        <w:pStyle w:val="Definition"/>
      </w:pPr>
      <w:r>
        <w:t>class iterator</w:t>
      </w:r>
      <w:r w:rsidRPr="004456BB">
        <w:rPr>
          <w:rFonts w:asciiTheme="minorHAnsi" w:hAnsiTheme="minorHAnsi" w:cstheme="minorHAnsi"/>
        </w:rPr>
        <w:fldChar w:fldCharType="begin"/>
      </w:r>
      <w:r w:rsidRPr="004456BB">
        <w:rPr>
          <w:rFonts w:asciiTheme="minorHAnsi" w:hAnsiTheme="minorHAnsi" w:cstheme="minorHAnsi"/>
        </w:rPr>
        <w:instrText xml:space="preserve"> XE "iterator, AddressSet" </w:instrText>
      </w:r>
      <w:r w:rsidRPr="004456BB">
        <w:rPr>
          <w:rFonts w:asciiTheme="minorHAnsi" w:hAnsiTheme="minorHAnsi" w:cstheme="minorHAnsi"/>
        </w:rPr>
        <w:fldChar w:fldCharType="end"/>
      </w:r>
      <w:r>
        <w:t xml:space="preserve"> </w:t>
      </w:r>
      <w:r w:rsidR="00701C27">
        <w:t>{</w:t>
      </w:r>
    </w:p>
    <w:p w:rsidR="00701C27" w:rsidRDefault="00701C27" w:rsidP="004456BB">
      <w:pPr>
        <w:pStyle w:val="Definition"/>
      </w:pPr>
      <w:r>
        <w:t>public:</w:t>
      </w:r>
    </w:p>
    <w:p w:rsidR="004456BB" w:rsidRDefault="004456BB" w:rsidP="004456BB">
      <w:pPr>
        <w:pStyle w:val="Definition"/>
        <w:ind w:firstLine="720"/>
      </w:pPr>
      <w:r>
        <w:t>iterator();</w:t>
      </w:r>
    </w:p>
    <w:p w:rsidR="004456BB" w:rsidRDefault="004456BB" w:rsidP="004456BB">
      <w:pPr>
        <w:pStyle w:val="Definition"/>
        <w:ind w:firstLine="720"/>
      </w:pPr>
      <w:r>
        <w:t>~iterator();</w:t>
      </w:r>
    </w:p>
    <w:p w:rsidR="004456BB" w:rsidRDefault="004456BB" w:rsidP="004456BB">
      <w:pPr>
        <w:pStyle w:val="Definition"/>
        <w:ind w:firstLine="720"/>
      </w:pPr>
      <w:r>
        <w:t>value_type operator*() const;</w:t>
      </w:r>
    </w:p>
    <w:p w:rsidR="004456BB" w:rsidRDefault="004456BB" w:rsidP="004456BB">
      <w:pPr>
        <w:pStyle w:val="Definition"/>
        <w:ind w:firstLine="720"/>
      </w:pPr>
      <w:r>
        <w:t>bool operator==(const iterator &amp;i);</w:t>
      </w:r>
    </w:p>
    <w:p w:rsidR="004456BB" w:rsidRDefault="004456BB" w:rsidP="004456BB">
      <w:pPr>
        <w:pStyle w:val="Definition"/>
        <w:ind w:firstLine="720"/>
      </w:pPr>
      <w:r>
        <w:t>bool operator!=(const iterator &amp;i);</w:t>
      </w:r>
    </w:p>
    <w:p w:rsidR="004456BB" w:rsidRDefault="004456BB" w:rsidP="004456BB">
      <w:pPr>
        <w:pStyle w:val="Definition"/>
        <w:ind w:firstLine="720"/>
      </w:pPr>
      <w:r>
        <w:t>AddressSet::iterator operator++();</w:t>
      </w:r>
    </w:p>
    <w:p w:rsidR="004456BB" w:rsidRDefault="004456BB" w:rsidP="004456BB">
      <w:pPr>
        <w:pStyle w:val="Definition"/>
        <w:ind w:firstLine="720"/>
      </w:pPr>
      <w:r>
        <w:t>AddressSet::iterator operator++(int);</w:t>
      </w:r>
    </w:p>
    <w:p w:rsidR="004456BB" w:rsidRDefault="004456BB" w:rsidP="004456BB">
      <w:pPr>
        <w:pStyle w:val="Definition"/>
      </w:pPr>
      <w:r>
        <w:t>};</w:t>
      </w:r>
    </w:p>
    <w:p w:rsidR="004456BB" w:rsidRPr="00701C27" w:rsidRDefault="004456BB" w:rsidP="004456BB">
      <w:pPr>
        <w:pStyle w:val="Definition"/>
      </w:pPr>
      <w:r w:rsidRPr="00701C27">
        <w:t>class const_iterator</w:t>
      </w:r>
      <w:r w:rsidRPr="00913764">
        <w:fldChar w:fldCharType="begin"/>
      </w:r>
      <w:r w:rsidRPr="00913764">
        <w:instrText xml:space="preserve"> XE "const_iterator, AddressSet" </w:instrText>
      </w:r>
      <w:r w:rsidRPr="00913764">
        <w:fldChar w:fldCharType="end"/>
      </w:r>
      <w:r w:rsidRPr="00701C27">
        <w:t xml:space="preserve"> </w:t>
      </w:r>
      <w:r w:rsidR="00701C27" w:rsidRPr="00701C27">
        <w:t>{</w:t>
      </w:r>
    </w:p>
    <w:p w:rsidR="00701C27" w:rsidRPr="00913764" w:rsidRDefault="00701C27" w:rsidP="004456BB">
      <w:pPr>
        <w:pStyle w:val="Definition"/>
      </w:pPr>
      <w:r w:rsidRPr="00701C27">
        <w:t>public:</w:t>
      </w:r>
    </w:p>
    <w:p w:rsidR="004456BB" w:rsidRDefault="004456BB" w:rsidP="004456BB">
      <w:pPr>
        <w:pStyle w:val="Definition"/>
        <w:ind w:firstLine="720"/>
      </w:pPr>
      <w:r>
        <w:t>const_iterator();</w:t>
      </w:r>
    </w:p>
    <w:p w:rsidR="004456BB" w:rsidRDefault="004456BB" w:rsidP="004456BB">
      <w:pPr>
        <w:pStyle w:val="Definition"/>
        <w:ind w:firstLine="720"/>
      </w:pPr>
      <w:r>
        <w:t>~const_iterator();</w:t>
      </w:r>
    </w:p>
    <w:p w:rsidR="004456BB" w:rsidRDefault="004456BB" w:rsidP="004456BB">
      <w:pPr>
        <w:pStyle w:val="Definition"/>
        <w:ind w:firstLine="720"/>
      </w:pPr>
      <w:r>
        <w:t>value_type operator*() const;</w:t>
      </w:r>
    </w:p>
    <w:p w:rsidR="004456BB" w:rsidRDefault="004456BB" w:rsidP="004456BB">
      <w:pPr>
        <w:pStyle w:val="Definition"/>
        <w:ind w:firstLine="720"/>
      </w:pPr>
      <w:r>
        <w:t>bool operator==(const const_interator &amp;i);</w:t>
      </w:r>
    </w:p>
    <w:p w:rsidR="004456BB" w:rsidRDefault="004456BB" w:rsidP="004456BB">
      <w:pPr>
        <w:pStyle w:val="Definition"/>
        <w:ind w:firstLine="720"/>
      </w:pPr>
      <w:r>
        <w:t>bool operator!=(const const_iterator &amp;i);</w:t>
      </w:r>
    </w:p>
    <w:p w:rsidR="004456BB" w:rsidRDefault="004456BB" w:rsidP="004456BB">
      <w:pPr>
        <w:pStyle w:val="Definition"/>
        <w:ind w:firstLine="720"/>
      </w:pPr>
      <w:r>
        <w:t>AddressSet::const_iterator operator++();</w:t>
      </w:r>
    </w:p>
    <w:p w:rsidR="004456BB" w:rsidRDefault="004456BB" w:rsidP="004456BB">
      <w:pPr>
        <w:pStyle w:val="Definition"/>
        <w:ind w:firstLine="720"/>
      </w:pPr>
      <w:r>
        <w:t>AddressSet::const_iterator operator++(int);</w:t>
      </w:r>
    </w:p>
    <w:p w:rsidR="004456BB" w:rsidRDefault="004456BB" w:rsidP="004456BB">
      <w:pPr>
        <w:pStyle w:val="Definition"/>
      </w:pPr>
      <w:r>
        <w:t>};</w:t>
      </w:r>
    </w:p>
    <w:p w:rsidR="004456BB" w:rsidRDefault="004456BB" w:rsidP="009A6F08">
      <w:pPr>
        <w:pStyle w:val="APIBody"/>
      </w:pPr>
      <w:r>
        <w:t xml:space="preserve">These </w:t>
      </w:r>
      <w:r w:rsidRPr="00913764">
        <w:rPr>
          <w:rFonts w:cstheme="minorHAnsi"/>
        </w:rPr>
        <w:t>are C++ iterators</w:t>
      </w:r>
      <w:r>
        <w:t xml:space="preserve"> over the Address and Process pair</w:t>
      </w:r>
      <w:r w:rsidR="00701C27">
        <w:t>s</w:t>
      </w:r>
      <w:r>
        <w:t xml:space="preserve"> contained in the AddressSet.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4456BB" w:rsidRDefault="004456BB" w:rsidP="009A6F08">
      <w:pPr>
        <w:pStyle w:val="ClassHeading"/>
      </w:pPr>
    </w:p>
    <w:p w:rsidR="009248FC" w:rsidRDefault="009248FC" w:rsidP="009A6F08">
      <w:pPr>
        <w:pStyle w:val="ClassHeading"/>
      </w:pPr>
      <w:r>
        <w:t>AddressSet Static Member Functions:</w:t>
      </w:r>
    </w:p>
    <w:p w:rsidR="009248FC" w:rsidRDefault="009248FC" w:rsidP="004456BB">
      <w:pPr>
        <w:pStyle w:val="Definition"/>
        <w:jc w:val="left"/>
      </w:pPr>
      <w:r>
        <w:t>static AddressSet::ptr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t>()</w:t>
      </w:r>
    </w:p>
    <w:p w:rsidR="004456BB" w:rsidRPr="004456BB" w:rsidRDefault="004456BB" w:rsidP="009A6F08">
      <w:pPr>
        <w:pStyle w:val="APIBody"/>
      </w:pPr>
      <w:r w:rsidRPr="004456BB">
        <w:t xml:space="preserve">This </w:t>
      </w:r>
      <w:r>
        <w:t xml:space="preserve">function returns a new </w:t>
      </w:r>
      <w:r w:rsidRPr="00913764">
        <w:rPr>
          <w:rFonts w:ascii="Courier New" w:hAnsi="Courier New" w:cs="Courier New"/>
        </w:rPr>
        <w:t>AddressSet</w:t>
      </w:r>
      <w:r w:rsidR="00701C27">
        <w:t xml:space="preserve"> that is empty</w:t>
      </w:r>
      <w:r>
        <w:t>.</w:t>
      </w:r>
    </w:p>
    <w:p w:rsidR="009248FC" w:rsidRDefault="009248FC" w:rsidP="009248FC">
      <w:pPr>
        <w:pStyle w:val="Definition"/>
        <w:jc w:val="left"/>
      </w:pPr>
      <w:r>
        <w:t>static AddressSet::ptr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t>(ProcessSet::</w:t>
      </w:r>
      <w:r w:rsidR="004456BB">
        <w:t>const_</w:t>
      </w:r>
      <w:r>
        <w:t>ptr ps,</w:t>
      </w:r>
      <w:r>
        <w:br/>
      </w:r>
      <w:r>
        <w:tab/>
        <w:t>Dyninst::Address addr)</w:t>
      </w:r>
    </w:p>
    <w:p w:rsidR="004456BB" w:rsidRDefault="004456BB" w:rsidP="009A6F08">
      <w:pPr>
        <w:pStyle w:val="APIBody"/>
      </w:pPr>
      <w:r>
        <w:t xml:space="preserve">This function returns a new </w:t>
      </w:r>
      <w:r w:rsidRPr="00913764">
        <w:rPr>
          <w:rFonts w:ascii="Courier New" w:hAnsi="Courier New" w:cs="Courier New"/>
        </w:rPr>
        <w:t>AddressSet</w:t>
      </w:r>
      <w:r>
        <w:t xml:space="preserve"> initialized with the elements from </w:t>
      </w:r>
      <w:r w:rsidRPr="00913764">
        <w:rPr>
          <w:rFonts w:ascii="Courier New" w:hAnsi="Courier New" w:cs="Courier New"/>
        </w:rPr>
        <w:t>ps</w:t>
      </w:r>
      <w:r>
        <w:t xml:space="preserve"> paired with the Address </w:t>
      </w:r>
      <w:r w:rsidRPr="00913764">
        <w:rPr>
          <w:rFonts w:ascii="Courier New" w:hAnsi="Courier New" w:cs="Courier New"/>
        </w:rPr>
        <w:t>addr</w:t>
      </w:r>
      <w:r>
        <w:t>.</w:t>
      </w:r>
    </w:p>
    <w:p w:rsidR="009248FC" w:rsidRDefault="009248FC" w:rsidP="009248FC">
      <w:pPr>
        <w:pStyle w:val="Definition"/>
        <w:jc w:val="left"/>
      </w:pPr>
      <w:r>
        <w:t>static AddressSet::ptr</w:t>
      </w:r>
      <w:r w:rsidR="004456BB">
        <w:t xml:space="preserve"> newAddressSet</w:t>
      </w:r>
      <w:r w:rsidR="004456BB" w:rsidRPr="004456BB">
        <w:rPr>
          <w:rFonts w:asciiTheme="minorHAnsi" w:hAnsiTheme="minorHAnsi" w:cstheme="minorHAnsi"/>
        </w:rPr>
        <w:fldChar w:fldCharType="begin"/>
      </w:r>
      <w:r w:rsidR="004456BB" w:rsidRPr="004456BB">
        <w:rPr>
          <w:rFonts w:asciiTheme="minorHAnsi" w:hAnsiTheme="minorHAnsi" w:cstheme="minorHAnsi"/>
        </w:rPr>
        <w:instrText xml:space="preserve"> XE "newAddressSet, AddressSet" </w:instrText>
      </w:r>
      <w:r w:rsidR="004456BB" w:rsidRPr="004456BB">
        <w:rPr>
          <w:rFonts w:asciiTheme="minorHAnsi" w:hAnsiTheme="minorHAnsi" w:cstheme="minorHAnsi"/>
        </w:rPr>
        <w:fldChar w:fldCharType="end"/>
      </w:r>
      <w:r w:rsidR="004456BB">
        <w:t>(ProcessSet::const_ptr ps,</w:t>
      </w:r>
      <w:r w:rsidR="004456BB">
        <w:br/>
      </w:r>
      <w:r w:rsidR="004456BB">
        <w:tab/>
        <w:t>std::string library_name,</w:t>
      </w:r>
      <w:r w:rsidR="004456BB">
        <w:br/>
      </w:r>
      <w:r w:rsidR="004456BB">
        <w:tab/>
        <w:t>Dyninst::Offset off)</w:t>
      </w:r>
    </w:p>
    <w:p w:rsidR="004456BB" w:rsidRDefault="004456BB" w:rsidP="009A6F08">
      <w:pPr>
        <w:pStyle w:val="APIBody"/>
      </w:pPr>
      <w:r>
        <w:t xml:space="preserve">This function returns a new </w:t>
      </w:r>
      <w:r w:rsidRPr="00913764">
        <w:rPr>
          <w:rFonts w:ascii="Courier New" w:hAnsi="Courier New" w:cs="Courier New"/>
        </w:rPr>
        <w:t>AddressSet</w:t>
      </w:r>
      <w:r>
        <w:t xml:space="preserve"> initialized with the elements from </w:t>
      </w:r>
      <w:r w:rsidRPr="00913764">
        <w:rPr>
          <w:rFonts w:ascii="Courier New" w:hAnsi="Courier New" w:cs="Courier New"/>
        </w:rPr>
        <w:t>ps</w:t>
      </w:r>
      <w:r>
        <w:t xml:space="preserve">.  The </w:t>
      </w:r>
      <w:r w:rsidRPr="00913764">
        <w:rPr>
          <w:rFonts w:ascii="Courier New" w:hAnsi="Courier New" w:cs="Courier New"/>
        </w:rPr>
        <w:t>Address</w:t>
      </w:r>
      <w:r>
        <w:t xml:space="preserve"> element for each process is calculated by looking up the load address of </w:t>
      </w:r>
      <w:r w:rsidRPr="00913764">
        <w:rPr>
          <w:rFonts w:ascii="Courier New" w:hAnsi="Courier New" w:cs="Courier New"/>
        </w:rPr>
        <w:t>library_name</w:t>
      </w:r>
      <w:r>
        <w:t xml:space="preserve"> in each </w:t>
      </w:r>
      <w:r w:rsidRPr="00913764">
        <w:rPr>
          <w:rFonts w:ascii="Courier New" w:hAnsi="Courier New" w:cs="Courier New"/>
        </w:rPr>
        <w:t>Process</w:t>
      </w:r>
      <w:r>
        <w:t xml:space="preserve"> and adding it to </w:t>
      </w:r>
      <w:r w:rsidRPr="00913764">
        <w:rPr>
          <w:rFonts w:ascii="Courier New" w:hAnsi="Courier New" w:cs="Courier New"/>
        </w:rPr>
        <w:t>off</w:t>
      </w:r>
      <w:r>
        <w:t>.</w:t>
      </w:r>
    </w:p>
    <w:p w:rsidR="004456BB" w:rsidRDefault="004456BB" w:rsidP="009A6F08">
      <w:pPr>
        <w:pStyle w:val="ClassHeading"/>
      </w:pPr>
      <w:r>
        <w:t>AddressSet Member Functions</w:t>
      </w:r>
    </w:p>
    <w:p w:rsidR="004456BB" w:rsidRDefault="004456BB" w:rsidP="004456BB">
      <w:pPr>
        <w:pStyle w:val="Definition"/>
      </w:pPr>
      <w:r>
        <w:t>iterator begin</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"begin, AddressSet" </w:instrText>
      </w:r>
      <w:r w:rsidR="005956F8" w:rsidRPr="00913764">
        <w:rPr>
          <w:rFonts w:asciiTheme="minorHAnsi" w:hAnsiTheme="minorHAnsi" w:cstheme="minorHAnsi"/>
        </w:rPr>
        <w:fldChar w:fldCharType="end"/>
      </w:r>
      <w:r>
        <w:t>()</w:t>
      </w:r>
    </w:p>
    <w:p w:rsidR="004456BB" w:rsidRDefault="004456BB" w:rsidP="004456BB">
      <w:pPr>
        <w:pStyle w:val="Definition"/>
      </w:pPr>
      <w:r>
        <w:t>const_iterator begin</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"begin, AddressSet" </w:instrText>
      </w:r>
      <w:r w:rsidR="005956F8" w:rsidRPr="00913764">
        <w:rPr>
          <w:rFonts w:asciiTheme="minorHAnsi" w:hAnsiTheme="minorHAnsi" w:cstheme="minorHAnsi"/>
        </w:rPr>
        <w:fldChar w:fldCharType="end"/>
      </w:r>
      <w:r>
        <w:t>() const</w:t>
      </w:r>
    </w:p>
    <w:p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first element in the </w:t>
      </w:r>
      <w:r w:rsidRPr="00913764">
        <w:rPr>
          <w:rFonts w:ascii="Courier New" w:hAnsi="Courier New" w:cs="Courier New"/>
        </w:rPr>
        <w:t>AddressSet</w:t>
      </w:r>
      <w:r>
        <w:t xml:space="preserve">, or </w:t>
      </w:r>
      <w:r w:rsidRPr="00913764">
        <w:rPr>
          <w:rFonts w:ascii="Courier New" w:hAnsi="Courier New" w:cs="Courier New"/>
        </w:rPr>
        <w:t>end()</w:t>
      </w:r>
      <w:r>
        <w:t xml:space="preserve"> if the </w:t>
      </w:r>
      <w:r w:rsidRPr="00913764">
        <w:rPr>
          <w:rFonts w:ascii="Courier New" w:hAnsi="Courier New" w:cs="Courier New"/>
        </w:rPr>
        <w:t>AddressSet</w:t>
      </w:r>
      <w:r>
        <w:t xml:space="preserve"> is empty.</w:t>
      </w:r>
    </w:p>
    <w:p w:rsidR="004456BB" w:rsidRDefault="004456BB" w:rsidP="004456BB">
      <w:pPr>
        <w:pStyle w:val="Definition"/>
      </w:pPr>
      <w:r>
        <w:lastRenderedPageBreak/>
        <w:t>iterator end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"end, AddressSet" </w:instrText>
      </w:r>
      <w:r w:rsidR="005956F8" w:rsidRPr="00913764">
        <w:rPr>
          <w:rFonts w:asciiTheme="minorHAnsi" w:hAnsiTheme="minorHAnsi" w:cstheme="minorHAnsi"/>
        </w:rPr>
        <w:fldChar w:fldCharType="end"/>
      </w:r>
      <w:r>
        <w:t>()</w:t>
      </w:r>
    </w:p>
    <w:p w:rsidR="004456BB" w:rsidRDefault="004456BB" w:rsidP="004456BB">
      <w:pPr>
        <w:pStyle w:val="Definition"/>
      </w:pPr>
      <w:r>
        <w:t>const_iterator end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"end, AddressSet" </w:instrText>
      </w:r>
      <w:r w:rsidR="005956F8" w:rsidRPr="00913764">
        <w:rPr>
          <w:rFonts w:asciiTheme="minorHAnsi" w:hAnsiTheme="minorHAnsi" w:cstheme="minorHAnsi"/>
        </w:rPr>
        <w:fldChar w:fldCharType="end"/>
      </w:r>
      <w:r>
        <w:t>() const</w:t>
      </w:r>
    </w:p>
    <w:p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element that comes after the final element in the </w:t>
      </w:r>
      <w:r w:rsidRPr="00913764">
        <w:rPr>
          <w:rFonts w:ascii="Courier New" w:hAnsi="Courier New" w:cs="Courier New"/>
        </w:rPr>
        <w:t>AddressSet</w:t>
      </w:r>
      <w:r w:rsidR="00701C27">
        <w:rPr>
          <w:rFonts w:ascii="Courier New" w:hAnsi="Courier New" w:cs="Courier New"/>
        </w:rPr>
        <w:t>.</w:t>
      </w:r>
    </w:p>
    <w:p w:rsidR="004456BB" w:rsidRDefault="004456BB" w:rsidP="004456BB">
      <w:pPr>
        <w:pStyle w:val="Definition"/>
      </w:pPr>
      <w:r>
        <w:t>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w:t>
      </w:r>
    </w:p>
    <w:p w:rsidR="004456BB" w:rsidRDefault="004456BB" w:rsidP="004456BB">
      <w:pPr>
        <w:pStyle w:val="Definition"/>
      </w:pPr>
      <w:r>
        <w:t>const_iterator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w:t>
      </w:r>
      <w:r w:rsidR="00C54088">
        <w:t>ddr</w:t>
      </w:r>
      <w:r>
        <w:t>) const</w:t>
      </w:r>
    </w:p>
    <w:p w:rsidR="005956F8" w:rsidRDefault="005956F8" w:rsidP="009A6F08">
      <w:pPr>
        <w:pStyle w:val="APIBody"/>
      </w:pPr>
      <w:r>
        <w:t xml:space="preserve">These functions return an </w:t>
      </w:r>
      <w:r w:rsidRPr="00913764">
        <w:rPr>
          <w:rFonts w:ascii="Courier New" w:hAnsi="Courier New" w:cs="Courier New"/>
        </w:rPr>
        <w:t xml:space="preserve">iterator </w:t>
      </w:r>
      <w:r>
        <w:t xml:space="preserve">that points to the first element in the </w:t>
      </w:r>
      <w:r w:rsidRPr="00913764">
        <w:rPr>
          <w:rFonts w:ascii="Courier New" w:hAnsi="Courier New" w:cs="Courier New"/>
        </w:rPr>
        <w:t xml:space="preserve">AddressSet </w:t>
      </w:r>
      <w:r>
        <w:t xml:space="preserve">with </w:t>
      </w:r>
      <w:r w:rsidR="0024411F">
        <w:t xml:space="preserve">an address of </w:t>
      </w:r>
      <w:r w:rsidR="0024411F" w:rsidRPr="00913764">
        <w:rPr>
          <w:rFonts w:ascii="Courier New" w:hAnsi="Courier New" w:cs="Courier New"/>
        </w:rPr>
        <w:t>addr</w:t>
      </w:r>
      <w:r w:rsidR="0024411F">
        <w:t xml:space="preserve">.  They return </w:t>
      </w:r>
      <w:r w:rsidR="0024411F" w:rsidRPr="00913764">
        <w:rPr>
          <w:rFonts w:ascii="Courier New" w:hAnsi="Courier New" w:cs="Courier New"/>
        </w:rPr>
        <w:t xml:space="preserve">end() </w:t>
      </w:r>
      <w:r w:rsidR="0024411F">
        <w:t xml:space="preserve">if no element matches </w:t>
      </w:r>
      <w:r w:rsidR="0024411F" w:rsidRPr="00913764">
        <w:rPr>
          <w:rFonts w:ascii="Courier New" w:hAnsi="Courier New" w:cs="Courier New"/>
        </w:rPr>
        <w:t>addr</w:t>
      </w:r>
      <w:r w:rsidR="0024411F">
        <w:t>.</w:t>
      </w:r>
    </w:p>
    <w:p w:rsidR="004456BB" w:rsidRDefault="00C54088" w:rsidP="004456BB">
      <w:pPr>
        <w:pStyle w:val="Definition"/>
      </w:pPr>
      <w:r>
        <w:t>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 Process::const_ptr p</w:t>
      </w:r>
      <w:r w:rsidR="0024411F">
        <w:t>roc</w:t>
      </w:r>
      <w:r>
        <w:t>)</w:t>
      </w:r>
    </w:p>
    <w:p w:rsidR="00C54088" w:rsidRDefault="00C54088" w:rsidP="00C54088">
      <w:pPr>
        <w:pStyle w:val="Definition"/>
        <w:jc w:val="left"/>
      </w:pPr>
      <w:r>
        <w:t>const_iterator find</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"find, AddressSet" </w:instrText>
      </w:r>
      <w:r w:rsidR="005956F8" w:rsidRPr="00913764">
        <w:rPr>
          <w:rFonts w:asciiTheme="minorHAnsi" w:hAnsiTheme="minorHAnsi" w:cstheme="minorHAnsi"/>
        </w:rPr>
        <w:fldChar w:fldCharType="end"/>
      </w:r>
      <w:r>
        <w:t>(Dyninst::Address addr,</w:t>
      </w:r>
      <w:r>
        <w:br/>
      </w:r>
      <w:r>
        <w:tab/>
        <w:t>Process::const_ptr p</w:t>
      </w:r>
      <w:r w:rsidR="0024411F">
        <w:t>roc</w:t>
      </w:r>
      <w:r>
        <w:t>) const</w:t>
      </w:r>
    </w:p>
    <w:p w:rsidR="0024411F" w:rsidRDefault="0024411F" w:rsidP="009A6F08">
      <w:pPr>
        <w:pStyle w:val="APIBody"/>
      </w:pPr>
      <w:r>
        <w:t xml:space="preserve">These functions return an </w:t>
      </w:r>
      <w:r w:rsidRPr="00913764">
        <w:rPr>
          <w:rFonts w:ascii="Courier New" w:hAnsi="Courier New" w:cs="Courier New"/>
        </w:rPr>
        <w:t>iterator</w:t>
      </w:r>
      <w:r>
        <w:t xml:space="preserve"> that points to any element that has a process and address of </w:t>
      </w:r>
      <w:r w:rsidRPr="00913764">
        <w:rPr>
          <w:rFonts w:ascii="Courier New" w:hAnsi="Courier New" w:cs="Courier New"/>
        </w:rPr>
        <w:t>proc</w:t>
      </w:r>
      <w:r w:rsidRPr="00913764">
        <w:rPr>
          <w:rFonts w:cstheme="minorHAnsi"/>
        </w:rPr>
        <w:t xml:space="preserve"> </w:t>
      </w:r>
      <w:r>
        <w:t xml:space="preserve">and </w:t>
      </w:r>
      <w:r w:rsidRPr="00913764">
        <w:rPr>
          <w:rFonts w:ascii="Courier New" w:hAnsi="Courier New" w:cs="Courier New"/>
        </w:rPr>
        <w:t>addr</w:t>
      </w:r>
      <w:r>
        <w:t xml:space="preserve">.  It returns </w:t>
      </w:r>
      <w:r w:rsidRPr="00913764">
        <w:rPr>
          <w:rFonts w:ascii="Courier New" w:hAnsi="Courier New" w:cs="Courier New"/>
        </w:rPr>
        <w:t>end()</w:t>
      </w:r>
      <w:r>
        <w:t xml:space="preserve"> if no element matches.</w:t>
      </w:r>
    </w:p>
    <w:p w:rsidR="00C54088" w:rsidRDefault="00C54088" w:rsidP="00C54088">
      <w:pPr>
        <w:pStyle w:val="Definition"/>
        <w:jc w:val="left"/>
      </w:pPr>
      <w:r>
        <w:t>size_t count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"count, AddressSet" </w:instrText>
      </w:r>
      <w:r w:rsidR="005956F8" w:rsidRPr="00913764">
        <w:rPr>
          <w:rFonts w:asciiTheme="minorHAnsi" w:hAnsiTheme="minorHAnsi" w:cstheme="minorHAnsi"/>
        </w:rPr>
        <w:fldChar w:fldCharType="end"/>
      </w:r>
      <w:r>
        <w:t>(Dyninst::Address a</w:t>
      </w:r>
      <w:r w:rsidR="0024411F">
        <w:t>ddr</w:t>
      </w:r>
      <w:r>
        <w:t>) const</w:t>
      </w:r>
    </w:p>
    <w:p w:rsidR="0024411F" w:rsidRDefault="0024411F" w:rsidP="009A6F08">
      <w:pPr>
        <w:pStyle w:val="APIBody"/>
      </w:pPr>
      <w:r>
        <w:t xml:space="preserve">This function returns the number of elements with address </w:t>
      </w:r>
      <w:r w:rsidRPr="00913764">
        <w:rPr>
          <w:rFonts w:ascii="Courier New" w:hAnsi="Courier New" w:cs="Courier New"/>
        </w:rPr>
        <w:t>addr</w:t>
      </w:r>
      <w:r>
        <w:t>.</w:t>
      </w:r>
    </w:p>
    <w:p w:rsidR="00C54088" w:rsidRDefault="00C54088" w:rsidP="00C54088">
      <w:pPr>
        <w:pStyle w:val="Definition"/>
        <w:jc w:val="left"/>
      </w:pPr>
      <w:r>
        <w:t>size_t size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"size, AddressSet" </w:instrText>
      </w:r>
      <w:r w:rsidR="005956F8" w:rsidRPr="00913764">
        <w:rPr>
          <w:rFonts w:asciiTheme="minorHAnsi" w:hAnsiTheme="minorHAnsi" w:cstheme="minorHAnsi"/>
        </w:rPr>
        <w:fldChar w:fldCharType="end"/>
      </w:r>
      <w:r>
        <w:t>() const</w:t>
      </w:r>
    </w:p>
    <w:p w:rsidR="0024411F" w:rsidRDefault="0024411F" w:rsidP="009A6F08">
      <w:pPr>
        <w:pStyle w:val="APIBody"/>
      </w:pPr>
      <w:r>
        <w:t xml:space="preserve">This function returns the number of elements in the </w:t>
      </w:r>
      <w:r w:rsidRPr="00913764">
        <w:rPr>
          <w:rFonts w:ascii="Courier New" w:hAnsi="Courier New" w:cs="Courier New"/>
        </w:rPr>
        <w:t>AddressSet</w:t>
      </w:r>
      <w:r>
        <w:t>.</w:t>
      </w:r>
    </w:p>
    <w:p w:rsidR="00C54088" w:rsidRDefault="00C54088" w:rsidP="00C54088">
      <w:pPr>
        <w:pStyle w:val="Definition"/>
        <w:jc w:val="left"/>
      </w:pPr>
      <w:r>
        <w:t>bool empty</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"empty, AddressSet" </w:instrText>
      </w:r>
      <w:r w:rsidR="005956F8" w:rsidRPr="00913764">
        <w:rPr>
          <w:rFonts w:asciiTheme="minorHAnsi" w:hAnsiTheme="minorHAnsi" w:cstheme="minorHAnsi"/>
        </w:rPr>
        <w:fldChar w:fldCharType="end"/>
      </w:r>
      <w:r>
        <w:t>() const</w:t>
      </w:r>
    </w:p>
    <w:p w:rsidR="0024411F" w:rsidRDefault="0024411F" w:rsidP="009A6F08">
      <w:pPr>
        <w:pStyle w:val="APIBody"/>
      </w:pPr>
      <w:r>
        <w:t xml:space="preserve">This function returns true if the </w:t>
      </w:r>
      <w:r w:rsidRPr="00913764">
        <w:rPr>
          <w:rFonts w:ascii="Courier New" w:hAnsi="Courier New" w:cs="Courier New"/>
        </w:rPr>
        <w:t>AddressSet</w:t>
      </w:r>
      <w:r w:rsidR="00701C27">
        <w:t xml:space="preserve"> has zero elements</w:t>
      </w:r>
      <w:r>
        <w:t xml:space="preserve"> and false otherwise.</w:t>
      </w:r>
    </w:p>
    <w:p w:rsidR="00C54088" w:rsidRDefault="00C54088" w:rsidP="00C54088">
      <w:pPr>
        <w:pStyle w:val="Definition"/>
        <w:jc w:val="left"/>
      </w:pPr>
      <w:r>
        <w:t>std::pair&lt;iterator, bool&gt; insert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"insert, AddressSet" </w:instrText>
      </w:r>
      <w:r w:rsidR="005956F8" w:rsidRPr="00913764">
        <w:rPr>
          <w:rFonts w:asciiTheme="minorHAnsi" w:hAnsiTheme="minorHAnsi" w:cstheme="minorHAnsi"/>
        </w:rPr>
        <w:fldChar w:fldCharType="end"/>
      </w:r>
      <w:r>
        <w:t>(Dyninst::Address addr,</w:t>
      </w:r>
      <w:r>
        <w:br/>
      </w:r>
      <w:r>
        <w:tab/>
        <w:t>Process::const_ptr proc)</w:t>
      </w:r>
    </w:p>
    <w:p w:rsidR="0024411F" w:rsidRDefault="0024411F" w:rsidP="009A6F08">
      <w:pPr>
        <w:pStyle w:val="APIBody"/>
      </w:pPr>
      <w:r>
        <w:t xml:space="preserve">This function inserts a new element into the </w:t>
      </w:r>
      <w:r w:rsidRPr="00913764">
        <w:rPr>
          <w:rFonts w:ascii="Courier New" w:hAnsi="Courier New" w:cs="Courier New"/>
        </w:rPr>
        <w:t>AddressSet</w:t>
      </w:r>
      <w:r>
        <w:t xml:space="preserve"> with </w:t>
      </w:r>
      <w:r w:rsidRPr="00913764">
        <w:rPr>
          <w:rFonts w:ascii="Courier New" w:hAnsi="Courier New" w:cs="Courier New"/>
        </w:rPr>
        <w:t>addr</w:t>
      </w:r>
      <w:r>
        <w:t xml:space="preserve"> and </w:t>
      </w:r>
      <w:r w:rsidRPr="00913764">
        <w:rPr>
          <w:rFonts w:ascii="Courier New" w:hAnsi="Courier New" w:cs="Courier New"/>
        </w:rPr>
        <w:t>proc</w:t>
      </w:r>
      <w:r>
        <w:t xml:space="preserve"> as its values.  If another element with those values already exists, then no new element will be inserted.  It returns an </w:t>
      </w:r>
      <w:r w:rsidRPr="00913764">
        <w:rPr>
          <w:rFonts w:ascii="Courier New" w:hAnsi="Courier New" w:cs="Courier New"/>
        </w:rPr>
        <w:t>iterator</w:t>
      </w:r>
      <w:r>
        <w:t xml:space="preserve"> that points to the new or existing element and a boolean value that is true if a new element was inserted and false otherwise.</w:t>
      </w:r>
    </w:p>
    <w:p w:rsidR="00C54088" w:rsidRDefault="00C54088" w:rsidP="00C54088">
      <w:pPr>
        <w:pStyle w:val="Definition"/>
        <w:jc w:val="left"/>
      </w:pPr>
      <w:r>
        <w:t>size_t insert</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"insert, AddressSet" </w:instrText>
      </w:r>
      <w:r w:rsidR="005956F8" w:rsidRPr="00913764">
        <w:rPr>
          <w:rFonts w:asciiTheme="minorHAnsi" w:hAnsiTheme="minorHAnsi" w:cstheme="minorHAnsi"/>
        </w:rPr>
        <w:fldChar w:fldCharType="end"/>
      </w:r>
      <w:r>
        <w:t>(Dyninst::Address addr, ProcessSet::const_ptr p</w:t>
      </w:r>
      <w:r w:rsidR="0024411F">
        <w:t>s</w:t>
      </w:r>
      <w:r>
        <w:t>)</w:t>
      </w:r>
    </w:p>
    <w:p w:rsidR="0024411F" w:rsidRDefault="0024411F" w:rsidP="009A6F08">
      <w:pPr>
        <w:pStyle w:val="APIBody"/>
      </w:pPr>
      <w:r>
        <w:t xml:space="preserve">For every element in </w:t>
      </w:r>
      <w:r w:rsidRPr="00913764">
        <w:rPr>
          <w:rFonts w:ascii="Courier New" w:hAnsi="Courier New" w:cs="Courier New"/>
        </w:rPr>
        <w:t>ps</w:t>
      </w:r>
      <w:r>
        <w:t xml:space="preserve">, this function inserts it and </w:t>
      </w:r>
      <w:r w:rsidRPr="00913764">
        <w:rPr>
          <w:rFonts w:ascii="Courier New" w:hAnsi="Courier New" w:cs="Courier New"/>
        </w:rPr>
        <w:t>addr</w:t>
      </w:r>
      <w:r>
        <w:t xml:space="preserve"> into the AddressSet.  It returns the number of new elements created.</w:t>
      </w:r>
    </w:p>
    <w:p w:rsidR="00C54088" w:rsidRDefault="00C54088" w:rsidP="00C54088">
      <w:pPr>
        <w:pStyle w:val="Definition"/>
        <w:jc w:val="left"/>
      </w:pPr>
      <w:r>
        <w:t>void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(iterator</w:t>
      </w:r>
      <w:r w:rsidR="005956F8">
        <w:t xml:space="preserve"> </w:t>
      </w:r>
      <w:r>
        <w:t>pos)</w:t>
      </w:r>
    </w:p>
    <w:p w:rsidR="0024411F" w:rsidRDefault="0024411F" w:rsidP="009A6F08">
      <w:pPr>
        <w:pStyle w:val="APIBody"/>
      </w:pPr>
      <w:r>
        <w:t xml:space="preserve">This function removes the element pointed to by </w:t>
      </w:r>
      <w:r w:rsidRPr="00913764">
        <w:rPr>
          <w:rFonts w:ascii="Courier New" w:hAnsi="Courier New" w:cs="Courier New"/>
        </w:rPr>
        <w:t>pos</w:t>
      </w:r>
      <w:r>
        <w:t xml:space="preserve"> from the </w:t>
      </w:r>
      <w:r w:rsidRPr="00913764">
        <w:rPr>
          <w:rFonts w:ascii="Courier New" w:hAnsi="Courier New" w:cs="Courier New"/>
        </w:rPr>
        <w:t>AddressSet</w:t>
      </w:r>
      <w:r>
        <w:t>.</w:t>
      </w:r>
    </w:p>
    <w:p w:rsidR="00C54088" w:rsidRDefault="00C54088" w:rsidP="00C54088">
      <w:pPr>
        <w:pStyle w:val="Definition"/>
        <w:jc w:val="left"/>
      </w:pPr>
      <w:r>
        <w:t>size_t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(Process::const_ptr p</w:t>
      </w:r>
      <w:r w:rsidR="0024411F">
        <w:t>roc</w:t>
      </w:r>
      <w:r>
        <w:t>)</w:t>
      </w:r>
    </w:p>
    <w:p w:rsidR="0024411F" w:rsidRDefault="0024411F" w:rsidP="009A6F08">
      <w:pPr>
        <w:pStyle w:val="APIBody"/>
      </w:pPr>
      <w:r>
        <w:t xml:space="preserve">This function removes every element with a process of </w:t>
      </w:r>
      <w:r w:rsidRPr="00913764">
        <w:rPr>
          <w:rFonts w:ascii="Courier New" w:hAnsi="Courier New" w:cs="Courier New"/>
        </w:rPr>
        <w:t>proc</w:t>
      </w:r>
      <w:r>
        <w:t xml:space="preserve"> from the </w:t>
      </w:r>
      <w:r w:rsidRPr="00913764">
        <w:rPr>
          <w:rFonts w:ascii="Courier New" w:hAnsi="Courier New" w:cs="Courier New"/>
        </w:rPr>
        <w:t>AddressSet</w:t>
      </w:r>
      <w:r>
        <w:t>.  It returns the number of elements removed.</w:t>
      </w:r>
    </w:p>
    <w:p w:rsidR="00C54088" w:rsidRDefault="00C54088" w:rsidP="00C54088">
      <w:pPr>
        <w:pStyle w:val="Definition"/>
        <w:jc w:val="left"/>
      </w:pPr>
      <w:r>
        <w:t>size_t erase</w:t>
      </w:r>
      <w:r w:rsidR="005956F8" w:rsidRPr="00913764">
        <w:rPr>
          <w:rFonts w:asciiTheme="minorHAnsi" w:hAnsiTheme="minorHAnsi" w:cstheme="minorHAnsi"/>
        </w:rPr>
        <w:fldChar w:fldCharType="begin"/>
      </w:r>
      <w:r w:rsidR="005956F8" w:rsidRPr="00913764">
        <w:rPr>
          <w:rFonts w:asciiTheme="minorHAnsi" w:hAnsiTheme="minorHAnsi" w:cstheme="minorHAnsi"/>
        </w:rPr>
        <w:instrText xml:space="preserve"> XE "erase, AddressSet" </w:instrText>
      </w:r>
      <w:r w:rsidR="005956F8" w:rsidRPr="00913764">
        <w:rPr>
          <w:rFonts w:asciiTheme="minorHAnsi" w:hAnsiTheme="minorHAnsi" w:cstheme="minorHAnsi"/>
        </w:rPr>
        <w:fldChar w:fldCharType="end"/>
      </w:r>
      <w:r>
        <w:t>(Dyninst::Address addr, Process::const</w:t>
      </w:r>
      <w:r w:rsidR="0024411F">
        <w:t>_ptr proc)</w:t>
      </w:r>
    </w:p>
    <w:p w:rsidR="0024411F" w:rsidRDefault="0024411F" w:rsidP="009A6F08">
      <w:pPr>
        <w:pStyle w:val="APIBody"/>
      </w:pPr>
      <w:r>
        <w:t xml:space="preserve">This function removes any element that has and address and process of </w:t>
      </w:r>
      <w:r w:rsidRPr="00913764">
        <w:rPr>
          <w:rFonts w:ascii="Courier New" w:hAnsi="Courier New" w:cs="Courier New"/>
        </w:rPr>
        <w:t>addr</w:t>
      </w:r>
      <w:r>
        <w:t xml:space="preserve"> and </w:t>
      </w:r>
      <w:r w:rsidRPr="00913764">
        <w:rPr>
          <w:rFonts w:ascii="Courier New" w:hAnsi="Courier New" w:cs="Courier New"/>
        </w:rPr>
        <w:t>proc</w:t>
      </w:r>
      <w:r>
        <w:t xml:space="preserve"> from the </w:t>
      </w:r>
      <w:r w:rsidRPr="00913764">
        <w:rPr>
          <w:rFonts w:ascii="Courier New" w:hAnsi="Courier New" w:cs="Courier New"/>
        </w:rPr>
        <w:t>AddressSet</w:t>
      </w:r>
      <w:r>
        <w:t>.  It returns the number of elements removed.</w:t>
      </w:r>
    </w:p>
    <w:p w:rsidR="005956F8" w:rsidRDefault="005956F8" w:rsidP="00C54088">
      <w:pPr>
        <w:pStyle w:val="Definition"/>
        <w:jc w:val="left"/>
      </w:pPr>
      <w:r>
        <w:t>void clear</w:t>
      </w:r>
      <w:r w:rsidRPr="00913764">
        <w:rPr>
          <w:rFonts w:asciiTheme="minorHAnsi" w:hAnsiTheme="minorHAnsi" w:cstheme="minorHAnsi"/>
        </w:rPr>
        <w:fldChar w:fldCharType="begin"/>
      </w:r>
      <w:r w:rsidRPr="00913764">
        <w:rPr>
          <w:rFonts w:asciiTheme="minorHAnsi" w:hAnsiTheme="minorHAnsi" w:cstheme="minorHAnsi"/>
        </w:rPr>
        <w:instrText xml:space="preserve"> XE "clear, AddressSet" </w:instrText>
      </w:r>
      <w:r w:rsidRPr="00913764">
        <w:rPr>
          <w:rFonts w:asciiTheme="minorHAnsi" w:hAnsiTheme="minorHAnsi" w:cstheme="minorHAnsi"/>
        </w:rPr>
        <w:fldChar w:fldCharType="end"/>
      </w:r>
      <w:r>
        <w:t>()</w:t>
      </w:r>
    </w:p>
    <w:p w:rsidR="0024411F" w:rsidRDefault="0024411F" w:rsidP="009A6F08">
      <w:pPr>
        <w:pStyle w:val="APIBody"/>
      </w:pPr>
      <w:r>
        <w:t xml:space="preserve">This function erases all elements from the </w:t>
      </w:r>
      <w:r w:rsidRPr="00913764">
        <w:rPr>
          <w:rFonts w:ascii="Courier New" w:hAnsi="Courier New" w:cs="Courier New"/>
        </w:rPr>
        <w:t>AddressSet</w:t>
      </w:r>
      <w:r>
        <w:t xml:space="preserve"> leaving an </w:t>
      </w:r>
      <w:r w:rsidRPr="00913764">
        <w:rPr>
          <w:rFonts w:ascii="Courier New" w:hAnsi="Courier New" w:cs="Courier New"/>
        </w:rPr>
        <w:t>AddressSet</w:t>
      </w:r>
      <w:r>
        <w:t xml:space="preserve"> of size zero.</w:t>
      </w:r>
    </w:p>
    <w:p w:rsidR="005956F8" w:rsidRDefault="005956F8" w:rsidP="00C54088">
      <w:pPr>
        <w:pStyle w:val="Definition"/>
        <w:jc w:val="left"/>
      </w:pPr>
      <w:r>
        <w:lastRenderedPageBreak/>
        <w:t>iterator lower_bound</w:t>
      </w:r>
      <w:r w:rsidRPr="00913764">
        <w:rPr>
          <w:rFonts w:asciiTheme="minorHAnsi" w:hAnsiTheme="minorHAnsi" w:cstheme="minorHAnsi"/>
        </w:rPr>
        <w:fldChar w:fldCharType="begin"/>
      </w:r>
      <w:r w:rsidRPr="00913764">
        <w:rPr>
          <w:rFonts w:asciiTheme="minorHAnsi" w:hAnsiTheme="minorHAnsi" w:cstheme="minorHAnsi"/>
        </w:rPr>
        <w:instrText xml:space="preserve"> XE "lower_bound, AddressSet" </w:instrText>
      </w:r>
      <w:r w:rsidRPr="00913764">
        <w:rPr>
          <w:rFonts w:asciiTheme="minorHAnsi" w:hAnsiTheme="minorHAnsi" w:cstheme="minorHAnsi"/>
        </w:rPr>
        <w:fldChar w:fldCharType="end"/>
      </w:r>
      <w:r>
        <w:t>(Dyninst::Address a</w:t>
      </w:r>
      <w:r w:rsidR="006A49F6">
        <w:t>ddr</w:t>
      </w:r>
      <w:r>
        <w:t>)</w:t>
      </w:r>
    </w:p>
    <w:p w:rsidR="006A49F6" w:rsidRDefault="006A49F6" w:rsidP="009A6F08">
      <w:pPr>
        <w:pStyle w:val="APIBody"/>
      </w:pPr>
      <w:r>
        <w:t xml:space="preserve">This function returns an </w:t>
      </w:r>
      <w:r w:rsidRPr="00913764">
        <w:rPr>
          <w:rFonts w:ascii="Courier New" w:hAnsi="Courier New" w:cs="Courier New"/>
        </w:rPr>
        <w:t>iterator</w:t>
      </w:r>
      <w:r>
        <w:t xml:space="preserve"> pointing to the first element in the </w:t>
      </w:r>
      <w:r w:rsidRPr="00913764">
        <w:rPr>
          <w:rFonts w:ascii="Courier New" w:hAnsi="Courier New" w:cs="Courier New"/>
        </w:rPr>
        <w:t>AddressSet</w:t>
      </w:r>
      <w:r>
        <w:t xml:space="preserve"> that has an address greater than or equal to </w:t>
      </w:r>
      <w:r w:rsidRPr="00913764">
        <w:rPr>
          <w:rFonts w:ascii="Courier New" w:hAnsi="Courier New" w:cs="Courier New"/>
        </w:rPr>
        <w:t>addr</w:t>
      </w:r>
      <w:r>
        <w:t>.</w:t>
      </w:r>
    </w:p>
    <w:p w:rsidR="005956F8" w:rsidRDefault="005956F8" w:rsidP="00C54088">
      <w:pPr>
        <w:pStyle w:val="Definition"/>
        <w:jc w:val="left"/>
      </w:pPr>
      <w:r>
        <w:t>iterator upper_bound</w:t>
      </w:r>
      <w:r w:rsidRPr="00913764">
        <w:rPr>
          <w:rFonts w:asciiTheme="minorHAnsi" w:hAnsiTheme="minorHAnsi" w:cstheme="minorHAnsi"/>
        </w:rPr>
        <w:fldChar w:fldCharType="begin"/>
      </w:r>
      <w:r w:rsidRPr="00913764">
        <w:rPr>
          <w:rFonts w:asciiTheme="minorHAnsi" w:hAnsiTheme="minorHAnsi" w:cstheme="minorHAnsi"/>
        </w:rPr>
        <w:instrText xml:space="preserve"> XE "upper_bound, AddressSet" </w:instrText>
      </w:r>
      <w:r w:rsidRPr="00913764">
        <w:rPr>
          <w:rFonts w:asciiTheme="minorHAnsi" w:hAnsiTheme="minorHAnsi" w:cstheme="minorHAnsi"/>
        </w:rPr>
        <w:fldChar w:fldCharType="end"/>
      </w:r>
      <w:r>
        <w:t>(Dyninst::Address a</w:t>
      </w:r>
      <w:r w:rsidR="006A49F6">
        <w:t>ddr</w:t>
      </w:r>
      <w:r>
        <w:t>)</w:t>
      </w:r>
    </w:p>
    <w:p w:rsidR="006A49F6" w:rsidRDefault="006A49F6" w:rsidP="009A6F08">
      <w:pPr>
        <w:pStyle w:val="APIBody"/>
      </w:pPr>
      <w:r>
        <w:t>This function ret</w:t>
      </w:r>
      <w:r w:rsidR="0058519B">
        <w:t xml:space="preserve">urns an </w:t>
      </w:r>
      <w:r w:rsidR="0058519B" w:rsidRPr="00913764">
        <w:rPr>
          <w:rFonts w:ascii="Courier New" w:hAnsi="Courier New" w:cs="Courier New"/>
        </w:rPr>
        <w:t>iterator</w:t>
      </w:r>
      <w:r w:rsidR="0058519B">
        <w:t xml:space="preserve"> pointing</w:t>
      </w:r>
      <w:r>
        <w:t xml:space="preserve"> to the first element in the </w:t>
      </w:r>
      <w:r w:rsidRPr="00913764">
        <w:rPr>
          <w:rFonts w:ascii="Courier New" w:hAnsi="Courier New" w:cs="Courier New"/>
        </w:rPr>
        <w:t>AddressSet</w:t>
      </w:r>
      <w:r>
        <w:t xml:space="preserve"> that has an address greater than </w:t>
      </w:r>
      <w:r w:rsidRPr="00913764">
        <w:rPr>
          <w:rFonts w:ascii="Courier New" w:hAnsi="Courier New" w:cs="Courier New"/>
        </w:rPr>
        <w:t>addr</w:t>
      </w:r>
      <w:r>
        <w:t>.</w:t>
      </w:r>
    </w:p>
    <w:p w:rsidR="006A49F6" w:rsidRDefault="005956F8" w:rsidP="00C54088">
      <w:pPr>
        <w:pStyle w:val="Definition"/>
        <w:jc w:val="left"/>
      </w:pPr>
      <w:r>
        <w:t>std::pair&lt;iterator, iterator&gt; equal_range</w:t>
      </w:r>
      <w:r w:rsidRPr="00913764">
        <w:rPr>
          <w:rFonts w:asciiTheme="minorHAnsi" w:hAnsiTheme="minorHAnsi" w:cstheme="minorHAnsi"/>
        </w:rPr>
        <w:fldChar w:fldCharType="begin"/>
      </w:r>
      <w:r w:rsidRPr="00913764">
        <w:rPr>
          <w:rFonts w:asciiTheme="minorHAnsi" w:hAnsiTheme="minorHAnsi" w:cstheme="minorHAnsi"/>
        </w:rPr>
        <w:instrText xml:space="preserve"> XE "equal_range, AddressSet" </w:instrText>
      </w:r>
      <w:r w:rsidRPr="00913764">
        <w:rPr>
          <w:rFonts w:asciiTheme="minorHAnsi" w:hAnsiTheme="minorHAnsi" w:cstheme="minorHAnsi"/>
        </w:rPr>
        <w:fldChar w:fldCharType="end"/>
      </w:r>
      <w:r>
        <w:t>(Address addr) const</w:t>
      </w:r>
    </w:p>
    <w:p w:rsidR="005956F8" w:rsidRDefault="006A49F6" w:rsidP="009A6F08">
      <w:pPr>
        <w:pStyle w:val="APIBody"/>
      </w:pPr>
      <w:r>
        <w:t xml:space="preserve">This function returns a pair of </w:t>
      </w:r>
      <w:r w:rsidRPr="00913764">
        <w:rPr>
          <w:rFonts w:ascii="Courier New" w:hAnsi="Courier New" w:cs="Courier New"/>
        </w:rPr>
        <w:t>iterators</w:t>
      </w:r>
      <w:r>
        <w:t xml:space="preserve">.  The first </w:t>
      </w:r>
      <w:r w:rsidRPr="00913764">
        <w:rPr>
          <w:rFonts w:ascii="Courier New" w:hAnsi="Courier New" w:cs="Courier New"/>
        </w:rPr>
        <w:t>iterator</w:t>
      </w:r>
      <w:r>
        <w:t xml:space="preserve"> has the same value as the return of </w:t>
      </w:r>
      <w:r w:rsidRPr="00913764">
        <w:rPr>
          <w:rFonts w:ascii="Courier New" w:hAnsi="Courier New" w:cs="Courier New"/>
        </w:rPr>
        <w:t>lower_bound(addr)</w:t>
      </w:r>
      <w:r>
        <w:t xml:space="preserve"> and the second iterator has the same value as the return of </w:t>
      </w:r>
      <w:r w:rsidRPr="00913764">
        <w:rPr>
          <w:rFonts w:ascii="Courier New" w:hAnsi="Courier New" w:cs="Courier New"/>
        </w:rPr>
        <w:t>upper_bound(addr)</w:t>
      </w:r>
      <w:r>
        <w:t>.</w:t>
      </w:r>
    </w:p>
    <w:p w:rsidR="005956F8" w:rsidRDefault="005956F8" w:rsidP="00C54088">
      <w:pPr>
        <w:pStyle w:val="Definition"/>
        <w:jc w:val="left"/>
      </w:pPr>
      <w:r>
        <w:t>AddressSet::ptr set_union</w:t>
      </w:r>
      <w:r w:rsidRPr="00913764">
        <w:rPr>
          <w:rFonts w:asciiTheme="minorHAnsi" w:hAnsiTheme="minorHAnsi" w:cstheme="minorHAnsi"/>
        </w:rPr>
        <w:fldChar w:fldCharType="begin"/>
      </w:r>
      <w:r w:rsidRPr="00913764">
        <w:rPr>
          <w:rFonts w:asciiTheme="minorHAnsi" w:hAnsiTheme="minorHAnsi" w:cstheme="minorHAnsi"/>
        </w:rPr>
        <w:instrText xml:space="preserve"> XE "set_union, AddressSet" </w:instrText>
      </w:r>
      <w:r w:rsidRPr="00913764">
        <w:rPr>
          <w:rFonts w:asciiTheme="minorHAnsi" w:hAnsiTheme="minorHAnsi" w:cstheme="minorHAnsi"/>
        </w:rPr>
        <w:fldChar w:fldCharType="end"/>
      </w:r>
      <w:r>
        <w:t>(AddressSet::const_ptr as</w:t>
      </w:r>
      <w:r w:rsidR="006A49F6">
        <w:t>et</w:t>
      </w:r>
      <w:r>
        <w:t>)</w:t>
      </w:r>
    </w:p>
    <w:p w:rsidR="006A49F6" w:rsidRDefault="006A49F6" w:rsidP="009A6F08">
      <w:pPr>
        <w:pStyle w:val="APIBody"/>
      </w:pPr>
      <w:r>
        <w:t xml:space="preserve">This function returns a new </w:t>
      </w:r>
      <w:r w:rsidRPr="00913764">
        <w:rPr>
          <w:rFonts w:ascii="Courier New" w:hAnsi="Courier New" w:cs="Courier New"/>
        </w:rPr>
        <w:t>AddressSet</w:t>
      </w:r>
      <w:r>
        <w:t xml:space="preserve"> whose elements are the set union of this </w:t>
      </w:r>
      <w:r w:rsidRPr="00913764">
        <w:rPr>
          <w:rFonts w:ascii="Courier New" w:hAnsi="Courier New" w:cs="Courier New"/>
        </w:rPr>
        <w:t>AddressSet</w:t>
      </w:r>
      <w:r>
        <w:t xml:space="preserve"> and </w:t>
      </w:r>
      <w:r w:rsidRPr="00913764">
        <w:rPr>
          <w:rFonts w:ascii="Courier New" w:hAnsi="Courier New" w:cs="Courier New"/>
        </w:rPr>
        <w:t>aset</w:t>
      </w:r>
      <w:r>
        <w:t>.</w:t>
      </w:r>
    </w:p>
    <w:p w:rsidR="005956F8" w:rsidRDefault="005956F8" w:rsidP="005956F8">
      <w:pPr>
        <w:pStyle w:val="Definition"/>
        <w:jc w:val="left"/>
      </w:pPr>
      <w:r>
        <w:t>AddressSet::ptr set_intersection</w:t>
      </w:r>
      <w:r w:rsidRPr="00913764">
        <w:rPr>
          <w:rFonts w:asciiTheme="minorHAnsi" w:hAnsiTheme="minorHAnsi" w:cstheme="minorHAnsi"/>
        </w:rPr>
        <w:fldChar w:fldCharType="begin"/>
      </w:r>
      <w:r w:rsidRPr="00913764">
        <w:rPr>
          <w:rFonts w:asciiTheme="minorHAnsi" w:hAnsiTheme="minorHAnsi" w:cstheme="minorHAnsi"/>
        </w:rPr>
        <w:instrText xml:space="preserve"> XE "set_intersection, AddressSet" </w:instrText>
      </w:r>
      <w:r w:rsidRPr="00913764">
        <w:rPr>
          <w:rFonts w:asciiTheme="minorHAnsi" w:hAnsiTheme="minorHAnsi" w:cstheme="minorHAnsi"/>
        </w:rPr>
        <w:fldChar w:fldCharType="end"/>
      </w:r>
      <w:r>
        <w:t>(AddressSet::const_ptr as</w:t>
      </w:r>
      <w:r w:rsidR="006A49F6">
        <w:t>et</w:t>
      </w:r>
      <w:r>
        <w:t>)</w:t>
      </w:r>
    </w:p>
    <w:p w:rsidR="006A49F6" w:rsidRPr="00311B6B" w:rsidRDefault="006A49F6" w:rsidP="009A6F08">
      <w:pPr>
        <w:pStyle w:val="APIBody"/>
      </w:pPr>
      <w:r>
        <w:t xml:space="preserve">This function returns a new </w:t>
      </w:r>
      <w:r w:rsidRPr="00CA0EE4">
        <w:rPr>
          <w:rFonts w:ascii="Courier New" w:hAnsi="Courier New" w:cs="Courier New"/>
        </w:rPr>
        <w:t>AddressSet</w:t>
      </w:r>
      <w:r>
        <w:t xml:space="preserve"> whose elements are the set intersection of this </w:t>
      </w:r>
      <w:r w:rsidRPr="00CA0EE4">
        <w:rPr>
          <w:rFonts w:ascii="Courier New" w:hAnsi="Courier New" w:cs="Courier New"/>
        </w:rPr>
        <w:t>AddressSet</w:t>
      </w:r>
      <w:r>
        <w:t xml:space="preserve"> and </w:t>
      </w:r>
      <w:r w:rsidRPr="00CA0EE4">
        <w:rPr>
          <w:rFonts w:ascii="Courier New" w:hAnsi="Courier New" w:cs="Courier New"/>
        </w:rPr>
        <w:t>aset</w:t>
      </w:r>
      <w:r>
        <w:t>.</w:t>
      </w:r>
    </w:p>
    <w:p w:rsidR="005956F8" w:rsidRDefault="005956F8" w:rsidP="005956F8">
      <w:pPr>
        <w:pStyle w:val="Definition"/>
        <w:jc w:val="left"/>
      </w:pPr>
      <w:r>
        <w:t>AddressSet::ptr set_difference</w:t>
      </w:r>
      <w:r w:rsidRPr="00913764">
        <w:rPr>
          <w:rFonts w:asciiTheme="minorHAnsi" w:hAnsiTheme="minorHAnsi" w:cstheme="minorHAnsi"/>
        </w:rPr>
        <w:fldChar w:fldCharType="begin"/>
      </w:r>
      <w:r w:rsidRPr="00913764">
        <w:rPr>
          <w:rFonts w:asciiTheme="minorHAnsi" w:hAnsiTheme="minorHAnsi" w:cstheme="minorHAnsi"/>
        </w:rPr>
        <w:instrText xml:space="preserve"> XE "set_difference, AddressSet" </w:instrText>
      </w:r>
      <w:r w:rsidRPr="00913764">
        <w:rPr>
          <w:rFonts w:asciiTheme="minorHAnsi" w:hAnsiTheme="minorHAnsi" w:cstheme="minorHAnsi"/>
        </w:rPr>
        <w:fldChar w:fldCharType="end"/>
      </w:r>
      <w:r>
        <w:t>(AddressSet::const_ptr as</w:t>
      </w:r>
      <w:r w:rsidR="006A49F6">
        <w:t>et</w:t>
      </w:r>
      <w:r>
        <w:t>)</w:t>
      </w:r>
    </w:p>
    <w:p w:rsidR="005956F8" w:rsidRPr="00311B6B" w:rsidRDefault="006A49F6" w:rsidP="009A6F08">
      <w:pPr>
        <w:pStyle w:val="APIBody"/>
      </w:pPr>
      <w:r>
        <w:t xml:space="preserve">This function returns a new </w:t>
      </w:r>
      <w:r w:rsidRPr="00CA0EE4">
        <w:rPr>
          <w:rFonts w:ascii="Courier New" w:hAnsi="Courier New" w:cs="Courier New"/>
        </w:rPr>
        <w:t>AddressSet</w:t>
      </w:r>
      <w:r>
        <w:t xml:space="preserve"> whose elements are the set difference of this </w:t>
      </w:r>
      <w:r w:rsidRPr="00CA0EE4">
        <w:rPr>
          <w:rFonts w:ascii="Courier New" w:hAnsi="Courier New" w:cs="Courier New"/>
        </w:rPr>
        <w:t>AddressSet</w:t>
      </w:r>
      <w:r>
        <w:t xml:space="preserve"> minus </w:t>
      </w:r>
      <w:r w:rsidRPr="00CA0EE4">
        <w:rPr>
          <w:rFonts w:ascii="Courier New" w:hAnsi="Courier New" w:cs="Courier New"/>
        </w:rPr>
        <w:t>aset</w:t>
      </w:r>
      <w:r>
        <w:t>.</w:t>
      </w:r>
    </w:p>
    <w:p w:rsidR="00087ECD" w:rsidRDefault="00311B6B" w:rsidP="009A6F08">
      <w:pPr>
        <w:pStyle w:val="Heading2"/>
      </w:pPr>
      <w:bookmarkStart w:id="85" w:name="_Toc350168846"/>
      <w:r>
        <w:t>ProcessSet</w:t>
      </w:r>
      <w:bookmarkEnd w:id="85"/>
      <w:r w:rsidR="00453E6F">
        <w:fldChar w:fldCharType="begin"/>
      </w:r>
      <w:r w:rsidR="00453E6F">
        <w:instrText xml:space="preserve"> XE "</w:instrText>
      </w:r>
      <w:r w:rsidR="00453E6F" w:rsidRPr="00EB5F8A">
        <w:instrText>ProcessSet</w:instrText>
      </w:r>
      <w:r w:rsidR="00453E6F">
        <w:instrText xml:space="preserve">" </w:instrText>
      </w:r>
      <w:r w:rsidR="00453E6F">
        <w:fldChar w:fldCharType="end"/>
      </w:r>
    </w:p>
    <w:p w:rsidR="00311B6B" w:rsidRDefault="00311B6B" w:rsidP="009A6F08">
      <w:r>
        <w:t xml:space="preserve">The </w:t>
      </w:r>
      <w:r w:rsidRPr="00913764">
        <w:rPr>
          <w:rFonts w:ascii="Courier New" w:hAnsi="Courier New" w:cs="Courier New"/>
        </w:rPr>
        <w:t>ProcessSet</w:t>
      </w:r>
      <w:r>
        <w:t xml:space="preserve"> class is a </w:t>
      </w:r>
      <w:r w:rsidR="00047003">
        <w:t xml:space="preserve">set </w:t>
      </w:r>
      <w:r>
        <w:t xml:space="preserve">container for multiple </w:t>
      </w:r>
      <w:r w:rsidRPr="00913764">
        <w:rPr>
          <w:rFonts w:ascii="Courier New" w:hAnsi="Courier New" w:cs="Courier New"/>
        </w:rPr>
        <w:t>Process</w:t>
      </w:r>
      <w:r>
        <w:t xml:space="preserve"> objects.  </w:t>
      </w:r>
      <w:r w:rsidR="006A49F6">
        <w:t xml:space="preserve">It shares many of the same operations as the </w:t>
      </w:r>
      <w:r w:rsidR="006A49F6" w:rsidRPr="00913764">
        <w:rPr>
          <w:rFonts w:ascii="Courier New" w:hAnsi="Courier New" w:cs="Courier New"/>
        </w:rPr>
        <w:t>Process</w:t>
      </w:r>
      <w:r w:rsidR="00047003">
        <w:t xml:space="preserve"> class, but</w:t>
      </w:r>
      <w:r w:rsidR="00771288">
        <w:t xml:space="preserve"> when an operation is performed on a ProcessSet it is done on every Process in the </w:t>
      </w:r>
      <w:r w:rsidR="00771288" w:rsidRPr="00913764">
        <w:rPr>
          <w:rFonts w:ascii="Courier New" w:hAnsi="Courier New" w:cs="Courier New"/>
        </w:rPr>
        <w:t>ProcessSet</w:t>
      </w:r>
      <w:r w:rsidR="00771288">
        <w:t xml:space="preserve">.  On some systems, such as Blue Gene/Q, a </w:t>
      </w:r>
      <w:r w:rsidR="00771288" w:rsidRPr="00913764">
        <w:rPr>
          <w:rFonts w:ascii="Courier New" w:hAnsi="Courier New" w:cs="Courier New"/>
        </w:rPr>
        <w:t>ProcessSet</w:t>
      </w:r>
      <w:r w:rsidR="00771288">
        <w:t xml:space="preserve"> can achieve better performance when repeating an operation across many target processes.</w:t>
      </w:r>
    </w:p>
    <w:p w:rsidR="00FC52AC" w:rsidRDefault="00FC52AC" w:rsidP="009A6F08">
      <w:pPr>
        <w:pStyle w:val="ClassHeading"/>
      </w:pPr>
      <w:r>
        <w:t>ProcessSet Declared In:</w:t>
      </w:r>
    </w:p>
    <w:p w:rsidR="00FC52AC" w:rsidRDefault="00FC52AC" w:rsidP="00913764">
      <w:pPr>
        <w:pStyle w:val="Definition"/>
      </w:pPr>
      <w:r>
        <w:t>ProcessSet.h</w:t>
      </w:r>
    </w:p>
    <w:p w:rsidR="005E63CC" w:rsidRDefault="005E63CC" w:rsidP="009A6F08">
      <w:pPr>
        <w:pStyle w:val="ClassHeading"/>
      </w:pPr>
      <w:r>
        <w:t>ProcessSet Types</w:t>
      </w:r>
    </w:p>
    <w:p w:rsidR="005E63CC" w:rsidRDefault="005E63CC" w:rsidP="00913764">
      <w:pPr>
        <w:pStyle w:val="Definition"/>
      </w:pPr>
      <w:r>
        <w:t>ProcessSet::ptr</w:t>
      </w:r>
    </w:p>
    <w:p w:rsidR="005E63CC" w:rsidRDefault="005E63CC" w:rsidP="00913764">
      <w:pPr>
        <w:pStyle w:val="Definition"/>
      </w:pPr>
      <w:r>
        <w:t>ProcessSet::const_ptr</w:t>
      </w:r>
    </w:p>
    <w:p w:rsidR="00F97A72" w:rsidRDefault="00F97A72" w:rsidP="009A6F08">
      <w:pPr>
        <w:pStyle w:val="APIBody"/>
      </w:pPr>
      <w:r>
        <w:t xml:space="preserve">The </w:t>
      </w:r>
      <w:r w:rsidRPr="00913764">
        <w:rPr>
          <w:rFonts w:ascii="Courier New" w:hAnsi="Courier New" w:cs="Courier New"/>
        </w:rPr>
        <w:t>ptr</w:t>
      </w:r>
      <w:r>
        <w:t xml:space="preserve"> and </w:t>
      </w:r>
      <w:r w:rsidRPr="00913764">
        <w:rPr>
          <w:rFonts w:ascii="Courier New" w:hAnsi="Courier New" w:cs="Courier New"/>
        </w:rPr>
        <w:t>const_ptr</w:t>
      </w:r>
      <w:r>
        <w:t xml:space="preserve"> types are smart pointers to a </w:t>
      </w:r>
      <w:r w:rsidRPr="00913764">
        <w:rPr>
          <w:rFonts w:ascii="Courier New" w:hAnsi="Courier New" w:cs="Courier New"/>
        </w:rPr>
        <w:t>ProcessSet</w:t>
      </w:r>
      <w:r>
        <w:t xml:space="preserve"> object.  When the last smart pointer to the </w:t>
      </w:r>
      <w:r w:rsidRPr="00913764">
        <w:rPr>
          <w:rFonts w:ascii="Courier New" w:hAnsi="Courier New" w:cs="Courier New"/>
        </w:rPr>
        <w:t>ProcessSet</w:t>
      </w:r>
      <w:r>
        <w:t xml:space="preserve"> is cleaned, then the underlying </w:t>
      </w:r>
      <w:r w:rsidRPr="00913764">
        <w:rPr>
          <w:rFonts w:ascii="Courier New" w:hAnsi="Courier New" w:cs="Courier New"/>
        </w:rPr>
        <w:t>ProcessSet</w:t>
      </w:r>
      <w:r>
        <w:t xml:space="preserve"> is cleaned.</w:t>
      </w:r>
    </w:p>
    <w:p w:rsidR="005E63CC" w:rsidRDefault="005E63CC" w:rsidP="00913764">
      <w:pPr>
        <w:pStyle w:val="Definition"/>
      </w:pPr>
      <w:r>
        <w:t>ProcessSet::weak_ptr</w:t>
      </w:r>
    </w:p>
    <w:p w:rsidR="005E63CC" w:rsidRDefault="005E63CC" w:rsidP="00913764">
      <w:pPr>
        <w:pStyle w:val="Definition"/>
      </w:pPr>
      <w:r>
        <w:t>ProcessSet::const_weak_ptr</w:t>
      </w:r>
    </w:p>
    <w:p w:rsidR="005E63CC" w:rsidRDefault="00F97A72" w:rsidP="009A6F08">
      <w:pPr>
        <w:pStyle w:val="APIBody"/>
      </w:pPr>
      <w:r>
        <w:t xml:space="preserve">The </w:t>
      </w:r>
      <w:r w:rsidRPr="00913764">
        <w:rPr>
          <w:rFonts w:ascii="Courier New" w:hAnsi="Courier New" w:cs="Courier New"/>
        </w:rPr>
        <w:t>weak_ptr</w:t>
      </w:r>
      <w:r>
        <w:t xml:space="preserve"> and </w:t>
      </w:r>
      <w:r w:rsidRPr="00913764">
        <w:rPr>
          <w:rFonts w:ascii="Courier New" w:hAnsi="Courier New" w:cs="Courier New"/>
        </w:rPr>
        <w:t>const_weak_ptr</w:t>
      </w:r>
      <w:r>
        <w:t xml:space="preserve"> are weak smart pointers to a </w:t>
      </w:r>
      <w:r w:rsidRPr="00913764">
        <w:rPr>
          <w:rFonts w:ascii="Courier New" w:hAnsi="Courier New" w:cs="Courier New"/>
        </w:rPr>
        <w:t>ProcessSet</w:t>
      </w:r>
      <w:r>
        <w:t xml:space="preserve"> object.  Unlike regular smart pointers, weak pointers are not counted as references when determining whether to clean the </w:t>
      </w:r>
      <w:r w:rsidRPr="00913764">
        <w:rPr>
          <w:rFonts w:ascii="Courier New" w:hAnsi="Courier New" w:cs="Courier New"/>
        </w:rPr>
        <w:t>ProcessSet</w:t>
      </w:r>
      <w:r>
        <w:t xml:space="preserve"> object.</w:t>
      </w:r>
    </w:p>
    <w:p w:rsidR="005E63CC" w:rsidRDefault="005E63CC" w:rsidP="00913764">
      <w:pPr>
        <w:pStyle w:val="Definition"/>
      </w:pPr>
      <w:r>
        <w:lastRenderedPageBreak/>
        <w:t>struct CreateInfo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"CreateInfo, ProcessSet" </w:instrText>
      </w:r>
      <w:r w:rsidR="00453E6F" w:rsidRPr="00913764">
        <w:rPr>
          <w:rFonts w:asciiTheme="minorHAnsi" w:hAnsiTheme="minorHAnsi" w:cstheme="minorHAnsi"/>
        </w:rPr>
        <w:fldChar w:fldCharType="end"/>
      </w:r>
      <w:r>
        <w:t xml:space="preserve"> {</w:t>
      </w:r>
    </w:p>
    <w:p w:rsidR="005E63CC" w:rsidRDefault="005E63CC" w:rsidP="00913764">
      <w:pPr>
        <w:pStyle w:val="Definition"/>
      </w:pPr>
      <w:r>
        <w:t xml:space="preserve">   std::string executable;</w:t>
      </w:r>
    </w:p>
    <w:p w:rsidR="005E63CC" w:rsidRDefault="005E63CC" w:rsidP="00913764">
      <w:pPr>
        <w:pStyle w:val="Definition"/>
      </w:pPr>
      <w:r>
        <w:t xml:space="preserve">   std::vector&lt;std::string&gt; argv;</w:t>
      </w:r>
    </w:p>
    <w:p w:rsidR="005E63CC" w:rsidRDefault="005E63CC" w:rsidP="00913764">
      <w:pPr>
        <w:pStyle w:val="Definition"/>
      </w:pPr>
      <w:r>
        <w:t xml:space="preserve">   std::vector&lt;std::string&gt; envp;</w:t>
      </w:r>
    </w:p>
    <w:p w:rsidR="005E63CC" w:rsidRDefault="005E63CC" w:rsidP="00913764">
      <w:pPr>
        <w:pStyle w:val="Definition"/>
      </w:pPr>
      <w:r>
        <w:t xml:space="preserve">   std::map&lt;int, int&gt; fds;</w:t>
      </w:r>
    </w:p>
    <w:p w:rsidR="005E63CC" w:rsidRDefault="005E63CC" w:rsidP="00913764">
      <w:pPr>
        <w:pStyle w:val="Definition"/>
      </w:pPr>
      <w:r>
        <w:t xml:space="preserve">   ProcControlAPI::err_t error_ret;</w:t>
      </w:r>
    </w:p>
    <w:p w:rsidR="005E63CC" w:rsidRDefault="005E63CC" w:rsidP="00913764">
      <w:pPr>
        <w:pStyle w:val="Definition"/>
      </w:pPr>
      <w:r>
        <w:t xml:space="preserve">   Process::ptr proc;</w:t>
      </w:r>
    </w:p>
    <w:p w:rsidR="005E63CC" w:rsidRDefault="005E63CC" w:rsidP="00913764">
      <w:pPr>
        <w:pStyle w:val="Definition"/>
      </w:pPr>
      <w:r>
        <w:t>}</w:t>
      </w:r>
    </w:p>
    <w:p w:rsidR="005E63CC" w:rsidRDefault="005E63CC" w:rsidP="00913764">
      <w:pPr>
        <w:pStyle w:val="Definition"/>
      </w:pPr>
      <w:r>
        <w:t>struct AttachInfo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"AttachInfo, ProcessSet" </w:instrText>
      </w:r>
      <w:r w:rsidR="00453E6F" w:rsidRPr="00913764">
        <w:rPr>
          <w:rFonts w:asciiTheme="minorHAnsi" w:hAnsiTheme="minorHAnsi" w:cstheme="minorHAnsi"/>
        </w:rPr>
        <w:fldChar w:fldCharType="end"/>
      </w:r>
      <w:r>
        <w:t xml:space="preserve"> {</w:t>
      </w:r>
    </w:p>
    <w:p w:rsidR="005E63CC" w:rsidRDefault="005E63CC" w:rsidP="00913764">
      <w:pPr>
        <w:pStyle w:val="Definition"/>
      </w:pPr>
      <w:r>
        <w:t xml:space="preserve">   Dyninst::PID pid;</w:t>
      </w:r>
    </w:p>
    <w:p w:rsidR="005E63CC" w:rsidRDefault="005E63CC" w:rsidP="00913764">
      <w:pPr>
        <w:pStyle w:val="Definition"/>
      </w:pPr>
      <w:r>
        <w:t xml:space="preserve">   std::string executable;</w:t>
      </w:r>
    </w:p>
    <w:p w:rsidR="005E63CC" w:rsidRDefault="005E63CC" w:rsidP="00913764">
      <w:pPr>
        <w:pStyle w:val="Definition"/>
      </w:pPr>
      <w:r>
        <w:t xml:space="preserve">   ProcControlAPI::err_t error_ret;</w:t>
      </w:r>
    </w:p>
    <w:p w:rsidR="005E63CC" w:rsidRDefault="005E63CC" w:rsidP="00913764">
      <w:pPr>
        <w:pStyle w:val="Definition"/>
      </w:pPr>
      <w:r>
        <w:t xml:space="preserve">   Process::ptr proc;</w:t>
      </w:r>
    </w:p>
    <w:p w:rsidR="005E63CC" w:rsidRDefault="005E63CC" w:rsidP="00913764">
      <w:pPr>
        <w:pStyle w:val="Definition"/>
      </w:pPr>
      <w:r>
        <w:t>}</w:t>
      </w:r>
    </w:p>
    <w:p w:rsidR="005E63CC" w:rsidRDefault="00F97A72" w:rsidP="009A6F08">
      <w:pPr>
        <w:pStyle w:val="APIBody"/>
      </w:pPr>
      <w:r>
        <w:t xml:space="preserve">The </w:t>
      </w:r>
      <w:r w:rsidRPr="00913764">
        <w:rPr>
          <w:rFonts w:ascii="Courier New" w:hAnsi="Courier New" w:cs="Courier New"/>
        </w:rPr>
        <w:t>CreateInfo</w:t>
      </w:r>
      <w:r w:rsidRPr="00913764">
        <w:rPr>
          <w:rFonts w:cstheme="minorHAnsi"/>
        </w:rPr>
        <w:t xml:space="preserve"> </w:t>
      </w:r>
      <w:r>
        <w:t xml:space="preserve">and </w:t>
      </w:r>
      <w:r w:rsidRPr="00913764">
        <w:rPr>
          <w:rFonts w:ascii="Courier New" w:hAnsi="Courier New" w:cs="Courier New"/>
        </w:rPr>
        <w:t xml:space="preserve">AttachInfo </w:t>
      </w:r>
      <w:r>
        <w:t xml:space="preserve">types are used by </w:t>
      </w:r>
      <w:r w:rsidR="00566417">
        <w:t xml:space="preserve">the </w:t>
      </w:r>
      <w:r w:rsidRPr="00913764">
        <w:rPr>
          <w:rFonts w:ascii="Courier New" w:hAnsi="Courier New" w:cs="Courier New"/>
        </w:rPr>
        <w:t>ProcessSet::createProcessSet</w:t>
      </w:r>
      <w:r w:rsidR="004F042A">
        <w:fldChar w:fldCharType="begin"/>
      </w:r>
      <w:r w:rsidR="004F042A">
        <w:instrText xml:space="preserve"> XE "</w:instrText>
      </w:r>
      <w:r w:rsidR="004F042A" w:rsidRPr="00C84350">
        <w:instrText>createProcessSet</w:instrText>
      </w:r>
      <w:r w:rsidR="004F042A" w:rsidRPr="004C67C3">
        <w:instrText>, ProcessSet</w:instrText>
      </w:r>
      <w:r w:rsidR="004F042A">
        <w:instrText xml:space="preserve">" </w:instrText>
      </w:r>
      <w:r w:rsidR="004F042A">
        <w:fldChar w:fldCharType="end"/>
      </w:r>
      <w:r>
        <w:t xml:space="preserve"> and </w:t>
      </w:r>
      <w:r w:rsidRPr="00913764">
        <w:rPr>
          <w:rFonts w:ascii="Courier New" w:hAnsi="Courier New" w:cs="Courier New"/>
        </w:rPr>
        <w:t>ProcessSet::attachProcessSet</w:t>
      </w:r>
      <w:r w:rsidR="004F042A">
        <w:fldChar w:fldCharType="begin"/>
      </w:r>
      <w:r w:rsidR="004F042A">
        <w:instrText xml:space="preserve"> XE "</w:instrText>
      </w:r>
      <w:r w:rsidR="004F042A" w:rsidRPr="00C84350">
        <w:instrText>attachProcessSet</w:instrText>
      </w:r>
      <w:r w:rsidR="004F042A" w:rsidRPr="0008426D">
        <w:instrText>, ProcessSet</w:instrText>
      </w:r>
      <w:r w:rsidR="004F042A">
        <w:instrText xml:space="preserve">" </w:instrText>
      </w:r>
      <w:r w:rsidR="004F042A">
        <w:fldChar w:fldCharType="end"/>
      </w:r>
      <w:r>
        <w:t xml:space="preserve"> functions when creating groups of processes.</w:t>
      </w:r>
    </w:p>
    <w:p w:rsidR="005E63CC" w:rsidRDefault="005E63CC" w:rsidP="00913764">
      <w:pPr>
        <w:pStyle w:val="Definition"/>
      </w:pPr>
      <w:r>
        <w:t>class iterator</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"iterator, ProcessSet" </w:instrText>
      </w:r>
      <w:r w:rsidR="00453E6F" w:rsidRPr="00913764">
        <w:rPr>
          <w:rFonts w:asciiTheme="minorHAnsi" w:hAnsiTheme="minorHAnsi" w:cstheme="minorHAnsi"/>
        </w:rPr>
        <w:fldChar w:fldCharType="end"/>
      </w:r>
      <w:r>
        <w:t xml:space="preserve"> {</w:t>
      </w:r>
    </w:p>
    <w:p w:rsidR="005E63CC" w:rsidRDefault="005E63CC" w:rsidP="00913764">
      <w:pPr>
        <w:pStyle w:val="Definition"/>
      </w:pPr>
      <w:r>
        <w:t>public:</w:t>
      </w:r>
    </w:p>
    <w:p w:rsidR="005E63CC" w:rsidRDefault="005E63CC" w:rsidP="00913764">
      <w:pPr>
        <w:pStyle w:val="Definition"/>
      </w:pPr>
      <w:r>
        <w:t xml:space="preserve">   iterator()</w:t>
      </w:r>
    </w:p>
    <w:p w:rsidR="005E63CC" w:rsidRDefault="005E63CC" w:rsidP="00913764">
      <w:pPr>
        <w:pStyle w:val="Definition"/>
      </w:pPr>
      <w:r>
        <w:t xml:space="preserve">   ~iterator()</w:t>
      </w:r>
    </w:p>
    <w:p w:rsidR="005E63CC" w:rsidRDefault="005E63CC" w:rsidP="00913764">
      <w:pPr>
        <w:pStyle w:val="Definition"/>
      </w:pPr>
      <w:r>
        <w:t xml:space="preserve">   Process::ptr operator*() const</w:t>
      </w:r>
    </w:p>
    <w:p w:rsidR="005E63CC" w:rsidRDefault="005E63CC" w:rsidP="00913764">
      <w:pPr>
        <w:pStyle w:val="Definition"/>
      </w:pPr>
      <w:r>
        <w:t xml:space="preserve">   bool operator==(const iterator &amp;i) const</w:t>
      </w:r>
    </w:p>
    <w:p w:rsidR="005E63CC" w:rsidRDefault="005E63CC" w:rsidP="00913764">
      <w:pPr>
        <w:pStyle w:val="Definition"/>
      </w:pPr>
      <w:r>
        <w:t xml:space="preserve">   bool operator!=(const iterator &amp;i) const</w:t>
      </w:r>
    </w:p>
    <w:p w:rsidR="005E63CC" w:rsidRDefault="005E63CC" w:rsidP="00913764">
      <w:pPr>
        <w:pStyle w:val="Definition"/>
      </w:pPr>
      <w:r>
        <w:t xml:space="preserve">   ProcessSet::iterator operator++();</w:t>
      </w:r>
    </w:p>
    <w:p w:rsidR="005E63CC" w:rsidRDefault="005E63CC" w:rsidP="00913764">
      <w:pPr>
        <w:pStyle w:val="Definition"/>
      </w:pPr>
      <w:r>
        <w:t xml:space="preserve">   ProcessSet::iterator operator++(int);</w:t>
      </w:r>
    </w:p>
    <w:p w:rsidR="005E63CC" w:rsidRDefault="005E63CC" w:rsidP="00913764">
      <w:pPr>
        <w:pStyle w:val="Definition"/>
      </w:pPr>
      <w:r>
        <w:t>}</w:t>
      </w:r>
    </w:p>
    <w:p w:rsidR="005E63CC" w:rsidRDefault="005E63CC" w:rsidP="005E63CC">
      <w:pPr>
        <w:pStyle w:val="Definition"/>
      </w:pPr>
      <w:r>
        <w:t>class const_iterator</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"const_iterator, ProcessSet" </w:instrText>
      </w:r>
      <w:r w:rsidR="00453E6F" w:rsidRPr="00913764">
        <w:rPr>
          <w:rFonts w:asciiTheme="minorHAnsi" w:hAnsiTheme="minorHAnsi" w:cstheme="minorHAnsi"/>
        </w:rPr>
        <w:fldChar w:fldCharType="end"/>
      </w:r>
      <w:r>
        <w:t xml:space="preserve"> {</w:t>
      </w:r>
    </w:p>
    <w:p w:rsidR="005E63CC" w:rsidRDefault="005E63CC" w:rsidP="005E63CC">
      <w:pPr>
        <w:pStyle w:val="Definition"/>
      </w:pPr>
      <w:r>
        <w:t>public:</w:t>
      </w:r>
    </w:p>
    <w:p w:rsidR="005E63CC" w:rsidRDefault="005E63CC" w:rsidP="005E63CC">
      <w:pPr>
        <w:pStyle w:val="Definition"/>
      </w:pPr>
      <w:r>
        <w:t xml:space="preserve">   const_iterator()</w:t>
      </w:r>
    </w:p>
    <w:p w:rsidR="005E63CC" w:rsidRDefault="005E63CC" w:rsidP="005E63CC">
      <w:pPr>
        <w:pStyle w:val="Definition"/>
      </w:pPr>
      <w:r>
        <w:t xml:space="preserve">   ~const_iterator()</w:t>
      </w:r>
    </w:p>
    <w:p w:rsidR="005E63CC" w:rsidRDefault="005E63CC" w:rsidP="005E63CC">
      <w:pPr>
        <w:pStyle w:val="Definition"/>
      </w:pPr>
      <w:r>
        <w:t xml:space="preserve">   Process::const_ptr operator*() const</w:t>
      </w:r>
    </w:p>
    <w:p w:rsidR="005E63CC" w:rsidRDefault="005E63CC" w:rsidP="005E63CC">
      <w:pPr>
        <w:pStyle w:val="Definition"/>
      </w:pPr>
      <w:r>
        <w:t xml:space="preserve">   bool operator==(const const_iterator &amp;i) const</w:t>
      </w:r>
    </w:p>
    <w:p w:rsidR="005E63CC" w:rsidRDefault="005E63CC" w:rsidP="005E63CC">
      <w:pPr>
        <w:pStyle w:val="Definition"/>
      </w:pPr>
      <w:r>
        <w:t xml:space="preserve">   bool operator!=(const const_iterator &amp;i) const</w:t>
      </w:r>
    </w:p>
    <w:p w:rsidR="005E63CC" w:rsidRDefault="005E63CC" w:rsidP="005E63CC">
      <w:pPr>
        <w:pStyle w:val="Definition"/>
      </w:pPr>
      <w:r>
        <w:t xml:space="preserve">   ProcessSet::const_iterator operator++();</w:t>
      </w:r>
    </w:p>
    <w:p w:rsidR="005E63CC" w:rsidRDefault="005E63CC" w:rsidP="005E63CC">
      <w:pPr>
        <w:pStyle w:val="Definition"/>
      </w:pPr>
      <w:r>
        <w:t xml:space="preserve">   ProcessSet::const_iterator operator++(int);</w:t>
      </w:r>
    </w:p>
    <w:p w:rsidR="005E63CC" w:rsidRDefault="005E63CC" w:rsidP="00913764">
      <w:pPr>
        <w:pStyle w:val="Definition"/>
      </w:pPr>
      <w:r>
        <w:t>}</w:t>
      </w:r>
    </w:p>
    <w:p w:rsidR="00F97A72" w:rsidRDefault="00F97A72" w:rsidP="009A6F08">
      <w:pPr>
        <w:pStyle w:val="APIBody"/>
      </w:pPr>
      <w:r>
        <w:t xml:space="preserve">These </w:t>
      </w:r>
      <w:r w:rsidRPr="00913764">
        <w:rPr>
          <w:rFonts w:cstheme="minorHAnsi"/>
        </w:rPr>
        <w:t>are C++ iterators over</w:t>
      </w:r>
      <w:r>
        <w:t xml:space="preserve"> the </w:t>
      </w:r>
      <w:r w:rsidR="004F042A" w:rsidRPr="00913764">
        <w:rPr>
          <w:rFonts w:ascii="Courier New" w:hAnsi="Courier New" w:cs="Courier New"/>
        </w:rPr>
        <w:t>Process</w:t>
      </w:r>
      <w:r w:rsidR="004F042A">
        <w:t xml:space="preserve"> pointers contained in the </w:t>
      </w:r>
      <w:r w:rsidR="004F042A" w:rsidRPr="00913764">
        <w:rPr>
          <w:rFonts w:ascii="Courier New" w:hAnsi="Courier New" w:cs="Courier New"/>
        </w:rPr>
        <w:t>ProcessSet</w:t>
      </w:r>
      <w:r>
        <w:t xml:space="preserve">.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5E63CC" w:rsidRDefault="005E63CC" w:rsidP="009A6F08">
      <w:pPr>
        <w:pStyle w:val="APIBody"/>
      </w:pPr>
    </w:p>
    <w:p w:rsidR="001D21AC" w:rsidRDefault="001D21AC" w:rsidP="00913764">
      <w:pPr>
        <w:pStyle w:val="Definition"/>
      </w:pPr>
      <w:r>
        <w:lastRenderedPageBreak/>
        <w:t>struct write_t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"write_t, ProcessSet" </w:instrText>
      </w:r>
      <w:r w:rsidR="00453E6F" w:rsidRPr="00913764">
        <w:rPr>
          <w:rFonts w:asciiTheme="minorHAnsi" w:hAnsiTheme="minorHAnsi" w:cstheme="minorHAnsi"/>
        </w:rPr>
        <w:fldChar w:fldCharType="end"/>
      </w:r>
      <w:r>
        <w:t xml:space="preserve"> {</w:t>
      </w:r>
    </w:p>
    <w:p w:rsidR="001D21AC" w:rsidRDefault="001D21AC" w:rsidP="00913764">
      <w:pPr>
        <w:pStyle w:val="Definition"/>
      </w:pPr>
      <w:r>
        <w:t xml:space="preserve">   void *buffer</w:t>
      </w:r>
    </w:p>
    <w:p w:rsidR="001D21AC" w:rsidRDefault="001D21AC" w:rsidP="00913764">
      <w:pPr>
        <w:pStyle w:val="Definition"/>
      </w:pPr>
      <w:r>
        <w:t xml:space="preserve">   Dyninst::Address addr</w:t>
      </w:r>
    </w:p>
    <w:p w:rsidR="001D21AC" w:rsidRDefault="001D21AC" w:rsidP="00913764">
      <w:pPr>
        <w:pStyle w:val="Definition"/>
      </w:pPr>
      <w:r>
        <w:t xml:space="preserve">   size_t size</w:t>
      </w:r>
    </w:p>
    <w:p w:rsidR="001D21AC" w:rsidRDefault="001D21AC" w:rsidP="00913764">
      <w:pPr>
        <w:pStyle w:val="Definition"/>
      </w:pPr>
      <w:r>
        <w:t xml:space="preserve">   err_t err</w:t>
      </w:r>
    </w:p>
    <w:p w:rsidR="001D21AC" w:rsidRDefault="001D21AC" w:rsidP="00913764">
      <w:pPr>
        <w:pStyle w:val="Definition"/>
      </w:pPr>
      <w:r>
        <w:t xml:space="preserve">   bool operator&lt;(const write_t &amp;w)</w:t>
      </w:r>
    </w:p>
    <w:p w:rsidR="001D21AC" w:rsidRDefault="001D21AC" w:rsidP="00913764">
      <w:pPr>
        <w:pStyle w:val="Definition"/>
      </w:pPr>
      <w:r>
        <w:t>}</w:t>
      </w:r>
    </w:p>
    <w:p w:rsidR="001D21AC" w:rsidRDefault="001D21AC" w:rsidP="00913764">
      <w:pPr>
        <w:pStyle w:val="Definition"/>
      </w:pPr>
      <w:r>
        <w:t>struct read_t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"read_t, ProcessSet" </w:instrText>
      </w:r>
      <w:r w:rsidR="00453E6F" w:rsidRPr="00913764">
        <w:rPr>
          <w:rFonts w:asciiTheme="minorHAnsi" w:hAnsiTheme="minorHAnsi" w:cstheme="minorHAnsi"/>
        </w:rPr>
        <w:fldChar w:fldCharType="end"/>
      </w:r>
      <w:r>
        <w:t xml:space="preserve"> {</w:t>
      </w:r>
    </w:p>
    <w:p w:rsidR="001D21AC" w:rsidRDefault="001D21AC" w:rsidP="00913764">
      <w:pPr>
        <w:pStyle w:val="Definition"/>
      </w:pPr>
      <w:r>
        <w:t xml:space="preserve">   Dyninst::Address addr</w:t>
      </w:r>
    </w:p>
    <w:p w:rsidR="001D21AC" w:rsidRDefault="001D21AC" w:rsidP="00913764">
      <w:pPr>
        <w:pStyle w:val="Definition"/>
      </w:pPr>
      <w:r>
        <w:t xml:space="preserve">   void *buffer</w:t>
      </w:r>
    </w:p>
    <w:p w:rsidR="001D21AC" w:rsidRDefault="001D21AC" w:rsidP="00913764">
      <w:pPr>
        <w:pStyle w:val="Definition"/>
      </w:pPr>
      <w:r>
        <w:t xml:space="preserve">   size_t size</w:t>
      </w:r>
    </w:p>
    <w:p w:rsidR="001D21AC" w:rsidRDefault="001D21AC" w:rsidP="00913764">
      <w:pPr>
        <w:pStyle w:val="Definition"/>
      </w:pPr>
      <w:r>
        <w:t xml:space="preserve">   err_t err</w:t>
      </w:r>
    </w:p>
    <w:p w:rsidR="001D21AC" w:rsidRDefault="001D21AC" w:rsidP="00913764">
      <w:pPr>
        <w:pStyle w:val="Definition"/>
      </w:pPr>
      <w:r>
        <w:t xml:space="preserve">   bool operator&lt;(const read_t &amp;r)</w:t>
      </w:r>
    </w:p>
    <w:p w:rsidR="001D21AC" w:rsidRDefault="001D21AC" w:rsidP="00913764">
      <w:pPr>
        <w:pStyle w:val="Definition"/>
      </w:pPr>
      <w:r>
        <w:t>}</w:t>
      </w:r>
    </w:p>
    <w:p w:rsidR="001D21AC" w:rsidRDefault="004F042A" w:rsidP="009A6F08">
      <w:pPr>
        <w:pStyle w:val="APIBody"/>
      </w:pPr>
      <w:r>
        <w:t xml:space="preserve">The </w:t>
      </w:r>
      <w:r w:rsidRPr="00913764">
        <w:rPr>
          <w:rFonts w:ascii="Courier New" w:hAnsi="Courier New" w:cs="Courier New"/>
        </w:rPr>
        <w:t>write_t</w:t>
      </w:r>
      <w:r>
        <w:t xml:space="preserve"> and </w:t>
      </w:r>
      <w:r w:rsidRPr="00913764">
        <w:rPr>
          <w:rFonts w:ascii="Courier New" w:hAnsi="Courier New" w:cs="Courier New"/>
        </w:rPr>
        <w:t>read_t</w:t>
      </w:r>
      <w:r>
        <w:t xml:space="preserve"> types are used by </w:t>
      </w:r>
      <w:r w:rsidRPr="00913764">
        <w:rPr>
          <w:rFonts w:ascii="Courier New" w:hAnsi="Courier New" w:cs="Courier New"/>
        </w:rPr>
        <w:t>ProcessSet::readMemory</w:t>
      </w:r>
      <w:r>
        <w:fldChar w:fldCharType="begin"/>
      </w:r>
      <w:r>
        <w:instrText xml:space="preserve"> XE "</w:instrText>
      </w:r>
      <w:r w:rsidRPr="00C84350">
        <w:instrText>readMemory</w:instrText>
      </w:r>
      <w:r w:rsidRPr="00CF5782">
        <w:instrText>, ProcessSet</w:instrText>
      </w:r>
      <w:r>
        <w:instrText xml:space="preserve">" </w:instrText>
      </w:r>
      <w:r>
        <w:fldChar w:fldCharType="end"/>
      </w:r>
      <w:r>
        <w:t xml:space="preserve"> and </w:t>
      </w:r>
      <w:r w:rsidRPr="00913764">
        <w:rPr>
          <w:rFonts w:ascii="Courier New" w:hAnsi="Courier New" w:cs="Courier New"/>
        </w:rPr>
        <w:t>ProcessSet::writeMemory</w:t>
      </w:r>
      <w:r>
        <w:fldChar w:fldCharType="begin"/>
      </w:r>
      <w:r>
        <w:instrText xml:space="preserve"> XE "</w:instrText>
      </w:r>
      <w:r w:rsidRPr="00C84350">
        <w:instrText>writeMemory</w:instrText>
      </w:r>
      <w:r w:rsidRPr="00CF5782">
        <w:instrText>, ProcessSet</w:instrText>
      </w:r>
      <w:r>
        <w:instrText xml:space="preserve">" </w:instrText>
      </w:r>
      <w:r>
        <w:fldChar w:fldCharType="end"/>
      </w:r>
      <w:r>
        <w:t>.</w:t>
      </w:r>
    </w:p>
    <w:p w:rsidR="005E63CC" w:rsidRDefault="005E63CC" w:rsidP="009A6F08">
      <w:pPr>
        <w:pStyle w:val="ClassHeading"/>
      </w:pPr>
      <w:r>
        <w:t>ProcessSet Static Member Functions</w:t>
      </w:r>
    </w:p>
    <w:p w:rsidR="005E63CC" w:rsidRDefault="005E63CC" w:rsidP="00913764">
      <w:pPr>
        <w:pStyle w:val="Definition"/>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w:t>
      </w:r>
    </w:p>
    <w:p w:rsidR="004F042A" w:rsidRDefault="004F042A" w:rsidP="009A6F08">
      <w:pPr>
        <w:pStyle w:val="APIBody"/>
      </w:pPr>
      <w:r>
        <w:t xml:space="preserve">This function creates a new </w:t>
      </w:r>
      <w:r w:rsidRPr="00913764">
        <w:rPr>
          <w:rFonts w:ascii="Courier New" w:hAnsi="Courier New" w:cs="Courier New"/>
        </w:rPr>
        <w:t>ProcessSet</w:t>
      </w:r>
      <w:r>
        <w:t xml:space="preserve"> that is empty.</w:t>
      </w:r>
    </w:p>
    <w:p w:rsidR="005E63CC" w:rsidRDefault="005E63CC" w:rsidP="00913764">
      <w:pPr>
        <w:pStyle w:val="Definition"/>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(Process::const_ptr p</w:t>
      </w:r>
      <w:r w:rsidR="004F042A">
        <w:t>roc</w:t>
      </w:r>
      <w:r>
        <w:t>)</w:t>
      </w:r>
    </w:p>
    <w:p w:rsidR="004F042A" w:rsidRDefault="004F042A" w:rsidP="009A6F08">
      <w:pPr>
        <w:pStyle w:val="APIBody"/>
      </w:pPr>
      <w:r>
        <w:t xml:space="preserve">This function creates a new </w:t>
      </w:r>
      <w:r w:rsidRPr="00913764">
        <w:rPr>
          <w:rFonts w:ascii="Courier New" w:hAnsi="Courier New" w:cs="Courier New"/>
        </w:rPr>
        <w:t>ProcessSet</w:t>
      </w:r>
      <w:r>
        <w:t xml:space="preserve"> containing </w:t>
      </w:r>
      <w:r w:rsidRPr="00913764">
        <w:rPr>
          <w:rFonts w:ascii="Courier New" w:hAnsi="Courier New" w:cs="Courier New"/>
        </w:rPr>
        <w:t>proc</w:t>
      </w:r>
      <w:r>
        <w:t>.</w:t>
      </w:r>
    </w:p>
    <w:p w:rsidR="005E63CC" w:rsidRDefault="005E63CC" w:rsidP="00913764">
      <w:pPr>
        <w:pStyle w:val="Definition"/>
      </w:pPr>
      <w:r>
        <w:t xml:space="preserve">static ProcessSet::ptr </w:t>
      </w:r>
      <w:r w:rsidR="00450DC9">
        <w:t>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rsidR="00450DC9">
        <w:t>(ProcessSet::const_ptr p</w:t>
      </w:r>
      <w:r w:rsidR="004F042A">
        <w:t>set</w:t>
      </w:r>
      <w:r w:rsidR="00450DC9">
        <w:t>)</w:t>
      </w:r>
    </w:p>
    <w:p w:rsidR="004F042A" w:rsidRDefault="004F042A" w:rsidP="009A6F08">
      <w:pPr>
        <w:pStyle w:val="APIBody"/>
      </w:pPr>
      <w:r>
        <w:t xml:space="preserve">This function creates a new </w:t>
      </w:r>
      <w:r w:rsidRPr="00913764">
        <w:rPr>
          <w:rFonts w:ascii="Courier New" w:hAnsi="Courier New" w:cs="Courier New"/>
        </w:rPr>
        <w:t>ProcessSet</w:t>
      </w:r>
      <w:r>
        <w:t xml:space="preserve"> that is a copy of </w:t>
      </w:r>
      <w:r w:rsidRPr="00913764">
        <w:rPr>
          <w:rFonts w:ascii="Courier New" w:hAnsi="Courier New" w:cs="Courier New"/>
        </w:rPr>
        <w:t>pset</w:t>
      </w:r>
      <w:r>
        <w:t>.</w:t>
      </w:r>
    </w:p>
    <w:p w:rsidR="00450DC9" w:rsidRDefault="00450DC9" w:rsidP="00913764">
      <w:pPr>
        <w:pStyle w:val="Definition"/>
        <w:jc w:val="left"/>
      </w:pPr>
      <w:r>
        <w:t>static ProcessSet::ptr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w:t>
      </w:r>
      <w:r>
        <w:br/>
      </w:r>
      <w:r>
        <w:tab/>
        <w:t>const std::set&lt;Process::const_ptr&gt; &amp;procs)</w:t>
      </w:r>
    </w:p>
    <w:p w:rsidR="004F042A" w:rsidRDefault="004F042A" w:rsidP="009A6F08">
      <w:pPr>
        <w:pStyle w:val="APIBody"/>
      </w:pPr>
      <w:r>
        <w:t xml:space="preserve">This function creates a new </w:t>
      </w:r>
      <w:r w:rsidR="005F6FE0" w:rsidRPr="00913764">
        <w:rPr>
          <w:rFonts w:ascii="Courier New" w:hAnsi="Courier New" w:cs="Courier New"/>
        </w:rPr>
        <w:t>ProcessSet</w:t>
      </w:r>
      <w:r w:rsidR="005F6FE0">
        <w:t xml:space="preserve"> containing</w:t>
      </w:r>
      <w:r w:rsidR="00566417">
        <w:t xml:space="preserve"> every</w:t>
      </w:r>
      <w:r w:rsidR="005F6FE0">
        <w:t xml:space="preserve"> element from </w:t>
      </w:r>
      <w:r w:rsidR="005F6FE0" w:rsidRPr="00913764">
        <w:rPr>
          <w:rFonts w:ascii="Courier New" w:hAnsi="Courier New" w:cs="Courier New"/>
        </w:rPr>
        <w:t>procs</w:t>
      </w:r>
      <w:r w:rsidR="005F6FE0">
        <w:t>.</w:t>
      </w:r>
    </w:p>
    <w:p w:rsidR="00450DC9" w:rsidRDefault="00450DC9" w:rsidP="00913764">
      <w:pPr>
        <w:pStyle w:val="Definition"/>
        <w:jc w:val="left"/>
      </w:pPr>
      <w:r>
        <w:t>static ProcessSet</w:t>
      </w:r>
      <w:r w:rsidR="00453E6F">
        <w:t xml:space="preserve"> newProcessSet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"newProcessSet, ProcessSet" </w:instrText>
      </w:r>
      <w:r w:rsidR="00453E6F" w:rsidRPr="00913764">
        <w:rPr>
          <w:rFonts w:asciiTheme="minorHAnsi" w:hAnsiTheme="minorHAnsi" w:cstheme="minorHAnsi"/>
        </w:rPr>
        <w:fldChar w:fldCharType="end"/>
      </w:r>
      <w:r>
        <w:t>(AddressSet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"AddressSet" </w:instrText>
      </w:r>
      <w:r w:rsidR="00453E6F" w:rsidRPr="00913764">
        <w:rPr>
          <w:rFonts w:asciiTheme="minorHAnsi" w:hAnsiTheme="minorHAnsi" w:cstheme="minorHAnsi"/>
        </w:rPr>
        <w:fldChar w:fldCharType="end"/>
      </w:r>
      <w:r>
        <w:t>::const_iterator ab,</w:t>
      </w:r>
      <w:r>
        <w:br/>
      </w:r>
      <w:r>
        <w:tab/>
        <w:t>AddressSet::const_iterator ae)</w:t>
      </w:r>
    </w:p>
    <w:p w:rsidR="005F6FE0" w:rsidRDefault="005F6FE0" w:rsidP="009A6F08">
      <w:pPr>
        <w:pStyle w:val="APIBody"/>
      </w:pPr>
      <w:r>
        <w:t xml:space="preserve">This function creates a new </w:t>
      </w:r>
      <w:r w:rsidRPr="00913764">
        <w:rPr>
          <w:rFonts w:ascii="Courier New" w:hAnsi="Courier New" w:cs="Courier New"/>
        </w:rPr>
        <w:t>ProcessSet</w:t>
      </w:r>
      <w:r>
        <w:t xml:space="preserve"> containing the processes that are found within [</w:t>
      </w:r>
      <w:r w:rsidRPr="00913764">
        <w:rPr>
          <w:rFonts w:ascii="Courier New" w:hAnsi="Courier New" w:cs="Courier New"/>
        </w:rPr>
        <w:t>ab</w:t>
      </w:r>
      <w:r>
        <w:t xml:space="preserve">, </w:t>
      </w:r>
      <w:r w:rsidRPr="00913764">
        <w:rPr>
          <w:rFonts w:ascii="Courier New" w:hAnsi="Courier New" w:cs="Courier New"/>
        </w:rPr>
        <w:t>ae</w:t>
      </w:r>
      <w:r>
        <w:t>)</w:t>
      </w:r>
      <w:r w:rsidR="00566417">
        <w:t xml:space="preserve"> of an </w:t>
      </w:r>
      <w:r w:rsidR="00566417" w:rsidRPr="00913764">
        <w:rPr>
          <w:rFonts w:ascii="Courier New" w:hAnsi="Courier New" w:cs="Courier New"/>
        </w:rPr>
        <w:t>AddressSet</w:t>
      </w:r>
      <w:r>
        <w:t>.</w:t>
      </w:r>
    </w:p>
    <w:p w:rsidR="00450DC9" w:rsidRDefault="00450DC9" w:rsidP="00913764">
      <w:pPr>
        <w:pStyle w:val="Definition"/>
        <w:jc w:val="left"/>
      </w:pPr>
      <w:r>
        <w:t>static ProcessSet::ptr createProcessSet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"createProcessSet, ProcessSet" </w:instrText>
      </w:r>
      <w:r w:rsidR="00453E6F" w:rsidRPr="00913764">
        <w:rPr>
          <w:rFonts w:asciiTheme="minorHAnsi" w:hAnsiTheme="minorHAnsi" w:cstheme="minorHAnsi"/>
        </w:rPr>
        <w:fldChar w:fldCharType="end"/>
      </w:r>
      <w:r>
        <w:t>(</w:t>
      </w:r>
      <w:r>
        <w:br/>
      </w:r>
      <w:r>
        <w:tab/>
        <w:t>std::vector&lt;CreateInfo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"CreateInfo, ProcessSet" </w:instrText>
      </w:r>
      <w:r w:rsidR="00453E6F" w:rsidRPr="00913764">
        <w:rPr>
          <w:rFonts w:asciiTheme="minorHAnsi" w:hAnsiTheme="minorHAnsi" w:cstheme="minorHAnsi"/>
        </w:rPr>
        <w:fldChar w:fldCharType="end"/>
      </w:r>
      <w:r>
        <w:t>&gt; &amp;cinfo)</w:t>
      </w:r>
    </w:p>
    <w:p w:rsidR="005F6FE0" w:rsidRDefault="005F6FE0" w:rsidP="009A6F08">
      <w:pPr>
        <w:pStyle w:val="APIBody"/>
      </w:pPr>
      <w:r>
        <w:t xml:space="preserve">This function creates a new </w:t>
      </w:r>
      <w:r w:rsidRPr="00913764">
        <w:rPr>
          <w:rFonts w:ascii="Courier New" w:hAnsi="Courier New" w:cs="Courier New"/>
        </w:rPr>
        <w:t>ProcessSet</w:t>
      </w:r>
      <w:r>
        <w:t xml:space="preserve"> by launching new processes.  Each element in </w:t>
      </w:r>
      <w:r w:rsidRPr="00913764">
        <w:rPr>
          <w:rFonts w:ascii="Courier New" w:hAnsi="Courier New" w:cs="Courier New"/>
        </w:rPr>
        <w:t>cinfo</w:t>
      </w:r>
      <w:r>
        <w:t xml:space="preserve"> specifies an executable, arguments, environment and file descriptor mappings (with similar semantics to </w:t>
      </w:r>
      <w:r w:rsidRPr="00913764">
        <w:rPr>
          <w:rFonts w:ascii="Courier New" w:hAnsi="Courier New" w:cs="Courier New"/>
        </w:rPr>
        <w:t>Process::createProcess</w:t>
      </w:r>
      <w:r w:rsidR="00641B97">
        <w:fldChar w:fldCharType="begin"/>
      </w:r>
      <w:r w:rsidR="00641B97">
        <w:instrText xml:space="preserve"> XE "</w:instrText>
      </w:r>
      <w:r w:rsidR="00641B97" w:rsidRPr="00C84350">
        <w:instrText>createProcess, Process</w:instrText>
      </w:r>
      <w:r w:rsidR="00641B97">
        <w:instrText xml:space="preserve">" </w:instrText>
      </w:r>
      <w:r w:rsidR="00641B97">
        <w:fldChar w:fldCharType="end"/>
      </w:r>
      <w:r>
        <w:t>), which are used to launch a new process.</w:t>
      </w:r>
    </w:p>
    <w:p w:rsidR="005F6FE0" w:rsidRDefault="00641B97" w:rsidP="009A6F08">
      <w:pPr>
        <w:pStyle w:val="APIBody"/>
      </w:pPr>
      <w:r>
        <w:t xml:space="preserve">Every successfully created </w:t>
      </w:r>
      <w:r>
        <w:rPr>
          <w:rFonts w:ascii="Courier New" w:hAnsi="Courier New" w:cs="Courier New"/>
        </w:rPr>
        <w:t>P</w:t>
      </w:r>
      <w:r w:rsidR="005F6FE0" w:rsidRPr="00913764">
        <w:rPr>
          <w:rFonts w:ascii="Courier New" w:hAnsi="Courier New" w:cs="Courier New"/>
        </w:rPr>
        <w:t>rocess</w:t>
      </w:r>
      <w:r w:rsidR="005F6FE0">
        <w:t xml:space="preserve"> will be added to a new </w:t>
      </w:r>
      <w:r w:rsidR="005F6FE0" w:rsidRPr="00913764">
        <w:rPr>
          <w:rFonts w:ascii="Courier New" w:hAnsi="Courier New" w:cs="Courier New"/>
        </w:rPr>
        <w:t>ProcessSet</w:t>
      </w:r>
      <w:r w:rsidR="005F6FE0">
        <w:t xml:space="preserve"> that is returned by this function.</w:t>
      </w:r>
    </w:p>
    <w:p w:rsidR="005F6FE0" w:rsidRDefault="005F6FE0" w:rsidP="009A6F08">
      <w:pPr>
        <w:pStyle w:val="APIBody"/>
      </w:pPr>
      <w:r>
        <w:t xml:space="preserve">In addition, the </w:t>
      </w:r>
      <w:r w:rsidRPr="00913764">
        <w:rPr>
          <w:rFonts w:ascii="Courier New" w:hAnsi="Courier New" w:cs="Courier New"/>
        </w:rPr>
        <w:t>cinfo</w:t>
      </w:r>
      <w:r w:rsidR="00641B97">
        <w:t xml:space="preserve"> vector will be updated so that each entry’s </w:t>
      </w:r>
      <w:r w:rsidR="00641B97" w:rsidRPr="00913764">
        <w:rPr>
          <w:rFonts w:ascii="Courier New" w:hAnsi="Courier New" w:cs="Courier New"/>
        </w:rPr>
        <w:t>proc</w:t>
      </w:r>
      <w:r w:rsidR="00641B97">
        <w:t xml:space="preserve"> field points to the </w:t>
      </w:r>
      <w:r w:rsidR="00641B97" w:rsidRPr="00913764">
        <w:rPr>
          <w:rFonts w:ascii="Courier New" w:hAnsi="Courier New" w:cs="Courier New"/>
        </w:rPr>
        <w:t>Process</w:t>
      </w:r>
      <w:r w:rsidR="00641B97">
        <w:t xml:space="preserve"> created by that entry, and the </w:t>
      </w:r>
      <w:r w:rsidR="00641B97" w:rsidRPr="00913764">
        <w:rPr>
          <w:rFonts w:ascii="Courier New" w:hAnsi="Courier New" w:cs="Courier New"/>
        </w:rPr>
        <w:t>err</w:t>
      </w:r>
      <w:r w:rsidR="00566417">
        <w:rPr>
          <w:rFonts w:ascii="Courier New" w:hAnsi="Courier New" w:cs="Courier New"/>
        </w:rPr>
        <w:t>or_ret</w:t>
      </w:r>
      <w:r w:rsidR="00641B97">
        <w:t xml:space="preserve"> entry </w:t>
      </w:r>
      <w:r w:rsidR="00566417">
        <w:t xml:space="preserve">will </w:t>
      </w:r>
      <w:r w:rsidR="00641B97">
        <w:t xml:space="preserve">contain </w:t>
      </w:r>
      <w:r w:rsidR="00566417">
        <w:t>an</w:t>
      </w:r>
      <w:r w:rsidR="00641B97">
        <w:t xml:space="preserve"> error code </w:t>
      </w:r>
      <w:r w:rsidR="00566417">
        <w:t>for any process launch that failed.</w:t>
      </w:r>
    </w:p>
    <w:p w:rsidR="00450DC9" w:rsidRDefault="00450DC9" w:rsidP="00913764">
      <w:pPr>
        <w:pStyle w:val="Definition"/>
        <w:jc w:val="left"/>
      </w:pPr>
      <w:r>
        <w:lastRenderedPageBreak/>
        <w:t>static ProcessSet::ptr attachProcessSet</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"attachProcessSet, ProcessSet" </w:instrText>
      </w:r>
      <w:r w:rsidR="00453E6F" w:rsidRPr="00913764">
        <w:rPr>
          <w:rFonts w:asciiTheme="minorHAnsi" w:hAnsiTheme="minorHAnsi" w:cstheme="minorHAnsi"/>
        </w:rPr>
        <w:fldChar w:fldCharType="end"/>
      </w:r>
      <w:r>
        <w:t>(</w:t>
      </w:r>
      <w:r>
        <w:br/>
      </w:r>
      <w:r>
        <w:tab/>
        <w:t>std::vector&lt;AttachInfo</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"AttachInfo, ProcessSet" </w:instrText>
      </w:r>
      <w:r w:rsidR="00453E6F" w:rsidRPr="00913764">
        <w:rPr>
          <w:rFonts w:asciiTheme="minorHAnsi" w:hAnsiTheme="minorHAnsi" w:cstheme="minorHAnsi"/>
        </w:rPr>
        <w:fldChar w:fldCharType="end"/>
      </w:r>
      <w:r>
        <w:t>&gt; &amp;ainfo)</w:t>
      </w:r>
    </w:p>
    <w:p w:rsidR="00641B97" w:rsidRDefault="00641B97" w:rsidP="009A6F08">
      <w:pPr>
        <w:pStyle w:val="APIBody"/>
      </w:pPr>
      <w:r>
        <w:t xml:space="preserve">This function creates a new </w:t>
      </w:r>
      <w:r w:rsidRPr="00913764">
        <w:rPr>
          <w:rFonts w:ascii="Courier New" w:hAnsi="Courier New" w:cs="Courier New"/>
        </w:rPr>
        <w:t>ProcessSet</w:t>
      </w:r>
      <w:r>
        <w:t xml:space="preserve"> by attaching to existing processes.  Each element in </w:t>
      </w:r>
      <w:r w:rsidRPr="00913764">
        <w:rPr>
          <w:rFonts w:ascii="Courier New" w:hAnsi="Courier New" w:cs="Courier New"/>
        </w:rPr>
        <w:t>ainfo</w:t>
      </w:r>
      <w:r>
        <w:t xml:space="preserve"> specifies a PID and executable (with similar semantics to </w:t>
      </w:r>
      <w:r w:rsidRPr="00913764">
        <w:rPr>
          <w:rFonts w:ascii="Courier New" w:hAnsi="Courier New" w:cs="Courier New"/>
        </w:rPr>
        <w:t>Process::attachProcess</w:t>
      </w:r>
      <w:r>
        <w:fldChar w:fldCharType="begin"/>
      </w:r>
      <w:r>
        <w:instrText xml:space="preserve"> XE "</w:instrText>
      </w:r>
      <w:r w:rsidRPr="00C84350">
        <w:instrText>attachProcess, Process</w:instrText>
      </w:r>
      <w:r>
        <w:instrText xml:space="preserve">" </w:instrText>
      </w:r>
      <w:r>
        <w:fldChar w:fldCharType="end"/>
      </w:r>
      <w:r>
        <w:t>), which are used to attach to the processes.</w:t>
      </w:r>
    </w:p>
    <w:p w:rsidR="00641B97" w:rsidRDefault="00641B97" w:rsidP="009A6F08">
      <w:pPr>
        <w:pStyle w:val="APIBody"/>
      </w:pPr>
      <w:r>
        <w:t xml:space="preserve">Every successfully attached </w:t>
      </w:r>
      <w:r>
        <w:rPr>
          <w:rFonts w:ascii="Courier New" w:hAnsi="Courier New" w:cs="Courier New"/>
        </w:rPr>
        <w:t>P</w:t>
      </w:r>
      <w:r w:rsidRPr="00913764">
        <w:rPr>
          <w:rFonts w:ascii="Courier New" w:hAnsi="Courier New" w:cs="Courier New"/>
        </w:rPr>
        <w:t>rocess</w:t>
      </w:r>
      <w:r>
        <w:t xml:space="preserve"> will be added to a new </w:t>
      </w:r>
      <w:r w:rsidRPr="00913764">
        <w:rPr>
          <w:rFonts w:ascii="Courier New" w:hAnsi="Courier New" w:cs="Courier New"/>
        </w:rPr>
        <w:t>ProcessSet</w:t>
      </w:r>
      <w:r>
        <w:t xml:space="preserve"> that is returned by this function.</w:t>
      </w:r>
    </w:p>
    <w:p w:rsidR="00641B97" w:rsidRDefault="00641B97" w:rsidP="009A6F08">
      <w:pPr>
        <w:pStyle w:val="APIBody"/>
      </w:pPr>
      <w:r>
        <w:t xml:space="preserve">In addition, the </w:t>
      </w:r>
      <w:r w:rsidRPr="00913764">
        <w:rPr>
          <w:rFonts w:ascii="Courier New" w:hAnsi="Courier New" w:cs="Courier New"/>
        </w:rPr>
        <w:t>ainfo</w:t>
      </w:r>
      <w:r>
        <w:t xml:space="preserve"> vector will be updated so that each entry’s </w:t>
      </w:r>
      <w:r w:rsidRPr="00913764">
        <w:rPr>
          <w:rFonts w:ascii="Courier New" w:hAnsi="Courier New" w:cs="Courier New"/>
        </w:rPr>
        <w:t>proc</w:t>
      </w:r>
      <w:r>
        <w:t xml:space="preserve"> field points to the </w:t>
      </w:r>
      <w:r w:rsidRPr="00913764">
        <w:rPr>
          <w:rFonts w:ascii="Courier New" w:hAnsi="Courier New" w:cs="Courier New"/>
        </w:rPr>
        <w:t>Process</w:t>
      </w:r>
      <w:r>
        <w:t xml:space="preserve"> attached by that entry, and the </w:t>
      </w:r>
      <w:r w:rsidRPr="00913764">
        <w:rPr>
          <w:rFonts w:ascii="Courier New" w:hAnsi="Courier New" w:cs="Courier New"/>
        </w:rPr>
        <w:t>err</w:t>
      </w:r>
      <w:r w:rsidR="00566417">
        <w:rPr>
          <w:rFonts w:ascii="Courier New" w:hAnsi="Courier New" w:cs="Courier New"/>
        </w:rPr>
        <w:t>or_ret</w:t>
      </w:r>
      <w:r>
        <w:t xml:space="preserve"> entry </w:t>
      </w:r>
      <w:r w:rsidR="00566417">
        <w:t xml:space="preserve">will </w:t>
      </w:r>
      <w:r>
        <w:t>contain</w:t>
      </w:r>
      <w:r w:rsidR="00566417">
        <w:t xml:space="preserve"> an</w:t>
      </w:r>
      <w:r>
        <w:t xml:space="preserve"> error code </w:t>
      </w:r>
      <w:r w:rsidR="00566417">
        <w:t>any process attach that failed.</w:t>
      </w:r>
    </w:p>
    <w:p w:rsidR="00453E6F" w:rsidRDefault="005E63CC" w:rsidP="009A6F08">
      <w:pPr>
        <w:pStyle w:val="ClassHeading"/>
      </w:pPr>
      <w:r>
        <w:t>ProcessSet Member Functions</w:t>
      </w:r>
    </w:p>
    <w:p w:rsidR="00450DC9" w:rsidRDefault="00450DC9" w:rsidP="00913764">
      <w:pPr>
        <w:pStyle w:val="Definition"/>
        <w:jc w:val="left"/>
      </w:pPr>
      <w:r>
        <w:t>ProcessSet::ptr set_union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"set_union, ProcessSet" </w:instrText>
      </w:r>
      <w:r w:rsidR="00453E6F" w:rsidRPr="00913764">
        <w:rPr>
          <w:rFonts w:asciiTheme="minorHAnsi" w:hAnsiTheme="minorHAnsi" w:cstheme="minorHAnsi"/>
        </w:rPr>
        <w:fldChar w:fldCharType="end"/>
      </w:r>
      <w:r>
        <w:t>(ProcessSet::ptr pset) const</w:t>
      </w:r>
    </w:p>
    <w:p w:rsidR="001D21AC" w:rsidRDefault="00641B97" w:rsidP="009A6F08">
      <w:pPr>
        <w:pStyle w:val="APIBody"/>
      </w:pPr>
      <w:r>
        <w:t xml:space="preserve">This function returns a new </w:t>
      </w:r>
      <w:r w:rsidRPr="00913764">
        <w:rPr>
          <w:rFonts w:ascii="Courier New" w:hAnsi="Courier New" w:cs="Courier New"/>
        </w:rPr>
        <w:t>ProcessSet</w:t>
      </w:r>
      <w:r>
        <w:t xml:space="preserve"> whose elements are a set union of this </w:t>
      </w:r>
      <w:r w:rsidRPr="00913764">
        <w:rPr>
          <w:rFonts w:ascii="Courier New" w:hAnsi="Courier New" w:cs="Courier New"/>
        </w:rPr>
        <w:t>ProcessSet</w:t>
      </w:r>
      <w:r>
        <w:t xml:space="preserve"> and </w:t>
      </w:r>
      <w:r w:rsidRPr="00913764">
        <w:rPr>
          <w:rFonts w:ascii="Courier New" w:hAnsi="Courier New" w:cs="Courier New"/>
        </w:rPr>
        <w:t>pset</w:t>
      </w:r>
      <w:r>
        <w:t>.</w:t>
      </w:r>
    </w:p>
    <w:p w:rsidR="00450DC9" w:rsidRDefault="00450DC9" w:rsidP="00913764">
      <w:pPr>
        <w:pStyle w:val="Definition"/>
      </w:pPr>
      <w:r>
        <w:t>ProcessSet::ptr set_intersection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"set_intersection, ProcessSet" </w:instrText>
      </w:r>
      <w:r w:rsidR="00453E6F" w:rsidRPr="00913764">
        <w:rPr>
          <w:rFonts w:asciiTheme="minorHAnsi" w:hAnsiTheme="minorHAnsi" w:cstheme="minorHAnsi"/>
        </w:rPr>
        <w:fldChar w:fldCharType="end"/>
      </w:r>
      <w:r>
        <w:t>(ProcessSet::ptr pset) const</w:t>
      </w:r>
    </w:p>
    <w:p w:rsidR="00641B97" w:rsidRDefault="00641B97" w:rsidP="009A6F08">
      <w:pPr>
        <w:pStyle w:val="APIBody"/>
      </w:pPr>
      <w:r>
        <w:t xml:space="preserve">This function returns a new </w:t>
      </w:r>
      <w:r w:rsidRPr="00CA0EE4">
        <w:rPr>
          <w:rFonts w:ascii="Courier New" w:hAnsi="Courier New" w:cs="Courier New"/>
        </w:rPr>
        <w:t>ProcessSet</w:t>
      </w:r>
      <w:r>
        <w:t xml:space="preserve"> whose elements are a set intersection of this </w:t>
      </w:r>
      <w:r w:rsidRPr="00CA0EE4">
        <w:rPr>
          <w:rFonts w:ascii="Courier New" w:hAnsi="Courier New" w:cs="Courier New"/>
        </w:rPr>
        <w:t>ProcessSet</w:t>
      </w:r>
      <w:r>
        <w:t xml:space="preserve"> and </w:t>
      </w:r>
      <w:r w:rsidRPr="00CA0EE4">
        <w:rPr>
          <w:rFonts w:ascii="Courier New" w:hAnsi="Courier New" w:cs="Courier New"/>
        </w:rPr>
        <w:t>pset</w:t>
      </w:r>
      <w:r>
        <w:t>.</w:t>
      </w:r>
    </w:p>
    <w:p w:rsidR="00450DC9" w:rsidRDefault="00450DC9" w:rsidP="00913764">
      <w:pPr>
        <w:pStyle w:val="Definition"/>
      </w:pPr>
      <w:r>
        <w:t>ProcessSet::ptr set_difference</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"set_difference, ProcessSet" </w:instrText>
      </w:r>
      <w:r w:rsidR="00453E6F" w:rsidRPr="00913764">
        <w:rPr>
          <w:rFonts w:asciiTheme="minorHAnsi" w:hAnsiTheme="minorHAnsi" w:cstheme="minorHAnsi"/>
        </w:rPr>
        <w:fldChar w:fldCharType="end"/>
      </w:r>
      <w:r>
        <w:t>(ProcessSet::ptr pset) const</w:t>
      </w:r>
    </w:p>
    <w:p w:rsidR="001D21AC" w:rsidRDefault="00641B97" w:rsidP="009A6F08">
      <w:pPr>
        <w:pStyle w:val="APIBody"/>
      </w:pPr>
      <w:r>
        <w:t xml:space="preserve">This function returns a new </w:t>
      </w:r>
      <w:r w:rsidRPr="00CA0EE4">
        <w:rPr>
          <w:rFonts w:ascii="Courier New" w:hAnsi="Courier New" w:cs="Courier New"/>
        </w:rPr>
        <w:t>ProcessSet</w:t>
      </w:r>
      <w:r>
        <w:t xml:space="preserve"> whose elements are a set difference of this </w:t>
      </w:r>
      <w:r w:rsidRPr="00CA0EE4">
        <w:rPr>
          <w:rFonts w:ascii="Courier New" w:hAnsi="Courier New" w:cs="Courier New"/>
        </w:rPr>
        <w:t>ProcessSet</w:t>
      </w:r>
      <w:r>
        <w:t xml:space="preserve"> minus </w:t>
      </w:r>
      <w:r w:rsidRPr="00CA0EE4">
        <w:rPr>
          <w:rFonts w:ascii="Courier New" w:hAnsi="Courier New" w:cs="Courier New"/>
        </w:rPr>
        <w:t>pset</w:t>
      </w:r>
      <w:r>
        <w:t>.</w:t>
      </w:r>
    </w:p>
    <w:p w:rsidR="00450DC9" w:rsidRDefault="00450DC9" w:rsidP="00913764">
      <w:pPr>
        <w:pStyle w:val="Definition"/>
      </w:pPr>
      <w:r>
        <w:t>iterator begin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"begin, ProcessSet" </w:instrText>
      </w:r>
      <w:r w:rsidR="00453E6F" w:rsidRPr="00913764">
        <w:rPr>
          <w:rFonts w:asciiTheme="minorHAnsi" w:hAnsiTheme="minorHAnsi" w:cstheme="minorHAnsi"/>
        </w:rPr>
        <w:fldChar w:fldCharType="end"/>
      </w:r>
      <w:r>
        <w:t>()</w:t>
      </w:r>
    </w:p>
    <w:p w:rsidR="00450DC9" w:rsidRDefault="00450DC9" w:rsidP="00913764">
      <w:pPr>
        <w:pStyle w:val="Definition"/>
      </w:pPr>
      <w:r>
        <w:t>const_iterator begin</w:t>
      </w:r>
      <w:r w:rsidR="00453E6F" w:rsidRPr="00913764">
        <w:rPr>
          <w:rFonts w:asciiTheme="minorHAnsi" w:hAnsiTheme="minorHAnsi" w:cstheme="minorHAnsi"/>
        </w:rPr>
        <w:fldChar w:fldCharType="begin"/>
      </w:r>
      <w:r w:rsidR="00453E6F" w:rsidRPr="00913764">
        <w:rPr>
          <w:rFonts w:asciiTheme="minorHAnsi" w:hAnsiTheme="minorHAnsi" w:cstheme="minorHAnsi"/>
        </w:rPr>
        <w:instrText xml:space="preserve"> XE "begin, ProcessSet" </w:instrText>
      </w:r>
      <w:r w:rsidR="00453E6F" w:rsidRPr="00913764">
        <w:rPr>
          <w:rFonts w:asciiTheme="minorHAnsi" w:hAnsiTheme="minorHAnsi" w:cstheme="minorHAnsi"/>
        </w:rPr>
        <w:fldChar w:fldCharType="end"/>
      </w:r>
      <w:r>
        <w:t>() const</w:t>
      </w:r>
    </w:p>
    <w:p w:rsidR="00641B97" w:rsidRDefault="00641B97" w:rsidP="009A6F08">
      <w:pPr>
        <w:pStyle w:val="APIBody"/>
      </w:pPr>
      <w:r>
        <w:t xml:space="preserve">These functions return iterators to the first element in the </w:t>
      </w:r>
      <w:r w:rsidRPr="00913764">
        <w:rPr>
          <w:rFonts w:ascii="Courier New" w:hAnsi="Courier New" w:cs="Courier New"/>
        </w:rPr>
        <w:t>ProcessSet</w:t>
      </w:r>
      <w:r>
        <w:t>.</w:t>
      </w:r>
    </w:p>
    <w:p w:rsidR="00450DC9" w:rsidRDefault="00450DC9" w:rsidP="00913764">
      <w:pPr>
        <w:pStyle w:val="Definition"/>
      </w:pPr>
      <w:r>
        <w:t>iterator end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"end, ProcessSet" </w:instrText>
      </w:r>
      <w:r w:rsidR="00E62AD9" w:rsidRPr="00913764">
        <w:rPr>
          <w:rFonts w:asciiTheme="minorHAnsi" w:hAnsiTheme="minorHAnsi" w:cstheme="minorHAnsi"/>
        </w:rPr>
        <w:fldChar w:fldCharType="end"/>
      </w:r>
      <w:r>
        <w:t>()</w:t>
      </w:r>
    </w:p>
    <w:p w:rsidR="00450DC9" w:rsidRDefault="00450DC9" w:rsidP="00913764">
      <w:pPr>
        <w:pStyle w:val="Definition"/>
      </w:pPr>
      <w:r>
        <w:t>const_iterator end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"end, ProcessSet" </w:instrText>
      </w:r>
      <w:r w:rsidR="00E62AD9" w:rsidRPr="00913764">
        <w:rPr>
          <w:rFonts w:asciiTheme="minorHAnsi" w:hAnsiTheme="minorHAnsi" w:cstheme="minorHAnsi"/>
        </w:rPr>
        <w:fldChar w:fldCharType="end"/>
      </w:r>
      <w:r>
        <w:t>() const</w:t>
      </w:r>
    </w:p>
    <w:p w:rsidR="00641B97" w:rsidRDefault="00641B97" w:rsidP="009A6F08">
      <w:pPr>
        <w:pStyle w:val="APIBody"/>
      </w:pPr>
      <w:r>
        <w:t xml:space="preserve">These functions return iterators that come after the last element in the </w:t>
      </w:r>
      <w:r w:rsidRPr="00913764">
        <w:rPr>
          <w:rFonts w:ascii="Courier New" w:hAnsi="Courier New" w:cs="Courier New"/>
        </w:rPr>
        <w:t>ProcessSet</w:t>
      </w:r>
      <w:r>
        <w:t>.</w:t>
      </w:r>
    </w:p>
    <w:p w:rsidR="00450DC9" w:rsidRDefault="00450DC9" w:rsidP="00913764">
      <w:pPr>
        <w:pStyle w:val="Definition"/>
      </w:pPr>
      <w:r>
        <w:t>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::const_ptr proc)</w:t>
      </w:r>
    </w:p>
    <w:p w:rsidR="00450DC9" w:rsidRDefault="00450DC9" w:rsidP="00913764">
      <w:pPr>
        <w:pStyle w:val="Definition"/>
      </w:pPr>
      <w:r>
        <w:t>const_iterator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(Process::const_ptr proc) const</w:t>
      </w:r>
    </w:p>
    <w:p w:rsidR="001D21AC" w:rsidRDefault="00641B97" w:rsidP="009A6F08">
      <w:pPr>
        <w:pStyle w:val="APIBody"/>
      </w:pPr>
      <w:r>
        <w:t xml:space="preserve">These functions search a </w:t>
      </w:r>
      <w:r w:rsidRPr="00913764">
        <w:rPr>
          <w:rFonts w:ascii="Courier New" w:hAnsi="Courier New" w:cs="Courier New"/>
        </w:rPr>
        <w:t>ProcessSet</w:t>
      </w:r>
      <w:r>
        <w:t xml:space="preserve"> for the </w:t>
      </w:r>
      <w:r w:rsidRPr="00913764">
        <w:rPr>
          <w:rFonts w:ascii="Courier New" w:hAnsi="Courier New" w:cs="Courier New"/>
        </w:rPr>
        <w:t>Process</w:t>
      </w:r>
      <w:r>
        <w:t xml:space="preserve"> pointed to by </w:t>
      </w:r>
      <w:r w:rsidRPr="00913764">
        <w:rPr>
          <w:rFonts w:ascii="Courier New" w:hAnsi="Courier New" w:cs="Courier New"/>
        </w:rPr>
        <w:t>proc</w:t>
      </w:r>
      <w:r>
        <w:t xml:space="preserve"> and returns an iterator that points to that element.  It returns </w:t>
      </w:r>
      <w:r w:rsidRPr="00913764">
        <w:rPr>
          <w:rFonts w:ascii="Courier New" w:hAnsi="Courier New" w:cs="Courier New"/>
        </w:rPr>
        <w:t>ProcessSet::end()</w:t>
      </w:r>
      <w:r>
        <w:t xml:space="preserve"> if no element is found.</w:t>
      </w:r>
    </w:p>
    <w:p w:rsidR="00450DC9" w:rsidRDefault="00450DC9" w:rsidP="00913764">
      <w:pPr>
        <w:pStyle w:val="Definition"/>
      </w:pPr>
      <w:r>
        <w:t>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(Dyninst::PID pid)</w:t>
      </w:r>
    </w:p>
    <w:p w:rsidR="00450DC9" w:rsidRDefault="00450DC9" w:rsidP="00913764">
      <w:pPr>
        <w:pStyle w:val="Definition"/>
      </w:pPr>
      <w:r>
        <w:t>const_iterator find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"find, ProcessSet" </w:instrText>
      </w:r>
      <w:r w:rsidR="00E62AD9" w:rsidRPr="00913764">
        <w:rPr>
          <w:rFonts w:asciiTheme="minorHAnsi" w:hAnsiTheme="minorHAnsi" w:cstheme="minorHAnsi"/>
        </w:rPr>
        <w:fldChar w:fldCharType="end"/>
      </w:r>
      <w:r>
        <w:t>(Dyninst::PID pid) const</w:t>
      </w:r>
    </w:p>
    <w:p w:rsidR="00641B97" w:rsidRDefault="00641B97" w:rsidP="009A6F08">
      <w:pPr>
        <w:pStyle w:val="APIBody"/>
      </w:pPr>
      <w:r>
        <w:t xml:space="preserve">These functions search a </w:t>
      </w:r>
      <w:r w:rsidRPr="00913764">
        <w:rPr>
          <w:rFonts w:ascii="Courier New" w:hAnsi="Courier New" w:cs="Courier New"/>
        </w:rPr>
        <w:t>ProcessSet</w:t>
      </w:r>
      <w:r>
        <w:t xml:space="preserve"> for the Process </w:t>
      </w:r>
      <w:r w:rsidRPr="00913764">
        <w:rPr>
          <w:rFonts w:ascii="Courier New" w:hAnsi="Courier New" w:cs="Courier New"/>
        </w:rPr>
        <w:t>pointed</w:t>
      </w:r>
      <w:r>
        <w:t xml:space="preserve"> to by </w:t>
      </w:r>
      <w:r w:rsidRPr="00913764">
        <w:rPr>
          <w:rFonts w:ascii="Courier New" w:hAnsi="Courier New" w:cs="Courier New"/>
        </w:rPr>
        <w:t>proc</w:t>
      </w:r>
      <w:r>
        <w:t xml:space="preserve"> and returns an iterator that points to that element.  It returns </w:t>
      </w:r>
      <w:r w:rsidRPr="00913764">
        <w:rPr>
          <w:rFonts w:ascii="Courier New" w:hAnsi="Courier New" w:cs="Courier New"/>
        </w:rPr>
        <w:t>ProcessSet::end()</w:t>
      </w:r>
      <w:r>
        <w:t xml:space="preserve"> if no element is found.</w:t>
      </w:r>
    </w:p>
    <w:p w:rsidR="00450DC9" w:rsidRDefault="00450DC9" w:rsidP="00913764">
      <w:pPr>
        <w:pStyle w:val="Definition"/>
      </w:pPr>
      <w:r>
        <w:t>bool empty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"empty, ProcessSet" </w:instrText>
      </w:r>
      <w:r w:rsidR="00E62AD9" w:rsidRPr="00913764">
        <w:rPr>
          <w:rFonts w:asciiTheme="minorHAnsi" w:hAnsiTheme="minorHAnsi" w:cstheme="minorHAnsi"/>
        </w:rPr>
        <w:fldChar w:fldCharType="end"/>
      </w:r>
      <w:r>
        <w:t>() const</w:t>
      </w:r>
    </w:p>
    <w:p w:rsidR="001D21AC" w:rsidRDefault="00641B97" w:rsidP="009A6F08">
      <w:pPr>
        <w:pStyle w:val="APIBody"/>
      </w:pPr>
      <w:r>
        <w:t xml:space="preserve">This function returns true if the </w:t>
      </w:r>
      <w:r w:rsidRPr="00913764">
        <w:rPr>
          <w:rFonts w:ascii="Courier New" w:hAnsi="Courier New" w:cs="Courier New"/>
        </w:rPr>
        <w:t>ProcessSet</w:t>
      </w:r>
      <w:r>
        <w:t xml:space="preserve"> has zero elements, false otherwise.</w:t>
      </w:r>
    </w:p>
    <w:p w:rsidR="00450DC9" w:rsidRDefault="00450DC9" w:rsidP="00913764">
      <w:pPr>
        <w:pStyle w:val="Definition"/>
      </w:pPr>
      <w:r>
        <w:t>size_t size</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"size, ProcessSet" </w:instrText>
      </w:r>
      <w:r w:rsidR="00E62AD9" w:rsidRPr="00913764">
        <w:rPr>
          <w:rFonts w:asciiTheme="minorHAnsi" w:hAnsiTheme="minorHAnsi" w:cstheme="minorHAnsi"/>
        </w:rPr>
        <w:fldChar w:fldCharType="end"/>
      </w:r>
      <w:r>
        <w:t>() const</w:t>
      </w:r>
    </w:p>
    <w:p w:rsidR="001D21AC" w:rsidRDefault="00641B97" w:rsidP="009A6F08">
      <w:pPr>
        <w:pStyle w:val="APIBody"/>
      </w:pPr>
      <w:r>
        <w:t xml:space="preserve">This function returns the number of elements in the </w:t>
      </w:r>
      <w:r w:rsidRPr="00913764">
        <w:rPr>
          <w:rFonts w:ascii="Courier New" w:hAnsi="Courier New" w:cs="Courier New"/>
        </w:rPr>
        <w:t>ProcessSet</w:t>
      </w:r>
      <w:r>
        <w:t>.</w:t>
      </w:r>
    </w:p>
    <w:p w:rsidR="00546064" w:rsidRDefault="00546064" w:rsidP="00913764">
      <w:pPr>
        <w:pStyle w:val="Definition"/>
      </w:pPr>
      <w:r>
        <w:lastRenderedPageBreak/>
        <w:t>std::pair&lt;iterator, bool&gt; insert</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"insert, ProcessSet" </w:instrText>
      </w:r>
      <w:r w:rsidR="007538BE" w:rsidRPr="00913764">
        <w:rPr>
          <w:rFonts w:asciiTheme="minorHAnsi" w:hAnsiTheme="minorHAnsi" w:cstheme="minorHAnsi"/>
        </w:rPr>
        <w:fldChar w:fldCharType="end"/>
      </w:r>
      <w:r>
        <w:t>(Process</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"Process" </w:instrText>
      </w:r>
      <w:r w:rsidR="007538BE" w:rsidRPr="00913764">
        <w:rPr>
          <w:rFonts w:asciiTheme="minorHAnsi" w:hAnsiTheme="minorHAnsi" w:cstheme="minorHAnsi"/>
        </w:rPr>
        <w:fldChar w:fldCharType="end"/>
      </w:r>
      <w:r>
        <w:t>::const_ptr proc)</w:t>
      </w:r>
    </w:p>
    <w:p w:rsidR="00546064" w:rsidRDefault="00546064" w:rsidP="009A6F08">
      <w:pPr>
        <w:pStyle w:val="APIBody"/>
      </w:pPr>
      <w:r>
        <w:t xml:space="preserve">This function inserts </w:t>
      </w:r>
      <w:r w:rsidRPr="00913764">
        <w:rPr>
          <w:rFonts w:ascii="Courier New" w:hAnsi="Courier New" w:cs="Courier New"/>
        </w:rPr>
        <w:t>proc</w:t>
      </w:r>
      <w:r>
        <w:t xml:space="preserve"> into the </w:t>
      </w:r>
      <w:r w:rsidRPr="00913764">
        <w:rPr>
          <w:rFonts w:ascii="Courier New" w:hAnsi="Courier New" w:cs="Courier New"/>
        </w:rPr>
        <w:t>ProcessSet</w:t>
      </w:r>
      <w:r>
        <w:t xml:space="preserve">.  If </w:t>
      </w:r>
      <w:r w:rsidRPr="00913764">
        <w:rPr>
          <w:rFonts w:ascii="Courier New" w:hAnsi="Courier New" w:cs="Courier New"/>
        </w:rPr>
        <w:t>proc</w:t>
      </w:r>
      <w:r>
        <w:t xml:space="preserve"> already exists in the </w:t>
      </w:r>
      <w:r w:rsidRPr="00913764">
        <w:rPr>
          <w:rFonts w:ascii="Courier New" w:hAnsi="Courier New" w:cs="Courier New"/>
        </w:rPr>
        <w:t>ProcessSet</w:t>
      </w:r>
      <w:r>
        <w:t>, then no change will occur.  This function returns an iterator pointing to either the new or existing element and a boolean that is true if an insert happened and false otherwise.</w:t>
      </w:r>
    </w:p>
    <w:p w:rsidR="00546064" w:rsidRDefault="00546064" w:rsidP="00913764">
      <w:pPr>
        <w:pStyle w:val="Definition"/>
      </w:pPr>
      <w:r>
        <w:t>void erase</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"erase, ProcessSet" </w:instrText>
      </w:r>
      <w:r w:rsidR="007538BE" w:rsidRPr="00913764">
        <w:rPr>
          <w:rFonts w:asciiTheme="minorHAnsi" w:hAnsiTheme="minorHAnsi" w:cstheme="minorHAnsi"/>
        </w:rPr>
        <w:fldChar w:fldCharType="end"/>
      </w:r>
      <w:r>
        <w:t>(iterator pos)</w:t>
      </w:r>
    </w:p>
    <w:p w:rsidR="00546064" w:rsidRDefault="007538BE" w:rsidP="009A6F08">
      <w:pPr>
        <w:pStyle w:val="APIBody"/>
      </w:pPr>
      <w:r>
        <w:t xml:space="preserve">This function removes the element pointed to by </w:t>
      </w:r>
      <w:r w:rsidRPr="00913764">
        <w:rPr>
          <w:rFonts w:ascii="Courier New" w:hAnsi="Courier New" w:cs="Courier New"/>
        </w:rPr>
        <w:t>pos</w:t>
      </w:r>
      <w:r>
        <w:t xml:space="preserve"> from the </w:t>
      </w:r>
      <w:r w:rsidRPr="00913764">
        <w:rPr>
          <w:rFonts w:ascii="Courier New" w:hAnsi="Courier New" w:cs="Courier New"/>
        </w:rPr>
        <w:t>ProcessSet</w:t>
      </w:r>
      <w:r>
        <w:t>.</w:t>
      </w:r>
    </w:p>
    <w:p w:rsidR="00546064" w:rsidRDefault="00546064" w:rsidP="00913764">
      <w:pPr>
        <w:pStyle w:val="Definition"/>
      </w:pPr>
      <w:r>
        <w:t>size_t erase</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"erase, ProcessSet" </w:instrText>
      </w:r>
      <w:r w:rsidR="007538BE" w:rsidRPr="00913764">
        <w:rPr>
          <w:rFonts w:asciiTheme="minorHAnsi" w:hAnsiTheme="minorHAnsi" w:cstheme="minorHAnsi"/>
        </w:rPr>
        <w:fldChar w:fldCharType="end"/>
      </w:r>
      <w:r>
        <w:t>(Process</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"Process" </w:instrText>
      </w:r>
      <w:r w:rsidR="007538BE" w:rsidRPr="00913764">
        <w:rPr>
          <w:rFonts w:asciiTheme="minorHAnsi" w:hAnsiTheme="minorHAnsi" w:cstheme="minorHAnsi"/>
        </w:rPr>
        <w:fldChar w:fldCharType="end"/>
      </w:r>
      <w:r>
        <w:t>::const_ptr</w:t>
      </w:r>
      <w:r w:rsidR="007538BE">
        <w:t xml:space="preserve"> proc</w:t>
      </w:r>
      <w:r>
        <w:t>)</w:t>
      </w:r>
    </w:p>
    <w:p w:rsidR="007538BE" w:rsidRDefault="007538BE" w:rsidP="009A6F08">
      <w:pPr>
        <w:pStyle w:val="APIBody"/>
      </w:pPr>
      <w:r>
        <w:t xml:space="preserve">This function searches the </w:t>
      </w:r>
      <w:r w:rsidRPr="00913764">
        <w:rPr>
          <w:rFonts w:ascii="Courier New" w:hAnsi="Courier New" w:cs="Courier New"/>
        </w:rPr>
        <w:t>ProcessSet</w:t>
      </w:r>
      <w:r>
        <w:t xml:space="preserve"> for </w:t>
      </w:r>
      <w:r w:rsidRPr="00913764">
        <w:rPr>
          <w:rFonts w:ascii="Courier New" w:hAnsi="Courier New" w:cs="Courier New"/>
        </w:rPr>
        <w:t>proc</w:t>
      </w:r>
      <w:r>
        <w:t xml:space="preserve">, then erases that element from the </w:t>
      </w:r>
      <w:r w:rsidRPr="00913764">
        <w:rPr>
          <w:rFonts w:ascii="Courier New" w:hAnsi="Courier New" w:cs="Courier New"/>
        </w:rPr>
        <w:t>ProcessSet</w:t>
      </w:r>
      <w:r>
        <w:t>.  It returns 1 if it erased an element and 0 otherwise.</w:t>
      </w:r>
    </w:p>
    <w:p w:rsidR="00546064" w:rsidRDefault="00546064" w:rsidP="00913764">
      <w:pPr>
        <w:pStyle w:val="Definition"/>
      </w:pPr>
      <w:r>
        <w:t>void clear</w:t>
      </w:r>
      <w:r w:rsidR="007538BE" w:rsidRPr="00913764">
        <w:rPr>
          <w:rFonts w:asciiTheme="minorHAnsi" w:hAnsiTheme="minorHAnsi" w:cstheme="minorHAnsi"/>
        </w:rPr>
        <w:fldChar w:fldCharType="begin"/>
      </w:r>
      <w:r w:rsidR="007538BE" w:rsidRPr="00913764">
        <w:rPr>
          <w:rFonts w:asciiTheme="minorHAnsi" w:hAnsiTheme="minorHAnsi" w:cstheme="minorHAnsi"/>
        </w:rPr>
        <w:instrText xml:space="preserve"> XE "clear, ProcessSet" </w:instrText>
      </w:r>
      <w:r w:rsidR="007538BE" w:rsidRPr="00913764">
        <w:rPr>
          <w:rFonts w:asciiTheme="minorHAnsi" w:hAnsiTheme="minorHAnsi" w:cstheme="minorHAnsi"/>
        </w:rPr>
        <w:fldChar w:fldCharType="end"/>
      </w:r>
      <w:r>
        <w:t>()</w:t>
      </w:r>
    </w:p>
    <w:p w:rsidR="00546064" w:rsidRDefault="007538BE" w:rsidP="009A6F08">
      <w:pPr>
        <w:pStyle w:val="APIBody"/>
      </w:pPr>
      <w:r>
        <w:t xml:space="preserve">This function erases all elements in the </w:t>
      </w:r>
      <w:r w:rsidRPr="00913764">
        <w:rPr>
          <w:rFonts w:ascii="Courier New" w:hAnsi="Courier New" w:cs="Courier New"/>
        </w:rPr>
        <w:t>ProcessSet</w:t>
      </w:r>
      <w:r>
        <w:t>.</w:t>
      </w:r>
    </w:p>
    <w:p w:rsidR="00450DC9" w:rsidRDefault="00450DC9" w:rsidP="00913764">
      <w:pPr>
        <w:pStyle w:val="Definition"/>
      </w:pPr>
      <w:r>
        <w:t>ProcessSet::ptr getErrorSubset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"getErrorSubset, ProcessSet" </w:instrText>
      </w:r>
      <w:r w:rsidR="00E62AD9" w:rsidRPr="00913764">
        <w:rPr>
          <w:rFonts w:asciiTheme="minorHAnsi" w:hAnsiTheme="minorHAnsi" w:cstheme="minorHAnsi"/>
        </w:rPr>
        <w:fldChar w:fldCharType="end"/>
      </w:r>
      <w:r>
        <w:t>() const</w:t>
      </w:r>
    </w:p>
    <w:p w:rsidR="001D21AC" w:rsidRDefault="001A0E10" w:rsidP="009A6F08">
      <w:pPr>
        <w:pStyle w:val="APIBody"/>
      </w:pPr>
      <w:r>
        <w:t xml:space="preserve">This function returns a new </w:t>
      </w:r>
      <w:r w:rsidRPr="00913764">
        <w:rPr>
          <w:rFonts w:ascii="Courier New" w:hAnsi="Courier New" w:cs="Courier New"/>
        </w:rPr>
        <w:t>ProcessSet</w:t>
      </w:r>
      <w:r>
        <w:t xml:space="preserve"> containing every </w:t>
      </w:r>
      <w:r w:rsidRPr="00913764">
        <w:rPr>
          <w:rFonts w:ascii="Courier New" w:hAnsi="Courier New" w:cs="Courier New"/>
        </w:rPr>
        <w:t>Process</w:t>
      </w:r>
      <w:r>
        <w:t xml:space="preserve"> from this </w:t>
      </w:r>
      <w:r w:rsidRPr="00913764">
        <w:rPr>
          <w:rFonts w:ascii="Courier New" w:hAnsi="Courier New" w:cs="Courier New"/>
        </w:rPr>
        <w:t>ProcessSet</w:t>
      </w:r>
      <w:r>
        <w:t xml:space="preserve"> that has a non-zero error code.  Error codes are reset upon every </w:t>
      </w:r>
      <w:r w:rsidRPr="00913764">
        <w:rPr>
          <w:rFonts w:ascii="Courier New" w:hAnsi="Courier New" w:cs="Courier New"/>
        </w:rPr>
        <w:t>ProcessSet</w:t>
      </w:r>
      <w:r>
        <w:t xml:space="preserve"> API call, so this function shows </w:t>
      </w:r>
      <w:r w:rsidR="00566417">
        <w:t>which</w:t>
      </w:r>
      <w:r>
        <w:t xml:space="preserve"> </w:t>
      </w:r>
      <w:r w:rsidRPr="00913764">
        <w:rPr>
          <w:rFonts w:ascii="Courier New" w:hAnsi="Courier New" w:cs="Courier New"/>
        </w:rPr>
        <w:t>Processes</w:t>
      </w:r>
      <w:r>
        <w:t xml:space="preserve"> had an error on the last </w:t>
      </w:r>
      <w:r w:rsidRPr="00913764">
        <w:rPr>
          <w:rFonts w:ascii="Courier New" w:hAnsi="Courier New" w:cs="Courier New"/>
        </w:rPr>
        <w:t>ProcessSet</w:t>
      </w:r>
      <w:r>
        <w:t xml:space="preserve"> operation.</w:t>
      </w:r>
    </w:p>
    <w:p w:rsidR="00450DC9" w:rsidRDefault="00450DC9" w:rsidP="00913764">
      <w:pPr>
        <w:pStyle w:val="Definition"/>
        <w:jc w:val="left"/>
      </w:pPr>
      <w:r>
        <w:t>void getErrorSubsets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"getErrorSubsets, ProcessSet" </w:instrText>
      </w:r>
      <w:r w:rsidR="00E62AD9" w:rsidRPr="00913764">
        <w:rPr>
          <w:rFonts w:asciiTheme="minorHAnsi" w:hAnsiTheme="minorHAnsi" w:cstheme="minorHAnsi"/>
        </w:rPr>
        <w:fldChar w:fldCharType="end"/>
      </w:r>
      <w:r>
        <w:t>(std::map&lt;ProcControlAPI::err_t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"err_t" </w:instrText>
      </w:r>
      <w:r w:rsidR="00DF0C8C" w:rsidRPr="00913764">
        <w:rPr>
          <w:rFonts w:asciiTheme="minorHAnsi" w:hAnsiTheme="minorHAnsi" w:cstheme="minorHAnsi"/>
        </w:rPr>
        <w:fldChar w:fldCharType="end"/>
      </w:r>
      <w:r>
        <w:t xml:space="preserve">, </w:t>
      </w:r>
      <w:r>
        <w:tab/>
        <w:t>ProcessSet::ptr&gt; &amp;err_sets) const</w:t>
      </w:r>
    </w:p>
    <w:p w:rsidR="001D21AC" w:rsidRDefault="001A0E10" w:rsidP="009A6F08">
      <w:pPr>
        <w:pStyle w:val="APIBody"/>
      </w:pPr>
      <w:r>
        <w:t xml:space="preserve">This function returns a set of new </w:t>
      </w:r>
      <w:r w:rsidRPr="00913764">
        <w:rPr>
          <w:rFonts w:ascii="Courier New" w:hAnsi="Courier New" w:cs="Courier New"/>
        </w:rPr>
        <w:t>ProcessSets</w:t>
      </w:r>
      <w:r>
        <w:t xml:space="preserve"> containing every </w:t>
      </w:r>
      <w:r w:rsidRPr="00913764">
        <w:rPr>
          <w:rFonts w:ascii="Courier New" w:hAnsi="Courier New" w:cs="Courier New"/>
        </w:rPr>
        <w:t>Process</w:t>
      </w:r>
      <w:r>
        <w:t xml:space="preserve"> from this </w:t>
      </w:r>
      <w:r w:rsidRPr="00913764">
        <w:rPr>
          <w:rFonts w:ascii="Courier New" w:hAnsi="Courier New" w:cs="Courier New"/>
        </w:rPr>
        <w:t>ProcessSet</w:t>
      </w:r>
      <w:r>
        <w:t xml:space="preserve"> that has non-zero error codes, and grouped by error code.  For each error code generated by the last </w:t>
      </w:r>
      <w:r w:rsidRPr="00913764">
        <w:rPr>
          <w:rFonts w:ascii="Courier New" w:hAnsi="Courier New" w:cs="Courier New"/>
        </w:rPr>
        <w:t>ProcessSet</w:t>
      </w:r>
      <w:r>
        <w:t xml:space="preserve"> API operation an element will be added to </w:t>
      </w:r>
      <w:r w:rsidRPr="00913764">
        <w:rPr>
          <w:rFonts w:ascii="Courier New" w:hAnsi="Courier New" w:cs="Courier New"/>
        </w:rPr>
        <w:t>err_sets</w:t>
      </w:r>
      <w:r>
        <w:t xml:space="preserve">, and every </w:t>
      </w:r>
      <w:r w:rsidRPr="00913764">
        <w:rPr>
          <w:rFonts w:ascii="Courier New" w:hAnsi="Courier New" w:cs="Courier New"/>
        </w:rPr>
        <w:t>Process</w:t>
      </w:r>
      <w:r>
        <w:t xml:space="preserve"> that has </w:t>
      </w:r>
      <w:r w:rsidR="00566417">
        <w:t>the same</w:t>
      </w:r>
      <w:r>
        <w:t xml:space="preserve"> error code will be added to the new </w:t>
      </w:r>
      <w:r w:rsidRPr="00913764">
        <w:rPr>
          <w:rFonts w:ascii="Courier New" w:hAnsi="Courier New" w:cs="Courier New"/>
        </w:rPr>
        <w:t>ProcessSet</w:t>
      </w:r>
      <w:r>
        <w:t xml:space="preserve"> associated with that error code.</w:t>
      </w:r>
    </w:p>
    <w:p w:rsidR="00450DC9" w:rsidRDefault="00450DC9" w:rsidP="00913764">
      <w:pPr>
        <w:pStyle w:val="Definition"/>
        <w:jc w:val="left"/>
      </w:pPr>
      <w:r>
        <w:t>bool anyTerminated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"anyTerminated,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bool allTerminated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"allTerminated, ProcessSet" </w:instrText>
      </w:r>
      <w:r w:rsidR="00E62AD9" w:rsidRPr="00913764">
        <w:rPr>
          <w:rFonts w:asciiTheme="minorHAnsi" w:hAnsiTheme="minorHAnsi" w:cstheme="minorHAnsi"/>
        </w:rPr>
        <w:fldChar w:fldCharType="end"/>
      </w:r>
      <w:r>
        <w:t>() const;</w:t>
      </w:r>
    </w:p>
    <w:p w:rsidR="00A2213E"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rsidR="00566417">
        <w:t xml:space="preserve"> are </w:t>
      </w:r>
      <w:r>
        <w:t>terminated, and false otherwise.</w:t>
      </w:r>
    </w:p>
    <w:p w:rsidR="00450DC9" w:rsidRDefault="00450DC9" w:rsidP="00913764">
      <w:pPr>
        <w:pStyle w:val="Definition"/>
        <w:jc w:val="left"/>
      </w:pPr>
      <w:r>
        <w:t>bool anyExited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"anyExited,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bool allExited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"allExited, ProcessSet" </w:instrText>
      </w:r>
      <w:r w:rsidR="00E62AD9" w:rsidRPr="00913764">
        <w:rPr>
          <w:rFonts w:asciiTheme="minorHAnsi" w:hAnsiTheme="minorHAnsi" w:cstheme="minorHAnsi"/>
        </w:rPr>
        <w:fldChar w:fldCharType="end"/>
      </w:r>
      <w:r>
        <w:t>() const;</w:t>
      </w:r>
    </w:p>
    <w:p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exited</w:t>
      </w:r>
      <w:r w:rsidR="00566417">
        <w:t xml:space="preserve"> normally</w:t>
      </w:r>
      <w:r>
        <w:t>, and false otherwise.</w:t>
      </w:r>
    </w:p>
    <w:p w:rsidR="00450DC9" w:rsidRDefault="00450DC9" w:rsidP="00913764">
      <w:pPr>
        <w:pStyle w:val="Definition"/>
        <w:jc w:val="left"/>
      </w:pPr>
      <w:r>
        <w:t>bool anyCrashed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"anyCrashed,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bool allCrashed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"allCrashed, ProcessSet" </w:instrText>
      </w:r>
      <w:r w:rsidR="00E62AD9" w:rsidRPr="00913764">
        <w:rPr>
          <w:rFonts w:asciiTheme="minorHAnsi" w:hAnsiTheme="minorHAnsi" w:cstheme="minorHAnsi"/>
        </w:rPr>
        <w:fldChar w:fldCharType="end"/>
      </w:r>
      <w:r>
        <w:t>() const</w:t>
      </w:r>
    </w:p>
    <w:p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crashed</w:t>
      </w:r>
      <w:r w:rsidR="00566417">
        <w:t xml:space="preserve"> normally</w:t>
      </w:r>
      <w:r>
        <w:t>, and false otherwise.</w:t>
      </w:r>
    </w:p>
    <w:p w:rsidR="00450DC9" w:rsidRDefault="00450DC9" w:rsidP="00913764">
      <w:pPr>
        <w:pStyle w:val="Definition"/>
        <w:jc w:val="left"/>
      </w:pPr>
      <w:r>
        <w:t>bool anyDetached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"anyDetached, ProcessSet" </w:instrText>
      </w:r>
      <w:r w:rsidR="00E62AD9" w:rsidRPr="00913764">
        <w:rPr>
          <w:rFonts w:asciiTheme="minorHAnsi" w:hAnsiTheme="minorHAnsi" w:cstheme="minorHAnsi"/>
        </w:rPr>
        <w:fldChar w:fldCharType="end"/>
      </w:r>
      <w:r>
        <w:t>();</w:t>
      </w:r>
    </w:p>
    <w:p w:rsidR="00450DC9" w:rsidRDefault="00450DC9" w:rsidP="00913764">
      <w:pPr>
        <w:pStyle w:val="Definition"/>
        <w:jc w:val="left"/>
      </w:pPr>
      <w:r>
        <w:t>bool allDetached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"allDetached, ProcessSet" </w:instrText>
      </w:r>
      <w:r w:rsidR="00E62AD9" w:rsidRPr="00913764">
        <w:rPr>
          <w:rFonts w:asciiTheme="minorHAnsi" w:hAnsiTheme="minorHAnsi" w:cstheme="minorHAnsi"/>
        </w:rPr>
        <w:fldChar w:fldCharType="end"/>
      </w:r>
      <w:r>
        <w:t>();</w:t>
      </w:r>
    </w:p>
    <w:p w:rsidR="001D21AC" w:rsidRDefault="00A2213E" w:rsidP="009A6F08">
      <w:pPr>
        <w:pStyle w:val="APIBody"/>
      </w:pPr>
      <w:r>
        <w:t xml:space="preserve">These functions respectively return true if any or all processes in this </w:t>
      </w:r>
      <w:r w:rsidRPr="00CA0EE4">
        <w:rPr>
          <w:rFonts w:ascii="Courier New" w:hAnsi="Courier New" w:cs="Courier New"/>
        </w:rPr>
        <w:t>ProcessSet</w:t>
      </w:r>
      <w:r>
        <w:t xml:space="preserve"> have been detached, and false otherwise.</w:t>
      </w:r>
    </w:p>
    <w:p w:rsidR="00450DC9" w:rsidRDefault="00450DC9" w:rsidP="00913764">
      <w:pPr>
        <w:pStyle w:val="Definition"/>
        <w:jc w:val="left"/>
      </w:pPr>
      <w:r>
        <w:lastRenderedPageBreak/>
        <w:t>bool anyThreadStopped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"anyThreadStopped, ProcessSet" </w:instrText>
      </w:r>
      <w:r w:rsidR="00E62AD9" w:rsidRPr="00913764">
        <w:rPr>
          <w:rFonts w:asciiTheme="minorHAnsi" w:hAnsiTheme="minorHAnsi" w:cstheme="minorHAnsi"/>
        </w:rPr>
        <w:fldChar w:fldCharType="end"/>
      </w:r>
      <w:r>
        <w:t>();</w:t>
      </w:r>
    </w:p>
    <w:p w:rsidR="00450DC9" w:rsidRDefault="00450DC9" w:rsidP="00913764">
      <w:pPr>
        <w:pStyle w:val="Definition"/>
        <w:jc w:val="left"/>
      </w:pPr>
      <w:r>
        <w:t>bool allThreadStopped</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"allThreadStopped, ProcessSet" </w:instrText>
      </w:r>
      <w:r w:rsidR="00E62AD9" w:rsidRPr="00913764">
        <w:rPr>
          <w:rFonts w:asciiTheme="minorHAnsi" w:hAnsiTheme="minorHAnsi" w:cstheme="minorHAnsi"/>
        </w:rPr>
        <w:fldChar w:fldCharType="end"/>
      </w:r>
      <w:r>
        <w:t>();</w:t>
      </w:r>
    </w:p>
    <w:p w:rsidR="001D21AC" w:rsidRDefault="00A2213E" w:rsidP="009A6F08">
      <w:pPr>
        <w:pStyle w:val="APIBody"/>
      </w:pPr>
      <w:r>
        <w:t xml:space="preserve">These functions respectively return true if any or all threads in this </w:t>
      </w:r>
      <w:r w:rsidRPr="00CA0EE4">
        <w:rPr>
          <w:rFonts w:ascii="Courier New" w:hAnsi="Courier New" w:cs="Courier New"/>
        </w:rPr>
        <w:t>ProcessSet</w:t>
      </w:r>
      <w:r>
        <w:t xml:space="preserve"> are stopped, and false otherwise.</w:t>
      </w:r>
    </w:p>
    <w:p w:rsidR="00450DC9" w:rsidRDefault="00450DC9" w:rsidP="00913764">
      <w:pPr>
        <w:pStyle w:val="Definition"/>
        <w:jc w:val="left"/>
      </w:pPr>
      <w:r>
        <w:t>bool anyThreadRunning</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"anyThreadRunning, ProcessSet" </w:instrText>
      </w:r>
      <w:r w:rsidR="00E62AD9" w:rsidRPr="00913764">
        <w:rPr>
          <w:rFonts w:asciiTheme="minorHAnsi" w:hAnsiTheme="minorHAnsi" w:cstheme="minorHAnsi"/>
        </w:rPr>
        <w:fldChar w:fldCharType="end"/>
      </w:r>
      <w:r>
        <w:t>();</w:t>
      </w:r>
    </w:p>
    <w:p w:rsidR="00450DC9" w:rsidRDefault="00450DC9" w:rsidP="00913764">
      <w:pPr>
        <w:pStyle w:val="Definition"/>
        <w:jc w:val="left"/>
      </w:pPr>
      <w:r>
        <w:t>bool allThreadRunning</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"allThreadRunning, ProcessSet" </w:instrText>
      </w:r>
      <w:r w:rsidR="00E62AD9" w:rsidRPr="00913764">
        <w:rPr>
          <w:rFonts w:asciiTheme="minorHAnsi" w:hAnsiTheme="minorHAnsi" w:cstheme="minorHAnsi"/>
        </w:rPr>
        <w:fldChar w:fldCharType="end"/>
      </w:r>
      <w:r>
        <w:t>();</w:t>
      </w:r>
    </w:p>
    <w:p w:rsidR="001D21AC" w:rsidRDefault="00A2213E" w:rsidP="009A6F08">
      <w:pPr>
        <w:pStyle w:val="APIBody"/>
      </w:pPr>
      <w:r>
        <w:t xml:space="preserve">These functions respectively return true if any or all threads in this </w:t>
      </w:r>
      <w:r w:rsidRPr="00CA0EE4">
        <w:rPr>
          <w:rFonts w:ascii="Courier New" w:hAnsi="Courier New" w:cs="Courier New"/>
        </w:rPr>
        <w:t>ProcessSet</w:t>
      </w:r>
      <w:r>
        <w:t xml:space="preserve"> are running, and false otherwise.</w:t>
      </w:r>
    </w:p>
    <w:p w:rsidR="00450DC9" w:rsidRDefault="00450DC9" w:rsidP="00913764">
      <w:pPr>
        <w:pStyle w:val="Definition"/>
        <w:jc w:val="left"/>
      </w:pPr>
      <w:r>
        <w:t>ProcessSet::ptr getTerminatedSubset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"getTerminatedSubset,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913764">
        <w:rPr>
          <w:rFonts w:ascii="Courier New" w:hAnsi="Courier New" w:cs="Courier New"/>
        </w:rPr>
        <w:t>ProcessSet</w:t>
      </w:r>
      <w:r>
        <w:t xml:space="preserve">, which is a subset of this </w:t>
      </w:r>
      <w:r w:rsidRPr="00913764">
        <w:rPr>
          <w:rFonts w:ascii="Courier New" w:hAnsi="Courier New" w:cs="Courier New"/>
        </w:rPr>
        <w:t>ProcessSet</w:t>
      </w:r>
      <w:r>
        <w:t xml:space="preserve">, and contains every </w:t>
      </w:r>
      <w:r w:rsidRPr="00913764">
        <w:rPr>
          <w:rFonts w:ascii="Courier New" w:hAnsi="Courier New" w:cs="Courier New"/>
        </w:rPr>
        <w:t>Process</w:t>
      </w:r>
      <w:r w:rsidR="00566417">
        <w:t xml:space="preserve"> that is </w:t>
      </w:r>
      <w:r>
        <w:t>terminated.</w:t>
      </w:r>
    </w:p>
    <w:p w:rsidR="00450DC9" w:rsidRDefault="00450DC9" w:rsidP="00913764">
      <w:pPr>
        <w:pStyle w:val="Definition"/>
        <w:jc w:val="left"/>
      </w:pPr>
      <w:r>
        <w:t>ProcessSet::ptr getExitedSubset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"getExitedSubset,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w:t>
      </w:r>
      <w:r w:rsidR="00566417">
        <w:t>has</w:t>
      </w:r>
      <w:r>
        <w:t xml:space="preserve"> exited</w:t>
      </w:r>
      <w:r w:rsidR="00566417">
        <w:t xml:space="preserve"> normally</w:t>
      </w:r>
      <w:r>
        <w:t>.</w:t>
      </w:r>
    </w:p>
    <w:p w:rsidR="00450DC9" w:rsidRDefault="00450DC9" w:rsidP="00913764">
      <w:pPr>
        <w:pStyle w:val="Definition"/>
        <w:jc w:val="left"/>
      </w:pPr>
      <w:r>
        <w:t>ProcessSet::ptr getCrashedSubset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"getCrashedSubset,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has crashed.</w:t>
      </w:r>
    </w:p>
    <w:p w:rsidR="00450DC9" w:rsidRDefault="00450DC9" w:rsidP="00913764">
      <w:pPr>
        <w:pStyle w:val="Definition"/>
        <w:jc w:val="left"/>
      </w:pPr>
      <w:r>
        <w:t>ProcessSet::ptr getDetachedSubset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"getDetachedSubset,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is detached.</w:t>
      </w:r>
    </w:p>
    <w:p w:rsidR="00450DC9" w:rsidRDefault="00450DC9" w:rsidP="00913764">
      <w:pPr>
        <w:pStyle w:val="Definition"/>
        <w:jc w:val="left"/>
      </w:pPr>
      <w:r>
        <w:t>ProcessSet::ptr getAllThreadRunningSubset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"getAllThreadRunningSubset,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ProcessSet::ptr getAnyThreadRunningSubset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"getAnyThreadRunningSubset,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respectively has any or all threads running.</w:t>
      </w:r>
    </w:p>
    <w:p w:rsidR="00450DC9" w:rsidRDefault="00450DC9" w:rsidP="00913764">
      <w:pPr>
        <w:pStyle w:val="Definition"/>
        <w:jc w:val="left"/>
      </w:pPr>
      <w:r>
        <w:t>ProcessSet::ptr getAllThreadStoppedSubset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"getAllThreadStoppedSubset, ProcessSet" </w:instrText>
      </w:r>
      <w:r w:rsidR="00E62AD9" w:rsidRPr="00913764">
        <w:rPr>
          <w:rFonts w:asciiTheme="minorHAnsi" w:hAnsiTheme="minorHAnsi" w:cstheme="minorHAnsi"/>
        </w:rPr>
        <w:fldChar w:fldCharType="end"/>
      </w:r>
      <w:r>
        <w:t>() const</w:t>
      </w:r>
    </w:p>
    <w:p w:rsidR="00450DC9" w:rsidRDefault="00450DC9" w:rsidP="00913764">
      <w:pPr>
        <w:pStyle w:val="Definition"/>
        <w:jc w:val="left"/>
      </w:pPr>
      <w:r>
        <w:t>ProcessSet::ptr getAnyThreadStoppedSubset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"getAnyThreadStoppedSubset, ProcessSet" </w:instrText>
      </w:r>
      <w:r w:rsidR="00E62AD9" w:rsidRPr="00913764">
        <w:rPr>
          <w:rFonts w:asciiTheme="minorHAnsi" w:hAnsiTheme="minorHAnsi" w:cstheme="minorHAnsi"/>
        </w:rPr>
        <w:fldChar w:fldCharType="end"/>
      </w:r>
      <w:r>
        <w:t>() const</w:t>
      </w:r>
    </w:p>
    <w:p w:rsidR="001D21AC" w:rsidRDefault="007719C4" w:rsidP="009A6F08">
      <w:pPr>
        <w:pStyle w:val="APIBody"/>
      </w:pPr>
      <w:r>
        <w:t xml:space="preserve">This function returns a new </w:t>
      </w:r>
      <w:r w:rsidRPr="00CA0EE4">
        <w:rPr>
          <w:rFonts w:ascii="Courier New" w:hAnsi="Courier New" w:cs="Courier New"/>
        </w:rPr>
        <w:t>ProcessSet</w:t>
      </w:r>
      <w:r>
        <w:t xml:space="preserve">, which is a subset of this </w:t>
      </w:r>
      <w:r w:rsidRPr="00CA0EE4">
        <w:rPr>
          <w:rFonts w:ascii="Courier New" w:hAnsi="Courier New" w:cs="Courier New"/>
        </w:rPr>
        <w:t>ProcessSet</w:t>
      </w:r>
      <w:r>
        <w:t xml:space="preserve">, and contains every </w:t>
      </w:r>
      <w:r w:rsidRPr="00CA0EE4">
        <w:rPr>
          <w:rFonts w:ascii="Courier New" w:hAnsi="Courier New" w:cs="Courier New"/>
        </w:rPr>
        <w:t>Process</w:t>
      </w:r>
      <w:r>
        <w:t xml:space="preserve"> that respectively has any or all threads stopped.</w:t>
      </w:r>
    </w:p>
    <w:p w:rsidR="00450DC9" w:rsidRDefault="001D21AC" w:rsidP="00913764">
      <w:pPr>
        <w:pStyle w:val="Definition"/>
        <w:jc w:val="left"/>
      </w:pPr>
      <w:r>
        <w:t>bool continueProcs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"continueProcs, ProcessSet" </w:instrText>
      </w:r>
      <w:r w:rsidR="00E62AD9" w:rsidRPr="00913764">
        <w:rPr>
          <w:rFonts w:asciiTheme="minorHAnsi" w:hAnsiTheme="minorHAnsi" w:cstheme="minorHAnsi"/>
        </w:rPr>
        <w:fldChar w:fldCharType="end"/>
      </w:r>
      <w:r>
        <w:t>()</w:t>
      </w:r>
    </w:p>
    <w:p w:rsidR="001D21AC" w:rsidRDefault="007719C4" w:rsidP="009A6F08">
      <w:pPr>
        <w:pStyle w:val="APIBody"/>
      </w:pPr>
      <w:r>
        <w:t xml:space="preserve">This function continues every thread in every process of this </w:t>
      </w:r>
      <w:r w:rsidRPr="00913764">
        <w:rPr>
          <w:rFonts w:ascii="Courier New" w:hAnsi="Courier New" w:cs="Courier New"/>
        </w:rPr>
        <w:t>ProcessSet</w:t>
      </w:r>
      <w:r>
        <w:t xml:space="preserve">, similar to </w:t>
      </w:r>
      <w:r w:rsidRPr="00913764">
        <w:rPr>
          <w:rFonts w:ascii="Courier New" w:hAnsi="Courier New" w:cs="Courier New"/>
        </w:rPr>
        <w:t>Process::continueProc</w:t>
      </w:r>
      <w:r>
        <w:fldChar w:fldCharType="begin"/>
      </w:r>
      <w:r>
        <w:instrText xml:space="preserve"> XE "</w:instrText>
      </w:r>
      <w:r w:rsidRPr="00C84350">
        <w:instrText>continueProc, Process</w:instrText>
      </w:r>
      <w:r>
        <w:instrText xml:space="preserve">" </w:instrText>
      </w:r>
      <w:r>
        <w:fldChar w:fldCharType="end"/>
      </w:r>
      <w:r>
        <w:t>.  It returns true if every process was successfully continued and false otherwise.</w:t>
      </w:r>
    </w:p>
    <w:p w:rsidR="001D21AC" w:rsidRDefault="001D21AC" w:rsidP="00913764">
      <w:pPr>
        <w:pStyle w:val="Definition"/>
        <w:jc w:val="left"/>
      </w:pPr>
      <w:r>
        <w:t>bool stopProcs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"stopProcs, ProcessSet" </w:instrText>
      </w:r>
      <w:r w:rsidR="00E62AD9" w:rsidRPr="00913764">
        <w:rPr>
          <w:rFonts w:asciiTheme="minorHAnsi" w:hAnsiTheme="minorHAnsi" w:cstheme="minorHAnsi"/>
        </w:rPr>
        <w:fldChar w:fldCharType="end"/>
      </w:r>
      <w:r>
        <w:t>()</w:t>
      </w:r>
    </w:p>
    <w:p w:rsidR="001D21AC" w:rsidRDefault="007719C4" w:rsidP="009A6F08">
      <w:pPr>
        <w:pStyle w:val="APIBody"/>
      </w:pPr>
      <w:r>
        <w:t xml:space="preserve">This function stops every thread in every process of this </w:t>
      </w:r>
      <w:r w:rsidRPr="00913764">
        <w:rPr>
          <w:rFonts w:ascii="Courier New" w:hAnsi="Courier New" w:cs="Courier New"/>
        </w:rPr>
        <w:t>ProcessSet</w:t>
      </w:r>
      <w:r>
        <w:t xml:space="preserve">, similar to </w:t>
      </w:r>
      <w:r w:rsidRPr="00913764">
        <w:rPr>
          <w:rFonts w:ascii="Courier New" w:hAnsi="Courier New" w:cs="Courier New"/>
        </w:rPr>
        <w:t>Process::stopProc</w:t>
      </w:r>
      <w:r>
        <w:fldChar w:fldCharType="begin"/>
      </w:r>
      <w:r>
        <w:instrText xml:space="preserve"> XE "</w:instrText>
      </w:r>
      <w:r w:rsidRPr="00C84350">
        <w:instrText>stopProc, Process</w:instrText>
      </w:r>
      <w:r>
        <w:instrText xml:space="preserve">" </w:instrText>
      </w:r>
      <w:r>
        <w:fldChar w:fldCharType="end"/>
      </w:r>
      <w:r>
        <w:t>.  It returns true if every process was successfully stopped and false otherwise.</w:t>
      </w:r>
    </w:p>
    <w:p w:rsidR="001D21AC" w:rsidRDefault="001D21AC" w:rsidP="00913764">
      <w:pPr>
        <w:pStyle w:val="Definition"/>
        <w:jc w:val="left"/>
      </w:pPr>
      <w:r>
        <w:t>bool detach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"detach, ProcessSet" </w:instrText>
      </w:r>
      <w:r w:rsidR="00E62AD9" w:rsidRPr="00913764">
        <w:rPr>
          <w:rFonts w:asciiTheme="minorHAnsi" w:hAnsiTheme="minorHAnsi" w:cstheme="minorHAnsi"/>
        </w:rPr>
        <w:fldChar w:fldCharType="end"/>
      </w:r>
      <w:r>
        <w:t>(</w:t>
      </w:r>
      <w:r w:rsidR="0002725F">
        <w:t>bool leaveStopped = true</w:t>
      </w:r>
      <w:r>
        <w:t>)</w:t>
      </w:r>
    </w:p>
    <w:p w:rsidR="007719C4" w:rsidRDefault="007719C4" w:rsidP="009A6F08">
      <w:pPr>
        <w:pStyle w:val="APIBody"/>
      </w:pPr>
      <w:r>
        <w:t xml:space="preserve">This function detaches from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detach</w:t>
      </w:r>
      <w:r w:rsidRPr="00913764">
        <w:rPr>
          <w:rFonts w:cstheme="minorHAnsi"/>
        </w:rPr>
        <w:fldChar w:fldCharType="begin"/>
      </w:r>
      <w:r w:rsidRPr="00C84350">
        <w:rPr>
          <w:rFonts w:cstheme="minorHAnsi"/>
        </w:rPr>
        <w:instrText xml:space="preserve"> XE "</w:instrText>
      </w:r>
      <w:r w:rsidRPr="00913764">
        <w:rPr>
          <w:rFonts w:cstheme="minorHAnsi"/>
        </w:rPr>
        <w:instrText>detach, Process</w:instrText>
      </w:r>
      <w:r w:rsidRPr="00C84350">
        <w:rPr>
          <w:rFonts w:cstheme="minorHAnsi"/>
        </w:rPr>
        <w:instrText xml:space="preserve">" </w:instrText>
      </w:r>
      <w:r w:rsidRPr="00913764">
        <w:rPr>
          <w:rFonts w:cstheme="minorHAnsi"/>
        </w:rPr>
        <w:fldChar w:fldCharType="end"/>
      </w:r>
      <w:r>
        <w:t>.  It returns true if every process detach was successful and false otherwise.</w:t>
      </w:r>
    </w:p>
    <w:p w:rsidR="0002725F" w:rsidRDefault="0002725F" w:rsidP="0002725F">
      <w:pPr>
        <w:pStyle w:val="APIBody"/>
      </w:pPr>
      <w:r>
        <w:lastRenderedPageBreak/>
        <w:t xml:space="preserve">If the </w:t>
      </w:r>
      <w:r w:rsidRPr="0002725F">
        <w:rPr>
          <w:rFonts w:ascii="Courier New" w:hAnsi="Courier New" w:cs="Courier New"/>
        </w:rPr>
        <w:t>leaveStopped</w:t>
      </w:r>
      <w:r>
        <w:t xml:space="preserve"> parameter is set to </w:t>
      </w:r>
      <w:r w:rsidRPr="0002725F">
        <w:rPr>
          <w:rFonts w:ascii="Courier New" w:hAnsi="Courier New" w:cs="Courier New"/>
        </w:rPr>
        <w:t>true</w:t>
      </w:r>
      <w:r>
        <w:t xml:space="preserve">, and the processes in this </w:t>
      </w:r>
      <w:r w:rsidRPr="0002725F">
        <w:rPr>
          <w:rFonts w:ascii="Courier New" w:hAnsi="Courier New" w:cs="Courier New"/>
        </w:rPr>
        <w:t>ProcessSet</w:t>
      </w:r>
      <w:r>
        <w:t xml:space="preserve"> are stopped, then the processes will be left in a stopped state after the detach.  </w:t>
      </w:r>
    </w:p>
    <w:p w:rsidR="001D21AC" w:rsidRDefault="001D21AC" w:rsidP="00913764">
      <w:pPr>
        <w:pStyle w:val="Definition"/>
        <w:jc w:val="left"/>
      </w:pPr>
      <w:r>
        <w:t>bool terminate</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"terminate, ProcessSet" </w:instrText>
      </w:r>
      <w:r w:rsidR="00E62AD9" w:rsidRPr="00913764">
        <w:rPr>
          <w:rFonts w:asciiTheme="minorHAnsi" w:hAnsiTheme="minorHAnsi" w:cstheme="minorHAnsi"/>
        </w:rPr>
        <w:fldChar w:fldCharType="end"/>
      </w:r>
      <w:r>
        <w:t>()</w:t>
      </w:r>
    </w:p>
    <w:p w:rsidR="001D21AC" w:rsidRDefault="007719C4" w:rsidP="009A6F08">
      <w:pPr>
        <w:pStyle w:val="APIBody"/>
      </w:pPr>
      <w:r>
        <w:t xml:space="preserve">This function terminates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terminate</w:t>
      </w:r>
      <w:r w:rsidRPr="00913764">
        <w:rPr>
          <w:rFonts w:cstheme="minorHAnsi"/>
        </w:rPr>
        <w:fldChar w:fldCharType="begin"/>
      </w:r>
      <w:r w:rsidRPr="00C84350">
        <w:rPr>
          <w:rFonts w:cstheme="minorHAnsi"/>
        </w:rPr>
        <w:instrText xml:space="preserve"> XE "</w:instrText>
      </w:r>
      <w:r w:rsidRPr="00913764">
        <w:rPr>
          <w:rFonts w:cstheme="minorHAnsi"/>
        </w:rPr>
        <w:instrText>terminate, Process</w:instrText>
      </w:r>
      <w:r w:rsidRPr="00C84350">
        <w:rPr>
          <w:rFonts w:cstheme="minorHAnsi"/>
        </w:rPr>
        <w:instrText xml:space="preserve">" </w:instrText>
      </w:r>
      <w:r w:rsidRPr="00913764">
        <w:rPr>
          <w:rFonts w:cstheme="minorHAnsi"/>
        </w:rPr>
        <w:fldChar w:fldCharType="end"/>
      </w:r>
      <w:r>
        <w:t>.  It returns true if every process was successfully terminated and false otherwise.</w:t>
      </w:r>
    </w:p>
    <w:p w:rsidR="001D21AC" w:rsidRDefault="001D21AC" w:rsidP="00913764">
      <w:pPr>
        <w:pStyle w:val="Definition"/>
        <w:jc w:val="left"/>
      </w:pPr>
      <w:r>
        <w:t>bool temporaryDetach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"temporaryDetach, ProcessSet" </w:instrText>
      </w:r>
      <w:r w:rsidR="00E62AD9" w:rsidRPr="00913764">
        <w:rPr>
          <w:rFonts w:asciiTheme="minorHAnsi" w:hAnsiTheme="minorHAnsi" w:cstheme="minorHAnsi"/>
        </w:rPr>
        <w:fldChar w:fldCharType="end"/>
      </w:r>
      <w:r>
        <w:t>()</w:t>
      </w:r>
    </w:p>
    <w:p w:rsidR="007719C4" w:rsidRDefault="007719C4" w:rsidP="009A6F08">
      <w:pPr>
        <w:pStyle w:val="APIBody"/>
      </w:pPr>
      <w:r>
        <w:t>This function does a temporary</w:t>
      </w:r>
      <w:r w:rsidR="00B43E18">
        <w:t xml:space="preserve"> d</w:t>
      </w:r>
      <w:r>
        <w:t xml:space="preserve">etach from every process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temporaryDetach</w:t>
      </w:r>
      <w:r w:rsidRPr="00913764">
        <w:rPr>
          <w:rFonts w:cstheme="minorHAnsi"/>
        </w:rPr>
        <w:fldChar w:fldCharType="begin"/>
      </w:r>
      <w:r w:rsidRPr="00C84350">
        <w:rPr>
          <w:rFonts w:cstheme="minorHAnsi"/>
        </w:rPr>
        <w:instrText xml:space="preserve"> XE "</w:instrText>
      </w:r>
      <w:r w:rsidRPr="00913764">
        <w:rPr>
          <w:rFonts w:cstheme="minorHAnsi"/>
        </w:rPr>
        <w:instrText>temporaryDetach, Process</w:instrText>
      </w:r>
      <w:r w:rsidRPr="00C84350">
        <w:rPr>
          <w:rFonts w:cstheme="minorHAnsi"/>
        </w:rPr>
        <w:instrText xml:space="preserve">" </w:instrText>
      </w:r>
      <w:r w:rsidRPr="00913764">
        <w:rPr>
          <w:rFonts w:cstheme="minorHAnsi"/>
        </w:rPr>
        <w:fldChar w:fldCharType="end"/>
      </w:r>
      <w:r>
        <w:t>.  It returns true if every process was successfully detached and false otherwise.</w:t>
      </w:r>
    </w:p>
    <w:p w:rsidR="001D21AC" w:rsidRDefault="001D21AC" w:rsidP="00913764">
      <w:pPr>
        <w:pStyle w:val="Definition"/>
        <w:jc w:val="left"/>
      </w:pPr>
      <w:r>
        <w:t>bool reAttach</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"reAttach, ProcessSet" </w:instrText>
      </w:r>
      <w:r w:rsidR="00E62AD9" w:rsidRPr="00913764">
        <w:rPr>
          <w:rFonts w:asciiTheme="minorHAnsi" w:hAnsiTheme="minorHAnsi" w:cstheme="minorHAnsi"/>
        </w:rPr>
        <w:fldChar w:fldCharType="end"/>
      </w:r>
      <w:r>
        <w:t>()</w:t>
      </w:r>
    </w:p>
    <w:p w:rsidR="007719C4" w:rsidRDefault="007719C4" w:rsidP="009A6F08">
      <w:pPr>
        <w:pStyle w:val="APIBody"/>
      </w:pPr>
      <w:r>
        <w:t xml:space="preserve">This function reattaches to every </w:t>
      </w:r>
      <w:r w:rsidR="00785EC2">
        <w:t>process</w:t>
      </w:r>
      <w:r>
        <w:t xml:space="preserve"> in this </w:t>
      </w:r>
      <w:r w:rsidRPr="00CA0EE4">
        <w:rPr>
          <w:rFonts w:ascii="Courier New" w:hAnsi="Courier New" w:cs="Courier New"/>
        </w:rPr>
        <w:t>ProcessSet</w:t>
      </w:r>
      <w:r>
        <w:t xml:space="preserve">, similar to </w:t>
      </w:r>
      <w:r w:rsidRPr="00CA0EE4">
        <w:rPr>
          <w:rFonts w:ascii="Courier New" w:hAnsi="Courier New" w:cs="Courier New"/>
        </w:rPr>
        <w:t>Process::</w:t>
      </w:r>
      <w:r>
        <w:rPr>
          <w:rFonts w:ascii="Courier New" w:hAnsi="Courier New" w:cs="Courier New"/>
        </w:rPr>
        <w:t>reAttach</w:t>
      </w:r>
      <w:r w:rsidRPr="00913764">
        <w:rPr>
          <w:rFonts w:cstheme="minorHAnsi"/>
        </w:rPr>
        <w:fldChar w:fldCharType="begin"/>
      </w:r>
      <w:r w:rsidRPr="00C84350">
        <w:rPr>
          <w:rFonts w:cstheme="minorHAnsi"/>
        </w:rPr>
        <w:instrText xml:space="preserve"> XE "</w:instrText>
      </w:r>
      <w:r w:rsidRPr="00913764">
        <w:rPr>
          <w:rFonts w:cstheme="minorHAnsi"/>
        </w:rPr>
        <w:instrText>reAttach, Process</w:instrText>
      </w:r>
      <w:r w:rsidRPr="00C84350">
        <w:rPr>
          <w:rFonts w:cstheme="minorHAnsi"/>
        </w:rPr>
        <w:instrText xml:space="preserve">" </w:instrText>
      </w:r>
      <w:r w:rsidRPr="00913764">
        <w:rPr>
          <w:rFonts w:cstheme="minorHAnsi"/>
        </w:rPr>
        <w:fldChar w:fldCharType="end"/>
      </w:r>
      <w:r>
        <w:t>.  It returns true if every process was successfully reAttached and false otherwise.</w:t>
      </w:r>
    </w:p>
    <w:p w:rsidR="001D21AC" w:rsidRDefault="001D21AC" w:rsidP="00913764">
      <w:pPr>
        <w:pStyle w:val="Definition"/>
        <w:jc w:val="left"/>
      </w:pP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mallocMemory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"mallocMemory, ProcessSet" </w:instrText>
      </w:r>
      <w:r w:rsidR="00E62AD9" w:rsidRPr="00913764">
        <w:rPr>
          <w:rFonts w:asciiTheme="minorHAnsi" w:hAnsiTheme="minorHAnsi" w:cstheme="minorHAnsi"/>
        </w:rPr>
        <w:fldChar w:fldCharType="end"/>
      </w:r>
      <w:r>
        <w:t>(size_t s</w:t>
      </w:r>
      <w:r w:rsidR="00084463">
        <w:t>z</w:t>
      </w:r>
      <w:r>
        <w:t>) const</w:t>
      </w:r>
    </w:p>
    <w:p w:rsidR="001D21AC" w:rsidRDefault="00B43E18" w:rsidP="009A6F08">
      <w:pPr>
        <w:pStyle w:val="APIBody"/>
      </w:pPr>
      <w:r>
        <w:t xml:space="preserve">This function allocates a block of memory of size </w:t>
      </w:r>
      <w:r w:rsidR="00084463">
        <w:rPr>
          <w:rFonts w:ascii="Courier New" w:hAnsi="Courier New" w:cs="Courier New"/>
        </w:rPr>
        <w:t>sz</w:t>
      </w:r>
      <w:r>
        <w:t xml:space="preserve"> in each process in this </w:t>
      </w:r>
      <w:r w:rsidRPr="00913764">
        <w:rPr>
          <w:rFonts w:ascii="Courier New" w:hAnsi="Courier New" w:cs="Courier New"/>
        </w:rPr>
        <w:t>ProcessSet</w:t>
      </w:r>
      <w:r>
        <w:t xml:space="preserve">.  The addresses of the allocations are returned in a new </w:t>
      </w:r>
      <w:r w:rsidRPr="00913764">
        <w:rPr>
          <w:rFonts w:ascii="Courier New" w:hAnsi="Courier New" w:cs="Courier New"/>
        </w:rPr>
        <w:t>AddressSet</w:t>
      </w:r>
      <w:r>
        <w:t xml:space="preserve"> object.</w:t>
      </w:r>
    </w:p>
    <w:p w:rsidR="001D21AC" w:rsidRDefault="001D21AC" w:rsidP="00913764">
      <w:pPr>
        <w:pStyle w:val="Definition"/>
        <w:jc w:val="left"/>
      </w:pPr>
      <w:r>
        <w:t>bool mallocMemory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"mallocMemory, ProcessSet" </w:instrText>
      </w:r>
      <w:r w:rsidR="00E62AD9" w:rsidRPr="00913764">
        <w:rPr>
          <w:rFonts w:asciiTheme="minorHAnsi" w:hAnsiTheme="minorHAnsi" w:cstheme="minorHAnsi"/>
        </w:rPr>
        <w:fldChar w:fldCharType="end"/>
      </w:r>
      <w:r>
        <w:t>(size_t size, AddressSet::ptr location)</w:t>
      </w:r>
    </w:p>
    <w:p w:rsidR="001D21AC" w:rsidRDefault="00084463" w:rsidP="009A6F08">
      <w:pPr>
        <w:pStyle w:val="APIBody"/>
      </w:pPr>
      <w:r>
        <w:t xml:space="preserve">This function allocates a block of memory of size </w:t>
      </w:r>
      <w:r w:rsidRPr="00913764">
        <w:rPr>
          <w:rFonts w:ascii="Courier New" w:hAnsi="Courier New" w:cs="Courier New"/>
        </w:rPr>
        <w:t>sz</w:t>
      </w:r>
      <w:r>
        <w:t xml:space="preserve"> in each process in this </w:t>
      </w:r>
      <w:r w:rsidRPr="00913764">
        <w:rPr>
          <w:rFonts w:ascii="Courier New" w:hAnsi="Courier New" w:cs="Courier New"/>
        </w:rPr>
        <w:t>ProcessSet</w:t>
      </w:r>
      <w:r>
        <w:t xml:space="preserve">.  The memory will be allocated in each process based on the </w:t>
      </w:r>
      <w:r w:rsidRPr="00913764">
        <w:rPr>
          <w:rFonts w:ascii="Courier New" w:hAnsi="Courier New" w:cs="Courier New"/>
        </w:rPr>
        <w:t>Process</w:t>
      </w:r>
      <w:r>
        <w:t>/</w:t>
      </w:r>
      <w:r w:rsidRPr="00913764">
        <w:rPr>
          <w:rFonts w:ascii="Courier New" w:hAnsi="Courier New" w:cs="Courier New"/>
        </w:rPr>
        <w:t>Address</w:t>
      </w:r>
      <w:r>
        <w:t xml:space="preserve"> pairs in </w:t>
      </w:r>
      <w:r w:rsidRPr="00913764">
        <w:rPr>
          <w:rFonts w:ascii="Courier New" w:hAnsi="Courier New" w:cs="Courier New"/>
        </w:rPr>
        <w:t>location</w:t>
      </w:r>
      <w:r>
        <w:t>.</w:t>
      </w:r>
    </w:p>
    <w:p w:rsidR="00084463" w:rsidRDefault="00084463" w:rsidP="009A6F08">
      <w:pPr>
        <w:pStyle w:val="APIBody"/>
      </w:pPr>
      <w:r>
        <w:t xml:space="preserve">This function’s behavior is undefined if </w:t>
      </w:r>
      <w:r w:rsidRPr="00913764">
        <w:rPr>
          <w:rFonts w:ascii="Courier New" w:hAnsi="Courier New" w:cs="Courier New"/>
        </w:rPr>
        <w:t>location</w:t>
      </w:r>
      <w:r>
        <w:t xml:space="preserve"> contains processes not included in this </w:t>
      </w:r>
      <w:r w:rsidRPr="00913764">
        <w:rPr>
          <w:rFonts w:ascii="Courier New" w:hAnsi="Courier New" w:cs="Courier New"/>
        </w:rPr>
        <w:t>ProcessSet</w:t>
      </w:r>
      <w:r>
        <w:t>.</w:t>
      </w:r>
    </w:p>
    <w:p w:rsidR="00084463" w:rsidRDefault="00084463" w:rsidP="009A6F08">
      <w:pPr>
        <w:pStyle w:val="APIBody"/>
      </w:pPr>
      <w:r>
        <w:t>This function returns true if every al</w:t>
      </w:r>
      <w:r w:rsidR="00785EC2">
        <w:t>location happened without error</w:t>
      </w:r>
      <w:r>
        <w:t xml:space="preserve"> and false otherwise.</w:t>
      </w:r>
    </w:p>
    <w:p w:rsidR="001D21AC" w:rsidRDefault="001D21AC" w:rsidP="00913764">
      <w:pPr>
        <w:pStyle w:val="Definition"/>
        <w:jc w:val="left"/>
      </w:pPr>
      <w:r>
        <w:t>bool freeMemory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"freeMemory, ProcessSet" </w:instrText>
      </w:r>
      <w:r w:rsidR="00E62AD9" w:rsidRPr="00913764">
        <w:rPr>
          <w:rFonts w:asciiTheme="minorHAnsi" w:hAnsiTheme="minorHAnsi" w:cstheme="minorHAnsi"/>
        </w:rPr>
        <w:fldChar w:fldCharType="end"/>
      </w:r>
      <w:r>
        <w:t>(AddressSet::ptr addrs) const</w:t>
      </w:r>
    </w:p>
    <w:p w:rsidR="001D21AC" w:rsidRDefault="00084463" w:rsidP="009A6F08">
      <w:pPr>
        <w:pStyle w:val="APIBody"/>
      </w:pPr>
      <w:r>
        <w:t>This function free</w:t>
      </w:r>
      <w:r w:rsidR="00BC06DD">
        <w:t>s</w:t>
      </w:r>
      <w:r>
        <w:t xml:space="preserve"> memory allocated by Process::mallocMemory</w:t>
      </w:r>
      <w:r w:rsidR="00BC06DD">
        <w:fldChar w:fldCharType="begin"/>
      </w:r>
      <w:r w:rsidR="00BC06DD">
        <w:instrText xml:space="preserve"> XE "</w:instrText>
      </w:r>
      <w:r w:rsidR="00BC06DD" w:rsidRPr="00C84350">
        <w:instrText>mallocMemory, Process</w:instrText>
      </w:r>
      <w:r w:rsidR="00BC06DD">
        <w:instrText xml:space="preserve">" </w:instrText>
      </w:r>
      <w:r w:rsidR="00BC06DD">
        <w:fldChar w:fldCharType="end"/>
      </w:r>
      <w:r>
        <w:t xml:space="preserve"> or </w:t>
      </w:r>
      <w:r w:rsidRPr="00913764">
        <w:rPr>
          <w:rFonts w:ascii="Courier New" w:hAnsi="Courier New" w:cs="Courier New"/>
        </w:rPr>
        <w:t>ProcessSet::mallocMemory</w:t>
      </w:r>
      <w:r w:rsidR="00BC06DD">
        <w:fldChar w:fldCharType="begin"/>
      </w:r>
      <w:r w:rsidR="00BC06DD">
        <w:instrText xml:space="preserve"> XE "</w:instrText>
      </w:r>
      <w:r w:rsidR="00BC06DD" w:rsidRPr="00C84350">
        <w:instrText>mallocMemory, ProcessSet</w:instrText>
      </w:r>
      <w:r w:rsidR="00BC06DD">
        <w:instrText xml:space="preserve">" </w:instrText>
      </w:r>
      <w:r w:rsidR="00BC06DD">
        <w:fldChar w:fldCharType="end"/>
      </w:r>
      <w:r>
        <w:t xml:space="preserve">.  The </w:t>
      </w:r>
      <w:r w:rsidRPr="00913764">
        <w:rPr>
          <w:rFonts w:ascii="Courier New" w:hAnsi="Courier New" w:cs="Courier New"/>
        </w:rPr>
        <w:t>AddressSet</w:t>
      </w:r>
      <w:r>
        <w:t xml:space="preserve"> </w:t>
      </w:r>
      <w:r w:rsidRPr="00913764">
        <w:rPr>
          <w:rFonts w:ascii="Courier New" w:hAnsi="Courier New" w:cs="Courier New"/>
        </w:rPr>
        <w:t>addrs</w:t>
      </w:r>
      <w:r>
        <w:t xml:space="preserve"> should contain </w:t>
      </w:r>
      <w:r w:rsidR="00BC06DD">
        <w:t xml:space="preserve">a list of </w:t>
      </w:r>
      <w:r w:rsidR="00BC06DD" w:rsidRPr="00913764">
        <w:rPr>
          <w:rFonts w:ascii="Courier New" w:hAnsi="Courier New" w:cs="Courier New"/>
        </w:rPr>
        <w:t>Process</w:t>
      </w:r>
      <w:r w:rsidR="00BC06DD">
        <w:t>/</w:t>
      </w:r>
      <w:r w:rsidR="00BC06DD" w:rsidRPr="00913764">
        <w:rPr>
          <w:rFonts w:ascii="Courier New" w:hAnsi="Courier New" w:cs="Courier New"/>
        </w:rPr>
        <w:t>Address</w:t>
      </w:r>
      <w:r w:rsidR="00BC06DD">
        <w:t xml:space="preserve"> pairs that point to the memory that should be freed.</w:t>
      </w:r>
    </w:p>
    <w:p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BC06DD" w:rsidRDefault="00BC06DD" w:rsidP="009A6F08">
      <w:pPr>
        <w:pStyle w:val="APIBody"/>
      </w:pPr>
      <w:r>
        <w:t>This function returns true if every free</w:t>
      </w:r>
      <w:r w:rsidR="00785EC2">
        <w:t xml:space="preserve"> happened without error</w:t>
      </w:r>
      <w:r>
        <w:t xml:space="preserve"> and false otherwise.</w:t>
      </w:r>
    </w:p>
    <w:p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BC06DD">
        <w:t>s</w:t>
      </w:r>
      <w:r>
        <w:t>,</w:t>
      </w:r>
      <w:r>
        <w:br/>
      </w:r>
      <w:r>
        <w:tab/>
        <w:t>std::multimap&lt;Process::ptr</w:t>
      </w:r>
      <w:r w:rsidR="00BC06DD">
        <w:t>,</w:t>
      </w:r>
      <w:r>
        <w:t xml:space="preserve"> void *&gt; &amp;result,</w:t>
      </w:r>
    </w:p>
    <w:p w:rsidR="001D21AC" w:rsidRDefault="001D21AC" w:rsidP="00913764">
      <w:pPr>
        <w:pStyle w:val="Definition"/>
        <w:jc w:val="left"/>
      </w:pPr>
      <w:r>
        <w:tab/>
        <w:t>size_t size) const</w:t>
      </w:r>
    </w:p>
    <w:p w:rsidR="001D21AC" w:rsidRDefault="00BC06DD" w:rsidP="009A6F08">
      <w:pPr>
        <w:pStyle w:val="APIBody"/>
      </w:pPr>
      <w:r>
        <w:t xml:space="preserve">This function reads memory from processes in this </w:t>
      </w:r>
      <w:r w:rsidRPr="00913764">
        <w:rPr>
          <w:rFonts w:ascii="Courier New" w:hAnsi="Courier New" w:cs="Courier New"/>
        </w:rPr>
        <w:t>ProcessSet</w:t>
      </w:r>
      <w:r>
        <w:t xml:space="preserve">.  </w:t>
      </w:r>
      <w:r w:rsidRPr="00913764">
        <w:rPr>
          <w:rFonts w:ascii="Courier New" w:hAnsi="Courier New" w:cs="Courier New"/>
        </w:rPr>
        <w:t>addrs</w:t>
      </w:r>
      <w:r>
        <w:t xml:space="preserve"> should contain the addresses to read memory from.  </w:t>
      </w:r>
      <w:r w:rsidRPr="00913764">
        <w:rPr>
          <w:rFonts w:ascii="Courier New" w:hAnsi="Courier New" w:cs="Courier New"/>
        </w:rPr>
        <w:t>size</w:t>
      </w:r>
      <w:r>
        <w:t xml:space="preserve"> should be the amount of memory read from each process.  The results of the memory reads will be returned by filling in the </w:t>
      </w:r>
      <w:r w:rsidRPr="00913764">
        <w:rPr>
          <w:rFonts w:ascii="Courier New" w:hAnsi="Courier New" w:cs="Courier New"/>
        </w:rPr>
        <w:t>result</w:t>
      </w:r>
      <w:r>
        <w:t xml:space="preserve"> </w:t>
      </w:r>
      <w:r w:rsidRPr="00913764">
        <w:rPr>
          <w:rFonts w:ascii="Courier New" w:hAnsi="Courier New" w:cs="Courier New"/>
        </w:rPr>
        <w:t>multimap</w:t>
      </w:r>
      <w:r>
        <w:t xml:space="preserve">.  Each process that is read from will have an entry in </w:t>
      </w:r>
      <w:r w:rsidRPr="00913764">
        <w:rPr>
          <w:rFonts w:ascii="Courier New" w:hAnsi="Courier New" w:cs="Courier New"/>
        </w:rPr>
        <w:t>result</w:t>
      </w:r>
      <w:r>
        <w:t xml:space="preserve"> along with a </w:t>
      </w:r>
      <w:r w:rsidRPr="00913764">
        <w:rPr>
          <w:rFonts w:ascii="Courier New" w:hAnsi="Courier New" w:cs="Courier New"/>
        </w:rPr>
        <w:t>malloc</w:t>
      </w:r>
      <w:r>
        <w:t xml:space="preserve"> allocated buffer containing the results of the read.</w:t>
      </w:r>
    </w:p>
    <w:p w:rsidR="00BC06DD" w:rsidRDefault="00BC06DD" w:rsidP="009A6F08">
      <w:pPr>
        <w:pStyle w:val="APIBody"/>
      </w:pPr>
      <w:r>
        <w:lastRenderedPageBreak/>
        <w:t xml:space="preserve">It is the ProcControlAPI user’s responsibility to </w:t>
      </w:r>
      <w:r w:rsidRPr="00913764">
        <w:rPr>
          <w:rFonts w:ascii="Courier New" w:hAnsi="Courier New" w:cs="Courier New"/>
        </w:rPr>
        <w:t>free</w:t>
      </w:r>
      <w:r>
        <w:t xml:space="preserve"> the memory buffers returned by this function.</w:t>
      </w:r>
    </w:p>
    <w:p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BC06DD" w:rsidRDefault="00BC06DD" w:rsidP="009A6F08">
      <w:pPr>
        <w:pStyle w:val="APIBody"/>
      </w:pPr>
      <w:r>
        <w:t>This function returns true if every read happened without error, and false otherwise.</w:t>
      </w:r>
    </w:p>
    <w:p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BC06DD">
        <w:t>s</w:t>
      </w:r>
      <w:r>
        <w:t>,</w:t>
      </w:r>
      <w:r>
        <w:br/>
      </w:r>
      <w:r>
        <w:tab/>
        <w:t>std::map&lt;void *, ProcessSet::ptr&gt; &amp;result,</w:t>
      </w:r>
      <w:r>
        <w:br/>
      </w:r>
      <w:r>
        <w:tab/>
        <w:t>size_t size)</w:t>
      </w:r>
    </w:p>
    <w:p w:rsidR="00BC06DD" w:rsidRDefault="00BC06DD" w:rsidP="009A6F08">
      <w:pPr>
        <w:pStyle w:val="APIBody"/>
      </w:pPr>
      <w:r>
        <w:t xml:space="preserve">This function reads memory from processes in this </w:t>
      </w:r>
      <w:r w:rsidRPr="00CA0EE4">
        <w:rPr>
          <w:rFonts w:ascii="Courier New" w:hAnsi="Courier New" w:cs="Courier New"/>
        </w:rPr>
        <w:t>ProcessSet</w:t>
      </w:r>
      <w:r>
        <w:t xml:space="preserve">.  </w:t>
      </w:r>
      <w:r w:rsidRPr="00CA0EE4">
        <w:rPr>
          <w:rFonts w:ascii="Courier New" w:hAnsi="Courier New" w:cs="Courier New"/>
        </w:rPr>
        <w:t>addrs</w:t>
      </w:r>
      <w:r>
        <w:t xml:space="preserve"> should contain the addresses to read memory from.  </w:t>
      </w:r>
      <w:r w:rsidRPr="00CA0EE4">
        <w:rPr>
          <w:rFonts w:ascii="Courier New" w:hAnsi="Courier New" w:cs="Courier New"/>
        </w:rPr>
        <w:t>size</w:t>
      </w:r>
      <w:r>
        <w:t xml:space="preserve"> should be the amount of memory </w:t>
      </w:r>
      <w:r w:rsidR="00785EC2">
        <w:t xml:space="preserve">to </w:t>
      </w:r>
      <w:r>
        <w:t xml:space="preserve">read from each process.  The results of the memory reads will be aggregated together into the </w:t>
      </w:r>
      <w:r w:rsidRPr="00913764">
        <w:rPr>
          <w:rFonts w:ascii="Courier New" w:hAnsi="Courier New" w:cs="Courier New"/>
        </w:rPr>
        <w:t>result</w:t>
      </w:r>
      <w:r>
        <w:t xml:space="preserve"> </w:t>
      </w:r>
      <w:r w:rsidRPr="00913764">
        <w:rPr>
          <w:rFonts w:ascii="Courier New" w:hAnsi="Courier New" w:cs="Courier New"/>
        </w:rPr>
        <w:t>map</w:t>
      </w:r>
      <w:r>
        <w:t xml:space="preserve">.  If any two processes read equivalent byte-for-byte data, then those processes are grouped together in a new </w:t>
      </w:r>
      <w:r w:rsidRPr="00913764">
        <w:rPr>
          <w:rFonts w:ascii="Courier New" w:hAnsi="Courier New" w:cs="Courier New"/>
        </w:rPr>
        <w:t>ProcessSet</w:t>
      </w:r>
      <w:r>
        <w:t xml:space="preserve"> associated with a common </w:t>
      </w:r>
      <w:r w:rsidRPr="00913764">
        <w:rPr>
          <w:rFonts w:ascii="Courier New" w:hAnsi="Courier New" w:cs="Courier New"/>
        </w:rPr>
        <w:t>malloc</w:t>
      </w:r>
      <w:r>
        <w:t xml:space="preserve"> allocated buffer </w:t>
      </w:r>
      <w:r w:rsidR="002D113F">
        <w:t>containing</w:t>
      </w:r>
      <w:r>
        <w:t xml:space="preserve"> their memory contents.  </w:t>
      </w:r>
    </w:p>
    <w:p w:rsidR="00BC06DD" w:rsidRDefault="00BC06DD" w:rsidP="009A6F08">
      <w:pPr>
        <w:pStyle w:val="APIBody"/>
      </w:pPr>
      <w:r>
        <w:t xml:space="preserve">It is the ProcControlAPI user’s responsibility to </w:t>
      </w:r>
      <w:r w:rsidRPr="00CA0EE4">
        <w:rPr>
          <w:rFonts w:ascii="Courier New" w:hAnsi="Courier New" w:cs="Courier New"/>
        </w:rPr>
        <w:t>free</w:t>
      </w:r>
      <w:r>
        <w:t xml:space="preserve"> the memory buffers returned by this function.</w:t>
      </w:r>
    </w:p>
    <w:p w:rsidR="00BC06DD" w:rsidRDefault="00BC06DD"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BC06DD" w:rsidRDefault="00BC06DD" w:rsidP="009A6F08">
      <w:pPr>
        <w:pStyle w:val="APIBody"/>
      </w:pPr>
      <w:r>
        <w:t>This function returns true if every read happened without error, and false otherwise.</w:t>
      </w:r>
    </w:p>
    <w:p w:rsidR="001D21AC" w:rsidRDefault="001D21AC" w:rsidP="00913764">
      <w:pPr>
        <w:pStyle w:val="Definition"/>
        <w:jc w:val="left"/>
      </w:pPr>
      <w:r>
        <w:t>bool readMemory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"readMemory, ProcessSet" </w:instrText>
      </w:r>
      <w:r w:rsidR="00E62AD9" w:rsidRPr="00913764">
        <w:rPr>
          <w:rFonts w:asciiTheme="minorHAnsi" w:hAnsiTheme="minorHAnsi" w:cstheme="minorHAnsi"/>
        </w:rPr>
        <w:fldChar w:fldCharType="end"/>
      </w:r>
      <w:r w:rsidR="002D113F">
        <w:t>(std::</w:t>
      </w:r>
      <w:r>
        <w:t>multimap&lt;Process::const_ptr</w:t>
      </w:r>
      <w:r w:rsidR="00E62AD9">
        <w:t>,</w:t>
      </w:r>
      <w:r>
        <w:t xml:space="preserve"> read_t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"read_t, ProcessSet" </w:instrText>
      </w:r>
      <w:r w:rsidR="00E62AD9" w:rsidRPr="00913764">
        <w:rPr>
          <w:rFonts w:asciiTheme="minorHAnsi" w:hAnsiTheme="minorHAnsi" w:cstheme="minorHAnsi"/>
        </w:rPr>
        <w:fldChar w:fldCharType="end"/>
      </w:r>
      <w:r w:rsidR="002D113F">
        <w:t>&gt; &amp;addr</w:t>
      </w:r>
      <w:r>
        <w:t>)</w:t>
      </w:r>
    </w:p>
    <w:p w:rsidR="001D21AC" w:rsidRPr="00C84350" w:rsidRDefault="002D113F" w:rsidP="009A6F08">
      <w:pPr>
        <w:pStyle w:val="APIBody"/>
      </w:pPr>
      <w:r>
        <w:t xml:space="preserve">This function reads memory from processes in this </w:t>
      </w:r>
      <w:r w:rsidRPr="00CA0EE4">
        <w:rPr>
          <w:rFonts w:ascii="Courier New" w:hAnsi="Courier New" w:cs="Courier New"/>
        </w:rPr>
        <w:t>ProcessSet</w:t>
      </w:r>
      <w:r>
        <w:rPr>
          <w:rFonts w:ascii="Courier New" w:hAnsi="Courier New" w:cs="Courier New"/>
        </w:rPr>
        <w:t>.</w:t>
      </w:r>
      <w:r w:rsidR="00D12D97">
        <w:rPr>
          <w:rFonts w:ascii="Courier New" w:hAnsi="Courier New" w:cs="Courier New"/>
        </w:rPr>
        <w:t xml:space="preserve">  </w:t>
      </w:r>
      <w:r w:rsidR="00D12D97">
        <w:t>The processes to read from are specified in the index</w:t>
      </w:r>
      <w:r w:rsidR="00785EC2">
        <w:t>es</w:t>
      </w:r>
      <w:r w:rsidR="00D12D97">
        <w:t xml:space="preserve"> of </w:t>
      </w:r>
      <w:r w:rsidR="00D12D97" w:rsidRPr="00913764">
        <w:rPr>
          <w:rFonts w:ascii="Courier New" w:hAnsi="Courier New" w:cs="Courier New"/>
        </w:rPr>
        <w:t>addr</w:t>
      </w:r>
      <w:r w:rsidR="00D12D97">
        <w:t xml:space="preserve">.  The remote address, read size and local buffer are specified in the </w:t>
      </w:r>
      <w:r w:rsidR="00D12D97" w:rsidRPr="00913764">
        <w:rPr>
          <w:rFonts w:ascii="Courier New" w:hAnsi="Courier New" w:cs="Courier New"/>
        </w:rPr>
        <w:t>read_t</w:t>
      </w:r>
      <w:r w:rsidR="00D12D97">
        <w:t xml:space="preserve"> element</w:t>
      </w:r>
      <w:r w:rsidR="00785EC2">
        <w:t>s</w:t>
      </w:r>
      <w:r w:rsidR="00D12D97">
        <w:t xml:space="preserve"> of </w:t>
      </w:r>
      <w:r w:rsidR="00D12D97" w:rsidRPr="00913764">
        <w:rPr>
          <w:rFonts w:ascii="Courier New" w:hAnsi="Courier New" w:cs="Courier New"/>
        </w:rPr>
        <w:t>addr</w:t>
      </w:r>
      <w:r w:rsidR="00D12D97">
        <w:t>.</w:t>
      </w:r>
    </w:p>
    <w:p w:rsidR="002D113F" w:rsidRDefault="002D113F" w:rsidP="009A6F08">
      <w:pPr>
        <w:pStyle w:val="APIBody"/>
      </w:pPr>
      <w:r>
        <w:t xml:space="preserve">This function’s behavior is undefined if </w:t>
      </w:r>
      <w:r>
        <w:rPr>
          <w:rFonts w:ascii="Courier New" w:hAnsi="Courier New" w:cs="Courier New"/>
        </w:rPr>
        <w:t>addr</w:t>
      </w:r>
      <w:r>
        <w:t xml:space="preserve"> contains processes not included in this </w:t>
      </w:r>
      <w:r w:rsidRPr="00CA0EE4">
        <w:rPr>
          <w:rFonts w:ascii="Courier New" w:hAnsi="Courier New" w:cs="Courier New"/>
        </w:rPr>
        <w:t>ProcessSet</w:t>
      </w:r>
      <w:r>
        <w:t>.</w:t>
      </w:r>
    </w:p>
    <w:p w:rsidR="002D113F" w:rsidRDefault="002D113F" w:rsidP="009A6F08">
      <w:pPr>
        <w:pStyle w:val="APIBody"/>
      </w:pPr>
      <w:r>
        <w:t xml:space="preserve">This function returns true if every read happened without error, and false otherwise.  If any read results in an error, then the </w:t>
      </w:r>
      <w:r w:rsidRPr="00913764">
        <w:rPr>
          <w:rFonts w:ascii="Courier New" w:hAnsi="Courier New" w:cs="Courier New"/>
        </w:rPr>
        <w:t>err</w:t>
      </w:r>
      <w:r w:rsidR="00D12D97">
        <w:rPr>
          <w:rFonts w:ascii="Courier New" w:hAnsi="Courier New" w:cs="Courier New"/>
        </w:rPr>
        <w:t>or_ret</w:t>
      </w:r>
      <w:r>
        <w:t xml:space="preserve"> field of the associated </w:t>
      </w:r>
      <w:r w:rsidRPr="00913764">
        <w:rPr>
          <w:rFonts w:ascii="Courier New" w:hAnsi="Courier New" w:cs="Courier New"/>
        </w:rPr>
        <w:t>addr</w:t>
      </w:r>
      <w:r>
        <w:t xml:space="preserve"> element will be set.</w:t>
      </w:r>
    </w:p>
    <w:p w:rsidR="001D21AC" w:rsidRDefault="001D21AC" w:rsidP="00913764">
      <w:pPr>
        <w:pStyle w:val="Definition"/>
        <w:jc w:val="left"/>
      </w:pPr>
      <w:r>
        <w:t>bool writMemory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"writMemory, ProcessSet" </w:instrText>
      </w:r>
      <w:r w:rsidR="00E62AD9" w:rsidRPr="00913764">
        <w:rPr>
          <w:rFonts w:asciiTheme="minorHAnsi" w:hAnsiTheme="minorHAnsi" w:cstheme="minorHAnsi"/>
        </w:rPr>
        <w:fldChar w:fldCharType="end"/>
      </w:r>
      <w:r>
        <w:t>(AddressSet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"AddressSet" </w:instrText>
      </w:r>
      <w:r w:rsidR="00E62AD9" w:rsidRPr="00913764">
        <w:rPr>
          <w:rFonts w:asciiTheme="minorHAnsi" w:hAnsiTheme="minorHAnsi" w:cstheme="minorHAnsi"/>
        </w:rPr>
        <w:fldChar w:fldCharType="end"/>
      </w:r>
      <w:r>
        <w:t>::ptr addr</w:t>
      </w:r>
      <w:r w:rsidR="002D113F">
        <w:t>s</w:t>
      </w:r>
      <w:r>
        <w:t>,</w:t>
      </w:r>
      <w:r>
        <w:br/>
      </w:r>
      <w:r>
        <w:tab/>
      </w:r>
      <w:r w:rsidR="002D113F">
        <w:t>const void *buffer,</w:t>
      </w:r>
      <w:r w:rsidR="002D113F">
        <w:br/>
      </w:r>
      <w:r w:rsidR="002D113F">
        <w:tab/>
        <w:t>size_t sz</w:t>
      </w:r>
      <w:r>
        <w:t>) const</w:t>
      </w:r>
    </w:p>
    <w:p w:rsidR="001D21AC" w:rsidRDefault="002D113F" w:rsidP="009A6F08">
      <w:pPr>
        <w:pStyle w:val="APIBody"/>
      </w:pPr>
      <w:r>
        <w:t xml:space="preserve">This function will write the contents of </w:t>
      </w:r>
      <w:r w:rsidRPr="00913764">
        <w:rPr>
          <w:rFonts w:ascii="Courier New" w:hAnsi="Courier New" w:cs="Courier New"/>
        </w:rPr>
        <w:t>buffer</w:t>
      </w:r>
      <w:r>
        <w:t xml:space="preserve"> of size </w:t>
      </w:r>
      <w:r w:rsidRPr="00913764">
        <w:rPr>
          <w:rFonts w:ascii="Courier New" w:hAnsi="Courier New" w:cs="Courier New"/>
        </w:rPr>
        <w:t>sz</w:t>
      </w:r>
      <w:r w:rsidR="00D12D97">
        <w:t xml:space="preserve"> into the memory of each process </w:t>
      </w:r>
      <w:r w:rsidR="00785EC2">
        <w:t>at</w:t>
      </w:r>
      <w:r w:rsidR="00D12D97">
        <w:t xml:space="preserve"> </w:t>
      </w:r>
      <w:r w:rsidR="00D12D97" w:rsidRPr="00913764">
        <w:rPr>
          <w:rFonts w:ascii="Courier New" w:hAnsi="Courier New" w:cs="Courier New"/>
        </w:rPr>
        <w:t>addrs</w:t>
      </w:r>
      <w:r w:rsidR="00D12D97">
        <w:t xml:space="preserve">.  </w:t>
      </w:r>
    </w:p>
    <w:p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D12D97" w:rsidRDefault="00D12D97" w:rsidP="009A6F08">
      <w:pPr>
        <w:pStyle w:val="APIBody"/>
      </w:pPr>
      <w:r>
        <w:t>This function returns true if every write happened without error, and false otherwise.</w:t>
      </w:r>
    </w:p>
    <w:p w:rsidR="001D21AC" w:rsidRDefault="001D21AC" w:rsidP="00913764">
      <w:pPr>
        <w:pStyle w:val="Definition"/>
        <w:jc w:val="left"/>
      </w:pPr>
      <w:r>
        <w:lastRenderedPageBreak/>
        <w:t>bool writeMemory</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"writeMemory, ProcessSet" </w:instrText>
      </w:r>
      <w:r w:rsidR="00E62AD9" w:rsidRPr="00913764">
        <w:rPr>
          <w:rFonts w:asciiTheme="minorHAnsi" w:hAnsiTheme="minorHAnsi" w:cstheme="minorHAnsi"/>
        </w:rPr>
        <w:fldChar w:fldCharType="end"/>
      </w:r>
      <w:r>
        <w:t>(</w:t>
      </w:r>
      <w:r>
        <w:br/>
      </w:r>
      <w:r>
        <w:tab/>
        <w:t>std::multimap&lt;Process::const_ptr, write_t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"write_t, ProcessSet" </w:instrText>
      </w:r>
      <w:r w:rsidR="00E62AD9" w:rsidRPr="00913764">
        <w:rPr>
          <w:rFonts w:asciiTheme="minorHAnsi" w:hAnsiTheme="minorHAnsi" w:cstheme="minorHAnsi"/>
        </w:rPr>
        <w:fldChar w:fldCharType="end"/>
      </w:r>
      <w:r>
        <w:t>&gt; &amp;addrs) const</w:t>
      </w:r>
    </w:p>
    <w:p w:rsidR="001D21AC" w:rsidRDefault="00D12D97" w:rsidP="009A6F08">
      <w:pPr>
        <w:pStyle w:val="APIBody"/>
      </w:pPr>
      <w:r>
        <w:t xml:space="preserve">This function writes to the memory of each process in </w:t>
      </w:r>
      <w:r w:rsidRPr="00913764">
        <w:rPr>
          <w:rFonts w:ascii="Courier New" w:hAnsi="Courier New" w:cs="Courier New"/>
        </w:rPr>
        <w:t>addrs</w:t>
      </w:r>
      <w:r>
        <w:t>.  The processes to write to are specified as the index</w:t>
      </w:r>
      <w:r w:rsidR="00785EC2">
        <w:t>es</w:t>
      </w:r>
      <w:r>
        <w:t xml:space="preserve"> of </w:t>
      </w:r>
      <w:r w:rsidRPr="00913764">
        <w:rPr>
          <w:rFonts w:ascii="Courier New" w:hAnsi="Courier New" w:cs="Courier New"/>
        </w:rPr>
        <w:t>addrs</w:t>
      </w:r>
      <w:r>
        <w:t>.  The local memory buffer, buffer size, and target location are specified in the</w:t>
      </w:r>
      <w:r w:rsidRPr="00913764">
        <w:rPr>
          <w:rFonts w:ascii="Courier New" w:hAnsi="Courier New" w:cs="Courier New"/>
        </w:rPr>
        <w:t xml:space="preserve"> write_t</w:t>
      </w:r>
      <w:r>
        <w:t xml:space="preserve"> element of </w:t>
      </w:r>
      <w:r w:rsidRPr="00913764">
        <w:rPr>
          <w:rFonts w:ascii="Courier New" w:hAnsi="Courier New" w:cs="Courier New"/>
        </w:rPr>
        <w:t>addrs</w:t>
      </w:r>
      <w:r>
        <w:t>.</w:t>
      </w:r>
    </w:p>
    <w:p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D12D97" w:rsidRDefault="00D12D97" w:rsidP="009A6F08">
      <w:pPr>
        <w:pStyle w:val="APIBody"/>
      </w:pPr>
      <w:r>
        <w:t xml:space="preserve">This function returns true if every write happened without error, and false otherwise.  If any write results in an error, then the </w:t>
      </w:r>
      <w:r w:rsidRPr="00CA0EE4">
        <w:rPr>
          <w:rFonts w:ascii="Courier New" w:hAnsi="Courier New" w:cs="Courier New"/>
        </w:rPr>
        <w:t>err</w:t>
      </w:r>
      <w:r>
        <w:rPr>
          <w:rFonts w:ascii="Courier New" w:hAnsi="Courier New" w:cs="Courier New"/>
        </w:rPr>
        <w:t>or_ret</w:t>
      </w:r>
      <w:r>
        <w:t xml:space="preserve"> field of the associated </w:t>
      </w:r>
      <w:r w:rsidRPr="00CA0EE4">
        <w:rPr>
          <w:rFonts w:ascii="Courier New" w:hAnsi="Courier New" w:cs="Courier New"/>
        </w:rPr>
        <w:t>addr</w:t>
      </w:r>
      <w:r>
        <w:t xml:space="preserve"> element will be set.</w:t>
      </w:r>
    </w:p>
    <w:p w:rsidR="001D21AC" w:rsidRDefault="001D21AC" w:rsidP="00913764">
      <w:pPr>
        <w:pStyle w:val="Definition"/>
        <w:jc w:val="left"/>
      </w:pPr>
      <w:r>
        <w:t>bool addBreakpoint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"addBreakpoint, ProcessSet" </w:instrText>
      </w:r>
      <w:r w:rsidR="00E62AD9" w:rsidRPr="00913764">
        <w:rPr>
          <w:rFonts w:asciiTheme="minorHAnsi" w:hAnsiTheme="minorHAnsi" w:cstheme="minorHAnsi"/>
        </w:rPr>
        <w:fldChar w:fldCharType="end"/>
      </w:r>
      <w:r>
        <w:t>(AddressSet::ptr as, 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"Breakpoint" </w:instrText>
      </w:r>
      <w:r w:rsidR="00E62AD9" w:rsidRPr="00913764">
        <w:rPr>
          <w:rFonts w:asciiTheme="minorHAnsi" w:hAnsiTheme="minorHAnsi" w:cstheme="minorHAnsi"/>
        </w:rPr>
        <w:fldChar w:fldCharType="end"/>
      </w:r>
      <w:r>
        <w:t>::ptr bp) const</w:t>
      </w:r>
    </w:p>
    <w:p w:rsidR="001D21AC" w:rsidRDefault="00D12D97" w:rsidP="009A6F08">
      <w:pPr>
        <w:pStyle w:val="APIBody"/>
      </w:pPr>
      <w:r>
        <w:t xml:space="preserve">This function inserts the </w:t>
      </w:r>
      <w:r w:rsidRPr="00913764">
        <w:rPr>
          <w:rFonts w:ascii="Courier New" w:hAnsi="Courier New" w:cs="Courier New"/>
        </w:rPr>
        <w:t>Breakpoint</w:t>
      </w:r>
      <w:r>
        <w:t xml:space="preserve"> </w:t>
      </w:r>
      <w:r w:rsidRPr="00913764">
        <w:rPr>
          <w:rFonts w:ascii="Courier New" w:hAnsi="Courier New" w:cs="Courier New"/>
        </w:rPr>
        <w:t>bp</w:t>
      </w:r>
      <w:r>
        <w:t xml:space="preserve"> in</w:t>
      </w:r>
      <w:r w:rsidR="003F01C8">
        <w:t>to</w:t>
      </w:r>
      <w:r>
        <w:t xml:space="preserve"> every process and address specified by as.  It is similar to </w:t>
      </w:r>
      <w:r w:rsidRPr="00913764">
        <w:rPr>
          <w:rFonts w:ascii="Courier New" w:hAnsi="Courier New" w:cs="Courier New"/>
        </w:rPr>
        <w:t>Process::addBreakpoint</w:t>
      </w:r>
      <w:r>
        <w:fldChar w:fldCharType="begin"/>
      </w:r>
      <w:r>
        <w:instrText xml:space="preserve"> XE "</w:instrText>
      </w:r>
      <w:r w:rsidRPr="00C84350">
        <w:instrText>addBreakpoint, Process</w:instrText>
      </w:r>
      <w:r>
        <w:instrText xml:space="preserve">" </w:instrText>
      </w:r>
      <w:r>
        <w:fldChar w:fldCharType="end"/>
      </w:r>
      <w:r>
        <w:t>.</w:t>
      </w:r>
    </w:p>
    <w:p w:rsidR="00D12D97" w:rsidRDefault="00D12D97" w:rsidP="009A6F08">
      <w:pPr>
        <w:pStyle w:val="APIBody"/>
      </w:pPr>
      <w:r>
        <w:t xml:space="preserve">This function’s behavior is undefined if </w:t>
      </w:r>
      <w:r>
        <w:rPr>
          <w:rFonts w:ascii="Courier New" w:hAnsi="Courier New" w:cs="Courier New"/>
        </w:rPr>
        <w:t>addrs</w:t>
      </w:r>
      <w:r>
        <w:t xml:space="preserve"> contains processes not included in this </w:t>
      </w:r>
      <w:r w:rsidRPr="00CA0EE4">
        <w:rPr>
          <w:rFonts w:ascii="Courier New" w:hAnsi="Courier New" w:cs="Courier New"/>
        </w:rPr>
        <w:t>ProcessSet</w:t>
      </w:r>
      <w:r>
        <w:t>.</w:t>
      </w:r>
    </w:p>
    <w:p w:rsidR="00D12D97" w:rsidRDefault="00D12D97" w:rsidP="009A6F08">
      <w:pPr>
        <w:pStyle w:val="APIBody"/>
      </w:pPr>
      <w:r>
        <w:t>This function returns true if every breakpoint add happened without error, and false otherwise.</w:t>
      </w:r>
    </w:p>
    <w:p w:rsidR="001D21AC" w:rsidRDefault="001D21AC" w:rsidP="00913764">
      <w:pPr>
        <w:pStyle w:val="Definition"/>
        <w:jc w:val="left"/>
      </w:pPr>
      <w:r>
        <w:t>bool rmBreakpoint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"rmBreakpoint, ProcessSet" </w:instrText>
      </w:r>
      <w:r w:rsidR="00E62AD9" w:rsidRPr="00913764">
        <w:rPr>
          <w:rFonts w:asciiTheme="minorHAnsi" w:hAnsiTheme="minorHAnsi" w:cstheme="minorHAnsi"/>
        </w:rPr>
        <w:fldChar w:fldCharType="end"/>
      </w:r>
      <w:r>
        <w:t>(AddressSet::ptr as, Breakpoint</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"Breakpoint" </w:instrText>
      </w:r>
      <w:r w:rsidR="00E62AD9" w:rsidRPr="00913764">
        <w:rPr>
          <w:rFonts w:asciiTheme="minorHAnsi" w:hAnsiTheme="minorHAnsi" w:cstheme="minorHAnsi"/>
        </w:rPr>
        <w:fldChar w:fldCharType="end"/>
      </w:r>
      <w:r>
        <w:t>::ptr bp) const</w:t>
      </w:r>
    </w:p>
    <w:p w:rsidR="001D21AC" w:rsidRDefault="00FC52AC" w:rsidP="009A6F08">
      <w:pPr>
        <w:pStyle w:val="APIBody"/>
      </w:pPr>
      <w:r>
        <w:t xml:space="preserve">The function removes the </w:t>
      </w:r>
      <w:r w:rsidRPr="00913764">
        <w:rPr>
          <w:rFonts w:ascii="Courier New" w:hAnsi="Courier New" w:cs="Courier New"/>
        </w:rPr>
        <w:t>Breakpoint</w:t>
      </w:r>
      <w:r>
        <w:t xml:space="preserve"> </w:t>
      </w:r>
      <w:r w:rsidRPr="00913764">
        <w:rPr>
          <w:rFonts w:ascii="Courier New" w:hAnsi="Courier New" w:cs="Courier New"/>
        </w:rPr>
        <w:t>bp</w:t>
      </w:r>
      <w:r>
        <w:t xml:space="preserve"> from each process at the locations specified in </w:t>
      </w:r>
      <w:r w:rsidRPr="00913764">
        <w:rPr>
          <w:rFonts w:ascii="Courier New" w:hAnsi="Courier New" w:cs="Courier New"/>
        </w:rPr>
        <w:t>as</w:t>
      </w:r>
      <w:r>
        <w:t xml:space="preserve">.   It is similar to </w:t>
      </w:r>
      <w:r w:rsidRPr="00913764">
        <w:rPr>
          <w:rFonts w:ascii="Courier New" w:hAnsi="Courier New" w:cs="Courier New"/>
        </w:rPr>
        <w:t>Process::rmBreakpoint</w:t>
      </w:r>
      <w:r>
        <w:fldChar w:fldCharType="begin"/>
      </w:r>
      <w:r>
        <w:instrText xml:space="preserve"> XE "</w:instrText>
      </w:r>
      <w:r w:rsidRPr="00C84350">
        <w:instrText>rmBreakpoint, Process</w:instrText>
      </w:r>
      <w:r>
        <w:instrText xml:space="preserve">" </w:instrText>
      </w:r>
      <w:r>
        <w:fldChar w:fldCharType="end"/>
      </w:r>
      <w:r>
        <w:t>.</w:t>
      </w:r>
    </w:p>
    <w:p w:rsidR="00FC52AC" w:rsidRDefault="00FC52AC" w:rsidP="009A6F08">
      <w:pPr>
        <w:pStyle w:val="APIBody"/>
      </w:pPr>
      <w:r>
        <w:t xml:space="preserve">This function’s behavior is undefined if </w:t>
      </w:r>
      <w:r>
        <w:rPr>
          <w:rFonts w:ascii="Courier New" w:hAnsi="Courier New" w:cs="Courier New"/>
        </w:rPr>
        <w:t>as</w:t>
      </w:r>
      <w:r>
        <w:t xml:space="preserve"> contains processes not included in this </w:t>
      </w:r>
      <w:r w:rsidRPr="00CA0EE4">
        <w:rPr>
          <w:rFonts w:ascii="Courier New" w:hAnsi="Courier New" w:cs="Courier New"/>
        </w:rPr>
        <w:t>ProcessSet</w:t>
      </w:r>
      <w:r>
        <w:t>.</w:t>
      </w:r>
    </w:p>
    <w:p w:rsidR="00FC52AC" w:rsidRDefault="00FC52AC" w:rsidP="009A6F08">
      <w:pPr>
        <w:pStyle w:val="APIBody"/>
      </w:pPr>
      <w:r>
        <w:t>This function returns true if every breakpoint remove happened without error, and false otherwise.</w:t>
      </w:r>
    </w:p>
    <w:p w:rsidR="001D21AC" w:rsidRDefault="001D21AC" w:rsidP="00913764">
      <w:pPr>
        <w:pStyle w:val="Definition"/>
        <w:jc w:val="left"/>
      </w:pPr>
      <w:r>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(const 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::const_ptr, 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 xml:space="preserve">::ptr&gt; </w:t>
      </w:r>
      <w:r>
        <w:tab/>
        <w:t>&amp;rpcs) const</w:t>
      </w:r>
    </w:p>
    <w:p w:rsidR="001D21AC" w:rsidRDefault="00FC52AC" w:rsidP="009A6F08">
      <w:pPr>
        <w:pStyle w:val="APIBody"/>
      </w:pPr>
      <w:r>
        <w:t xml:space="preserve">This function posts the </w:t>
      </w:r>
      <w:r w:rsidRPr="00913764">
        <w:rPr>
          <w:rFonts w:ascii="Courier New" w:hAnsi="Courier New" w:cs="Courier New"/>
        </w:rPr>
        <w:t>IRPC</w:t>
      </w:r>
      <w:r>
        <w:t xml:space="preserve"> objects specified in </w:t>
      </w:r>
      <w:r w:rsidRPr="00913764">
        <w:rPr>
          <w:rFonts w:ascii="Courier New" w:hAnsi="Courier New" w:cs="Courier New"/>
        </w:rPr>
        <w:t>rpcs</w:t>
      </w:r>
      <w:r>
        <w:t xml:space="preserve"> to their associated processes in the </w:t>
      </w:r>
      <w:r w:rsidRPr="00913764">
        <w:rPr>
          <w:rFonts w:ascii="Courier New" w:hAnsi="Courier New" w:cs="Courier New"/>
        </w:rPr>
        <w:t>multimap</w:t>
      </w:r>
      <w:r>
        <w:t xml:space="preserve">.  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rsidR="00FC52AC" w:rsidRDefault="00FC52AC" w:rsidP="009A6F08">
      <w:pPr>
        <w:pStyle w:val="APIBody"/>
      </w:pPr>
      <w:r>
        <w:t xml:space="preserve">This function’s behavior is undefined if </w:t>
      </w:r>
      <w:r w:rsidRPr="00C84350">
        <w:rPr>
          <w:rFonts w:ascii="Courier New" w:hAnsi="Courier New" w:cs="Courier New"/>
        </w:rPr>
        <w:t>rpcs</w:t>
      </w:r>
      <w:r>
        <w:t xml:space="preserve"> contains processes not included in this </w:t>
      </w:r>
      <w:r w:rsidRPr="00CA0EE4">
        <w:rPr>
          <w:rFonts w:ascii="Courier New" w:hAnsi="Courier New" w:cs="Courier New"/>
        </w:rPr>
        <w:t>ProcessSet</w:t>
      </w:r>
      <w:r>
        <w:t>.</w:t>
      </w:r>
    </w:p>
    <w:p w:rsidR="00FC52AC" w:rsidRDefault="00FC52AC" w:rsidP="009A6F08">
      <w:pPr>
        <w:pStyle w:val="APIBody"/>
      </w:pPr>
      <w:r>
        <w:t>This function returns true if every post happened without error, and false otherwise.</w:t>
      </w:r>
    </w:p>
    <w:p w:rsidR="001D21AC" w:rsidRDefault="001D21AC" w:rsidP="00913764">
      <w:pPr>
        <w:pStyle w:val="Definition"/>
        <w:jc w:val="left"/>
      </w:pPr>
      <w:r>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::ptr irpc,</w:t>
      </w:r>
      <w:r>
        <w:br/>
      </w:r>
      <w:r>
        <w:tab/>
        <w:t>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::ptr, IRPC::ptr&gt; *result = NULL)</w:t>
      </w:r>
    </w:p>
    <w:p w:rsidR="001D21AC" w:rsidRDefault="007060D8" w:rsidP="009A6F08">
      <w:pPr>
        <w:pStyle w:val="APIBody"/>
      </w:pPr>
      <w:r>
        <w:t xml:space="preserve">This function makes a copy of </w:t>
      </w:r>
      <w:r w:rsidRPr="00913764">
        <w:rPr>
          <w:rFonts w:ascii="Courier New" w:hAnsi="Courier New" w:cs="Courier New"/>
        </w:rPr>
        <w:t>irpc</w:t>
      </w:r>
      <w:r>
        <w:t xml:space="preserve"> for each </w:t>
      </w:r>
      <w:r w:rsidRPr="00913764">
        <w:rPr>
          <w:rFonts w:ascii="Courier New" w:hAnsi="Courier New" w:cs="Courier New"/>
        </w:rPr>
        <w:t>Process</w:t>
      </w:r>
      <w:r>
        <w:t xml:space="preserve"> in this </w:t>
      </w:r>
      <w:r w:rsidRPr="00913764">
        <w:rPr>
          <w:rFonts w:ascii="Courier New" w:hAnsi="Courier New" w:cs="Courier New"/>
        </w:rPr>
        <w:t>ProcessSet</w:t>
      </w:r>
      <w:r>
        <w:t xml:space="preserve"> and posts it to that </w:t>
      </w:r>
      <w:r w:rsidRPr="00913764">
        <w:rPr>
          <w:rFonts w:ascii="Courier New" w:hAnsi="Courier New" w:cs="Courier New"/>
        </w:rPr>
        <w:t>Process</w:t>
      </w:r>
      <w:r>
        <w:t xml:space="preserve">.  If </w:t>
      </w:r>
      <w:r w:rsidRPr="00913764">
        <w:rPr>
          <w:rFonts w:ascii="Courier New" w:hAnsi="Courier New" w:cs="Courier New"/>
        </w:rPr>
        <w:t>result</w:t>
      </w:r>
      <w:r>
        <w:t xml:space="preserve"> is non-NULL, then the </w:t>
      </w:r>
      <w:r w:rsidRPr="00913764">
        <w:rPr>
          <w:rFonts w:ascii="Courier New" w:hAnsi="Courier New" w:cs="Courier New"/>
        </w:rPr>
        <w:t>multimap</w:t>
      </w:r>
      <w:r>
        <w:t xml:space="preserve"> will be filled with each newly created </w:t>
      </w:r>
      <w:r w:rsidRPr="00913764">
        <w:rPr>
          <w:rFonts w:ascii="Courier New" w:hAnsi="Courier New" w:cs="Courier New"/>
        </w:rPr>
        <w:t>IRPC</w:t>
      </w:r>
      <w:r>
        <w:t xml:space="preserve"> and the </w:t>
      </w:r>
      <w:r w:rsidRPr="00913764">
        <w:rPr>
          <w:rFonts w:ascii="Courier New" w:hAnsi="Courier New" w:cs="Courier New"/>
        </w:rPr>
        <w:t>Process</w:t>
      </w:r>
      <w:r>
        <w:t xml:space="preserve"> to which it was posted.  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rsidR="007060D8" w:rsidRDefault="007060D8" w:rsidP="009A6F08">
      <w:pPr>
        <w:pStyle w:val="APIBody"/>
      </w:pPr>
      <w:r>
        <w:t>This function returns true if every post happened without error, and false otherwise.</w:t>
      </w:r>
    </w:p>
    <w:p w:rsidR="001D21AC" w:rsidRDefault="001D21AC" w:rsidP="00913764">
      <w:pPr>
        <w:pStyle w:val="Definition"/>
        <w:jc w:val="left"/>
      </w:pPr>
      <w:r>
        <w:lastRenderedPageBreak/>
        <w:t>bool postIRPC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"postIRPC, ProcessSet" </w:instrText>
      </w:r>
      <w:r w:rsidR="00E62AD9" w:rsidRPr="00913764">
        <w:rPr>
          <w:rFonts w:asciiTheme="minorHAnsi" w:hAnsiTheme="minorHAnsi" w:cstheme="minorHAnsi"/>
        </w:rPr>
        <w:fldChar w:fldCharType="end"/>
      </w:r>
      <w:r>
        <w:t>(IRPC</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"IRPC" </w:instrText>
      </w:r>
      <w:r w:rsidR="00E62AD9" w:rsidRPr="00913764">
        <w:rPr>
          <w:rFonts w:asciiTheme="minorHAnsi" w:hAnsiTheme="minorHAnsi" w:cstheme="minorHAnsi"/>
        </w:rPr>
        <w:fldChar w:fldCharType="end"/>
      </w:r>
      <w:r>
        <w:t>::ptr</w:t>
      </w:r>
      <w:r w:rsidR="00453E6F">
        <w:t xml:space="preserve"> irpc</w:t>
      </w:r>
      <w:r w:rsidR="00453E6F">
        <w:br/>
      </w:r>
      <w:r w:rsidR="00453E6F">
        <w:tab/>
        <w:t>AddressSet::ptr addrs,</w:t>
      </w:r>
      <w:r w:rsidR="00453E6F">
        <w:br/>
      </w:r>
      <w:r w:rsidR="00453E6F">
        <w:tab/>
      </w:r>
      <w:r>
        <w:t>std::multimap&lt;Process</w:t>
      </w:r>
      <w:r w:rsidR="00E62AD9" w:rsidRPr="00913764">
        <w:rPr>
          <w:rFonts w:asciiTheme="minorHAnsi" w:hAnsiTheme="minorHAnsi" w:cstheme="minorHAnsi"/>
        </w:rPr>
        <w:fldChar w:fldCharType="begin"/>
      </w:r>
      <w:r w:rsidR="00E62AD9" w:rsidRPr="00913764">
        <w:rPr>
          <w:rFonts w:asciiTheme="minorHAnsi" w:hAnsiTheme="minorHAnsi" w:cstheme="minorHAnsi"/>
        </w:rPr>
        <w:instrText xml:space="preserve"> XE "Process" </w:instrText>
      </w:r>
      <w:r w:rsidR="00E62AD9" w:rsidRPr="00913764">
        <w:rPr>
          <w:rFonts w:asciiTheme="minorHAnsi" w:hAnsiTheme="minorHAnsi" w:cstheme="minorHAnsi"/>
        </w:rPr>
        <w:fldChar w:fldCharType="end"/>
      </w:r>
      <w:r>
        <w:t>::ptr, IRPC::ptr&gt;</w:t>
      </w:r>
      <w:r w:rsidR="00453E6F">
        <w:t xml:space="preserve"> *result = NULL)</w:t>
      </w:r>
    </w:p>
    <w:p w:rsidR="007060D8" w:rsidRDefault="007060D8" w:rsidP="009A6F08">
      <w:pPr>
        <w:pStyle w:val="APIBody"/>
      </w:pPr>
      <w:r>
        <w:t xml:space="preserve">This function makes a copy of </w:t>
      </w:r>
      <w:r w:rsidRPr="00913764">
        <w:rPr>
          <w:rFonts w:ascii="Courier New" w:hAnsi="Courier New" w:cs="Courier New"/>
        </w:rPr>
        <w:t>irpc</w:t>
      </w:r>
      <w:r>
        <w:t xml:space="preserve"> and posts it to each Process in </w:t>
      </w:r>
      <w:r w:rsidRPr="00913764">
        <w:rPr>
          <w:rFonts w:ascii="Courier New" w:hAnsi="Courier New" w:cs="Courier New"/>
        </w:rPr>
        <w:t>addrs</w:t>
      </w:r>
      <w:r>
        <w:t xml:space="preserve"> at the given </w:t>
      </w:r>
      <w:r w:rsidRPr="00913764">
        <w:rPr>
          <w:rFonts w:ascii="Courier New" w:hAnsi="Courier New" w:cs="Courier New"/>
        </w:rPr>
        <w:t>Address</w:t>
      </w:r>
      <w:r>
        <w:t xml:space="preserve">.  </w:t>
      </w:r>
      <w:r w:rsidR="00771288">
        <w:t xml:space="preserve">If </w:t>
      </w:r>
      <w:r w:rsidR="00771288" w:rsidRPr="00CA0EE4">
        <w:rPr>
          <w:rFonts w:ascii="Courier New" w:hAnsi="Courier New" w:cs="Courier New"/>
        </w:rPr>
        <w:t>result</w:t>
      </w:r>
      <w:r w:rsidR="00771288">
        <w:t xml:space="preserve"> is non-NULL, then the </w:t>
      </w:r>
      <w:r w:rsidR="00771288" w:rsidRPr="00CA0EE4">
        <w:rPr>
          <w:rFonts w:ascii="Courier New" w:hAnsi="Courier New" w:cs="Courier New"/>
        </w:rPr>
        <w:t>multimap</w:t>
      </w:r>
      <w:r w:rsidR="00771288">
        <w:t xml:space="preserve"> will be filled with each newly created </w:t>
      </w:r>
      <w:r w:rsidR="00771288" w:rsidRPr="00CA0EE4">
        <w:rPr>
          <w:rFonts w:ascii="Courier New" w:hAnsi="Courier New" w:cs="Courier New"/>
        </w:rPr>
        <w:t>IRPC</w:t>
      </w:r>
      <w:r w:rsidR="00771288">
        <w:t xml:space="preserve"> and the </w:t>
      </w:r>
      <w:r w:rsidR="00771288" w:rsidRPr="00CA0EE4">
        <w:rPr>
          <w:rFonts w:ascii="Courier New" w:hAnsi="Courier New" w:cs="Courier New"/>
        </w:rPr>
        <w:t>Process</w:t>
      </w:r>
      <w:r w:rsidR="00771288">
        <w:t xml:space="preserve"> to which it was posted.  </w:t>
      </w:r>
      <w:r>
        <w:t xml:space="preserve">It is similar to </w:t>
      </w:r>
      <w:r w:rsidRPr="00913764">
        <w:rPr>
          <w:rFonts w:ascii="Courier New" w:hAnsi="Courier New" w:cs="Courier New"/>
        </w:rPr>
        <w:t>Process::postIRPC</w:t>
      </w:r>
      <w:r>
        <w:fldChar w:fldCharType="begin"/>
      </w:r>
      <w:r>
        <w:instrText xml:space="preserve"> XE "</w:instrText>
      </w:r>
      <w:r w:rsidRPr="00C84350">
        <w:instrText>postIRPC, Process</w:instrText>
      </w:r>
      <w:r>
        <w:instrText xml:space="preserve">" </w:instrText>
      </w:r>
      <w:r>
        <w:fldChar w:fldCharType="end"/>
      </w:r>
      <w:r>
        <w:t>.</w:t>
      </w:r>
    </w:p>
    <w:p w:rsidR="007060D8" w:rsidRDefault="007060D8" w:rsidP="009A6F08">
      <w:pPr>
        <w:pStyle w:val="APIBody"/>
      </w:pPr>
      <w:r>
        <w:t xml:space="preserve">This function’s behavior is undefined if </w:t>
      </w:r>
      <w:r w:rsidRPr="00CA0EE4">
        <w:rPr>
          <w:rFonts w:ascii="Courier New" w:hAnsi="Courier New" w:cs="Courier New"/>
        </w:rPr>
        <w:t>rpcs</w:t>
      </w:r>
      <w:r>
        <w:t xml:space="preserve"> contains processes not included in this </w:t>
      </w:r>
      <w:r w:rsidRPr="00CA0EE4">
        <w:rPr>
          <w:rFonts w:ascii="Courier New" w:hAnsi="Courier New" w:cs="Courier New"/>
        </w:rPr>
        <w:t>ProcessSet</w:t>
      </w:r>
      <w:r>
        <w:t>.</w:t>
      </w:r>
    </w:p>
    <w:p w:rsidR="007060D8" w:rsidRDefault="007060D8" w:rsidP="009A6F08">
      <w:pPr>
        <w:pStyle w:val="APIBody"/>
      </w:pPr>
      <w:r>
        <w:t>This function returns true if every post happened without error, and false otherwise.</w:t>
      </w:r>
    </w:p>
    <w:p w:rsidR="00311B6B" w:rsidRDefault="00311B6B" w:rsidP="009A6F08">
      <w:pPr>
        <w:pStyle w:val="Heading2"/>
      </w:pPr>
      <w:bookmarkStart w:id="86" w:name="_Toc338254691"/>
      <w:bookmarkStart w:id="87" w:name="_Toc350168847"/>
      <w:bookmarkEnd w:id="86"/>
      <w:r>
        <w:t>ThreadSet</w:t>
      </w:r>
      <w:bookmarkEnd w:id="87"/>
    </w:p>
    <w:p w:rsidR="00771288" w:rsidRDefault="00A55348" w:rsidP="009A6F08">
      <w:pPr>
        <w:pStyle w:val="APIBody"/>
      </w:pPr>
      <w:r>
        <w:t xml:space="preserve">The </w:t>
      </w:r>
      <w:r w:rsidRPr="00913764">
        <w:rPr>
          <w:rFonts w:ascii="Courier New" w:hAnsi="Courier New" w:cs="Courier New"/>
        </w:rPr>
        <w:t>ThreadSet</w:t>
      </w:r>
      <w:r>
        <w:t xml:space="preserve"> class is a set container </w:t>
      </w:r>
      <w:r w:rsidR="007D697D">
        <w:t xml:space="preserve">for </w:t>
      </w:r>
      <w:r w:rsidR="007D697D" w:rsidRPr="00913764">
        <w:rPr>
          <w:rFonts w:ascii="Courier New" w:hAnsi="Courier New" w:cs="Courier New"/>
        </w:rPr>
        <w:t>Thread</w:t>
      </w:r>
      <w:r w:rsidR="007D697D">
        <w:t xml:space="preserve"> pointers.  It has similar operations as </w:t>
      </w:r>
      <w:r w:rsidR="007D697D" w:rsidRPr="00913764">
        <w:rPr>
          <w:rFonts w:ascii="Courier New" w:hAnsi="Courier New" w:cs="Courier New"/>
        </w:rPr>
        <w:t>Thread</w:t>
      </w:r>
      <w:r w:rsidR="007D697D">
        <w:t xml:space="preserve">, and operations done on a </w:t>
      </w:r>
      <w:r w:rsidR="007D697D" w:rsidRPr="00913764">
        <w:rPr>
          <w:rFonts w:ascii="Courier New" w:hAnsi="Courier New" w:cs="Courier New"/>
        </w:rPr>
        <w:t>ThreadSet</w:t>
      </w:r>
      <w:r w:rsidR="007D697D">
        <w:t xml:space="preserve"> affect every </w:t>
      </w:r>
      <w:r w:rsidR="007D697D" w:rsidRPr="00913764">
        <w:rPr>
          <w:rFonts w:ascii="Courier New" w:hAnsi="Courier New" w:cs="Courier New"/>
        </w:rPr>
        <w:t>Thread</w:t>
      </w:r>
      <w:r w:rsidR="007D697D">
        <w:t xml:space="preserve"> in that </w:t>
      </w:r>
      <w:r w:rsidR="007D697D" w:rsidRPr="00913764">
        <w:rPr>
          <w:rFonts w:ascii="Courier New" w:hAnsi="Courier New" w:cs="Courier New"/>
        </w:rPr>
        <w:t>ThreadSet</w:t>
      </w:r>
      <w:r w:rsidR="007D697D">
        <w:t xml:space="preserve">.  One some system, such as Blue Gene Q, using a </w:t>
      </w:r>
      <w:r w:rsidR="007D697D" w:rsidRPr="00913764">
        <w:rPr>
          <w:rFonts w:ascii="Courier New" w:hAnsi="Courier New" w:cs="Courier New"/>
        </w:rPr>
        <w:t>ThreadSet</w:t>
      </w:r>
      <w:r w:rsidR="007D697D">
        <w:t xml:space="preserve"> is more efficient when doing the same operation across a large number of </w:t>
      </w:r>
      <w:r w:rsidR="007D697D" w:rsidRPr="00913764">
        <w:rPr>
          <w:rFonts w:ascii="Courier New" w:hAnsi="Courier New" w:cs="Courier New"/>
        </w:rPr>
        <w:t>Threads</w:t>
      </w:r>
      <w:r w:rsidR="007D697D">
        <w:t>.</w:t>
      </w:r>
    </w:p>
    <w:p w:rsidR="00771288" w:rsidRDefault="00771288" w:rsidP="009A6F08">
      <w:pPr>
        <w:pStyle w:val="ClassHeading"/>
      </w:pPr>
      <w:r>
        <w:t>ThreadSet Declared In:</w:t>
      </w:r>
    </w:p>
    <w:p w:rsidR="00771288" w:rsidRDefault="00771288" w:rsidP="009A6F08">
      <w:pPr>
        <w:pStyle w:val="APIBody"/>
      </w:pPr>
      <w:r>
        <w:t>ProcessSet.h</w:t>
      </w:r>
    </w:p>
    <w:p w:rsidR="00771288" w:rsidRDefault="00771288" w:rsidP="009A6F08">
      <w:pPr>
        <w:pStyle w:val="ClassHeading"/>
      </w:pPr>
      <w:r>
        <w:t>ThreadSet Types:</w:t>
      </w:r>
    </w:p>
    <w:p w:rsidR="00F57EC2" w:rsidRDefault="00F57EC2" w:rsidP="00F57EC2">
      <w:pPr>
        <w:pStyle w:val="Definition"/>
      </w:pPr>
      <w:r>
        <w:t>ThreadSet::ptr</w:t>
      </w:r>
    </w:p>
    <w:p w:rsidR="00F57EC2" w:rsidRDefault="00F57EC2" w:rsidP="00F57EC2">
      <w:pPr>
        <w:pStyle w:val="Definition"/>
      </w:pPr>
      <w:r>
        <w:t>ThreadSet::const_ptr</w:t>
      </w:r>
    </w:p>
    <w:p w:rsidR="00F57EC2" w:rsidRDefault="00F57EC2" w:rsidP="009A6F08">
      <w:pPr>
        <w:pStyle w:val="APIBody"/>
      </w:pPr>
      <w:r>
        <w:t xml:space="preserve">The </w:t>
      </w:r>
      <w:r w:rsidRPr="00FA6BE8">
        <w:rPr>
          <w:rFonts w:ascii="Courier New" w:hAnsi="Courier New" w:cs="Courier New"/>
        </w:rPr>
        <w:t>ptr</w:t>
      </w:r>
      <w:r>
        <w:t xml:space="preserve"> and </w:t>
      </w:r>
      <w:r w:rsidRPr="00FA6BE8">
        <w:rPr>
          <w:rFonts w:ascii="Courier New" w:hAnsi="Courier New" w:cs="Courier New"/>
        </w:rPr>
        <w:t>const_ptr</w:t>
      </w:r>
      <w:r>
        <w:t xml:space="preserve"> types are smart pointers to a </w:t>
      </w:r>
      <w:r>
        <w:rPr>
          <w:rFonts w:ascii="Courier New" w:hAnsi="Courier New" w:cs="Courier New"/>
        </w:rPr>
        <w:t>Thread</w:t>
      </w:r>
      <w:r w:rsidRPr="00FA6BE8">
        <w:rPr>
          <w:rFonts w:ascii="Courier New" w:hAnsi="Courier New" w:cs="Courier New"/>
        </w:rPr>
        <w:t>Set</w:t>
      </w:r>
      <w:r>
        <w:t xml:space="preserve"> object.  When the last smart pointer to the </w:t>
      </w:r>
      <w:r>
        <w:rPr>
          <w:rFonts w:ascii="Courier New" w:hAnsi="Courier New" w:cs="Courier New"/>
        </w:rPr>
        <w:t>Thread</w:t>
      </w:r>
      <w:r w:rsidRPr="00FA6BE8">
        <w:rPr>
          <w:rFonts w:ascii="Courier New" w:hAnsi="Courier New" w:cs="Courier New"/>
        </w:rPr>
        <w:t>Set</w:t>
      </w:r>
      <w:r>
        <w:t xml:space="preserve"> is cleaned, then the underlying </w:t>
      </w:r>
      <w:r>
        <w:rPr>
          <w:rFonts w:ascii="Courier New" w:hAnsi="Courier New" w:cs="Courier New"/>
        </w:rPr>
        <w:t>Thread</w:t>
      </w:r>
      <w:r w:rsidRPr="00FA6BE8">
        <w:rPr>
          <w:rFonts w:ascii="Courier New" w:hAnsi="Courier New" w:cs="Courier New"/>
        </w:rPr>
        <w:t>Set</w:t>
      </w:r>
      <w:r>
        <w:t xml:space="preserve"> is cleaned.  The </w:t>
      </w:r>
      <w:r w:rsidRPr="00FA6BE8">
        <w:rPr>
          <w:rFonts w:ascii="Courier New" w:hAnsi="Courier New" w:cs="Courier New"/>
        </w:rPr>
        <w:t>const_ptr</w:t>
      </w:r>
      <w:r>
        <w:t xml:space="preserve"> type is a const smart pointer.</w:t>
      </w:r>
    </w:p>
    <w:p w:rsidR="00F57EC2" w:rsidRDefault="00F57EC2" w:rsidP="00F57EC2">
      <w:pPr>
        <w:pStyle w:val="Definition"/>
      </w:pPr>
      <w:r>
        <w:t>ThreadSet::weak_ptr</w:t>
      </w:r>
    </w:p>
    <w:p w:rsidR="00F57EC2" w:rsidRDefault="00F57EC2" w:rsidP="00F57EC2">
      <w:pPr>
        <w:pStyle w:val="Definition"/>
      </w:pPr>
      <w:r>
        <w:t>ThreadSet::const_weak_ptr</w:t>
      </w:r>
    </w:p>
    <w:p w:rsidR="00F57EC2" w:rsidRDefault="00F57EC2" w:rsidP="009A6F08">
      <w:pPr>
        <w:pStyle w:val="APIBody"/>
      </w:pPr>
      <w:r>
        <w:t xml:space="preserve">The </w:t>
      </w:r>
      <w:r w:rsidRPr="00FA6BE8">
        <w:rPr>
          <w:rFonts w:ascii="Courier New" w:hAnsi="Courier New" w:cs="Courier New"/>
        </w:rPr>
        <w:t>weak_ptr</w:t>
      </w:r>
      <w:r>
        <w:t xml:space="preserve"> and </w:t>
      </w:r>
      <w:r w:rsidRPr="00FA6BE8">
        <w:rPr>
          <w:rFonts w:ascii="Courier New" w:hAnsi="Courier New" w:cs="Courier New"/>
        </w:rPr>
        <w:t>const_weak_ptr</w:t>
      </w:r>
      <w:r>
        <w:t xml:space="preserve"> are weak smart pointers to a </w:t>
      </w:r>
      <w:r>
        <w:rPr>
          <w:rFonts w:ascii="Courier New" w:hAnsi="Courier New" w:cs="Courier New"/>
        </w:rPr>
        <w:t>Thread</w:t>
      </w:r>
      <w:r w:rsidRPr="00FA6BE8">
        <w:rPr>
          <w:rFonts w:ascii="Courier New" w:hAnsi="Courier New" w:cs="Courier New"/>
        </w:rPr>
        <w:t>Set</w:t>
      </w:r>
      <w:r>
        <w:t xml:space="preserve"> object.  Unlike regular smart pointers, weak pointers are not counted as references when determining whether to clean the </w:t>
      </w:r>
      <w:r>
        <w:rPr>
          <w:rFonts w:ascii="Courier New" w:hAnsi="Courier New" w:cs="Courier New"/>
        </w:rPr>
        <w:t>Thread</w:t>
      </w:r>
      <w:r w:rsidRPr="00FA6BE8">
        <w:rPr>
          <w:rFonts w:ascii="Courier New" w:hAnsi="Courier New" w:cs="Courier New"/>
        </w:rPr>
        <w:t>Set</w:t>
      </w:r>
      <w:r>
        <w:t xml:space="preserve"> object.  The </w:t>
      </w:r>
      <w:r w:rsidRPr="00FA6BE8">
        <w:rPr>
          <w:rFonts w:ascii="Courier New" w:hAnsi="Courier New" w:cs="Courier New"/>
        </w:rPr>
        <w:t>const_weak_ptr</w:t>
      </w:r>
      <w:r>
        <w:t xml:space="preserve"> type is a const weak smart pointer.</w:t>
      </w:r>
    </w:p>
    <w:p w:rsidR="00F57EC2" w:rsidRDefault="00F57EC2" w:rsidP="00F57EC2">
      <w:pPr>
        <w:pStyle w:val="Definition"/>
      </w:pPr>
      <w:r>
        <w:lastRenderedPageBreak/>
        <w:t>class iterator</w:t>
      </w:r>
      <w:r w:rsidRPr="00913764">
        <w:rPr>
          <w:rFonts w:asciiTheme="minorHAnsi" w:hAnsiTheme="minorHAnsi" w:cstheme="minorHAnsi"/>
        </w:rPr>
        <w:fldChar w:fldCharType="begin"/>
      </w:r>
      <w:r w:rsidRPr="00913764">
        <w:rPr>
          <w:rFonts w:asciiTheme="minorHAnsi" w:hAnsiTheme="minorHAnsi" w:cstheme="minorHAnsi"/>
        </w:rPr>
        <w:instrText xml:space="preserve"> XE "iterator, ThreadSet" </w:instrText>
      </w:r>
      <w:r w:rsidRPr="00913764">
        <w:rPr>
          <w:rFonts w:asciiTheme="minorHAnsi" w:hAnsiTheme="minorHAnsi" w:cstheme="minorHAnsi"/>
        </w:rPr>
        <w:fldChar w:fldCharType="end"/>
      </w:r>
      <w:r>
        <w:t xml:space="preserve"> {</w:t>
      </w:r>
    </w:p>
    <w:p w:rsidR="00F57EC2" w:rsidRDefault="00F57EC2" w:rsidP="00F57EC2">
      <w:pPr>
        <w:pStyle w:val="Definition"/>
      </w:pPr>
      <w:r>
        <w:t>public:</w:t>
      </w:r>
    </w:p>
    <w:p w:rsidR="00F57EC2" w:rsidRDefault="00F57EC2" w:rsidP="00F57EC2">
      <w:pPr>
        <w:pStyle w:val="Definition"/>
      </w:pPr>
      <w:r>
        <w:t xml:space="preserve">   iterator()</w:t>
      </w:r>
    </w:p>
    <w:p w:rsidR="00F57EC2" w:rsidRDefault="00F57EC2" w:rsidP="00F57EC2">
      <w:pPr>
        <w:pStyle w:val="Definition"/>
      </w:pPr>
      <w:r>
        <w:t xml:space="preserve">   ~iterator()</w:t>
      </w:r>
    </w:p>
    <w:p w:rsidR="00F57EC2" w:rsidRDefault="00F57EC2" w:rsidP="00F57EC2">
      <w:pPr>
        <w:pStyle w:val="Definition"/>
      </w:pPr>
      <w:r>
        <w:t xml:space="preserve">   Thread::ptr operator*() const</w:t>
      </w:r>
    </w:p>
    <w:p w:rsidR="00F57EC2" w:rsidRDefault="00F57EC2" w:rsidP="00F57EC2">
      <w:pPr>
        <w:pStyle w:val="Definition"/>
      </w:pPr>
      <w:r>
        <w:t xml:space="preserve">   bool operator==(const iterator &amp;i) const</w:t>
      </w:r>
    </w:p>
    <w:p w:rsidR="00F57EC2" w:rsidRDefault="00F57EC2" w:rsidP="00F57EC2">
      <w:pPr>
        <w:pStyle w:val="Definition"/>
      </w:pPr>
      <w:r>
        <w:t xml:space="preserve">   bool operator!=(const iterator &amp;i) const</w:t>
      </w:r>
    </w:p>
    <w:p w:rsidR="00F57EC2" w:rsidRDefault="00F57EC2" w:rsidP="00F57EC2">
      <w:pPr>
        <w:pStyle w:val="Definition"/>
      </w:pPr>
      <w:r>
        <w:t xml:space="preserve">   ThreadSet::iterator operator++();</w:t>
      </w:r>
    </w:p>
    <w:p w:rsidR="00F57EC2" w:rsidRDefault="00F57EC2" w:rsidP="00F57EC2">
      <w:pPr>
        <w:pStyle w:val="Definition"/>
      </w:pPr>
      <w:r>
        <w:t xml:space="preserve">   ThreadSet::iterator operator++(int);</w:t>
      </w:r>
    </w:p>
    <w:p w:rsidR="00F57EC2" w:rsidRDefault="00F57EC2" w:rsidP="00F57EC2">
      <w:pPr>
        <w:pStyle w:val="Definition"/>
      </w:pPr>
      <w:r>
        <w:t>}</w:t>
      </w:r>
    </w:p>
    <w:p w:rsidR="002D546D" w:rsidRDefault="002D546D" w:rsidP="00F57EC2">
      <w:pPr>
        <w:pStyle w:val="Definition"/>
      </w:pPr>
    </w:p>
    <w:p w:rsidR="00F57EC2" w:rsidRDefault="00F57EC2" w:rsidP="00F57EC2">
      <w:pPr>
        <w:pStyle w:val="Definition"/>
      </w:pPr>
      <w:r>
        <w:t>class const_iterator</w:t>
      </w:r>
      <w:r w:rsidRPr="00913764">
        <w:rPr>
          <w:rFonts w:asciiTheme="minorHAnsi" w:hAnsiTheme="minorHAnsi" w:cstheme="minorHAnsi"/>
        </w:rPr>
        <w:fldChar w:fldCharType="begin"/>
      </w:r>
      <w:r w:rsidRPr="00913764">
        <w:rPr>
          <w:rFonts w:asciiTheme="minorHAnsi" w:hAnsiTheme="minorHAnsi" w:cstheme="minorHAnsi"/>
        </w:rPr>
        <w:instrText xml:space="preserve"> XE "const_iterator, ThreadSet" </w:instrText>
      </w:r>
      <w:r w:rsidRPr="00913764">
        <w:rPr>
          <w:rFonts w:asciiTheme="minorHAnsi" w:hAnsiTheme="minorHAnsi" w:cstheme="minorHAnsi"/>
        </w:rPr>
        <w:fldChar w:fldCharType="end"/>
      </w:r>
      <w:r>
        <w:t xml:space="preserve"> {</w:t>
      </w:r>
    </w:p>
    <w:p w:rsidR="00F57EC2" w:rsidRDefault="00F57EC2" w:rsidP="00F57EC2">
      <w:pPr>
        <w:pStyle w:val="Definition"/>
      </w:pPr>
      <w:r>
        <w:t>public:</w:t>
      </w:r>
    </w:p>
    <w:p w:rsidR="00F57EC2" w:rsidRDefault="00F57EC2" w:rsidP="00F57EC2">
      <w:pPr>
        <w:pStyle w:val="Definition"/>
      </w:pPr>
      <w:r>
        <w:t xml:space="preserve">   const_iterator()</w:t>
      </w:r>
    </w:p>
    <w:p w:rsidR="00F57EC2" w:rsidRDefault="00F57EC2" w:rsidP="00F57EC2">
      <w:pPr>
        <w:pStyle w:val="Definition"/>
      </w:pPr>
      <w:r>
        <w:t xml:space="preserve">   ~const_iterator()</w:t>
      </w:r>
    </w:p>
    <w:p w:rsidR="00F57EC2" w:rsidRDefault="00F57EC2" w:rsidP="00F57EC2">
      <w:pPr>
        <w:pStyle w:val="Definition"/>
      </w:pPr>
      <w:r>
        <w:t xml:space="preserve">   Thread::const_ptr operator*() const</w:t>
      </w:r>
    </w:p>
    <w:p w:rsidR="00F57EC2" w:rsidRDefault="00F57EC2" w:rsidP="00F57EC2">
      <w:pPr>
        <w:pStyle w:val="Definition"/>
      </w:pPr>
      <w:r>
        <w:t xml:space="preserve">   bool operator==(const const_iterator &amp;i) const</w:t>
      </w:r>
    </w:p>
    <w:p w:rsidR="00F57EC2" w:rsidRDefault="00F57EC2" w:rsidP="00F57EC2">
      <w:pPr>
        <w:pStyle w:val="Definition"/>
      </w:pPr>
      <w:r>
        <w:t xml:space="preserve">   bool operator!=(const const_iterator &amp;i) const</w:t>
      </w:r>
    </w:p>
    <w:p w:rsidR="00F57EC2" w:rsidRDefault="00F57EC2" w:rsidP="00F57EC2">
      <w:pPr>
        <w:pStyle w:val="Definition"/>
      </w:pPr>
      <w:r>
        <w:t xml:space="preserve">   ThreadSet::const_iterator operator++();</w:t>
      </w:r>
    </w:p>
    <w:p w:rsidR="00F57EC2" w:rsidRDefault="00F57EC2" w:rsidP="00F57EC2">
      <w:pPr>
        <w:pStyle w:val="Definition"/>
      </w:pPr>
      <w:r>
        <w:t xml:space="preserve">   ThreadSet::const_iterator operator++(int);</w:t>
      </w:r>
    </w:p>
    <w:p w:rsidR="00F57EC2" w:rsidRDefault="00F57EC2" w:rsidP="00F57EC2">
      <w:pPr>
        <w:pStyle w:val="Definition"/>
      </w:pPr>
      <w:r>
        <w:t>}</w:t>
      </w:r>
    </w:p>
    <w:p w:rsidR="00F57EC2" w:rsidRDefault="00F57EC2" w:rsidP="009A6F08">
      <w:pPr>
        <w:pStyle w:val="APIBody"/>
      </w:pPr>
      <w:r>
        <w:t xml:space="preserve">These are C++ </w:t>
      </w:r>
      <w:r w:rsidRPr="00C00103">
        <w:rPr>
          <w:rFonts w:ascii="Courier New" w:hAnsi="Courier New" w:cs="Courier New"/>
        </w:rPr>
        <w:t>iterator</w:t>
      </w:r>
      <w:r>
        <w:rPr>
          <w:rFonts w:ascii="Courier New" w:hAnsi="Courier New" w:cs="Courier New"/>
        </w:rPr>
        <w:t>s</w:t>
      </w:r>
      <w:r>
        <w:t xml:space="preserve"> over the Thread pointers contained in the ThreadSet.  The behavior of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w:t>
      </w:r>
      <w:r w:rsidRPr="00BB1E65">
        <w:rPr>
          <w:rFonts w:ascii="Courier New" w:hAnsi="Courier New" w:cs="Courier New"/>
        </w:rPr>
        <w:t>operator++</w:t>
      </w:r>
      <w:r>
        <w:t xml:space="preserve">, and </w:t>
      </w:r>
      <w:r w:rsidRPr="00BB1E65">
        <w:rPr>
          <w:rFonts w:ascii="Courier New" w:hAnsi="Courier New" w:cs="Courier New"/>
        </w:rPr>
        <w:t>operator++(int)</w:t>
      </w:r>
      <w:r>
        <w:t xml:space="preserve"> match the standard behavior of C++ iterators.</w:t>
      </w:r>
    </w:p>
    <w:p w:rsidR="00F57EC2" w:rsidRDefault="00F57EC2" w:rsidP="009A6F08">
      <w:pPr>
        <w:pStyle w:val="ClassHeading"/>
      </w:pPr>
      <w:r>
        <w:t>ThreadSet Static Member Functions</w:t>
      </w:r>
    </w:p>
    <w:p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w:t>
      </w:r>
    </w:p>
    <w:p w:rsidR="002648E5" w:rsidRDefault="003F01C8" w:rsidP="009A6F08">
      <w:pPr>
        <w:pStyle w:val="APIBody"/>
      </w:pPr>
      <w:r>
        <w:t xml:space="preserve">This function creates a new </w:t>
      </w:r>
      <w:r w:rsidRPr="00FA6BE8">
        <w:rPr>
          <w:rFonts w:ascii="Courier New" w:hAnsi="Courier New" w:cs="Courier New"/>
        </w:rPr>
        <w:t>ThreadSet</w:t>
      </w:r>
      <w:r>
        <w:t xml:space="preserve"> that is empty.</w:t>
      </w:r>
      <w:r>
        <w:tab/>
      </w:r>
    </w:p>
    <w:p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::ptr thr)</w:t>
      </w:r>
    </w:p>
    <w:p w:rsidR="002648E5" w:rsidRDefault="00673B29" w:rsidP="009A6F08">
      <w:pPr>
        <w:pStyle w:val="APIBody"/>
      </w:pPr>
      <w:r>
        <w:t xml:space="preserve">This function creates a new </w:t>
      </w:r>
      <w:r w:rsidRPr="00913764">
        <w:rPr>
          <w:rFonts w:ascii="Courier New" w:hAnsi="Courier New" w:cs="Courier New"/>
        </w:rPr>
        <w:t>ThreadSet</w:t>
      </w:r>
      <w:r>
        <w:t xml:space="preserve"> that </w:t>
      </w:r>
      <w:r w:rsidR="003F01C8">
        <w:t xml:space="preserve">contains </w:t>
      </w:r>
      <w:r w:rsidR="003F01C8" w:rsidRPr="00913764">
        <w:rPr>
          <w:rFonts w:ascii="Courier New" w:hAnsi="Courier New" w:cs="Courier New"/>
        </w:rPr>
        <w:t>thr</w:t>
      </w:r>
      <w:r w:rsidR="003F01C8">
        <w:t>.</w:t>
      </w:r>
    </w:p>
    <w:p w:rsidR="002648E5" w:rsidRDefault="002648E5" w:rsidP="00913764">
      <w:pPr>
        <w:pStyle w:val="Definition"/>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w:instrText>
      </w:r>
      <w:r w:rsidR="00DF0C8C" w:rsidRPr="00913764">
        <w:rPr>
          <w:rFonts w:asciiTheme="minorHAnsi" w:hAnsiTheme="minorHAnsi" w:cstheme="minorHAnsi"/>
        </w:rPr>
        <w:fldChar w:fldCharType="end"/>
      </w:r>
      <w:r>
        <w:t>(const ThreadPool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"ThreadPool" </w:instrText>
      </w:r>
      <w:r w:rsidR="00DF0C8C" w:rsidRPr="00913764">
        <w:rPr>
          <w:rFonts w:asciiTheme="minorHAnsi" w:hAnsiTheme="minorHAnsi" w:cstheme="minorHAnsi"/>
        </w:rPr>
        <w:fldChar w:fldCharType="end"/>
      </w:r>
      <w:r>
        <w:t xml:space="preserve"> &amp;threadp)</w:t>
      </w:r>
    </w:p>
    <w:p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all of the </w:t>
      </w:r>
      <w:r w:rsidRPr="00913764">
        <w:rPr>
          <w:rFonts w:ascii="Courier New" w:hAnsi="Courier New" w:cs="Courier New"/>
        </w:rPr>
        <w:t>Threads</w:t>
      </w:r>
      <w:r>
        <w:t xml:space="preserve"> currently in </w:t>
      </w:r>
      <w:r w:rsidRPr="00913764">
        <w:rPr>
          <w:rFonts w:ascii="Courier New" w:hAnsi="Courier New" w:cs="Courier New"/>
        </w:rPr>
        <w:t>thread</w:t>
      </w:r>
      <w:r>
        <w:rPr>
          <w:rFonts w:ascii="Courier New" w:hAnsi="Courier New" w:cs="Courier New"/>
        </w:rPr>
        <w:t>p</w:t>
      </w:r>
      <w:r>
        <w:t>.</w:t>
      </w:r>
    </w:p>
    <w:p w:rsidR="002648E5" w:rsidRDefault="002648E5" w:rsidP="00913764">
      <w:pPr>
        <w:pStyle w:val="Definition"/>
        <w:jc w:val="left"/>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rsidR="00DF0C8C">
        <w:t xml:space="preserve"> </w:t>
      </w:r>
      <w:r>
        <w:t>(</w:t>
      </w:r>
      <w:r>
        <w:br/>
      </w:r>
      <w:r>
        <w:tab/>
        <w:t>const std::set&lt;Thread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rsidR="00673B29">
        <w:t>::const_ptr&gt; &amp;thr</w:t>
      </w:r>
      <w:r>
        <w:t>ds)</w:t>
      </w:r>
    </w:p>
    <w:p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all of the threads in </w:t>
      </w:r>
      <w:r w:rsidRPr="00913764">
        <w:rPr>
          <w:rFonts w:ascii="Courier New" w:hAnsi="Courier New" w:cs="Courier New"/>
        </w:rPr>
        <w:t>thrds</w:t>
      </w:r>
      <w:r>
        <w:t>.</w:t>
      </w:r>
    </w:p>
    <w:p w:rsidR="002648E5" w:rsidRDefault="002648E5" w:rsidP="00913764">
      <w:pPr>
        <w:pStyle w:val="Definition"/>
        <w:jc w:val="left"/>
      </w:pPr>
      <w:r>
        <w:t>static ThreadSet::ptr newThreadSet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"newThreadSet, ThreadSet" </w:instrText>
      </w:r>
      <w:r w:rsidR="00DF0C8C" w:rsidRPr="00913764">
        <w:rPr>
          <w:rFonts w:asciiTheme="minorHAnsi" w:hAnsiTheme="minorHAnsi" w:cstheme="minorHAnsi"/>
        </w:rPr>
        <w:fldChar w:fldCharType="end"/>
      </w:r>
      <w:r>
        <w:t>(ProcessSet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"ProcessSet" </w:instrText>
      </w:r>
      <w:r w:rsidR="00DF0C8C" w:rsidRPr="00913764">
        <w:rPr>
          <w:rFonts w:asciiTheme="minorHAnsi" w:hAnsiTheme="minorHAnsi" w:cstheme="minorHAnsi"/>
        </w:rPr>
        <w:fldChar w:fldCharType="end"/>
      </w:r>
      <w:r>
        <w:t>::ptr pset)</w:t>
      </w:r>
    </w:p>
    <w:p w:rsidR="002648E5" w:rsidRDefault="00673B29" w:rsidP="009A6F08">
      <w:pPr>
        <w:pStyle w:val="APIBody"/>
      </w:pPr>
      <w:r>
        <w:t xml:space="preserve">This function creates a new </w:t>
      </w:r>
      <w:r w:rsidRPr="00913764">
        <w:rPr>
          <w:rFonts w:ascii="Courier New" w:hAnsi="Courier New" w:cs="Courier New"/>
        </w:rPr>
        <w:t>ThreadSet</w:t>
      </w:r>
      <w:r>
        <w:t xml:space="preserve"> that contains every live thread currently in every process in </w:t>
      </w:r>
      <w:r w:rsidRPr="00913764">
        <w:rPr>
          <w:rFonts w:ascii="Courier New" w:hAnsi="Courier New" w:cs="Courier New"/>
        </w:rPr>
        <w:t>pset</w:t>
      </w:r>
      <w:r>
        <w:t>.</w:t>
      </w:r>
    </w:p>
    <w:p w:rsidR="00F57EC2" w:rsidRDefault="002648E5" w:rsidP="009A6F08">
      <w:pPr>
        <w:pStyle w:val="ClassHeading"/>
      </w:pPr>
      <w:r>
        <w:t>ThreadSet Member Functions</w:t>
      </w:r>
    </w:p>
    <w:p w:rsidR="002648E5" w:rsidRDefault="002648E5" w:rsidP="00913764">
      <w:pPr>
        <w:pStyle w:val="Definition"/>
      </w:pPr>
      <w:r>
        <w:t>ThreadSet::ptr set_union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"set_union, ThreadSet" </w:instrText>
      </w:r>
      <w:r w:rsidR="00DF0C8C" w:rsidRPr="00913764">
        <w:rPr>
          <w:rFonts w:asciiTheme="minorHAnsi" w:hAnsiTheme="minorHAnsi" w:cstheme="minorHAnsi"/>
        </w:rPr>
        <w:fldChar w:fldCharType="end"/>
      </w:r>
      <w:r>
        <w:t>(ThreadSet::ptr ts</w:t>
      </w:r>
      <w:r w:rsidR="00673B29">
        <w:t>et</w:t>
      </w:r>
      <w:r>
        <w:t>) const</w:t>
      </w:r>
    </w:p>
    <w:p w:rsidR="00B74018" w:rsidRDefault="00673B29" w:rsidP="009A6F08">
      <w:pPr>
        <w:pStyle w:val="APIBody"/>
      </w:pPr>
      <w:r>
        <w:t xml:space="preserve">This function returns a new </w:t>
      </w:r>
      <w:r>
        <w:rPr>
          <w:rFonts w:ascii="Courier New" w:hAnsi="Courier New" w:cs="Courier New"/>
        </w:rPr>
        <w:t>Thread</w:t>
      </w:r>
      <w:r w:rsidRPr="00FA6BE8">
        <w:rPr>
          <w:rFonts w:ascii="Courier New" w:hAnsi="Courier New" w:cs="Courier New"/>
        </w:rPr>
        <w:t>Set</w:t>
      </w:r>
      <w:r>
        <w:t xml:space="preserve"> whose elements are a set union of this </w:t>
      </w:r>
      <w:r>
        <w:rPr>
          <w:rFonts w:ascii="Courier New" w:hAnsi="Courier New" w:cs="Courier New"/>
        </w:rPr>
        <w:t>Thread</w:t>
      </w:r>
      <w:r w:rsidRPr="00FA6BE8">
        <w:rPr>
          <w:rFonts w:ascii="Courier New" w:hAnsi="Courier New" w:cs="Courier New"/>
        </w:rPr>
        <w:t>Set</w:t>
      </w:r>
      <w:r>
        <w:t xml:space="preserve"> and </w:t>
      </w:r>
      <w:r>
        <w:rPr>
          <w:rFonts w:ascii="Courier New" w:hAnsi="Courier New" w:cs="Courier New"/>
        </w:rPr>
        <w:t>t</w:t>
      </w:r>
      <w:r w:rsidRPr="00FA6BE8">
        <w:rPr>
          <w:rFonts w:ascii="Courier New" w:hAnsi="Courier New" w:cs="Courier New"/>
        </w:rPr>
        <w:t>set</w:t>
      </w:r>
      <w:r>
        <w:t>.</w:t>
      </w:r>
    </w:p>
    <w:p w:rsidR="002648E5" w:rsidRDefault="002648E5" w:rsidP="00913764">
      <w:pPr>
        <w:pStyle w:val="Definition"/>
      </w:pPr>
      <w:r>
        <w:lastRenderedPageBreak/>
        <w:t>ThreadSet::ptr set_intersection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"set_intersection, ThreadSet" </w:instrText>
      </w:r>
      <w:r w:rsidR="00DF0C8C" w:rsidRPr="00913764">
        <w:rPr>
          <w:rFonts w:asciiTheme="minorHAnsi" w:hAnsiTheme="minorHAnsi" w:cstheme="minorHAnsi"/>
        </w:rPr>
        <w:fldChar w:fldCharType="end"/>
      </w:r>
      <w:r>
        <w:t>(ThreadSet::ptr ts</w:t>
      </w:r>
      <w:r w:rsidR="00673B29">
        <w:t>et</w:t>
      </w:r>
      <w:r>
        <w:t>) const</w:t>
      </w:r>
    </w:p>
    <w:p w:rsidR="00B74018" w:rsidRDefault="00673B29" w:rsidP="009A6F08">
      <w:pPr>
        <w:pStyle w:val="APIBody"/>
      </w:pPr>
      <w:r>
        <w:t xml:space="preserve">This function returns a new </w:t>
      </w:r>
      <w:r>
        <w:rPr>
          <w:rFonts w:ascii="Courier New" w:hAnsi="Courier New" w:cs="Courier New"/>
        </w:rPr>
        <w:t>Thread</w:t>
      </w:r>
      <w:r w:rsidRPr="00CA0EE4">
        <w:rPr>
          <w:rFonts w:ascii="Courier New" w:hAnsi="Courier New" w:cs="Courier New"/>
        </w:rPr>
        <w:t>Set</w:t>
      </w:r>
      <w:r>
        <w:t xml:space="preserve"> whose elements are a set intersection of this </w:t>
      </w:r>
      <w:r>
        <w:rPr>
          <w:rFonts w:ascii="Courier New" w:hAnsi="Courier New" w:cs="Courier New"/>
        </w:rPr>
        <w:t>Thread</w:t>
      </w:r>
      <w:r w:rsidRPr="00CA0EE4">
        <w:rPr>
          <w:rFonts w:ascii="Courier New" w:hAnsi="Courier New" w:cs="Courier New"/>
        </w:rPr>
        <w:t>Set</w:t>
      </w:r>
      <w:r>
        <w:t xml:space="preserve"> and </w:t>
      </w:r>
      <w:r>
        <w:rPr>
          <w:rFonts w:ascii="Courier New" w:hAnsi="Courier New" w:cs="Courier New"/>
        </w:rPr>
        <w:t>t</w:t>
      </w:r>
      <w:r w:rsidRPr="00CA0EE4">
        <w:rPr>
          <w:rFonts w:ascii="Courier New" w:hAnsi="Courier New" w:cs="Courier New"/>
        </w:rPr>
        <w:t>set</w:t>
      </w:r>
      <w:r>
        <w:t>.</w:t>
      </w:r>
    </w:p>
    <w:p w:rsidR="002648E5" w:rsidRDefault="002648E5" w:rsidP="00913764">
      <w:pPr>
        <w:pStyle w:val="Definition"/>
      </w:pPr>
      <w:r>
        <w:t>ThreadSet::ptr set_difference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"set_difference, ThreadSet" </w:instrText>
      </w:r>
      <w:r w:rsidR="00DF0C8C" w:rsidRPr="00913764">
        <w:rPr>
          <w:rFonts w:asciiTheme="minorHAnsi" w:hAnsiTheme="minorHAnsi" w:cstheme="minorHAnsi"/>
        </w:rPr>
        <w:fldChar w:fldCharType="end"/>
      </w:r>
      <w:r>
        <w:t>(ThreadSet::ptr ts</w:t>
      </w:r>
      <w:r w:rsidR="00673B29">
        <w:t>et</w:t>
      </w:r>
      <w:r>
        <w:t>) const</w:t>
      </w:r>
    </w:p>
    <w:p w:rsidR="00B74018" w:rsidRDefault="00673B29" w:rsidP="009A6F08">
      <w:pPr>
        <w:pStyle w:val="APIBody"/>
      </w:pPr>
      <w:r>
        <w:t xml:space="preserve">This function returns a new </w:t>
      </w:r>
      <w:r>
        <w:rPr>
          <w:rFonts w:ascii="Courier New" w:hAnsi="Courier New" w:cs="Courier New"/>
        </w:rPr>
        <w:t>Thread</w:t>
      </w:r>
      <w:r w:rsidRPr="00CA0EE4">
        <w:rPr>
          <w:rFonts w:ascii="Courier New" w:hAnsi="Courier New" w:cs="Courier New"/>
        </w:rPr>
        <w:t>Set</w:t>
      </w:r>
      <w:r>
        <w:t xml:space="preserve"> whose elements are a set difference of this </w:t>
      </w:r>
      <w:r>
        <w:rPr>
          <w:rFonts w:ascii="Courier New" w:hAnsi="Courier New" w:cs="Courier New"/>
        </w:rPr>
        <w:t>Thread</w:t>
      </w:r>
      <w:r w:rsidRPr="00CA0EE4">
        <w:rPr>
          <w:rFonts w:ascii="Courier New" w:hAnsi="Courier New" w:cs="Courier New"/>
        </w:rPr>
        <w:t>Set</w:t>
      </w:r>
      <w:r>
        <w:t xml:space="preserve"> minus </w:t>
      </w:r>
      <w:r w:rsidRPr="00913764">
        <w:rPr>
          <w:rFonts w:ascii="Courier New" w:hAnsi="Courier New" w:cs="Courier New"/>
        </w:rPr>
        <w:t>t</w:t>
      </w:r>
      <w:r w:rsidRPr="00CA0EE4">
        <w:rPr>
          <w:rFonts w:ascii="Courier New" w:hAnsi="Courier New" w:cs="Courier New"/>
        </w:rPr>
        <w:t>set</w:t>
      </w:r>
      <w:r>
        <w:t>.</w:t>
      </w:r>
    </w:p>
    <w:p w:rsidR="002648E5" w:rsidRDefault="002648E5" w:rsidP="00913764">
      <w:pPr>
        <w:pStyle w:val="Definition"/>
      </w:pPr>
      <w:r>
        <w:t>iterator begin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"begin, ThreadSet" </w:instrText>
      </w:r>
      <w:r w:rsidR="00DF0C8C" w:rsidRPr="00913764">
        <w:rPr>
          <w:rFonts w:asciiTheme="minorHAnsi" w:hAnsiTheme="minorHAnsi" w:cstheme="minorHAnsi"/>
        </w:rPr>
        <w:fldChar w:fldCharType="end"/>
      </w:r>
      <w:r>
        <w:t>()</w:t>
      </w:r>
    </w:p>
    <w:p w:rsidR="002648E5" w:rsidRDefault="002648E5" w:rsidP="00913764">
      <w:pPr>
        <w:pStyle w:val="Definition"/>
      </w:pPr>
      <w:r>
        <w:t>const_iterator begin</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"begin, ThreadSet" </w:instrText>
      </w:r>
      <w:r w:rsidR="00DF0C8C" w:rsidRPr="00913764">
        <w:rPr>
          <w:rFonts w:asciiTheme="minorHAnsi" w:hAnsiTheme="minorHAnsi" w:cstheme="minorHAnsi"/>
        </w:rPr>
        <w:fldChar w:fldCharType="end"/>
      </w:r>
      <w:r>
        <w:t>() const</w:t>
      </w:r>
    </w:p>
    <w:p w:rsidR="00B74018" w:rsidRDefault="00E50288" w:rsidP="009A6F08">
      <w:pPr>
        <w:pStyle w:val="APIBody"/>
      </w:pPr>
      <w:r>
        <w:t xml:space="preserve">These functions return iterators to the first element in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iterator end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"end, ThreadSet" </w:instrText>
      </w:r>
      <w:r w:rsidR="00DF0C8C" w:rsidRPr="00913764">
        <w:rPr>
          <w:rFonts w:asciiTheme="minorHAnsi" w:hAnsiTheme="minorHAnsi" w:cstheme="minorHAnsi"/>
        </w:rPr>
        <w:fldChar w:fldCharType="end"/>
      </w:r>
      <w:r>
        <w:t>()</w:t>
      </w:r>
    </w:p>
    <w:p w:rsidR="002648E5" w:rsidRDefault="002648E5" w:rsidP="00913764">
      <w:pPr>
        <w:pStyle w:val="Definition"/>
      </w:pPr>
      <w:r>
        <w:t>const_iterator end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"end, ThreadSet" </w:instrText>
      </w:r>
      <w:r w:rsidR="00DF0C8C" w:rsidRPr="00913764">
        <w:rPr>
          <w:rFonts w:asciiTheme="minorHAnsi" w:hAnsiTheme="minorHAnsi" w:cstheme="minorHAnsi"/>
        </w:rPr>
        <w:fldChar w:fldCharType="end"/>
      </w:r>
      <w:r>
        <w:t>() const</w:t>
      </w:r>
    </w:p>
    <w:p w:rsidR="00B74018" w:rsidRDefault="00E50288" w:rsidP="009A6F08">
      <w:pPr>
        <w:pStyle w:val="APIBody"/>
      </w:pPr>
      <w:r>
        <w:t xml:space="preserve">These functions return iterators that come after the last element in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iterator find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"find,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 xml:space="preserve">::const_ptr </w:t>
      </w:r>
      <w:r w:rsidR="00E50288">
        <w:t>thr</w:t>
      </w:r>
      <w:r>
        <w:t>)</w:t>
      </w:r>
    </w:p>
    <w:p w:rsidR="002648E5" w:rsidRDefault="002648E5" w:rsidP="00913764">
      <w:pPr>
        <w:pStyle w:val="Definition"/>
      </w:pPr>
      <w:r>
        <w:t>const_iterator find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"find, ThreadSet" </w:instrText>
      </w:r>
      <w:r w:rsidR="00DF0C8C" w:rsidRPr="00913764">
        <w:rPr>
          <w:rFonts w:asciiTheme="minorHAnsi" w:hAnsiTheme="minorHAnsi" w:cstheme="minorHAnsi"/>
        </w:rPr>
        <w:fldChar w:fldCharType="end"/>
      </w:r>
      <w:r>
        <w:t xml:space="preserve">(Thread::const_ptr </w:t>
      </w:r>
      <w:r w:rsidR="00E50288">
        <w:t>thr</w:t>
      </w:r>
      <w:r>
        <w:t>) const</w:t>
      </w:r>
    </w:p>
    <w:p w:rsidR="00B74018" w:rsidRDefault="00E50288" w:rsidP="009A6F08">
      <w:pPr>
        <w:pStyle w:val="APIBody"/>
      </w:pPr>
      <w:r>
        <w:t xml:space="preserve">These functions search a </w:t>
      </w:r>
      <w:r>
        <w:rPr>
          <w:rFonts w:ascii="Courier New" w:hAnsi="Courier New" w:cs="Courier New"/>
        </w:rPr>
        <w:t>Thread</w:t>
      </w:r>
      <w:r w:rsidRPr="00FA6BE8">
        <w:rPr>
          <w:rFonts w:ascii="Courier New" w:hAnsi="Courier New" w:cs="Courier New"/>
        </w:rPr>
        <w:t>Set</w:t>
      </w:r>
      <w:r>
        <w:t xml:space="preserve"> for </w:t>
      </w:r>
      <w:r>
        <w:rPr>
          <w:rFonts w:ascii="Courier New" w:hAnsi="Courier New" w:cs="Courier New"/>
        </w:rPr>
        <w:t>thr</w:t>
      </w:r>
      <w:r>
        <w:t xml:space="preserve"> and returns an iterator </w:t>
      </w:r>
      <w:r w:rsidR="003F01C8">
        <w:t>pointing to that element</w:t>
      </w:r>
      <w:r>
        <w:t xml:space="preserve">.  It returns </w:t>
      </w:r>
      <w:r>
        <w:rPr>
          <w:rFonts w:ascii="Courier New" w:hAnsi="Courier New" w:cs="Courier New"/>
        </w:rPr>
        <w:t>Thread</w:t>
      </w:r>
      <w:r w:rsidRPr="00FA6BE8">
        <w:rPr>
          <w:rFonts w:ascii="Courier New" w:hAnsi="Courier New" w:cs="Courier New"/>
        </w:rPr>
        <w:t>Set::end()</w:t>
      </w:r>
      <w:r>
        <w:t xml:space="preserve"> if no element is found</w:t>
      </w:r>
    </w:p>
    <w:p w:rsidR="002648E5" w:rsidRDefault="002648E5" w:rsidP="00913764">
      <w:pPr>
        <w:pStyle w:val="Definition"/>
      </w:pPr>
      <w:r>
        <w:t>bool empty</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"empty, ThreadSet" </w:instrText>
      </w:r>
      <w:r w:rsidR="00DF0C8C" w:rsidRPr="00913764">
        <w:rPr>
          <w:rFonts w:asciiTheme="minorHAnsi" w:hAnsiTheme="minorHAnsi" w:cstheme="minorHAnsi"/>
        </w:rPr>
        <w:fldChar w:fldCharType="end"/>
      </w:r>
      <w:r>
        <w:t>() const</w:t>
      </w:r>
    </w:p>
    <w:p w:rsidR="00B74018" w:rsidRDefault="00E50288" w:rsidP="009A6F08">
      <w:pPr>
        <w:pStyle w:val="APIBody"/>
      </w:pPr>
      <w:r>
        <w:t xml:space="preserve">This function returns true if the </w:t>
      </w:r>
      <w:r>
        <w:rPr>
          <w:rFonts w:ascii="Courier New" w:hAnsi="Courier New" w:cs="Courier New"/>
        </w:rPr>
        <w:t>Thread</w:t>
      </w:r>
      <w:r w:rsidRPr="00FA6BE8">
        <w:rPr>
          <w:rFonts w:ascii="Courier New" w:hAnsi="Courier New" w:cs="Courier New"/>
        </w:rPr>
        <w:t>Set</w:t>
      </w:r>
      <w:r w:rsidR="003F01C8">
        <w:t xml:space="preserve"> has zero elements and</w:t>
      </w:r>
      <w:r>
        <w:t xml:space="preserve"> false otherwise.</w:t>
      </w:r>
    </w:p>
    <w:p w:rsidR="002648E5" w:rsidRDefault="002648E5" w:rsidP="00913764">
      <w:pPr>
        <w:pStyle w:val="Definition"/>
      </w:pPr>
      <w:r>
        <w:t>size_t size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"size, ThreadSet" </w:instrText>
      </w:r>
      <w:r w:rsidR="00DF0C8C" w:rsidRPr="00913764">
        <w:rPr>
          <w:rFonts w:asciiTheme="minorHAnsi" w:hAnsiTheme="minorHAnsi" w:cstheme="minorHAnsi"/>
        </w:rPr>
        <w:fldChar w:fldCharType="end"/>
      </w:r>
      <w:r>
        <w:t>() const</w:t>
      </w:r>
    </w:p>
    <w:p w:rsidR="00B74018" w:rsidRDefault="00E50288" w:rsidP="009A6F08">
      <w:pPr>
        <w:pStyle w:val="APIBody"/>
      </w:pPr>
      <w:r>
        <w:t xml:space="preserve">This function returns the number of elements in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std::pair&lt;iterator, bool&gt; insert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"insert,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 xml:space="preserve">::const_ptr </w:t>
      </w:r>
      <w:r w:rsidR="007538BE">
        <w:t>thr</w:t>
      </w:r>
      <w:r>
        <w:t>)</w:t>
      </w:r>
    </w:p>
    <w:p w:rsidR="00B74018" w:rsidRDefault="007538BE" w:rsidP="009A6F08">
      <w:pPr>
        <w:pStyle w:val="APIBody"/>
      </w:pPr>
      <w:r>
        <w:t xml:space="preserve">This function inserts </w:t>
      </w:r>
      <w:r>
        <w:rPr>
          <w:rFonts w:ascii="Courier New" w:hAnsi="Courier New" w:cs="Courier New"/>
        </w:rPr>
        <w:t>thr</w:t>
      </w:r>
      <w:r>
        <w:t xml:space="preserve"> into the </w:t>
      </w:r>
      <w:r>
        <w:rPr>
          <w:rFonts w:ascii="Courier New" w:hAnsi="Courier New" w:cs="Courier New"/>
        </w:rPr>
        <w:t>Thread</w:t>
      </w:r>
      <w:r w:rsidRPr="00FA6BE8">
        <w:rPr>
          <w:rFonts w:ascii="Courier New" w:hAnsi="Courier New" w:cs="Courier New"/>
        </w:rPr>
        <w:t>Set</w:t>
      </w:r>
      <w:r>
        <w:t xml:space="preserve">.  If </w:t>
      </w:r>
      <w:r>
        <w:rPr>
          <w:rFonts w:ascii="Courier New" w:hAnsi="Courier New" w:cs="Courier New"/>
        </w:rPr>
        <w:t>thr</w:t>
      </w:r>
      <w:r>
        <w:t xml:space="preserve"> already exists in the </w:t>
      </w:r>
      <w:r>
        <w:rPr>
          <w:rFonts w:ascii="Courier New" w:hAnsi="Courier New" w:cs="Courier New"/>
        </w:rPr>
        <w:t>Thread</w:t>
      </w:r>
      <w:r w:rsidRPr="00FA6BE8">
        <w:rPr>
          <w:rFonts w:ascii="Courier New" w:hAnsi="Courier New" w:cs="Courier New"/>
        </w:rPr>
        <w:t>Set</w:t>
      </w:r>
      <w:r>
        <w:t>, then no change will occur.  This function returns an iterator pointing to either the new or existing element and a boolean that is true if an insert happened and false otherwise.</w:t>
      </w:r>
    </w:p>
    <w:p w:rsidR="002648E5" w:rsidRPr="00913764" w:rsidRDefault="002648E5" w:rsidP="00913764">
      <w:pPr>
        <w:pStyle w:val="Definition"/>
      </w:pPr>
      <w:r>
        <w:t>void erase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"erase, ThreadSet" </w:instrText>
      </w:r>
      <w:r w:rsidR="00DF0C8C" w:rsidRPr="00913764">
        <w:rPr>
          <w:rFonts w:asciiTheme="minorHAnsi" w:hAnsiTheme="minorHAnsi" w:cstheme="minorHAnsi"/>
        </w:rPr>
        <w:fldChar w:fldCharType="end"/>
      </w:r>
      <w:r w:rsidRPr="00913764">
        <w:t>(</w:t>
      </w:r>
      <w:r w:rsidR="007538BE" w:rsidRPr="00913764">
        <w:t>iterator pos</w:t>
      </w:r>
      <w:r w:rsidRPr="00913764">
        <w:t>)</w:t>
      </w:r>
    </w:p>
    <w:p w:rsidR="00B74018" w:rsidRDefault="007538BE" w:rsidP="009A6F08">
      <w:pPr>
        <w:pStyle w:val="APIBody"/>
      </w:pPr>
      <w:r>
        <w:t xml:space="preserve">This function removes the element pointed to by </w:t>
      </w:r>
      <w:r w:rsidRPr="00FA6BE8">
        <w:rPr>
          <w:rFonts w:ascii="Courier New" w:hAnsi="Courier New" w:cs="Courier New"/>
        </w:rPr>
        <w:t>pos</w:t>
      </w:r>
      <w:r>
        <w:t xml:space="preserve"> from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size_t erase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"erase, ThreadSet" </w:instrText>
      </w:r>
      <w:r w:rsidR="00DF0C8C" w:rsidRPr="00913764">
        <w:rPr>
          <w:rFonts w:asciiTheme="minorHAnsi" w:hAnsiTheme="minorHAnsi" w:cstheme="minorHAnsi"/>
        </w:rPr>
        <w:fldChar w:fldCharType="end"/>
      </w:r>
      <w:r>
        <w:t>(Thread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"Thread" </w:instrText>
      </w:r>
      <w:r w:rsidR="00DF0C8C" w:rsidRPr="00913764">
        <w:rPr>
          <w:rFonts w:asciiTheme="minorHAnsi" w:hAnsiTheme="minorHAnsi" w:cstheme="minorHAnsi"/>
        </w:rPr>
        <w:fldChar w:fldCharType="end"/>
      </w:r>
      <w:r>
        <w:t>::const_ptr t</w:t>
      </w:r>
      <w:r w:rsidR="007538BE">
        <w:t>hr</w:t>
      </w:r>
      <w:r>
        <w:t>)</w:t>
      </w:r>
    </w:p>
    <w:p w:rsidR="007538BE" w:rsidRDefault="007538BE" w:rsidP="009A6F08">
      <w:pPr>
        <w:pStyle w:val="APIBody"/>
      </w:pPr>
      <w:r>
        <w:t xml:space="preserve">This function searches the </w:t>
      </w:r>
      <w:r>
        <w:rPr>
          <w:rFonts w:ascii="Courier New" w:hAnsi="Courier New" w:cs="Courier New"/>
        </w:rPr>
        <w:t>Thread</w:t>
      </w:r>
      <w:r w:rsidRPr="00FA6BE8">
        <w:rPr>
          <w:rFonts w:ascii="Courier New" w:hAnsi="Courier New" w:cs="Courier New"/>
        </w:rPr>
        <w:t>Set</w:t>
      </w:r>
      <w:r>
        <w:t xml:space="preserve"> for </w:t>
      </w:r>
      <w:r>
        <w:rPr>
          <w:rFonts w:ascii="Courier New" w:hAnsi="Courier New" w:cs="Courier New"/>
        </w:rPr>
        <w:t>thr</w:t>
      </w:r>
      <w:r>
        <w:t xml:space="preserve">, then erases that element from the </w:t>
      </w:r>
      <w:r>
        <w:rPr>
          <w:rFonts w:ascii="Courier New" w:hAnsi="Courier New" w:cs="Courier New"/>
        </w:rPr>
        <w:t>Thread</w:t>
      </w:r>
      <w:r w:rsidRPr="00FA6BE8">
        <w:rPr>
          <w:rFonts w:ascii="Courier New" w:hAnsi="Courier New" w:cs="Courier New"/>
        </w:rPr>
        <w:t>Set</w:t>
      </w:r>
      <w:r>
        <w:t>.  It returns 1 if it erased an element and 0 otherwise.</w:t>
      </w:r>
    </w:p>
    <w:p w:rsidR="002648E5" w:rsidRDefault="002648E5" w:rsidP="00913764">
      <w:pPr>
        <w:pStyle w:val="Definition"/>
      </w:pPr>
      <w:r>
        <w:t>void clear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"clear, ThreadSet" </w:instrText>
      </w:r>
      <w:r w:rsidR="00DF0C8C" w:rsidRPr="00913764">
        <w:rPr>
          <w:rFonts w:asciiTheme="minorHAnsi" w:hAnsiTheme="minorHAnsi" w:cstheme="minorHAnsi"/>
        </w:rPr>
        <w:fldChar w:fldCharType="end"/>
      </w:r>
      <w:r w:rsidR="00B74018">
        <w:t>()</w:t>
      </w:r>
    </w:p>
    <w:p w:rsidR="007538BE" w:rsidRDefault="007538BE" w:rsidP="009A6F08">
      <w:pPr>
        <w:pStyle w:val="APIBody"/>
      </w:pPr>
      <w:r>
        <w:t xml:space="preserve">This function erases all elements in the </w:t>
      </w:r>
      <w:r>
        <w:rPr>
          <w:rFonts w:ascii="Courier New" w:hAnsi="Courier New" w:cs="Courier New"/>
        </w:rPr>
        <w:t>Thread</w:t>
      </w:r>
      <w:r w:rsidRPr="00FA6BE8">
        <w:rPr>
          <w:rFonts w:ascii="Courier New" w:hAnsi="Courier New" w:cs="Courier New"/>
        </w:rPr>
        <w:t>Set</w:t>
      </w:r>
      <w:r>
        <w:t>.</w:t>
      </w:r>
    </w:p>
    <w:p w:rsidR="002648E5" w:rsidRDefault="002648E5" w:rsidP="00913764">
      <w:pPr>
        <w:pStyle w:val="Definition"/>
      </w:pPr>
      <w:r>
        <w:t>ThreadSet::ptr getErrorSubset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"getErrorSubset, ThreadSet" </w:instrText>
      </w:r>
      <w:r w:rsidR="00DF0C8C" w:rsidRPr="00913764">
        <w:rPr>
          <w:rFonts w:asciiTheme="minorHAnsi" w:hAnsiTheme="minorHAnsi" w:cstheme="minorHAnsi"/>
        </w:rPr>
        <w:fldChar w:fldCharType="end"/>
      </w:r>
      <w:r>
        <w:t>() const</w:t>
      </w:r>
    </w:p>
    <w:p w:rsidR="007538BE" w:rsidRDefault="007538BE" w:rsidP="009A6F08">
      <w:pPr>
        <w:pStyle w:val="APIBody"/>
      </w:pPr>
      <w:r>
        <w:t xml:space="preserve">This function returns a new </w:t>
      </w:r>
      <w:r>
        <w:rPr>
          <w:rFonts w:ascii="Courier New" w:hAnsi="Courier New" w:cs="Courier New"/>
        </w:rPr>
        <w:t>Thread</w:t>
      </w:r>
      <w:r w:rsidRPr="00FA6BE8">
        <w:rPr>
          <w:rFonts w:ascii="Courier New" w:hAnsi="Courier New" w:cs="Courier New"/>
        </w:rPr>
        <w:t>Set</w:t>
      </w:r>
      <w:r>
        <w:t xml:space="preserve"> containing every </w:t>
      </w:r>
      <w:r>
        <w:rPr>
          <w:rFonts w:ascii="Courier New" w:hAnsi="Courier New" w:cs="Courier New"/>
        </w:rPr>
        <w:t>Thread</w:t>
      </w:r>
      <w:r>
        <w:t xml:space="preserve"> from this </w:t>
      </w:r>
      <w:r>
        <w:rPr>
          <w:rFonts w:ascii="Courier New" w:hAnsi="Courier New" w:cs="Courier New"/>
        </w:rPr>
        <w:t>Thread</w:t>
      </w:r>
      <w:r w:rsidRPr="00FA6BE8">
        <w:rPr>
          <w:rFonts w:ascii="Courier New" w:hAnsi="Courier New" w:cs="Courier New"/>
        </w:rPr>
        <w:t>Set</w:t>
      </w:r>
      <w:r>
        <w:t xml:space="preserve"> that has a non-zero error code.  Error codes are reset upon every </w:t>
      </w:r>
      <w:r>
        <w:rPr>
          <w:rFonts w:ascii="Courier New" w:hAnsi="Courier New" w:cs="Courier New"/>
        </w:rPr>
        <w:t>Thread</w:t>
      </w:r>
      <w:r w:rsidRPr="00FA6BE8">
        <w:rPr>
          <w:rFonts w:ascii="Courier New" w:hAnsi="Courier New" w:cs="Courier New"/>
        </w:rPr>
        <w:t>Set</w:t>
      </w:r>
      <w:r>
        <w:t xml:space="preserve"> API call, so this function shows wh</w:t>
      </w:r>
      <w:r w:rsidR="003F01C8">
        <w:t>ich</w:t>
      </w:r>
      <w:r>
        <w:t xml:space="preserve"> </w:t>
      </w:r>
      <w:r>
        <w:rPr>
          <w:rFonts w:ascii="Courier New" w:hAnsi="Courier New" w:cs="Courier New"/>
        </w:rPr>
        <w:t>Thread</w:t>
      </w:r>
      <w:r w:rsidRPr="00FA6BE8">
        <w:rPr>
          <w:rFonts w:ascii="Courier New" w:hAnsi="Courier New" w:cs="Courier New"/>
        </w:rPr>
        <w:t>s</w:t>
      </w:r>
      <w:r>
        <w:t xml:space="preserve"> had an error on the last </w:t>
      </w:r>
      <w:r>
        <w:rPr>
          <w:rFonts w:ascii="Courier New" w:hAnsi="Courier New" w:cs="Courier New"/>
        </w:rPr>
        <w:t>Thread</w:t>
      </w:r>
      <w:r w:rsidRPr="00FA6BE8">
        <w:rPr>
          <w:rFonts w:ascii="Courier New" w:hAnsi="Courier New" w:cs="Courier New"/>
        </w:rPr>
        <w:t>Set</w:t>
      </w:r>
      <w:r>
        <w:t xml:space="preserve"> operation.</w:t>
      </w:r>
    </w:p>
    <w:p w:rsidR="002648E5" w:rsidRDefault="002648E5" w:rsidP="00913764">
      <w:pPr>
        <w:pStyle w:val="Definition"/>
        <w:jc w:val="left"/>
      </w:pPr>
      <w:r>
        <w:t>void getErrorSubsets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"getErrorSubsets, ThreadSet" </w:instrText>
      </w:r>
      <w:r w:rsidR="00DF0C8C" w:rsidRPr="00913764">
        <w:rPr>
          <w:rFonts w:asciiTheme="minorHAnsi" w:hAnsiTheme="minorHAnsi" w:cstheme="minorHAnsi"/>
        </w:rPr>
        <w:fldChar w:fldCharType="end"/>
      </w:r>
      <w:r>
        <w:t>(</w:t>
      </w:r>
      <w:r>
        <w:br/>
      </w:r>
      <w:r>
        <w:tab/>
        <w:t>std::map&lt;ProcControlAPI::err_t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"err_t" </w:instrText>
      </w:r>
      <w:r w:rsidR="00DF0C8C" w:rsidRPr="00913764">
        <w:rPr>
          <w:rFonts w:asciiTheme="minorHAnsi" w:hAnsiTheme="minorHAnsi" w:cstheme="minorHAnsi"/>
        </w:rPr>
        <w:fldChar w:fldCharType="end"/>
      </w:r>
      <w:r>
        <w:t>, ThreadSet::ptr&gt; &amp;err) const</w:t>
      </w:r>
    </w:p>
    <w:p w:rsidR="00311D2C" w:rsidRDefault="00311D2C" w:rsidP="009A6F08">
      <w:pPr>
        <w:pStyle w:val="APIBody"/>
      </w:pPr>
      <w:r>
        <w:t xml:space="preserve">This function returns a set of new </w:t>
      </w:r>
      <w:r>
        <w:rPr>
          <w:rFonts w:ascii="Courier New" w:hAnsi="Courier New" w:cs="Courier New"/>
        </w:rPr>
        <w:t>Thread</w:t>
      </w:r>
      <w:r w:rsidRPr="00FA6BE8">
        <w:rPr>
          <w:rFonts w:ascii="Courier New" w:hAnsi="Courier New" w:cs="Courier New"/>
        </w:rPr>
        <w:t>Sets</w:t>
      </w:r>
      <w:r>
        <w:t xml:space="preserve"> containing every </w:t>
      </w:r>
      <w:r>
        <w:rPr>
          <w:rFonts w:ascii="Courier New" w:hAnsi="Courier New" w:cs="Courier New"/>
        </w:rPr>
        <w:t>Thread</w:t>
      </w:r>
      <w:r>
        <w:t xml:space="preserve"> from this </w:t>
      </w:r>
      <w:r>
        <w:rPr>
          <w:rFonts w:ascii="Courier New" w:hAnsi="Courier New" w:cs="Courier New"/>
        </w:rPr>
        <w:t>Thread</w:t>
      </w:r>
      <w:r w:rsidRPr="00FA6BE8">
        <w:rPr>
          <w:rFonts w:ascii="Courier New" w:hAnsi="Courier New" w:cs="Courier New"/>
        </w:rPr>
        <w:t>Set</w:t>
      </w:r>
      <w:r>
        <w:t xml:space="preserve"> that has non-zero error codes, and grouped by error code.  For each error code generated by the last </w:t>
      </w:r>
      <w:r>
        <w:rPr>
          <w:rFonts w:ascii="Courier New" w:hAnsi="Courier New" w:cs="Courier New"/>
        </w:rPr>
        <w:t>Thread</w:t>
      </w:r>
      <w:r w:rsidRPr="00FA6BE8">
        <w:rPr>
          <w:rFonts w:ascii="Courier New" w:hAnsi="Courier New" w:cs="Courier New"/>
        </w:rPr>
        <w:t>Set</w:t>
      </w:r>
      <w:r>
        <w:t xml:space="preserve"> API operation an element will be added to </w:t>
      </w:r>
      <w:r w:rsidRPr="00FA6BE8">
        <w:rPr>
          <w:rFonts w:ascii="Courier New" w:hAnsi="Courier New" w:cs="Courier New"/>
        </w:rPr>
        <w:t>err</w:t>
      </w:r>
      <w:r>
        <w:t xml:space="preserve">, and </w:t>
      </w:r>
      <w:r>
        <w:lastRenderedPageBreak/>
        <w:t xml:space="preserve">every </w:t>
      </w:r>
      <w:r>
        <w:rPr>
          <w:rFonts w:ascii="Courier New" w:hAnsi="Courier New" w:cs="Courier New"/>
        </w:rPr>
        <w:t>Thread</w:t>
      </w:r>
      <w:r>
        <w:t xml:space="preserve"> that has that error code will be added to the new </w:t>
      </w:r>
      <w:r>
        <w:rPr>
          <w:rFonts w:ascii="Courier New" w:hAnsi="Courier New" w:cs="Courier New"/>
        </w:rPr>
        <w:t>Thread</w:t>
      </w:r>
      <w:r w:rsidRPr="00FA6BE8">
        <w:rPr>
          <w:rFonts w:ascii="Courier New" w:hAnsi="Courier New" w:cs="Courier New"/>
        </w:rPr>
        <w:t>Set</w:t>
      </w:r>
      <w:r>
        <w:t xml:space="preserve"> associated with that error code.</w:t>
      </w:r>
    </w:p>
    <w:p w:rsidR="002648E5" w:rsidRDefault="002648E5" w:rsidP="00913764">
      <w:pPr>
        <w:pStyle w:val="Definition"/>
        <w:jc w:val="left"/>
      </w:pPr>
      <w:r>
        <w:t>bool allStopped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"allStopped,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anyStopped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"anyStopped,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stopped</w:t>
      </w:r>
      <w:r>
        <w:t xml:space="preserve"> and false otherwise.</w:t>
      </w:r>
    </w:p>
    <w:p w:rsidR="002648E5" w:rsidRDefault="002648E5" w:rsidP="00913764">
      <w:pPr>
        <w:pStyle w:val="Definition"/>
        <w:jc w:val="left"/>
      </w:pPr>
      <w:r>
        <w:t>bool allRunning</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"allRunning,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anyRunning</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"anyRunning,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running</w:t>
      </w:r>
      <w:r>
        <w:t xml:space="preserve"> and false otherwise.</w:t>
      </w:r>
    </w:p>
    <w:p w:rsidR="002648E5" w:rsidRDefault="002648E5" w:rsidP="00913764">
      <w:pPr>
        <w:pStyle w:val="Definition"/>
        <w:jc w:val="left"/>
      </w:pPr>
      <w:r>
        <w:t>bool allTerminated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"allTerminated,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anyTerminated</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"anyTerminated,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w:t>
      </w:r>
      <w:r w:rsidR="00A55348">
        <w:t>terminated</w:t>
      </w:r>
      <w:r>
        <w:t xml:space="preserve"> and false otherwise.</w:t>
      </w:r>
    </w:p>
    <w:p w:rsidR="002648E5" w:rsidRDefault="002648E5" w:rsidP="00913764">
      <w:pPr>
        <w:pStyle w:val="Definition"/>
        <w:jc w:val="left"/>
      </w:pPr>
      <w:r>
        <w:t>bool allSingleStepMode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"allSingleStepMode,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"anySingleStepMode,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are running in single step mode, and false otherwise.</w:t>
      </w:r>
    </w:p>
    <w:p w:rsidR="002648E5" w:rsidRDefault="002648E5" w:rsidP="00913764">
      <w:pPr>
        <w:pStyle w:val="Definition"/>
        <w:jc w:val="left"/>
      </w:pPr>
      <w:r>
        <w:t>bool allHaveUserThreadInfo</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"allHaveUserThreadInfo, ThreadSet" </w:instrText>
      </w:r>
      <w:r w:rsidR="00DF0C8C" w:rsidRPr="00913764">
        <w:rPr>
          <w:rFonts w:asciiTheme="minorHAnsi" w:hAnsiTheme="minorHAnsi" w:cstheme="minorHAnsi"/>
        </w:rPr>
        <w:fldChar w:fldCharType="end"/>
      </w:r>
      <w:r>
        <w:t>() const</w:t>
      </w:r>
    </w:p>
    <w:p w:rsidR="002648E5" w:rsidRDefault="002648E5" w:rsidP="00913764">
      <w:pPr>
        <w:pStyle w:val="Definition"/>
        <w:jc w:val="left"/>
      </w:pPr>
      <w:r>
        <w:t>bool anyHaveUserThreadInfo</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"anyHaveUserThreadInfo,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These functions respectively return true if any or all threads in this </w:t>
      </w:r>
      <w:r>
        <w:rPr>
          <w:rFonts w:ascii="Courier New" w:hAnsi="Courier New" w:cs="Courier New"/>
        </w:rPr>
        <w:t>Thread</w:t>
      </w:r>
      <w:r w:rsidRPr="00CA0EE4">
        <w:rPr>
          <w:rFonts w:ascii="Courier New" w:hAnsi="Courier New" w:cs="Courier New"/>
        </w:rPr>
        <w:t>Set</w:t>
      </w:r>
      <w:r>
        <w:t xml:space="preserve"> have user thread information available and false otherwise.</w:t>
      </w:r>
    </w:p>
    <w:p w:rsidR="002648E5" w:rsidRDefault="002648E5" w:rsidP="00913764">
      <w:pPr>
        <w:pStyle w:val="Definition"/>
        <w:jc w:val="left"/>
      </w:pPr>
      <w:r>
        <w:t>ThreadSet::ptr getStoppedSubset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"getStoppedSubset,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stopped.</w:t>
      </w:r>
    </w:p>
    <w:p w:rsidR="002648E5" w:rsidRDefault="002648E5" w:rsidP="00913764">
      <w:pPr>
        <w:pStyle w:val="Definition"/>
        <w:jc w:val="left"/>
      </w:pPr>
      <w:r>
        <w:t>ThreadSet::ptr getRunningSubset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"getRunningSubset,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running.</w:t>
      </w:r>
    </w:p>
    <w:p w:rsidR="002648E5" w:rsidRDefault="002648E5" w:rsidP="00913764">
      <w:pPr>
        <w:pStyle w:val="Definition"/>
        <w:jc w:val="left"/>
      </w:pPr>
      <w:r>
        <w:t>ThreadSet::ptr getTerminatedSubset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"getTerminatedSubset,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terminated.</w:t>
      </w:r>
    </w:p>
    <w:p w:rsidR="002648E5" w:rsidRDefault="002648E5" w:rsidP="00913764">
      <w:pPr>
        <w:pStyle w:val="Definition"/>
        <w:jc w:val="left"/>
      </w:pPr>
      <w:r>
        <w:t>ThreadSet::ptr getSingleStepSubset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"getSingleStepSubset,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is in single step mode.</w:t>
      </w:r>
    </w:p>
    <w:p w:rsidR="002648E5" w:rsidRDefault="002648E5" w:rsidP="00913764">
      <w:pPr>
        <w:pStyle w:val="Definition"/>
        <w:jc w:val="left"/>
      </w:pPr>
      <w:r>
        <w:t>ThreadSet::ptr getHaveUserThreadInfoSubset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"getHaveUserThreadInfoSubset, ThreadSet" </w:instrText>
      </w:r>
      <w:r w:rsidR="00DF0C8C" w:rsidRPr="00913764">
        <w:rPr>
          <w:rFonts w:asciiTheme="minorHAnsi" w:hAnsiTheme="minorHAnsi" w:cstheme="minorHAnsi"/>
        </w:rPr>
        <w:fldChar w:fldCharType="end"/>
      </w:r>
      <w:r>
        <w:t>() const</w:t>
      </w:r>
    </w:p>
    <w:p w:rsidR="00B74018" w:rsidRDefault="00311D2C" w:rsidP="009A6F08">
      <w:pPr>
        <w:pStyle w:val="APIBody"/>
      </w:pPr>
      <w:r>
        <w:t xml:space="preserve">This function returns a new </w:t>
      </w:r>
      <w:r>
        <w:rPr>
          <w:rFonts w:ascii="Courier New" w:hAnsi="Courier New" w:cs="Courier New"/>
        </w:rPr>
        <w:t>ThreadSet</w:t>
      </w:r>
      <w:r>
        <w:t xml:space="preserve">, which is a subset of this </w:t>
      </w:r>
      <w:r>
        <w:rPr>
          <w:rFonts w:ascii="Courier New" w:hAnsi="Courier New" w:cs="Courier New"/>
        </w:rPr>
        <w:t>ThreadSet</w:t>
      </w:r>
      <w:r>
        <w:t xml:space="preserve">, and contains every </w:t>
      </w:r>
      <w:r>
        <w:rPr>
          <w:rFonts w:ascii="Courier New" w:hAnsi="Courier New" w:cs="Courier New"/>
        </w:rPr>
        <w:t>Thread</w:t>
      </w:r>
      <w:r>
        <w:t xml:space="preserve"> that has user thread information available.</w:t>
      </w:r>
    </w:p>
    <w:p w:rsidR="002648E5" w:rsidRDefault="002648E5" w:rsidP="00913764">
      <w:pPr>
        <w:pStyle w:val="Definition"/>
        <w:jc w:val="left"/>
      </w:pPr>
      <w:r>
        <w:t>bool getStartFunctions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"getStartFunctions,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rsidR="00B74018" w:rsidRDefault="00311D2C" w:rsidP="009A6F08">
      <w:pPr>
        <w:pStyle w:val="APIBody"/>
      </w:pPr>
      <w:r>
        <w:t xml:space="preserve">This function fills in the </w:t>
      </w:r>
      <w:r w:rsidRPr="00913764">
        <w:rPr>
          <w:rFonts w:ascii="Courier New" w:hAnsi="Courier New" w:cs="Courier New"/>
        </w:rPr>
        <w:t>AddressSet</w:t>
      </w:r>
      <w:r>
        <w:t xml:space="preserve"> pointed to by </w:t>
      </w:r>
      <w:r w:rsidRPr="00913764">
        <w:rPr>
          <w:rFonts w:ascii="Courier New" w:hAnsi="Courier New" w:cs="Courier New"/>
        </w:rPr>
        <w:t>result</w:t>
      </w:r>
      <w:r>
        <w:t xml:space="preserve"> with the address of every start function of each </w:t>
      </w:r>
      <w:r w:rsidRPr="00913764">
        <w:rPr>
          <w:rFonts w:ascii="Courier New" w:hAnsi="Courier New" w:cs="Courier New"/>
        </w:rPr>
        <w:t>Thread</w:t>
      </w:r>
      <w:r>
        <w:t xml:space="preserve"> in this </w:t>
      </w:r>
      <w:r w:rsidRPr="00913764">
        <w:rPr>
          <w:rFonts w:ascii="Courier New" w:hAnsi="Courier New" w:cs="Courier New"/>
        </w:rPr>
        <w:t>ThreadSet</w:t>
      </w:r>
      <w:r>
        <w:t>.  This information is only available on threads that have user thread information available.</w:t>
      </w:r>
    </w:p>
    <w:p w:rsidR="00311D2C" w:rsidRDefault="00311D2C" w:rsidP="009A6F08">
      <w:pPr>
        <w:pStyle w:val="APIBody"/>
      </w:pPr>
      <w:r>
        <w:lastRenderedPageBreak/>
        <w:t>This function return true if it succeeded for every Thread, and false otherwise.</w:t>
      </w:r>
    </w:p>
    <w:p w:rsidR="002648E5" w:rsidRDefault="002648E5" w:rsidP="00913764">
      <w:pPr>
        <w:pStyle w:val="Definition"/>
        <w:jc w:val="left"/>
      </w:pPr>
      <w:r>
        <w:t>bool getStackBases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"getStackBases,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rsidR="00984BBE" w:rsidRDefault="00311D2C" w:rsidP="009A6F08">
      <w:pPr>
        <w:pStyle w:val="APIBody"/>
      </w:pPr>
      <w:r>
        <w:t xml:space="preserve">This function fills in the </w:t>
      </w:r>
      <w:r w:rsidRPr="00FA6BE8">
        <w:rPr>
          <w:rFonts w:ascii="Courier New" w:hAnsi="Courier New" w:cs="Courier New"/>
        </w:rPr>
        <w:t>AddressSet</w:t>
      </w:r>
      <w:r>
        <w:t xml:space="preserve"> pointed to by </w:t>
      </w:r>
      <w:r w:rsidRPr="00FA6BE8">
        <w:rPr>
          <w:rFonts w:ascii="Courier New" w:hAnsi="Courier New" w:cs="Courier New"/>
        </w:rPr>
        <w:t>result</w:t>
      </w:r>
      <w:r>
        <w:t xml:space="preserve"> with the address of every stack base of each </w:t>
      </w:r>
      <w:r w:rsidRPr="00FA6BE8">
        <w:rPr>
          <w:rFonts w:ascii="Courier New" w:hAnsi="Courier New" w:cs="Courier New"/>
        </w:rPr>
        <w:t>Thread</w:t>
      </w:r>
      <w:r>
        <w:t xml:space="preserve"> in this </w:t>
      </w:r>
      <w:r w:rsidRPr="00FA6BE8">
        <w:rPr>
          <w:rFonts w:ascii="Courier New" w:hAnsi="Courier New" w:cs="Courier New"/>
        </w:rPr>
        <w:t>ThreadSet</w:t>
      </w:r>
      <w:r>
        <w:t>.</w:t>
      </w:r>
      <w:r w:rsidR="00984BBE" w:rsidRPr="00984BBE">
        <w:t xml:space="preserve"> </w:t>
      </w:r>
      <w:r w:rsidR="00984BBE">
        <w:t>This information is only available on threads that have user thread information available.</w:t>
      </w:r>
    </w:p>
    <w:p w:rsidR="00B74018" w:rsidRDefault="00984BBE" w:rsidP="009A6F08">
      <w:pPr>
        <w:pStyle w:val="APIBody"/>
      </w:pPr>
      <w:r>
        <w:t>This function return true if it succeeded for every Thread, and false otherwise.</w:t>
      </w:r>
    </w:p>
    <w:p w:rsidR="002648E5" w:rsidRDefault="002648E5" w:rsidP="00913764">
      <w:pPr>
        <w:pStyle w:val="Definition"/>
        <w:jc w:val="left"/>
      </w:pPr>
      <w:r>
        <w:t>bool getTLSs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"getTLSs, ThreadSet" </w:instrText>
      </w:r>
      <w:r w:rsidR="00DF0C8C" w:rsidRPr="00913764">
        <w:rPr>
          <w:rFonts w:asciiTheme="minorHAnsi" w:hAnsiTheme="minorHAnsi" w:cstheme="minorHAnsi"/>
        </w:rPr>
        <w:fldChar w:fldCharType="end"/>
      </w:r>
      <w:r>
        <w:t>(AddressSet</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"AddressSet" </w:instrText>
      </w:r>
      <w:r w:rsidR="00DF0C8C" w:rsidRPr="00913764">
        <w:rPr>
          <w:rFonts w:asciiTheme="minorHAnsi" w:hAnsiTheme="minorHAnsi" w:cstheme="minorHAnsi"/>
        </w:rPr>
        <w:fldChar w:fldCharType="end"/>
      </w:r>
      <w:r>
        <w:t>::ptr result) const</w:t>
      </w:r>
    </w:p>
    <w:p w:rsidR="00984BBE" w:rsidRDefault="00311D2C" w:rsidP="009A6F08">
      <w:pPr>
        <w:pStyle w:val="APIBody"/>
      </w:pPr>
      <w:r>
        <w:t xml:space="preserve">This function fills in the </w:t>
      </w:r>
      <w:r w:rsidRPr="00FA6BE8">
        <w:rPr>
          <w:rFonts w:ascii="Courier New" w:hAnsi="Courier New" w:cs="Courier New"/>
        </w:rPr>
        <w:t>AddressSet</w:t>
      </w:r>
      <w:r>
        <w:t xml:space="preserve"> pointed to by </w:t>
      </w:r>
      <w:r w:rsidRPr="00FA6BE8">
        <w:rPr>
          <w:rFonts w:ascii="Courier New" w:hAnsi="Courier New" w:cs="Courier New"/>
        </w:rPr>
        <w:t>result</w:t>
      </w:r>
      <w:r>
        <w:t xml:space="preserve"> with the address of every thread-local storage region of each </w:t>
      </w:r>
      <w:r w:rsidRPr="00FA6BE8">
        <w:rPr>
          <w:rFonts w:ascii="Courier New" w:hAnsi="Courier New" w:cs="Courier New"/>
        </w:rPr>
        <w:t>Thread</w:t>
      </w:r>
      <w:r>
        <w:t xml:space="preserve"> in this </w:t>
      </w:r>
      <w:r w:rsidRPr="00FA6BE8">
        <w:rPr>
          <w:rFonts w:ascii="Courier New" w:hAnsi="Courier New" w:cs="Courier New"/>
        </w:rPr>
        <w:t>ThreadSet</w:t>
      </w:r>
      <w:r>
        <w:t>.</w:t>
      </w:r>
      <w:r w:rsidR="00984BBE" w:rsidRPr="00984BBE">
        <w:t xml:space="preserve"> </w:t>
      </w:r>
      <w:r w:rsidR="00984BBE">
        <w:t>This information is only available on threads that have user thread information available.</w:t>
      </w:r>
    </w:p>
    <w:p w:rsidR="00B74018" w:rsidRDefault="00984BBE" w:rsidP="009A6F08">
      <w:pPr>
        <w:pStyle w:val="APIBody"/>
      </w:pPr>
      <w:r>
        <w:t>This function return true if it succeeded for every Thread, and false otherwise.</w:t>
      </w:r>
    </w:p>
    <w:p w:rsidR="002648E5" w:rsidRDefault="002648E5" w:rsidP="00913764">
      <w:pPr>
        <w:pStyle w:val="Definition"/>
        <w:jc w:val="left"/>
      </w:pPr>
      <w:r>
        <w:t>bool stopThreads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"stopThreads, ThreadSet" </w:instrText>
      </w:r>
      <w:r w:rsidR="00DF0C8C" w:rsidRPr="00913764">
        <w:rPr>
          <w:rFonts w:asciiTheme="minorHAnsi" w:hAnsiTheme="minorHAnsi" w:cstheme="minorHAnsi"/>
        </w:rPr>
        <w:fldChar w:fldCharType="end"/>
      </w:r>
      <w:r>
        <w:t>() const</w:t>
      </w:r>
    </w:p>
    <w:p w:rsidR="00984BBE" w:rsidRDefault="00311D2C" w:rsidP="009A6F08">
      <w:pPr>
        <w:pStyle w:val="APIBody"/>
      </w:pPr>
      <w:r>
        <w:t>This function stops every</w:t>
      </w:r>
      <w:r w:rsidR="00984BBE">
        <w:t xml:space="preserve"> </w:t>
      </w:r>
      <w:r w:rsidR="00984BBE" w:rsidRPr="00913764">
        <w:rPr>
          <w:rFonts w:ascii="Courier New" w:hAnsi="Courier New" w:cs="Courier New"/>
        </w:rPr>
        <w:t>Thread</w:t>
      </w:r>
      <w:r w:rsidR="00984BBE">
        <w:t xml:space="preserve"> in this </w:t>
      </w:r>
      <w:r w:rsidR="00984BBE" w:rsidRPr="00913764">
        <w:rPr>
          <w:rFonts w:ascii="Courier New" w:hAnsi="Courier New" w:cs="Courier New"/>
        </w:rPr>
        <w:t>ThreadSet</w:t>
      </w:r>
      <w:r w:rsidR="00984BBE">
        <w:t xml:space="preserve">.  It is similar to </w:t>
      </w:r>
      <w:r w:rsidR="00984BBE" w:rsidRPr="00913764">
        <w:rPr>
          <w:rFonts w:ascii="Courier New" w:hAnsi="Courier New" w:cs="Courier New"/>
        </w:rPr>
        <w:t>Thread::stopThread</w:t>
      </w:r>
      <w:r w:rsidR="00984BBE">
        <w:fldChar w:fldCharType="begin"/>
      </w:r>
      <w:r w:rsidR="00984BBE">
        <w:instrText xml:space="preserve"> XE "</w:instrText>
      </w:r>
      <w:r w:rsidR="00984BBE" w:rsidRPr="00913764">
        <w:instrText>stopThread, Thread</w:instrText>
      </w:r>
      <w:r w:rsidR="00984BBE">
        <w:instrText xml:space="preserve">" </w:instrText>
      </w:r>
      <w:r w:rsidR="00984BBE">
        <w:fldChar w:fldCharType="end"/>
      </w:r>
      <w:r w:rsidR="00984BBE">
        <w:t>.</w:t>
      </w:r>
    </w:p>
    <w:p w:rsidR="00B74018" w:rsidRDefault="00311D2C" w:rsidP="009A6F08">
      <w:pPr>
        <w:pStyle w:val="APIBody"/>
      </w:pPr>
      <w:r>
        <w:t xml:space="preserve"> </w:t>
      </w:r>
      <w:r w:rsidR="00984BBE">
        <w:t xml:space="preserve">This function return true if it succeeded for every </w:t>
      </w:r>
      <w:r w:rsidR="00984BBE" w:rsidRPr="00913764">
        <w:rPr>
          <w:rFonts w:ascii="Courier New" w:hAnsi="Courier New" w:cs="Courier New"/>
        </w:rPr>
        <w:t>Thread</w:t>
      </w:r>
      <w:r w:rsidR="00984BBE">
        <w:t>, and false otherwise.</w:t>
      </w:r>
    </w:p>
    <w:p w:rsidR="002648E5" w:rsidRDefault="002648E5" w:rsidP="00913764">
      <w:pPr>
        <w:pStyle w:val="Definition"/>
        <w:jc w:val="left"/>
      </w:pPr>
      <w:r>
        <w:t>bool continueThreads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"continueThreads, ThreadSet" </w:instrText>
      </w:r>
      <w:r w:rsidR="00DF0C8C" w:rsidRPr="00913764">
        <w:rPr>
          <w:rFonts w:asciiTheme="minorHAnsi" w:hAnsiTheme="minorHAnsi" w:cstheme="minorHAnsi"/>
        </w:rPr>
        <w:fldChar w:fldCharType="end"/>
      </w:r>
      <w:r>
        <w:t>() const</w:t>
      </w:r>
    </w:p>
    <w:p w:rsidR="00984BBE" w:rsidRDefault="00984BBE" w:rsidP="009A6F08">
      <w:pPr>
        <w:pStyle w:val="APIBody"/>
      </w:pPr>
      <w:r>
        <w:t xml:space="preserve">This function stops every </w:t>
      </w:r>
      <w:r w:rsidRPr="00913764">
        <w:rPr>
          <w:rFonts w:ascii="Courier New" w:hAnsi="Courier New" w:cs="Courier New"/>
        </w:rPr>
        <w:t>Thread</w:t>
      </w:r>
      <w:r>
        <w:t xml:space="preserve"> in this </w:t>
      </w:r>
      <w:r w:rsidRPr="00913764">
        <w:rPr>
          <w:rFonts w:ascii="Courier New" w:hAnsi="Courier New" w:cs="Courier New"/>
        </w:rPr>
        <w:t>ThreadSet</w:t>
      </w:r>
      <w:r>
        <w:t xml:space="preserve">.  It is similar to </w:t>
      </w:r>
      <w:r w:rsidRPr="00913764">
        <w:rPr>
          <w:rFonts w:ascii="Courier New" w:hAnsi="Courier New" w:cs="Courier New"/>
        </w:rPr>
        <w:t>Thread::continueThread</w:t>
      </w:r>
      <w:r>
        <w:fldChar w:fldCharType="begin"/>
      </w:r>
      <w:r>
        <w:instrText xml:space="preserve"> XE "</w:instrText>
      </w:r>
      <w:r w:rsidRPr="00D80EE5">
        <w:instrText>continueThread, Thread</w:instrText>
      </w:r>
      <w:r>
        <w:instrText xml:space="preserve">" </w:instrText>
      </w:r>
      <w:r>
        <w:fldChar w:fldCharType="end"/>
      </w:r>
      <w:r>
        <w:t>.</w:t>
      </w:r>
    </w:p>
    <w:p w:rsidR="00B74018" w:rsidRDefault="00984BBE" w:rsidP="009A6F08">
      <w:pPr>
        <w:pStyle w:val="APIBody"/>
      </w:pPr>
      <w:r>
        <w:t xml:space="preserve"> This function return true if it succeeded for every </w:t>
      </w:r>
      <w:r w:rsidRPr="00913764">
        <w:rPr>
          <w:rFonts w:ascii="Courier New" w:hAnsi="Courier New" w:cs="Courier New"/>
        </w:rPr>
        <w:t>Thread</w:t>
      </w:r>
      <w:r>
        <w:t>, and false otherwise.</w:t>
      </w:r>
    </w:p>
    <w:p w:rsidR="002648E5" w:rsidRDefault="002648E5" w:rsidP="00913764">
      <w:pPr>
        <w:pStyle w:val="Definition"/>
        <w:jc w:val="left"/>
      </w:pPr>
      <w:r>
        <w:t>bool setSingleStepMode</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"setSingleStepMode, ThreadSet" </w:instrText>
      </w:r>
      <w:r w:rsidR="00DF0C8C" w:rsidRPr="00913764">
        <w:rPr>
          <w:rFonts w:asciiTheme="minorHAnsi" w:hAnsiTheme="minorHAnsi" w:cstheme="minorHAnsi"/>
        </w:rPr>
        <w:fldChar w:fldCharType="end"/>
      </w:r>
      <w:r>
        <w:t>(bool v) const</w:t>
      </w:r>
    </w:p>
    <w:p w:rsidR="00984BBE" w:rsidRDefault="00984BBE" w:rsidP="009A6F08">
      <w:pPr>
        <w:pStyle w:val="APIBody"/>
      </w:pPr>
      <w:r>
        <w:t xml:space="preserve">This function puts every </w:t>
      </w:r>
      <w:r w:rsidRPr="00FA6BE8">
        <w:rPr>
          <w:rFonts w:ascii="Courier New" w:hAnsi="Courier New" w:cs="Courier New"/>
        </w:rPr>
        <w:t>Thread</w:t>
      </w:r>
      <w:r>
        <w:t xml:space="preserve"> in this </w:t>
      </w:r>
      <w:r w:rsidRPr="00FA6BE8">
        <w:rPr>
          <w:rFonts w:ascii="Courier New" w:hAnsi="Courier New" w:cs="Courier New"/>
        </w:rPr>
        <w:t>ThreadSet</w:t>
      </w:r>
      <w:r>
        <w:t xml:space="preserve"> into single step mode if </w:t>
      </w:r>
      <w:r w:rsidRPr="00913764">
        <w:rPr>
          <w:rFonts w:ascii="Courier New" w:hAnsi="Courier New" w:cs="Courier New"/>
        </w:rPr>
        <w:t>v</w:t>
      </w:r>
      <w:r>
        <w:t xml:space="preserve"> is true.  It clears single step mode if </w:t>
      </w:r>
      <w:r w:rsidRPr="00913764">
        <w:rPr>
          <w:rFonts w:ascii="Courier New" w:hAnsi="Courier New" w:cs="Courier New"/>
        </w:rPr>
        <w:t>v</w:t>
      </w:r>
      <w:r>
        <w:t xml:space="preserve"> is false.  It is similar to </w:t>
      </w:r>
      <w:r w:rsidRPr="00FA6BE8">
        <w:rPr>
          <w:rFonts w:ascii="Courier New" w:hAnsi="Courier New" w:cs="Courier New"/>
        </w:rPr>
        <w:t>Thread::</w:t>
      </w:r>
      <w:r>
        <w:rPr>
          <w:rFonts w:ascii="Courier New" w:hAnsi="Courier New" w:cs="Courier New"/>
        </w:rPr>
        <w:t>setSingleStepMode</w:t>
      </w:r>
      <w:r w:rsidRPr="00913764">
        <w:rPr>
          <w:rFonts w:cstheme="minorHAnsi"/>
        </w:rPr>
        <w:fldChar w:fldCharType="begin"/>
      </w:r>
      <w:r w:rsidRPr="00913764">
        <w:rPr>
          <w:rFonts w:cstheme="minorHAnsi"/>
        </w:rPr>
        <w:instrText xml:space="preserve"> XE "setSingleStepMode, Thread" </w:instrText>
      </w:r>
      <w:r w:rsidRPr="00913764">
        <w:rPr>
          <w:rFonts w:cstheme="minorHAnsi"/>
        </w:rPr>
        <w:fldChar w:fldCharType="end"/>
      </w:r>
      <w:r>
        <w:t>.</w:t>
      </w:r>
    </w:p>
    <w:p w:rsidR="00B74018" w:rsidRDefault="00984BBE" w:rsidP="009A6F08">
      <w:pPr>
        <w:pStyle w:val="APIBody"/>
      </w:pPr>
      <w:r>
        <w:t xml:space="preserve"> This function return true if it succeeded for every </w:t>
      </w:r>
      <w:r w:rsidRPr="00FA6BE8">
        <w:rPr>
          <w:rFonts w:ascii="Courier New" w:hAnsi="Courier New" w:cs="Courier New"/>
        </w:rPr>
        <w:t>Thread</w:t>
      </w:r>
      <w:r>
        <w:t>, and false otherwise.</w:t>
      </w:r>
    </w:p>
    <w:p w:rsidR="002648E5" w:rsidRDefault="00967E3D" w:rsidP="00913764">
      <w:pPr>
        <w:pStyle w:val="Definition"/>
        <w:jc w:val="left"/>
      </w:pPr>
      <w:r>
        <w:t>bool getRegister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"getRegister, ThreadSet" </w:instrText>
      </w:r>
      <w:r w:rsidR="00DF0C8C" w:rsidRPr="00913764">
        <w:rPr>
          <w:rFonts w:asciiTheme="minorHAnsi" w:hAnsiTheme="minorHAnsi" w:cstheme="minorHAnsi"/>
        </w:rPr>
        <w:fldChar w:fldCharType="end"/>
      </w:r>
      <w:r>
        <w:t>(Dyninst::MachRegister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 </w:instrText>
      </w:r>
      <w:r w:rsidR="00DF0C8C" w:rsidRPr="00913764">
        <w:rPr>
          <w:rFonts w:asciiTheme="minorHAnsi" w:hAnsiTheme="minorHAnsi" w:cstheme="minorHAnsi"/>
        </w:rPr>
        <w:fldChar w:fldCharType="end"/>
      </w:r>
      <w:r>
        <w:t xml:space="preserve"> reg,</w:t>
      </w:r>
      <w:r>
        <w:br/>
      </w:r>
      <w:r>
        <w:tab/>
        <w:t>std::map&lt;Thread::ptr, 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&gt; &amp;res) const</w:t>
      </w:r>
    </w:p>
    <w:p w:rsidR="00B74018" w:rsidRDefault="00984BBE" w:rsidP="009A6F08">
      <w:pPr>
        <w:pStyle w:val="APIBody"/>
      </w:pPr>
      <w:r>
        <w:t xml:space="preserve">This function gets the value of register </w:t>
      </w:r>
      <w:r w:rsidRPr="00913764">
        <w:rPr>
          <w:rFonts w:ascii="Courier New" w:hAnsi="Courier New" w:cs="Courier New"/>
        </w:rPr>
        <w:t>reg</w:t>
      </w:r>
      <w:r>
        <w:t xml:space="preserve"> in every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collected values are returned in the </w:t>
      </w:r>
      <w:r w:rsidRPr="00913764">
        <w:rPr>
          <w:rFonts w:ascii="Courier New" w:hAnsi="Courier New" w:cs="Courier New"/>
        </w:rPr>
        <w:t>res</w:t>
      </w:r>
      <w:r>
        <w:t xml:space="preserve"> map, with each </w:t>
      </w:r>
      <w:r w:rsidRPr="00913764">
        <w:rPr>
          <w:rFonts w:ascii="Courier New" w:hAnsi="Courier New" w:cs="Courier New"/>
        </w:rPr>
        <w:t>Thread</w:t>
      </w:r>
      <w:r>
        <w:t xml:space="preserve"> mapped to the value of </w:t>
      </w:r>
      <w:r w:rsidRPr="00913764">
        <w:rPr>
          <w:rFonts w:ascii="Courier New" w:hAnsi="Courier New" w:cs="Courier New"/>
        </w:rPr>
        <w:t>reg</w:t>
      </w:r>
      <w:r>
        <w:t xml:space="preserve"> in that thread.  It is similar to </w:t>
      </w:r>
      <w:r w:rsidRPr="00913764">
        <w:rPr>
          <w:rFonts w:ascii="Courier New" w:hAnsi="Courier New" w:cs="Courier New"/>
        </w:rPr>
        <w:t>Thread::getRegister</w:t>
      </w:r>
      <w:r>
        <w:fldChar w:fldCharType="begin"/>
      </w:r>
      <w:r>
        <w:instrText xml:space="preserve"> XE "</w:instrText>
      </w:r>
      <w:r w:rsidRPr="00913764">
        <w:instrText>getRegister, Thread</w:instrText>
      </w:r>
      <w:r>
        <w:instrText xml:space="preserve">" </w:instrText>
      </w:r>
      <w:r>
        <w:fldChar w:fldCharType="end"/>
      </w:r>
      <w:r>
        <w:t>.</w:t>
      </w:r>
    </w:p>
    <w:p w:rsidR="00984BBE" w:rsidRDefault="00984BBE" w:rsidP="009A6F08">
      <w:pPr>
        <w:pStyle w:val="APIBody"/>
      </w:pPr>
      <w:r>
        <w:t xml:space="preserve">This function return true if it succeeded for every </w:t>
      </w:r>
      <w:r w:rsidRPr="00FA6BE8">
        <w:rPr>
          <w:rFonts w:ascii="Courier New" w:hAnsi="Courier New" w:cs="Courier New"/>
        </w:rPr>
        <w:t>Thread</w:t>
      </w:r>
      <w:r>
        <w:t>, and false otherwise.</w:t>
      </w:r>
    </w:p>
    <w:p w:rsidR="00967E3D" w:rsidRDefault="00967E3D" w:rsidP="00913764">
      <w:pPr>
        <w:pStyle w:val="Definition"/>
        <w:jc w:val="left"/>
      </w:pPr>
      <w:r>
        <w:t>bool getRegister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"getRegister, ThreadSet" </w:instrText>
      </w:r>
      <w:r w:rsidR="00DF0C8C" w:rsidRPr="00913764">
        <w:rPr>
          <w:rFonts w:asciiTheme="minorHAnsi" w:hAnsiTheme="minorHAnsi" w:cstheme="minorHAnsi"/>
        </w:rPr>
        <w:fldChar w:fldCharType="end"/>
      </w:r>
      <w:r>
        <w:t>(Dyninst::MachRegister reg,</w:t>
      </w:r>
    </w:p>
    <w:p w:rsidR="00967E3D" w:rsidRDefault="00967E3D" w:rsidP="00913764">
      <w:pPr>
        <w:pStyle w:val="Definition"/>
        <w:ind w:left="720"/>
        <w:jc w:val="left"/>
      </w:pPr>
      <w:r>
        <w:t>std::map&lt;Dyninst::MachRegisterVal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 ThreadSet::ptr&gt; &amp;res)</w:t>
      </w:r>
      <w:r>
        <w:br/>
        <w:t>const</w:t>
      </w:r>
    </w:p>
    <w:p w:rsidR="00B74018" w:rsidRDefault="00951D42" w:rsidP="009A6F08">
      <w:pPr>
        <w:pStyle w:val="APIBody"/>
      </w:pPr>
      <w:r>
        <w:t xml:space="preserve">This function gets the value of register </w:t>
      </w:r>
      <w:r w:rsidRPr="00913764">
        <w:rPr>
          <w:rFonts w:ascii="Courier New" w:hAnsi="Courier New" w:cs="Courier New"/>
        </w:rPr>
        <w:t>reg</w:t>
      </w:r>
      <w:r>
        <w:t xml:space="preserve"> in every Thread in this </w:t>
      </w:r>
      <w:r w:rsidRPr="00913764">
        <w:rPr>
          <w:rFonts w:ascii="Courier New" w:hAnsi="Courier New" w:cs="Courier New"/>
        </w:rPr>
        <w:t>ThreadSet</w:t>
      </w:r>
      <w:r w:rsidR="00581D27">
        <w:t xml:space="preserve"> and</w:t>
      </w:r>
      <w:r>
        <w:t xml:space="preserve"> then aggregates all identical values together.  The </w:t>
      </w:r>
      <w:r w:rsidRPr="00913764">
        <w:rPr>
          <w:rFonts w:ascii="Courier New" w:hAnsi="Courier New" w:cs="Courier New"/>
        </w:rPr>
        <w:t>res</w:t>
      </w:r>
      <w:r>
        <w:t xml:space="preserve"> map will contain an entry for each unique register value, and map that value to a new </w:t>
      </w:r>
      <w:r w:rsidRPr="00913764">
        <w:rPr>
          <w:rFonts w:ascii="Courier New" w:hAnsi="Courier New" w:cs="Courier New"/>
        </w:rPr>
        <w:t>ThreadSet</w:t>
      </w:r>
      <w:r>
        <w:t xml:space="preserve"> that contains every </w:t>
      </w:r>
      <w:r w:rsidRPr="00913764">
        <w:rPr>
          <w:rFonts w:ascii="Courier New" w:hAnsi="Courier New" w:cs="Courier New"/>
        </w:rPr>
        <w:t>Thread</w:t>
      </w:r>
      <w:r>
        <w:t xml:space="preserve"> that produced that register value.</w:t>
      </w:r>
      <w:r w:rsidR="002D546D" w:rsidRPr="002D546D">
        <w:t xml:space="preserve"> </w:t>
      </w:r>
      <w:r w:rsidR="002D546D">
        <w:t xml:space="preserve">It is similar to </w:t>
      </w:r>
      <w:r w:rsidR="002D546D" w:rsidRPr="00FA6BE8">
        <w:rPr>
          <w:rFonts w:ascii="Courier New" w:hAnsi="Courier New" w:cs="Courier New"/>
        </w:rPr>
        <w:t>Thread::getRegister</w:t>
      </w:r>
      <w:r w:rsidR="002D546D">
        <w:fldChar w:fldCharType="begin"/>
      </w:r>
      <w:r w:rsidR="002D546D">
        <w:instrText xml:space="preserve"> XE "</w:instrText>
      </w:r>
      <w:r w:rsidR="002D546D" w:rsidRPr="00FA6BE8">
        <w:instrText>getRegister, Thread</w:instrText>
      </w:r>
      <w:r w:rsidR="002D546D">
        <w:instrText xml:space="preserve">" </w:instrText>
      </w:r>
      <w:r w:rsidR="002D546D">
        <w:fldChar w:fldCharType="end"/>
      </w:r>
      <w:r w:rsidR="002D546D">
        <w:t>.</w:t>
      </w:r>
    </w:p>
    <w:p w:rsidR="00951D42" w:rsidRDefault="00951D42" w:rsidP="009A6F08">
      <w:pPr>
        <w:pStyle w:val="APIBody"/>
      </w:pPr>
      <w:r>
        <w:t xml:space="preserve">This function return true if it succeeded for every </w:t>
      </w:r>
      <w:r w:rsidRPr="00FA6BE8">
        <w:rPr>
          <w:rFonts w:ascii="Courier New" w:hAnsi="Courier New" w:cs="Courier New"/>
        </w:rPr>
        <w:t>Thread</w:t>
      </w:r>
      <w:r>
        <w:t>, and false otherwise.</w:t>
      </w:r>
    </w:p>
    <w:p w:rsidR="00967E3D" w:rsidRDefault="00967E3D" w:rsidP="00913764">
      <w:pPr>
        <w:pStyle w:val="Definition"/>
        <w:jc w:val="left"/>
      </w:pPr>
      <w:r>
        <w:lastRenderedPageBreak/>
        <w:t>bool setRegister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"setRegister, ThreadSet" </w:instrText>
      </w:r>
      <w:r w:rsidR="00DF0C8C" w:rsidRPr="00913764">
        <w:rPr>
          <w:rFonts w:asciiTheme="minorHAnsi" w:hAnsiTheme="minorHAnsi" w:cstheme="minorHAnsi"/>
        </w:rPr>
        <w:fldChar w:fldCharType="end"/>
      </w:r>
      <w:r>
        <w:t>(Dyninst::MachRegister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 </w:instrText>
      </w:r>
      <w:r w:rsidR="00DF0C8C" w:rsidRPr="00913764">
        <w:rPr>
          <w:rFonts w:asciiTheme="minorHAnsi" w:hAnsiTheme="minorHAnsi" w:cstheme="minorHAnsi"/>
        </w:rPr>
        <w:fldChar w:fldCharType="end"/>
      </w:r>
      <w:r>
        <w:t xml:space="preserve"> reg,</w:t>
      </w:r>
    </w:p>
    <w:p w:rsidR="00967E3D" w:rsidRDefault="00967E3D" w:rsidP="00913764">
      <w:pPr>
        <w:pStyle w:val="Definition"/>
        <w:jc w:val="left"/>
      </w:pPr>
      <w:r>
        <w:tab/>
        <w:t xml:space="preserve">const </w:t>
      </w:r>
      <w:r w:rsidR="00B74018">
        <w:t>std::</w:t>
      </w:r>
      <w:r>
        <w:t>map</w:t>
      </w:r>
      <w:r w:rsidR="00B74018">
        <w:t>&lt;</w:t>
      </w:r>
      <w:r>
        <w:t>ThreadSet::</w:t>
      </w:r>
      <w:r w:rsidR="00B74018">
        <w:t>const_</w:t>
      </w:r>
      <w:r>
        <w:t>ptr</w:t>
      </w:r>
      <w:r w:rsidR="00B74018">
        <w:t>,</w:t>
      </w:r>
      <w:r w:rsidR="00B74018">
        <w:br/>
      </w:r>
      <w:r w:rsidR="00B74018">
        <w:tab/>
        <w:t>Dyninst::MachRegisterVal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"MachRegisterVal" </w:instrText>
      </w:r>
      <w:r w:rsidR="00DF0C8C" w:rsidRPr="00913764">
        <w:rPr>
          <w:rFonts w:asciiTheme="minorHAnsi" w:hAnsiTheme="minorHAnsi" w:cstheme="minorHAnsi"/>
        </w:rPr>
        <w:fldChar w:fldCharType="end"/>
      </w:r>
      <w:r>
        <w:t>&gt; &amp;val</w:t>
      </w:r>
      <w:r w:rsidR="00B74018">
        <w:t>s</w:t>
      </w:r>
      <w:r>
        <w:t>)</w:t>
      </w:r>
      <w:r w:rsidR="00B74018">
        <w:t xml:space="preserve"> const</w:t>
      </w:r>
    </w:p>
    <w:p w:rsidR="00B74018" w:rsidRDefault="002D546D" w:rsidP="009A6F08">
      <w:pPr>
        <w:pStyle w:val="APIBody"/>
      </w:pPr>
      <w:r>
        <w:t xml:space="preserve">This function sets the value of register </w:t>
      </w:r>
      <w:r w:rsidRPr="00913764">
        <w:rPr>
          <w:rFonts w:ascii="Courier New" w:hAnsi="Courier New" w:cs="Courier New"/>
        </w:rPr>
        <w:t>reg</w:t>
      </w:r>
      <w:r>
        <w:t xml:space="preserve">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value set in each thread is looked up in the </w:t>
      </w:r>
      <w:r w:rsidRPr="00913764">
        <w:rPr>
          <w:rFonts w:ascii="Courier New" w:hAnsi="Courier New" w:cs="Courier New"/>
        </w:rPr>
        <w:t>vals</w:t>
      </w:r>
      <w:r>
        <w:t xml:space="preserve"> map.  It is similar to </w:t>
      </w:r>
      <w:r w:rsidRPr="00913764">
        <w:rPr>
          <w:rFonts w:ascii="Courier New" w:hAnsi="Courier New" w:cs="Courier New"/>
        </w:rPr>
        <w:t>Thread::setRegister</w:t>
      </w:r>
      <w:r w:rsidRPr="00913764">
        <w:rPr>
          <w:rFonts w:cstheme="minorHAnsi"/>
        </w:rPr>
        <w:fldChar w:fldCharType="begin"/>
      </w:r>
      <w:r w:rsidRPr="00913764">
        <w:rPr>
          <w:rFonts w:cstheme="minorHAnsi"/>
        </w:rPr>
        <w:instrText xml:space="preserve"> XE "setRegister, Thread" </w:instrText>
      </w:r>
      <w:r w:rsidRPr="00913764">
        <w:rPr>
          <w:rFonts w:cstheme="minorHAnsi"/>
        </w:rPr>
        <w:fldChar w:fldCharType="end"/>
      </w:r>
      <w:r>
        <w:t>.</w:t>
      </w:r>
    </w:p>
    <w:p w:rsidR="008D573A" w:rsidRDefault="008D573A" w:rsidP="009A6F08">
      <w:pPr>
        <w:pStyle w:val="APIBody"/>
      </w:pPr>
      <w:r>
        <w:t xml:space="preserve">This function’s behavior is undefined if it is passed a </w:t>
      </w:r>
      <w:r w:rsidRPr="00FA6BE8">
        <w:rPr>
          <w:rFonts w:ascii="Courier New" w:hAnsi="Courier New" w:cs="Courier New"/>
        </w:rPr>
        <w:t>Thread</w:t>
      </w:r>
      <w:r>
        <w:t xml:space="preserve"> that is not in this </w:t>
      </w:r>
      <w:r w:rsidRPr="00FA6BE8">
        <w:rPr>
          <w:rFonts w:ascii="Courier New" w:hAnsi="Courier New" w:cs="Courier New"/>
        </w:rPr>
        <w:t>ThreadSet</w:t>
      </w:r>
      <w:r>
        <w:t>.</w:t>
      </w:r>
    </w:p>
    <w:p w:rsidR="002D546D" w:rsidRDefault="002D546D" w:rsidP="009A6F08">
      <w:pPr>
        <w:pStyle w:val="APIBody"/>
      </w:pPr>
      <w:r>
        <w:t xml:space="preserve">This function return true if it succeeded for every </w:t>
      </w:r>
      <w:r w:rsidRPr="00FA6BE8">
        <w:rPr>
          <w:rFonts w:ascii="Courier New" w:hAnsi="Courier New" w:cs="Courier New"/>
        </w:rPr>
        <w:t>Thread</w:t>
      </w:r>
      <w:r>
        <w:t>, and false otherwise.</w:t>
      </w:r>
    </w:p>
    <w:p w:rsidR="00967E3D" w:rsidRDefault="00B74018" w:rsidP="00913764">
      <w:pPr>
        <w:pStyle w:val="Definition"/>
        <w:jc w:val="left"/>
      </w:pPr>
      <w:r>
        <w:t>bool setRegister</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"setRegister, ThreadSet" </w:instrText>
      </w:r>
      <w:r w:rsidR="00DF0C8C" w:rsidRPr="00913764">
        <w:rPr>
          <w:rFonts w:asciiTheme="minorHAnsi" w:hAnsiTheme="minorHAnsi" w:cstheme="minorHAnsi"/>
        </w:rPr>
        <w:fldChar w:fldCharType="end"/>
      </w:r>
      <w:r>
        <w:t>(Dyninst::MachRegister reg,</w:t>
      </w:r>
      <w:r>
        <w:br/>
      </w:r>
      <w:r>
        <w:tab/>
        <w:t>Dyninst::MachRegisterVal val) const</w:t>
      </w:r>
    </w:p>
    <w:p w:rsidR="00B74018" w:rsidRDefault="002D546D" w:rsidP="009A6F08">
      <w:pPr>
        <w:pStyle w:val="APIBody"/>
      </w:pPr>
      <w:r>
        <w:t xml:space="preserve">This function sets the register </w:t>
      </w:r>
      <w:r w:rsidRPr="00913764">
        <w:rPr>
          <w:rFonts w:ascii="Courier New" w:hAnsi="Courier New" w:cs="Courier New"/>
        </w:rPr>
        <w:t>reg</w:t>
      </w:r>
      <w:r>
        <w:t xml:space="preserve"> to </w:t>
      </w:r>
      <w:r w:rsidRPr="00913764">
        <w:rPr>
          <w:rFonts w:ascii="Courier New" w:hAnsi="Courier New" w:cs="Courier New"/>
        </w:rPr>
        <w:t>val</w:t>
      </w:r>
      <w:r>
        <w:t xml:space="preserve">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It is similar to </w:t>
      </w:r>
      <w:r w:rsidRPr="00FA6BE8">
        <w:rPr>
          <w:rFonts w:ascii="Courier New" w:hAnsi="Courier New" w:cs="Courier New"/>
        </w:rPr>
        <w:t>Thread::setRegister</w:t>
      </w:r>
      <w:r w:rsidRPr="00FA6BE8">
        <w:rPr>
          <w:rFonts w:cstheme="minorHAnsi"/>
        </w:rPr>
        <w:fldChar w:fldCharType="begin"/>
      </w:r>
      <w:r w:rsidRPr="00FA6BE8">
        <w:rPr>
          <w:rFonts w:cstheme="minorHAnsi"/>
        </w:rPr>
        <w:instrText xml:space="preserve"> XE "setRegister, Thread" </w:instrText>
      </w:r>
      <w:r w:rsidRPr="00FA6BE8">
        <w:rPr>
          <w:rFonts w:cstheme="minorHAnsi"/>
        </w:rPr>
        <w:fldChar w:fldCharType="end"/>
      </w:r>
      <w:r>
        <w:t>.</w:t>
      </w:r>
    </w:p>
    <w:p w:rsidR="002D546D" w:rsidRDefault="002D546D" w:rsidP="009A6F08">
      <w:pPr>
        <w:pStyle w:val="APIBody"/>
      </w:pPr>
      <w:r>
        <w:t xml:space="preserve">This function return true if it succeeded for every </w:t>
      </w:r>
      <w:r w:rsidRPr="00FA6BE8">
        <w:rPr>
          <w:rFonts w:ascii="Courier New" w:hAnsi="Courier New" w:cs="Courier New"/>
        </w:rPr>
        <w:t>Thread</w:t>
      </w:r>
      <w:r>
        <w:t>, and false otherwise.</w:t>
      </w:r>
    </w:p>
    <w:p w:rsidR="00B74018" w:rsidRDefault="00B74018" w:rsidP="00913764">
      <w:pPr>
        <w:pStyle w:val="Definition"/>
        <w:jc w:val="left"/>
      </w:pPr>
      <w:r>
        <w:t>bool getAllRegisters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"getAllRegisters, ThreadSet" </w:instrText>
      </w:r>
      <w:r w:rsidR="00DF0C8C" w:rsidRPr="00913764">
        <w:rPr>
          <w:rFonts w:asciiTheme="minorHAnsi" w:hAnsiTheme="minorHAnsi" w:cstheme="minorHAnsi"/>
        </w:rPr>
        <w:fldChar w:fldCharType="end"/>
      </w:r>
      <w:r>
        <w:t>(</w:t>
      </w:r>
      <w:r>
        <w:br/>
      </w:r>
      <w:r>
        <w:tab/>
        <w:t>std::map&lt;Thread::ptr, RegisterPool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"RegisterPool" </w:instrText>
      </w:r>
      <w:r w:rsidR="00DF0C8C" w:rsidRPr="00913764">
        <w:rPr>
          <w:rFonts w:asciiTheme="minorHAnsi" w:hAnsiTheme="minorHAnsi" w:cstheme="minorHAnsi"/>
        </w:rPr>
        <w:fldChar w:fldCharType="end"/>
      </w:r>
      <w:r>
        <w:t>&gt; &amp;results) const</w:t>
      </w:r>
    </w:p>
    <w:p w:rsidR="00B74018" w:rsidRDefault="002D546D" w:rsidP="009A6F08">
      <w:pPr>
        <w:pStyle w:val="APIBody"/>
      </w:pPr>
      <w:r>
        <w:t xml:space="preserve">This function gets the values of every register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register values are returned as </w:t>
      </w:r>
      <w:r w:rsidRPr="00913764">
        <w:rPr>
          <w:rFonts w:ascii="Courier New" w:hAnsi="Courier New" w:cs="Courier New"/>
        </w:rPr>
        <w:t>RegisterPools</w:t>
      </w:r>
      <w:r>
        <w:t xml:space="preserve"> in the </w:t>
      </w:r>
      <w:r w:rsidRPr="00913764">
        <w:rPr>
          <w:rFonts w:ascii="Courier New" w:hAnsi="Courier New" w:cs="Courier New"/>
        </w:rPr>
        <w:t>results</w:t>
      </w:r>
      <w:r>
        <w:t xml:space="preserve"> map, with each </w:t>
      </w:r>
      <w:r w:rsidRPr="00913764">
        <w:rPr>
          <w:rFonts w:ascii="Courier New" w:hAnsi="Courier New" w:cs="Courier New"/>
        </w:rPr>
        <w:t>Thread</w:t>
      </w:r>
      <w:r>
        <w:t xml:space="preserve"> mapped to its </w:t>
      </w:r>
      <w:r w:rsidRPr="00913764">
        <w:rPr>
          <w:rFonts w:ascii="Courier New" w:hAnsi="Courier New" w:cs="Courier New"/>
        </w:rPr>
        <w:t>RegisterPool</w:t>
      </w:r>
      <w:r>
        <w:t xml:space="preserve">.  It is similar to </w:t>
      </w:r>
      <w:r w:rsidRPr="00913764">
        <w:rPr>
          <w:rFonts w:ascii="Courier New" w:hAnsi="Courier New" w:cs="Courier New"/>
        </w:rPr>
        <w:t>Thread::getAllRegisters</w:t>
      </w:r>
      <w:r>
        <w:fldChar w:fldCharType="begin"/>
      </w:r>
      <w:r>
        <w:instrText xml:space="preserve"> XE "</w:instrText>
      </w:r>
      <w:r w:rsidRPr="00913764">
        <w:instrText>getAllRegisters, Thread</w:instrText>
      </w:r>
      <w:r>
        <w:instrText xml:space="preserve">" </w:instrText>
      </w:r>
      <w:r>
        <w:fldChar w:fldCharType="end"/>
      </w:r>
      <w:r>
        <w:t>.</w:t>
      </w:r>
    </w:p>
    <w:p w:rsidR="008D573A"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rsidR="00B74018" w:rsidRDefault="00B74018" w:rsidP="00913764">
      <w:pPr>
        <w:pStyle w:val="Definition"/>
        <w:jc w:val="left"/>
      </w:pPr>
      <w:r>
        <w:t>bool setAllRegisters</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"setAllRegisters, ThreadSet" </w:instrText>
      </w:r>
      <w:r w:rsidR="00DF0C8C" w:rsidRPr="00913764">
        <w:rPr>
          <w:rFonts w:asciiTheme="minorHAnsi" w:hAnsiTheme="minorHAnsi" w:cstheme="minorHAnsi"/>
        </w:rPr>
        <w:fldChar w:fldCharType="end"/>
      </w:r>
      <w:r>
        <w:t>(</w:t>
      </w:r>
      <w:r>
        <w:br/>
      </w:r>
      <w:r>
        <w:tab/>
        <w:t>const std::map&lt;Thread::const_ptr, RegisterPool</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"RegisterPool" </w:instrText>
      </w:r>
      <w:r w:rsidR="00DF0C8C" w:rsidRPr="00913764">
        <w:rPr>
          <w:rFonts w:asciiTheme="minorHAnsi" w:hAnsiTheme="minorHAnsi" w:cstheme="minorHAnsi"/>
        </w:rPr>
        <w:fldChar w:fldCharType="end"/>
      </w:r>
      <w:r>
        <w:t>&gt; &amp;val) const</w:t>
      </w:r>
    </w:p>
    <w:p w:rsidR="00B74018" w:rsidRDefault="008D573A" w:rsidP="009A6F08">
      <w:pPr>
        <w:pStyle w:val="APIBody"/>
      </w:pPr>
      <w:r>
        <w:t xml:space="preserve">This function sets the values of every register in each </w:t>
      </w:r>
      <w:r w:rsidRPr="00913764">
        <w:rPr>
          <w:rFonts w:ascii="Courier New" w:hAnsi="Courier New" w:cs="Courier New"/>
        </w:rPr>
        <w:t>Thread</w:t>
      </w:r>
      <w:r>
        <w:t xml:space="preserve"> in this </w:t>
      </w:r>
      <w:r w:rsidRPr="00913764">
        <w:rPr>
          <w:rFonts w:ascii="Courier New" w:hAnsi="Courier New" w:cs="Courier New"/>
        </w:rPr>
        <w:t>ThreadSet</w:t>
      </w:r>
      <w:r>
        <w:t xml:space="preserve">.  The register values are extracted from the </w:t>
      </w:r>
      <w:r w:rsidRPr="00913764">
        <w:rPr>
          <w:rFonts w:ascii="Courier New" w:hAnsi="Courier New" w:cs="Courier New"/>
        </w:rPr>
        <w:t>val</w:t>
      </w:r>
      <w:r>
        <w:t xml:space="preserve"> map, with each </w:t>
      </w:r>
      <w:r w:rsidRPr="00913764">
        <w:rPr>
          <w:rFonts w:ascii="Courier New" w:hAnsi="Courier New" w:cs="Courier New"/>
        </w:rPr>
        <w:t>Thread</w:t>
      </w:r>
      <w:r>
        <w:t xml:space="preserve"> specifying its register values via the map.  This function is similar to </w:t>
      </w:r>
      <w:r w:rsidRPr="00913764">
        <w:rPr>
          <w:rFonts w:ascii="Courier New" w:hAnsi="Courier New" w:cs="Courier New"/>
        </w:rPr>
        <w:t>Thread::setAllRegisters</w:t>
      </w:r>
      <w:r>
        <w:fldChar w:fldCharType="begin"/>
      </w:r>
      <w:r>
        <w:instrText xml:space="preserve"> XE "</w:instrText>
      </w:r>
      <w:r w:rsidRPr="00913764">
        <w:instrText>setAllRegisters, ThreadSet</w:instrText>
      </w:r>
      <w:r>
        <w:instrText xml:space="preserve">" </w:instrText>
      </w:r>
      <w:r>
        <w:fldChar w:fldCharType="end"/>
      </w:r>
      <w:r>
        <w:t>.</w:t>
      </w:r>
    </w:p>
    <w:p w:rsidR="008D573A" w:rsidRDefault="008D573A" w:rsidP="009A6F08">
      <w:pPr>
        <w:pStyle w:val="APIBody"/>
      </w:pPr>
      <w:r>
        <w:t xml:space="preserve">This function’s behavior is undefined if it is passed a </w:t>
      </w:r>
      <w:r w:rsidRPr="00913764">
        <w:rPr>
          <w:rFonts w:ascii="Courier New" w:hAnsi="Courier New" w:cs="Courier New"/>
        </w:rPr>
        <w:t>Thread</w:t>
      </w:r>
      <w:r>
        <w:t xml:space="preserve"> that is not in this </w:t>
      </w:r>
      <w:r w:rsidRPr="00913764">
        <w:rPr>
          <w:rFonts w:ascii="Courier New" w:hAnsi="Courier New" w:cs="Courier New"/>
        </w:rPr>
        <w:t>ThreadSet</w:t>
      </w:r>
      <w:r>
        <w:t>.</w:t>
      </w:r>
    </w:p>
    <w:p w:rsidR="008D573A"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rsidR="00B74018" w:rsidRDefault="00B74018" w:rsidP="00913764">
      <w:pPr>
        <w:pStyle w:val="Definition"/>
        <w:jc w:val="left"/>
      </w:pPr>
      <w:r>
        <w:t>bool postIRPC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"postIRPC, ThreadSet" </w:instrText>
      </w:r>
      <w:r w:rsidR="00DF0C8C" w:rsidRPr="00913764">
        <w:rPr>
          <w:rFonts w:asciiTheme="minorHAnsi" w:hAnsiTheme="minorHAnsi" w:cstheme="minorHAnsi"/>
        </w:rPr>
        <w:fldChar w:fldCharType="end"/>
      </w:r>
      <w:r>
        <w:t>(const s</w:t>
      </w:r>
      <w:r w:rsidR="00DF0C8C">
        <w:t>td::multimap&lt;Thread::const_ptr,</w:t>
      </w:r>
      <w:r w:rsidR="00DF0C8C">
        <w:br/>
      </w:r>
      <w:r>
        <w:tab/>
        <w: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"IRPC" </w:instrText>
      </w:r>
      <w:r w:rsidR="00DF0C8C" w:rsidRPr="00913764">
        <w:rPr>
          <w:rFonts w:asciiTheme="minorHAnsi" w:hAnsiTheme="minorHAnsi" w:cstheme="minorHAnsi"/>
        </w:rPr>
        <w:fldChar w:fldCharType="end"/>
      </w:r>
      <w:r>
        <w:t>::ptr&gt;</w:t>
      </w:r>
      <w:r w:rsidR="00DF0C8C">
        <w:t xml:space="preserve"> </w:t>
      </w:r>
      <w:r>
        <w:t>&amp;rpcs) const</w:t>
      </w:r>
    </w:p>
    <w:p w:rsidR="00B74018" w:rsidRDefault="008D573A" w:rsidP="009A6F08">
      <w:pPr>
        <w:pStyle w:val="APIBody"/>
      </w:pPr>
      <w:r>
        <w:t xml:space="preserve">This function posts an </w:t>
      </w:r>
      <w:r w:rsidRPr="00913764">
        <w:rPr>
          <w:rFonts w:ascii="Courier New" w:hAnsi="Courier New" w:cs="Courier New"/>
        </w:rPr>
        <w:t>IRPC</w:t>
      </w:r>
      <w:r>
        <w:t xml:space="preserve"> to every </w:t>
      </w:r>
      <w:r w:rsidR="00A55348" w:rsidRPr="00913764">
        <w:rPr>
          <w:rFonts w:ascii="Courier New" w:hAnsi="Courier New" w:cs="Courier New"/>
        </w:rPr>
        <w:t>T</w:t>
      </w:r>
      <w:r w:rsidRPr="00913764">
        <w:rPr>
          <w:rFonts w:ascii="Courier New" w:hAnsi="Courier New" w:cs="Courier New"/>
        </w:rPr>
        <w:t>hread</w:t>
      </w:r>
      <w:r>
        <w:t xml:space="preserve"> in this </w:t>
      </w:r>
      <w:r w:rsidRPr="00913764">
        <w:rPr>
          <w:rFonts w:ascii="Courier New" w:hAnsi="Courier New" w:cs="Courier New"/>
        </w:rPr>
        <w:t>ThreadSet</w:t>
      </w:r>
      <w:r>
        <w:t xml:space="preserve">.  The </w:t>
      </w:r>
      <w:r w:rsidRPr="00913764">
        <w:rPr>
          <w:rFonts w:ascii="Courier New" w:hAnsi="Courier New" w:cs="Courier New"/>
        </w:rPr>
        <w:t>IRPC</w:t>
      </w:r>
      <w:r>
        <w:t xml:space="preserve"> to post to each </w:t>
      </w:r>
      <w:r w:rsidRPr="00913764">
        <w:rPr>
          <w:rFonts w:ascii="Courier New" w:hAnsi="Courier New" w:cs="Courier New"/>
        </w:rPr>
        <w:t>Thread</w:t>
      </w:r>
      <w:r>
        <w:t xml:space="preserve"> is specified in the </w:t>
      </w:r>
      <w:r w:rsidRPr="00913764">
        <w:rPr>
          <w:rFonts w:ascii="Courier New" w:hAnsi="Courier New" w:cs="Courier New"/>
        </w:rPr>
        <w:t>rpcs</w:t>
      </w:r>
      <w:r>
        <w:t xml:space="preserve"> </w:t>
      </w:r>
      <w:r w:rsidRPr="00913764">
        <w:rPr>
          <w:rFonts w:ascii="Courier New" w:hAnsi="Courier New" w:cs="Courier New"/>
        </w:rPr>
        <w:t>multimap</w:t>
      </w:r>
      <w:r>
        <w:t>.</w:t>
      </w:r>
      <w:r w:rsidR="00A55348">
        <w:t xml:space="preserve">  This function is similar to Thread::postIRPC</w:t>
      </w:r>
      <w:r w:rsidR="00A55348">
        <w:fldChar w:fldCharType="begin"/>
      </w:r>
      <w:r w:rsidR="00A55348">
        <w:instrText xml:space="preserve"> XE "</w:instrText>
      </w:r>
      <w:r w:rsidR="00A55348" w:rsidRPr="00913764">
        <w:instrText>postIRPC, Thread</w:instrText>
      </w:r>
      <w:r w:rsidR="00A55348">
        <w:instrText xml:space="preserve">" </w:instrText>
      </w:r>
      <w:r w:rsidR="00A55348">
        <w:fldChar w:fldCharType="end"/>
      </w:r>
      <w:r w:rsidR="00A55348">
        <w:t>.</w:t>
      </w:r>
    </w:p>
    <w:p w:rsidR="008D573A" w:rsidRPr="00913764" w:rsidRDefault="008D573A" w:rsidP="009A6F08">
      <w:pPr>
        <w:pStyle w:val="APIBody"/>
      </w:pPr>
      <w:r>
        <w:t xml:space="preserve">This function return true if it succeeded for every </w:t>
      </w:r>
      <w:r w:rsidRPr="00FA6BE8">
        <w:rPr>
          <w:rFonts w:ascii="Courier New" w:hAnsi="Courier New" w:cs="Courier New"/>
        </w:rPr>
        <w:t>Thread</w:t>
      </w:r>
      <w:r>
        <w:t>, and false otherwise.</w:t>
      </w:r>
    </w:p>
    <w:p w:rsidR="00B74018" w:rsidRDefault="00B74018" w:rsidP="00913764">
      <w:pPr>
        <w:pStyle w:val="Definition"/>
        <w:jc w:val="left"/>
      </w:pPr>
      <w:r>
        <w:t>bool postIRPC</w:t>
      </w:r>
      <w:r w:rsidR="00DF0C8C" w:rsidRPr="00913764">
        <w:rPr>
          <w:rFonts w:asciiTheme="minorHAnsi" w:hAnsiTheme="minorHAnsi" w:cstheme="minorHAnsi"/>
        </w:rPr>
        <w:fldChar w:fldCharType="begin"/>
      </w:r>
      <w:r w:rsidR="00DF0C8C" w:rsidRPr="00913764">
        <w:rPr>
          <w:rFonts w:asciiTheme="minorHAnsi" w:hAnsiTheme="minorHAnsi" w:cstheme="minorHAnsi"/>
        </w:rPr>
        <w:instrText xml:space="preserve"> XE "postIRPC, ThreadSet" </w:instrText>
      </w:r>
      <w:r w:rsidR="00DF0C8C" w:rsidRPr="00913764">
        <w:rPr>
          <w:rFonts w:asciiTheme="minorHAnsi" w:hAnsiTheme="minorHAnsi" w:cstheme="minorHAnsi"/>
        </w:rPr>
        <w:fldChar w:fldCharType="end"/>
      </w:r>
      <w:r>
        <w:t>(IRPC</w:t>
      </w:r>
      <w:r w:rsidR="00DF0C8C">
        <w:fldChar w:fldCharType="begin"/>
      </w:r>
      <w:r w:rsidR="00DF0C8C">
        <w:instrText xml:space="preserve"> XE "</w:instrText>
      </w:r>
      <w:r w:rsidR="00DF0C8C" w:rsidRPr="00913764">
        <w:instrText>IRPC</w:instrText>
      </w:r>
      <w:r w:rsidR="00DF0C8C">
        <w:instrText xml:space="preserve">" </w:instrText>
      </w:r>
      <w:r w:rsidR="00DF0C8C">
        <w:fldChar w:fldCharType="end"/>
      </w:r>
      <w:r>
        <w:t>::ptr irpc,</w:t>
      </w:r>
      <w:r>
        <w:br/>
      </w:r>
      <w:r>
        <w:tab/>
        <w:t>std::multimap&lt;Thread::ptr, IRPC::ptr&gt; *result = NULL)</w:t>
      </w:r>
    </w:p>
    <w:p w:rsidR="00B74018" w:rsidRDefault="008D573A" w:rsidP="009A6F08">
      <w:pPr>
        <w:pStyle w:val="APIBody"/>
        <w:rPr>
          <w:noProof/>
        </w:rPr>
      </w:pPr>
      <w:r>
        <w:rPr>
          <w:noProof/>
        </w:rPr>
        <w:t xml:space="preserve">This function posts a copy of </w:t>
      </w:r>
      <w:r w:rsidRPr="00913764">
        <w:rPr>
          <w:rFonts w:ascii="Courier New" w:hAnsi="Courier New" w:cs="Courier New"/>
          <w:noProof/>
        </w:rPr>
        <w:t>irpc</w:t>
      </w:r>
      <w:r>
        <w:rPr>
          <w:noProof/>
        </w:rPr>
        <w:t xml:space="preserve"> to every </w:t>
      </w:r>
      <w:r w:rsidRPr="00913764">
        <w:rPr>
          <w:rFonts w:ascii="Courier New" w:hAnsi="Courier New" w:cs="Courier New"/>
          <w:noProof/>
        </w:rPr>
        <w:t>Thread</w:t>
      </w:r>
      <w:r>
        <w:rPr>
          <w:noProof/>
        </w:rPr>
        <w:t xml:space="preserve"> in this </w:t>
      </w:r>
      <w:r w:rsidRPr="00913764">
        <w:rPr>
          <w:rFonts w:ascii="Courier New" w:hAnsi="Courier New" w:cs="Courier New"/>
          <w:noProof/>
        </w:rPr>
        <w:t>ThreadSet</w:t>
      </w:r>
      <w:r>
        <w:rPr>
          <w:noProof/>
        </w:rPr>
        <w:t xml:space="preserve">.  If </w:t>
      </w:r>
      <w:r w:rsidRPr="00913764">
        <w:rPr>
          <w:rFonts w:ascii="Courier New" w:hAnsi="Courier New" w:cs="Courier New"/>
          <w:noProof/>
        </w:rPr>
        <w:t>result</w:t>
      </w:r>
      <w:r>
        <w:rPr>
          <w:noProof/>
        </w:rPr>
        <w:t xml:space="preserve"> is non-NULL, then the new </w:t>
      </w:r>
      <w:r w:rsidRPr="00913764">
        <w:rPr>
          <w:rFonts w:ascii="Courier New" w:hAnsi="Courier New" w:cs="Courier New"/>
          <w:noProof/>
        </w:rPr>
        <w:t>IRPC</w:t>
      </w:r>
      <w:r>
        <w:rPr>
          <w:noProof/>
        </w:rPr>
        <w:t xml:space="preserve"> objects are returned in the </w:t>
      </w:r>
      <w:r w:rsidRPr="00913764">
        <w:rPr>
          <w:rFonts w:ascii="Courier New" w:hAnsi="Courier New" w:cs="Courier New"/>
          <w:noProof/>
        </w:rPr>
        <w:t>result</w:t>
      </w:r>
      <w:r>
        <w:rPr>
          <w:noProof/>
        </w:rPr>
        <w:t xml:space="preserve"> multimap, with the </w:t>
      </w:r>
      <w:r w:rsidRPr="00913764">
        <w:rPr>
          <w:rFonts w:ascii="Courier New" w:hAnsi="Courier New" w:cs="Courier New"/>
          <w:noProof/>
        </w:rPr>
        <w:t>Thread</w:t>
      </w:r>
      <w:r>
        <w:rPr>
          <w:noProof/>
        </w:rPr>
        <w:t xml:space="preserve"> mapped to the </w:t>
      </w:r>
      <w:r w:rsidRPr="00913764">
        <w:rPr>
          <w:rFonts w:ascii="Courier New" w:hAnsi="Courier New" w:cs="Courier New"/>
          <w:noProof/>
        </w:rPr>
        <w:t>IRPC</w:t>
      </w:r>
      <w:r>
        <w:rPr>
          <w:noProof/>
        </w:rPr>
        <w:t xml:space="preserve"> that was posted there.</w:t>
      </w:r>
      <w:r w:rsidR="00A55348">
        <w:rPr>
          <w:noProof/>
        </w:rPr>
        <w:t xml:space="preserve">  </w:t>
      </w:r>
      <w:r w:rsidR="00A55348">
        <w:t xml:space="preserve">This function is similar to </w:t>
      </w:r>
      <w:r w:rsidR="00A55348" w:rsidRPr="00913764">
        <w:rPr>
          <w:rFonts w:ascii="Courier New" w:hAnsi="Courier New" w:cs="Courier New"/>
        </w:rPr>
        <w:t>Thread::postIRPC</w:t>
      </w:r>
      <w:r w:rsidR="00A55348">
        <w:fldChar w:fldCharType="begin"/>
      </w:r>
      <w:r w:rsidR="00A55348">
        <w:instrText xml:space="preserve"> XE "</w:instrText>
      </w:r>
      <w:r w:rsidR="00A55348" w:rsidRPr="00FA6BE8">
        <w:instrText>postIRPC, Thread</w:instrText>
      </w:r>
      <w:r w:rsidR="00A55348">
        <w:instrText xml:space="preserve">" </w:instrText>
      </w:r>
      <w:r w:rsidR="00A55348">
        <w:fldChar w:fldCharType="end"/>
      </w:r>
      <w:r w:rsidR="00A55348">
        <w:t>.</w:t>
      </w:r>
    </w:p>
    <w:p w:rsidR="008D573A" w:rsidRPr="00913764" w:rsidRDefault="00A55348" w:rsidP="009A6F08">
      <w:pPr>
        <w:pStyle w:val="APIBody"/>
      </w:pPr>
      <w:r>
        <w:lastRenderedPageBreak/>
        <w:t xml:space="preserve">This function return true if it succeeded for every </w:t>
      </w:r>
      <w:r w:rsidRPr="00FA6BE8">
        <w:rPr>
          <w:rFonts w:ascii="Courier New" w:hAnsi="Courier New" w:cs="Courier New"/>
        </w:rPr>
        <w:t>Thread</w:t>
      </w:r>
      <w:r>
        <w:t>, and false otherwise.</w:t>
      </w:r>
    </w:p>
    <w:p w:rsidR="000410FC" w:rsidRDefault="00430AF7" w:rsidP="009A6F08">
      <w:pPr>
        <w:pStyle w:val="Heading2"/>
      </w:pPr>
      <w:bookmarkStart w:id="88" w:name="_Toc350168848"/>
      <w:r>
        <w:t>EventNotify</w:t>
      </w:r>
      <w:bookmarkEnd w:id="81"/>
      <w:bookmarkEnd w:id="82"/>
      <w:bookmarkEnd w:id="83"/>
      <w:bookmarkEnd w:id="88"/>
      <w:r w:rsidR="000F4AA4" w:rsidRPr="00F9225D">
        <w:fldChar w:fldCharType="begin"/>
      </w:r>
      <w:r w:rsidR="00F9225D" w:rsidRPr="00F9225D">
        <w:instrText xml:space="preserve"> XE "EventNotify" </w:instrText>
      </w:r>
      <w:r w:rsidR="000F4AA4" w:rsidRPr="00F9225D">
        <w:fldChar w:fldCharType="end"/>
      </w:r>
    </w:p>
    <w:p w:rsidR="003C7567" w:rsidRDefault="003C7567" w:rsidP="009A6F08">
      <w:r>
        <w:t xml:space="preserve">The EventNotify class is used to notify the user when ProcControlAPI is ready to deliver a callback function.  EventNotify is a singleton class, which means only one instance of it is ever </w:t>
      </w:r>
      <w:r w:rsidR="00F9225D">
        <w:t>instantiated</w:t>
      </w:r>
      <w:r>
        <w:t xml:space="preserve">.  See Section </w:t>
      </w:r>
      <w:r w:rsidR="000F4AA4">
        <w:fldChar w:fldCharType="begin"/>
      </w:r>
      <w:r>
        <w:instrText xml:space="preserve"> REF _Ref273371799 \r \h </w:instrText>
      </w:r>
      <w:r w:rsidR="000F4AA4">
        <w:fldChar w:fldCharType="separate"/>
      </w:r>
      <w:r w:rsidR="00C42453">
        <w:t>2.2.3</w:t>
      </w:r>
      <w:r w:rsidR="000F4AA4">
        <w:fldChar w:fldCharType="end"/>
      </w:r>
      <w:r>
        <w:t xml:space="preserve"> for a high level description of notification.</w:t>
      </w:r>
    </w:p>
    <w:p w:rsidR="003C7567" w:rsidRDefault="003C7567" w:rsidP="009A6F08">
      <w:pPr>
        <w:pStyle w:val="ClassHeading"/>
      </w:pPr>
      <w:r>
        <w:t xml:space="preserve">EventNotify </w:t>
      </w:r>
      <w:r w:rsidR="00FC52AC">
        <w:t>Declared In</w:t>
      </w:r>
      <w:r>
        <w:t xml:space="preserve">: </w:t>
      </w:r>
    </w:p>
    <w:p w:rsidR="003C7567" w:rsidRPr="00A14A88" w:rsidRDefault="00A367E2" w:rsidP="003C7567">
      <w:pPr>
        <w:pStyle w:val="Definition"/>
      </w:pPr>
      <w:r>
        <w:t>PCProcess.h</w:t>
      </w:r>
    </w:p>
    <w:p w:rsidR="003C7567" w:rsidRDefault="003C7567" w:rsidP="009A6F08">
      <w:pPr>
        <w:pStyle w:val="ClassHeading"/>
      </w:pPr>
      <w:r>
        <w:t>EventNotify Types:</w:t>
      </w:r>
    </w:p>
    <w:p w:rsidR="003C7567" w:rsidRDefault="003C7567" w:rsidP="003C7567">
      <w:pPr>
        <w:pStyle w:val="Definition"/>
      </w:pPr>
      <w:r>
        <w:t>typedef void (*notify_cb_t</w:t>
      </w:r>
      <w:r w:rsidR="000F4AA4" w:rsidRPr="00F9225D">
        <w:rPr>
          <w:rFonts w:asciiTheme="minorHAnsi" w:hAnsiTheme="minorHAnsi"/>
        </w:rPr>
        <w:fldChar w:fldCharType="begin"/>
      </w:r>
      <w:r w:rsidR="00F9225D" w:rsidRPr="00F9225D">
        <w:rPr>
          <w:rFonts w:asciiTheme="minorHAnsi" w:hAnsiTheme="minorHAnsi"/>
        </w:rPr>
        <w:instrText xml:space="preserve"> XE "notify_cb_t, EventNotify" </w:instrText>
      </w:r>
      <w:r w:rsidR="000F4AA4" w:rsidRPr="00F9225D">
        <w:rPr>
          <w:rFonts w:asciiTheme="minorHAnsi" w:hAnsiTheme="minorHAnsi"/>
        </w:rPr>
        <w:fldChar w:fldCharType="end"/>
      </w:r>
      <w:r>
        <w:t>)()</w:t>
      </w:r>
    </w:p>
    <w:p w:rsidR="003C7567" w:rsidRDefault="003C7567" w:rsidP="009A6F08">
      <w:pPr>
        <w:pStyle w:val="APIBody"/>
      </w:pPr>
      <w:r>
        <w:t xml:space="preserve">This function signature is used </w:t>
      </w:r>
      <w:r w:rsidR="00876D25">
        <w:t>for</w:t>
      </w:r>
      <w:r>
        <w:t xml:space="preserve"> light-weight notification callback.</w:t>
      </w:r>
    </w:p>
    <w:p w:rsidR="003C7567" w:rsidRDefault="003C7567" w:rsidP="009A6F08">
      <w:pPr>
        <w:pStyle w:val="ClassHeading"/>
      </w:pPr>
      <w:r>
        <w:t>EventNotify Related Global Function</w:t>
      </w:r>
      <w:r w:rsidR="0079641D">
        <w:t>s</w:t>
      </w:r>
      <w:r>
        <w:t>:</w:t>
      </w:r>
    </w:p>
    <w:p w:rsidR="003C7567" w:rsidRDefault="003C7567" w:rsidP="003C7567">
      <w:pPr>
        <w:pStyle w:val="Definition"/>
      </w:pPr>
      <w:r>
        <w:t>EventNotify *evNotify</w:t>
      </w:r>
      <w:r w:rsidR="000F4AA4" w:rsidRPr="00F9225D">
        <w:rPr>
          <w:rFonts w:asciiTheme="minorHAnsi" w:hAnsiTheme="minorHAnsi"/>
        </w:rPr>
        <w:fldChar w:fldCharType="begin"/>
      </w:r>
      <w:r w:rsidR="00F9225D" w:rsidRPr="00F9225D">
        <w:rPr>
          <w:rFonts w:asciiTheme="minorHAnsi" w:hAnsiTheme="minorHAnsi"/>
        </w:rPr>
        <w:instrText xml:space="preserve"> XE "evNotify" </w:instrText>
      </w:r>
      <w:r w:rsidR="000F4AA4" w:rsidRPr="00F9225D">
        <w:rPr>
          <w:rFonts w:asciiTheme="minorHAnsi" w:hAnsiTheme="minorHAnsi"/>
        </w:rPr>
        <w:fldChar w:fldCharType="end"/>
      </w:r>
      <w:r>
        <w:t>()</w:t>
      </w:r>
    </w:p>
    <w:p w:rsidR="00F9225D" w:rsidRDefault="00F9225D" w:rsidP="009A6F08">
      <w:pPr>
        <w:pStyle w:val="APIBody"/>
      </w:pPr>
      <w:r>
        <w:t>This function returns the singleton instance of the EventNotify class.</w:t>
      </w:r>
    </w:p>
    <w:p w:rsidR="003C7567" w:rsidRDefault="003C7567" w:rsidP="009A6F08">
      <w:pPr>
        <w:pStyle w:val="ClassHeading"/>
      </w:pPr>
      <w:r>
        <w:t>EventNotify Member Functions:</w:t>
      </w:r>
    </w:p>
    <w:p w:rsidR="003C7567" w:rsidRDefault="003C7567" w:rsidP="003C7567">
      <w:pPr>
        <w:pStyle w:val="Definition"/>
      </w:pPr>
      <w:r>
        <w:t>int getFD</w:t>
      </w:r>
      <w:r w:rsidR="000F4AA4" w:rsidRPr="00F9225D">
        <w:rPr>
          <w:rFonts w:asciiTheme="minorHAnsi" w:hAnsiTheme="minorHAnsi"/>
        </w:rPr>
        <w:fldChar w:fldCharType="begin"/>
      </w:r>
      <w:r w:rsidR="00F9225D" w:rsidRPr="00F9225D">
        <w:rPr>
          <w:rFonts w:asciiTheme="minorHAnsi" w:hAnsiTheme="minorHAnsi"/>
        </w:rPr>
        <w:instrText xml:space="preserve"> XE "getFD, EventNotify" </w:instrText>
      </w:r>
      <w:r w:rsidR="000F4AA4" w:rsidRPr="00F9225D">
        <w:rPr>
          <w:rFonts w:asciiTheme="minorHAnsi" w:hAnsiTheme="minorHAnsi"/>
        </w:rPr>
        <w:fldChar w:fldCharType="end"/>
      </w:r>
      <w:r>
        <w:t>()</w:t>
      </w:r>
    </w:p>
    <w:p w:rsidR="003C7567" w:rsidRDefault="003C7567" w:rsidP="009A6F08">
      <w:pPr>
        <w:pStyle w:val="APIBody"/>
      </w:pPr>
      <w:r>
        <w:t xml:space="preserve">This function returns a file </w:t>
      </w:r>
      <w:r w:rsidR="00F9225D">
        <w:t>descriptor.  ProcControlAPI will write a byte that will be available for reading on this file descriptor when a callback function is ready to be invoked</w:t>
      </w:r>
      <w:r w:rsidR="00876D25">
        <w:t xml:space="preserve">.  </w:t>
      </w:r>
      <w:r w:rsidR="00F9225D">
        <w:t xml:space="preserve"> </w:t>
      </w:r>
      <w:r w:rsidR="00876D25">
        <w:t>U</w:t>
      </w:r>
      <w:r w:rsidR="00F9225D">
        <w:t xml:space="preserve">pon seeing that a byte has been written to this file descriptor (likely via </w:t>
      </w:r>
      <w:r w:rsidR="00F9225D" w:rsidRPr="006442EC">
        <w:rPr>
          <w:rFonts w:ascii="Courier New" w:hAnsi="Courier New" w:cs="Courier New"/>
        </w:rPr>
        <w:t>select</w:t>
      </w:r>
      <w:r w:rsidR="00F9225D">
        <w:t xml:space="preserve"> or </w:t>
      </w:r>
      <w:r w:rsidR="00F9225D" w:rsidRPr="006442EC">
        <w:rPr>
          <w:rFonts w:ascii="Courier New" w:hAnsi="Courier New" w:cs="Courier New"/>
        </w:rPr>
        <w:t>poll</w:t>
      </w:r>
      <w:r w:rsidR="00F9225D">
        <w:t xml:space="preserve">) the user should call the </w:t>
      </w:r>
      <w:r w:rsidR="00F9225D" w:rsidRPr="006442EC">
        <w:rPr>
          <w:rFonts w:ascii="Courier New" w:hAnsi="Courier New" w:cs="Courier New"/>
        </w:rPr>
        <w:t>Process::handleEvents</w:t>
      </w:r>
      <w:r w:rsidR="000F4AA4" w:rsidRPr="006442EC">
        <w:rPr>
          <w:rFonts w:ascii="Courier New" w:hAnsi="Courier New" w:cs="Courier New"/>
        </w:rPr>
        <w:fldChar w:fldCharType="begin"/>
      </w:r>
      <w:r w:rsidR="00F9225D" w:rsidRPr="006442EC">
        <w:rPr>
          <w:rFonts w:ascii="Courier New" w:hAnsi="Courier New" w:cs="Courier New"/>
        </w:rPr>
        <w:instrText xml:space="preserve"> XE "handleEvents, Process" </w:instrText>
      </w:r>
      <w:r w:rsidR="000F4AA4" w:rsidRPr="006442EC">
        <w:rPr>
          <w:rFonts w:ascii="Courier New" w:hAnsi="Courier New" w:cs="Courier New"/>
        </w:rPr>
        <w:fldChar w:fldCharType="end"/>
      </w:r>
      <w:r w:rsidR="00F9225D">
        <w:t xml:space="preserve"> function.  The user should never actually read the byte from this file descriptor; ProcControlAPI will handle clearing the byte after the callback function is invoked.</w:t>
      </w:r>
    </w:p>
    <w:p w:rsidR="00F9225D" w:rsidRDefault="00F9225D" w:rsidP="009A6F08">
      <w:pPr>
        <w:pStyle w:val="APIBody"/>
      </w:pPr>
      <w:r>
        <w:t xml:space="preserve">This function </w:t>
      </w:r>
      <w:r w:rsidR="00233FEF">
        <w:t>returns</w:t>
      </w:r>
      <w:r>
        <w:t xml:space="preserve"> </w:t>
      </w:r>
      <w:r w:rsidRPr="006442EC">
        <w:rPr>
          <w:rFonts w:ascii="Courier New" w:hAnsi="Courier New" w:cs="Courier New"/>
        </w:rPr>
        <w:t>-1</w:t>
      </w:r>
      <w:r>
        <w:rPr>
          <w:rFonts w:ascii="Courier New" w:hAnsi="Courier New" w:cs="Courier New"/>
        </w:rPr>
        <w:t xml:space="preserve"> </w:t>
      </w:r>
      <w:r w:rsidRPr="00F9225D">
        <w:rPr>
          <w:rFonts w:cs="Courier New"/>
        </w:rPr>
        <w:t>on error</w:t>
      </w:r>
      <w:r>
        <w:t xml:space="preserve">.  Upon an error a subsequent call to </w:t>
      </w:r>
      <w:r>
        <w:rPr>
          <w:rFonts w:ascii="Courier New" w:hAnsi="Courier New" w:cs="Courier New"/>
        </w:rPr>
        <w:t>getLastError</w:t>
      </w:r>
      <w:r>
        <w:t xml:space="preserve"> </w:t>
      </w:r>
      <w:r w:rsidR="00233FEF">
        <w:t>returns</w:t>
      </w:r>
      <w:r>
        <w:t xml:space="preserve"> details on the error.</w:t>
      </w:r>
    </w:p>
    <w:p w:rsidR="00F9225D" w:rsidRDefault="00F9225D" w:rsidP="00F9225D">
      <w:pPr>
        <w:pStyle w:val="Definition"/>
      </w:pPr>
      <w:r>
        <w:t>void registerCB</w:t>
      </w:r>
      <w:r w:rsidR="000F4AA4" w:rsidRPr="00F9225D">
        <w:rPr>
          <w:rFonts w:asciiTheme="minorHAnsi" w:hAnsiTheme="minorHAnsi"/>
        </w:rPr>
        <w:fldChar w:fldCharType="begin"/>
      </w:r>
      <w:r w:rsidRPr="00F9225D">
        <w:rPr>
          <w:rFonts w:asciiTheme="minorHAnsi" w:hAnsiTheme="minorHAnsi"/>
        </w:rPr>
        <w:instrText xml:space="preserve"> XE "registerCB, EventNotify" </w:instrText>
      </w:r>
      <w:r w:rsidR="000F4AA4" w:rsidRPr="00F9225D">
        <w:rPr>
          <w:rFonts w:asciiTheme="minorHAnsi" w:hAnsiTheme="minorHAnsi"/>
        </w:rPr>
        <w:fldChar w:fldCharType="end"/>
      </w:r>
      <w:r>
        <w:t>(notify_cb_t cb)</w:t>
      </w:r>
    </w:p>
    <w:p w:rsidR="00F9225D" w:rsidRDefault="00F9225D" w:rsidP="009A6F08">
      <w:pPr>
        <w:pStyle w:val="APIBody"/>
      </w:pPr>
      <w:r>
        <w:t>This function registers a light-weight callback function that will be invoked when a ProcControlAPI wishes to notify the user when a callback function is ready to be invoked.  This light-weight callback may be called by a ProcControlAPI internal thread or from a signal handler; the user is encouraged to keep its implementation appropriately safe for these circumstances.</w:t>
      </w:r>
    </w:p>
    <w:p w:rsidR="00F9225D" w:rsidRDefault="00F9225D" w:rsidP="00F9225D">
      <w:pPr>
        <w:pStyle w:val="Definition"/>
      </w:pPr>
      <w:r>
        <w:t>void removeCB</w:t>
      </w:r>
      <w:r w:rsidR="000F4AA4" w:rsidRPr="00F9225D">
        <w:rPr>
          <w:rFonts w:asciiTheme="minorHAnsi" w:hAnsiTheme="minorHAnsi"/>
        </w:rPr>
        <w:fldChar w:fldCharType="begin"/>
      </w:r>
      <w:r w:rsidRPr="00F9225D">
        <w:rPr>
          <w:rFonts w:asciiTheme="minorHAnsi" w:hAnsiTheme="minorHAnsi"/>
        </w:rPr>
        <w:instrText xml:space="preserve"> XE "removeCB, EventNotify" </w:instrText>
      </w:r>
      <w:r w:rsidR="000F4AA4" w:rsidRPr="00F9225D">
        <w:rPr>
          <w:rFonts w:asciiTheme="minorHAnsi" w:hAnsiTheme="minorHAnsi"/>
        </w:rPr>
        <w:fldChar w:fldCharType="end"/>
      </w:r>
      <w:r>
        <w:t>(notify_cb_t cb)</w:t>
      </w:r>
    </w:p>
    <w:p w:rsidR="003C7567" w:rsidRPr="003C7567" w:rsidRDefault="00F9225D" w:rsidP="009A6F08">
      <w:pPr>
        <w:pStyle w:val="APIBody"/>
      </w:pPr>
      <w:r>
        <w:t xml:space="preserve">This function removes a light-weight callback that was previously registered with </w:t>
      </w:r>
      <w:r w:rsidRPr="006442EC">
        <w:rPr>
          <w:rFonts w:ascii="Courier New" w:hAnsi="Courier New" w:cs="Courier New"/>
        </w:rPr>
        <w:t>EventNotify::registerCB</w:t>
      </w:r>
      <w:r>
        <w:t>.  ProcControlAPI will no longer invoke the cb function after this function completes.</w:t>
      </w:r>
    </w:p>
    <w:p w:rsidR="00430AF7" w:rsidRDefault="00430AF7" w:rsidP="009A6F08">
      <w:pPr>
        <w:pStyle w:val="Heading2"/>
      </w:pPr>
      <w:bookmarkStart w:id="89" w:name="_Toc273362653"/>
      <w:bookmarkStart w:id="90" w:name="_Toc274055830"/>
      <w:bookmarkStart w:id="91" w:name="_Toc350168849"/>
      <w:r>
        <w:t>EventType</w:t>
      </w:r>
      <w:bookmarkEnd w:id="89"/>
      <w:bookmarkEnd w:id="90"/>
      <w:bookmarkEnd w:id="91"/>
      <w:r w:rsidR="000F4AA4">
        <w:fldChar w:fldCharType="begin"/>
      </w:r>
      <w:r w:rsidR="009237D1">
        <w:instrText xml:space="preserve"> XE "</w:instrText>
      </w:r>
      <w:r w:rsidR="009237D1" w:rsidRPr="00161FA0">
        <w:instrText>EventType</w:instrText>
      </w:r>
      <w:r w:rsidR="009237D1">
        <w:instrText xml:space="preserve">" </w:instrText>
      </w:r>
      <w:r w:rsidR="000F4AA4">
        <w:fldChar w:fldCharType="end"/>
      </w:r>
    </w:p>
    <w:p w:rsidR="009C030E" w:rsidRDefault="009C030E" w:rsidP="009A6F08">
      <w:r>
        <w:t xml:space="preserve">The </w:t>
      </w:r>
      <w:r w:rsidRPr="008E55D8">
        <w:rPr>
          <w:rFonts w:ascii="Courier New" w:hAnsi="Courier New" w:cs="Courier New"/>
        </w:rPr>
        <w:t>EventType</w:t>
      </w:r>
      <w:r>
        <w:t xml:space="preserve"> class represents a type of </w:t>
      </w:r>
      <w:r w:rsidR="00007972">
        <w:t xml:space="preserve">event.  Each instance of an </w:t>
      </w:r>
      <w:r w:rsidR="00007972" w:rsidRPr="00007972">
        <w:rPr>
          <w:rFonts w:ascii="Courier New" w:hAnsi="Courier New" w:cs="Courier New"/>
        </w:rPr>
        <w:t>Event</w:t>
      </w:r>
      <w:r w:rsidR="00007972">
        <w:t xml:space="preserve"> happening has one associated </w:t>
      </w:r>
      <w:r w:rsidR="00007972" w:rsidRPr="008E55D8">
        <w:rPr>
          <w:rFonts w:ascii="Courier New" w:hAnsi="Courier New" w:cs="Courier New"/>
        </w:rPr>
        <w:t>EventType</w:t>
      </w:r>
      <w:r w:rsidR="00007972">
        <w:t>, and callback functions</w:t>
      </w:r>
      <w:r w:rsidR="000F4AA4">
        <w:fldChar w:fldCharType="begin"/>
      </w:r>
      <w:r w:rsidR="009237D1">
        <w:instrText xml:space="preserve"> XE "</w:instrText>
      </w:r>
      <w:r w:rsidR="009237D1" w:rsidRPr="00161FA0">
        <w:instrText>callback function</w:instrText>
      </w:r>
      <w:r w:rsidR="009237D1">
        <w:instrText xml:space="preserve">" </w:instrText>
      </w:r>
      <w:r w:rsidR="000F4AA4">
        <w:fldChar w:fldCharType="end"/>
      </w:r>
      <w:r w:rsidR="00007972">
        <w:t xml:space="preserve"> can be registered against </w:t>
      </w:r>
      <w:r w:rsidR="00007972" w:rsidRPr="008E55D8">
        <w:rPr>
          <w:rFonts w:ascii="Courier New" w:hAnsi="Courier New" w:cs="Courier New"/>
        </w:rPr>
        <w:t>EventTypes</w:t>
      </w:r>
      <w:r w:rsidR="00007972">
        <w:t xml:space="preserve">.  </w:t>
      </w:r>
      <w:r w:rsidR="008E55D8">
        <w:t xml:space="preserve">All </w:t>
      </w:r>
      <w:r w:rsidR="008E55D8" w:rsidRPr="008E55D8">
        <w:rPr>
          <w:rFonts w:ascii="Courier New" w:hAnsi="Courier New" w:cs="Courier New"/>
        </w:rPr>
        <w:t>EventTypes</w:t>
      </w:r>
      <w:r w:rsidR="008E55D8">
        <w:t xml:space="preserve"> have an associate code—an integral value that identifies the </w:t>
      </w:r>
      <w:r w:rsidR="008E55D8" w:rsidRPr="008E55D8">
        <w:rPr>
          <w:rFonts w:ascii="Courier New" w:hAnsi="Courier New" w:cs="Courier New"/>
        </w:rPr>
        <w:t>EventType</w:t>
      </w:r>
      <w:r w:rsidR="008E55D8">
        <w:t xml:space="preserve">.  Some </w:t>
      </w:r>
      <w:r w:rsidR="008E55D8" w:rsidRPr="008E55D8">
        <w:rPr>
          <w:rFonts w:ascii="Courier New" w:hAnsi="Courier New" w:cs="Courier New"/>
        </w:rPr>
        <w:t>EventTypes</w:t>
      </w:r>
      <w:r w:rsidR="008E55D8">
        <w:t xml:space="preserve"> also have a time associated with them (</w:t>
      </w:r>
      <w:r w:rsidR="008E55D8" w:rsidRPr="008E55D8">
        <w:rPr>
          <w:rFonts w:ascii="Courier New" w:hAnsi="Courier New" w:cs="Courier New"/>
        </w:rPr>
        <w:t>Pre</w:t>
      </w:r>
      <w:r w:rsidR="008E55D8">
        <w:t xml:space="preserve">, </w:t>
      </w:r>
      <w:r w:rsidR="008E55D8" w:rsidRPr="008E55D8">
        <w:rPr>
          <w:rFonts w:ascii="Courier New" w:hAnsi="Courier New" w:cs="Courier New"/>
        </w:rPr>
        <w:t>Post</w:t>
      </w:r>
      <w:r w:rsidR="008E55D8">
        <w:t xml:space="preserve">, or </w:t>
      </w:r>
      <w:r w:rsidR="008E55D8" w:rsidRPr="008E55D8">
        <w:rPr>
          <w:rFonts w:ascii="Courier New" w:hAnsi="Courier New" w:cs="Courier New"/>
        </w:rPr>
        <w:lastRenderedPageBreak/>
        <w:t>None</w:t>
      </w:r>
      <w:r w:rsidR="008E55D8">
        <w:t xml:space="preserve">)—describing when an Event may occur relative to the Code.  For example, an </w:t>
      </w:r>
      <w:r w:rsidR="008E55D8" w:rsidRPr="008E55D8">
        <w:rPr>
          <w:rFonts w:ascii="Courier New" w:hAnsi="Courier New" w:cs="Courier New"/>
        </w:rPr>
        <w:t>EventType</w:t>
      </w:r>
      <w:r w:rsidR="008E55D8">
        <w:t xml:space="preserve"> with a code of </w:t>
      </w:r>
      <w:r w:rsidR="008E55D8" w:rsidRPr="008E55D8">
        <w:rPr>
          <w:rFonts w:ascii="Courier New" w:hAnsi="Courier New" w:cs="Courier New"/>
        </w:rPr>
        <w:t>Exit</w:t>
      </w:r>
      <w:r w:rsidR="008E55D8">
        <w:t xml:space="preserve"> and a time of </w:t>
      </w:r>
      <w:r w:rsidR="008E55D8" w:rsidRPr="008E55D8">
        <w:rPr>
          <w:rFonts w:ascii="Courier New" w:hAnsi="Courier New" w:cs="Courier New"/>
        </w:rPr>
        <w:t>Pre</w:t>
      </w:r>
      <w:r w:rsidR="008E55D8">
        <w:t xml:space="preserve"> (written as pre-exit) would be associated with an </w:t>
      </w:r>
      <w:r w:rsidR="008E55D8" w:rsidRPr="008E55D8">
        <w:rPr>
          <w:rFonts w:ascii="Courier New" w:hAnsi="Courier New" w:cs="Courier New"/>
        </w:rPr>
        <w:t>Event</w:t>
      </w:r>
      <w:r w:rsidR="008E55D8">
        <w:t xml:space="preserve"> that occurs just before a process exits and its address space is cleaned.  An </w:t>
      </w:r>
      <w:r w:rsidR="008E55D8" w:rsidRPr="008E55D8">
        <w:rPr>
          <w:rFonts w:ascii="Courier New" w:hAnsi="Courier New" w:cs="Courier New"/>
        </w:rPr>
        <w:t>EventType</w:t>
      </w:r>
      <w:r w:rsidR="008E55D8">
        <w:t xml:space="preserve"> with code </w:t>
      </w:r>
      <w:r w:rsidR="008E55D8" w:rsidRPr="008E55D8">
        <w:rPr>
          <w:rFonts w:ascii="Courier New" w:hAnsi="Courier New" w:cs="Courier New"/>
        </w:rPr>
        <w:t>Exit</w:t>
      </w:r>
      <w:r w:rsidR="008E55D8">
        <w:t xml:space="preserve"> and a time of </w:t>
      </w:r>
      <w:r w:rsidR="008E55D8" w:rsidRPr="008E55D8">
        <w:rPr>
          <w:rFonts w:ascii="Courier New" w:hAnsi="Courier New" w:cs="Courier New"/>
        </w:rPr>
        <w:t>Post</w:t>
      </w:r>
      <w:r w:rsidR="008E55D8">
        <w:t xml:space="preserve"> would be associated with an </w:t>
      </w:r>
      <w:r w:rsidR="008E55D8" w:rsidRPr="008E55D8">
        <w:rPr>
          <w:rFonts w:ascii="Courier New" w:hAnsi="Courier New" w:cs="Courier New"/>
        </w:rPr>
        <w:t>Event</w:t>
      </w:r>
      <w:r w:rsidR="008E55D8">
        <w:t xml:space="preserve"> that occurs after the process exits and the address space is cleaned.</w:t>
      </w:r>
    </w:p>
    <w:p w:rsidR="008E55D8" w:rsidRDefault="008E55D8" w:rsidP="009A6F08">
      <w:r>
        <w:t xml:space="preserve">When using </w:t>
      </w:r>
      <w:r w:rsidRPr="008E55D8">
        <w:rPr>
          <w:rFonts w:ascii="Courier New" w:hAnsi="Courier New" w:cs="Courier New"/>
        </w:rPr>
        <w:t>EventTypes</w:t>
      </w:r>
      <w:r>
        <w:t xml:space="preserve"> to register for callback functions a special time value of </w:t>
      </w:r>
      <w:r w:rsidRPr="008E55D8">
        <w:rPr>
          <w:rFonts w:ascii="Courier New" w:hAnsi="Courier New" w:cs="Courier New"/>
        </w:rPr>
        <w:t>Any</w:t>
      </w:r>
      <w:r>
        <w:t xml:space="preserve"> can be used.  This signifies that the callback function should trigger for both </w:t>
      </w:r>
      <w:r w:rsidRPr="008E55D8">
        <w:rPr>
          <w:rFonts w:ascii="Courier New" w:hAnsi="Courier New" w:cs="Courier New"/>
        </w:rPr>
        <w:t>Pre</w:t>
      </w:r>
      <w:r>
        <w:t xml:space="preserve"> and </w:t>
      </w:r>
      <w:r w:rsidRPr="008E55D8">
        <w:rPr>
          <w:rFonts w:ascii="Courier New" w:hAnsi="Courier New" w:cs="Courier New"/>
        </w:rPr>
        <w:t>Post</w:t>
      </w:r>
      <w:r>
        <w:t xml:space="preserve"> time events.  </w:t>
      </w:r>
      <w:r w:rsidRPr="008E55D8">
        <w:rPr>
          <w:rFonts w:ascii="Courier New" w:hAnsi="Courier New" w:cs="Courier New"/>
        </w:rPr>
        <w:t>ProcControlAPI</w:t>
      </w:r>
      <w:r>
        <w:t xml:space="preserve"> will never deliver an </w:t>
      </w:r>
      <w:r w:rsidRPr="008E55D8">
        <w:rPr>
          <w:rFonts w:ascii="Courier New" w:hAnsi="Courier New" w:cs="Courier New"/>
        </w:rPr>
        <w:t>Event</w:t>
      </w:r>
      <w:r>
        <w:t xml:space="preserve"> that has an </w:t>
      </w:r>
      <w:r w:rsidRPr="008E55D8">
        <w:rPr>
          <w:rFonts w:ascii="Courier New" w:hAnsi="Courier New" w:cs="Courier New"/>
        </w:rPr>
        <w:t>EventType</w:t>
      </w:r>
      <w:r>
        <w:t xml:space="preserve"> with time code </w:t>
      </w:r>
      <w:r w:rsidRPr="008E55D8">
        <w:rPr>
          <w:rFonts w:ascii="Courier New" w:hAnsi="Courier New" w:cs="Courier New"/>
        </w:rPr>
        <w:t>Any</w:t>
      </w:r>
      <w:r>
        <w:t>.</w:t>
      </w:r>
    </w:p>
    <w:p w:rsidR="008E55D8" w:rsidRDefault="008E55D8" w:rsidP="009A6F08">
      <w:r>
        <w:t xml:space="preserve">More details on </w:t>
      </w:r>
      <w:r w:rsidRPr="008E55D8">
        <w:rPr>
          <w:rFonts w:ascii="Courier New" w:hAnsi="Courier New" w:cs="Courier New"/>
        </w:rPr>
        <w:t>Events</w:t>
      </w:r>
      <w:r>
        <w:t xml:space="preserve"> and </w:t>
      </w:r>
      <w:r w:rsidRPr="008E55D8">
        <w:rPr>
          <w:rFonts w:ascii="Courier New" w:hAnsi="Courier New" w:cs="Courier New"/>
        </w:rPr>
        <w:t>EventTypes</w:t>
      </w:r>
      <w:r>
        <w:t xml:space="preserve"> can be found in Section </w:t>
      </w:r>
      <w:r w:rsidR="000F4AA4">
        <w:fldChar w:fldCharType="begin"/>
      </w:r>
      <w:r>
        <w:instrText xml:space="preserve"> REF _Ref273435580 \r \h </w:instrText>
      </w:r>
      <w:r w:rsidR="000F4AA4">
        <w:fldChar w:fldCharType="separate"/>
      </w:r>
      <w:r w:rsidR="00C42453">
        <w:t>2.2.1</w:t>
      </w:r>
      <w:r w:rsidR="000F4AA4">
        <w:fldChar w:fldCharType="end"/>
      </w:r>
      <w:r>
        <w:t>.</w:t>
      </w:r>
    </w:p>
    <w:p w:rsidR="00F30C27" w:rsidRDefault="00F30C27" w:rsidP="009A6F08">
      <w:pPr>
        <w:pStyle w:val="ClassHeading"/>
      </w:pPr>
      <w:r>
        <w:t>EventType Types</w:t>
      </w:r>
      <w:r w:rsidR="00E4752D">
        <w:t>:</w:t>
      </w:r>
    </w:p>
    <w:p w:rsidR="00F30C27" w:rsidRDefault="00F30C27" w:rsidP="00F30C27">
      <w:pPr>
        <w:pStyle w:val="Definition"/>
      </w:pPr>
      <w:r>
        <w:t>typedef enum {</w:t>
      </w:r>
    </w:p>
    <w:p w:rsidR="00F30C27" w:rsidRDefault="00F30C27" w:rsidP="00F30C27">
      <w:pPr>
        <w:pStyle w:val="Definition"/>
      </w:pPr>
      <w:r>
        <w:tab/>
        <w:t>Pre = 0,</w:t>
      </w:r>
    </w:p>
    <w:p w:rsidR="00F30C27" w:rsidRDefault="00F30C27" w:rsidP="00F30C27">
      <w:pPr>
        <w:pStyle w:val="Definition"/>
      </w:pPr>
      <w:r>
        <w:tab/>
        <w:t>Post,</w:t>
      </w:r>
    </w:p>
    <w:p w:rsidR="00F30C27" w:rsidRDefault="00F30C27" w:rsidP="00F30C27">
      <w:pPr>
        <w:pStyle w:val="Definition"/>
      </w:pPr>
      <w:r>
        <w:tab/>
        <w:t>None,</w:t>
      </w:r>
    </w:p>
    <w:p w:rsidR="00F30C27" w:rsidRDefault="00F30C27" w:rsidP="00F30C27">
      <w:pPr>
        <w:pStyle w:val="Definition"/>
      </w:pPr>
      <w:r>
        <w:tab/>
        <w:t>Any</w:t>
      </w:r>
    </w:p>
    <w:p w:rsidR="00F30C27" w:rsidRDefault="00F30C27" w:rsidP="00F30C27">
      <w:pPr>
        <w:pStyle w:val="Definition"/>
      </w:pPr>
      <w:r>
        <w:t>} Time;</w:t>
      </w:r>
      <w:r w:rsidR="009237D1">
        <w:t xml:space="preserve"> </w:t>
      </w:r>
      <w:r w:rsidR="000F4AA4" w:rsidRPr="009237D1">
        <w:rPr>
          <w:rFonts w:asciiTheme="minorHAnsi" w:hAnsiTheme="minorHAnsi"/>
        </w:rPr>
        <w:fldChar w:fldCharType="begin"/>
      </w:r>
      <w:r w:rsidR="009237D1" w:rsidRPr="009237D1">
        <w:rPr>
          <w:rFonts w:asciiTheme="minorHAnsi" w:hAnsiTheme="minorHAnsi"/>
        </w:rPr>
        <w:instrText xml:space="preserve"> XE "EventType</w:instrText>
      </w:r>
      <w:r w:rsidR="009237D1">
        <w:rPr>
          <w:rFonts w:asciiTheme="minorHAnsi" w:hAnsiTheme="minorHAnsi"/>
        </w:rPr>
        <w:instrText>,</w:instrText>
      </w:r>
      <w:r w:rsidR="009237D1" w:rsidRPr="009237D1">
        <w:rPr>
          <w:rFonts w:asciiTheme="minorHAnsi" w:hAnsiTheme="minorHAnsi"/>
        </w:rPr>
        <w:instrText xml:space="preserve"> Time" </w:instrText>
      </w:r>
      <w:r w:rsidR="000F4AA4" w:rsidRPr="009237D1">
        <w:rPr>
          <w:rFonts w:asciiTheme="minorHAnsi" w:hAnsiTheme="minorHAnsi"/>
        </w:rPr>
        <w:fldChar w:fldCharType="end"/>
      </w:r>
    </w:p>
    <w:p w:rsidR="00F30C27" w:rsidRDefault="00F30C27" w:rsidP="00F30C27">
      <w:pPr>
        <w:pStyle w:val="Definition"/>
      </w:pPr>
    </w:p>
    <w:p w:rsidR="00F30C27" w:rsidRDefault="00F30C27" w:rsidP="00F30C27">
      <w:pPr>
        <w:pStyle w:val="Definition"/>
      </w:pPr>
      <w:r>
        <w:t>typedef int Code;</w:t>
      </w:r>
    </w:p>
    <w:p w:rsidR="00F30C27" w:rsidRDefault="00F30C27" w:rsidP="009A6F08">
      <w:pPr>
        <w:pStyle w:val="APIBody"/>
      </w:pPr>
      <w:r>
        <w:t xml:space="preserve">The Time and Code types are respectively used to describe the time and code values of an EventType. </w:t>
      </w:r>
    </w:p>
    <w:p w:rsidR="00F30C27" w:rsidRDefault="00F30C27" w:rsidP="009A6F08">
      <w:pPr>
        <w:pStyle w:val="ClassHeading"/>
      </w:pPr>
      <w:r>
        <w:t>EventType Constants</w:t>
      </w:r>
      <w:r w:rsidR="00E4752D">
        <w:t>:</w:t>
      </w:r>
    </w:p>
    <w:p w:rsidR="00F30C27" w:rsidRDefault="00F30C27" w:rsidP="00F30C27">
      <w:pPr>
        <w:pStyle w:val="Definition"/>
      </w:pPr>
      <w:r>
        <w:t>static const int Error = -1</w:t>
      </w:r>
      <w:r w:rsidR="000F4AA4" w:rsidRPr="006316B9">
        <w:rPr>
          <w:rFonts w:asciiTheme="minorHAnsi" w:hAnsiTheme="minorHAnsi"/>
        </w:rPr>
        <w:fldChar w:fldCharType="begin"/>
      </w:r>
      <w:r w:rsidR="006316B9" w:rsidRPr="006316B9">
        <w:rPr>
          <w:rFonts w:asciiTheme="minorHAnsi" w:hAnsiTheme="minorHAnsi"/>
        </w:rPr>
        <w:instrText xml:space="preserve"> XE "EventType, Code" </w:instrText>
      </w:r>
      <w:r w:rsidR="000F4AA4" w:rsidRPr="006316B9">
        <w:rPr>
          <w:rFonts w:asciiTheme="minorHAnsi" w:hAnsiTheme="minorHAnsi"/>
        </w:rPr>
        <w:fldChar w:fldCharType="end"/>
      </w:r>
    </w:p>
    <w:p w:rsidR="00F30C27" w:rsidRDefault="00F30C27" w:rsidP="00F30C27">
      <w:pPr>
        <w:pStyle w:val="Definition"/>
      </w:pPr>
      <w:r>
        <w:t>static const int Unset = 0</w:t>
      </w:r>
    </w:p>
    <w:p w:rsidR="00F30C27" w:rsidRDefault="00F30C27" w:rsidP="00F30C27">
      <w:pPr>
        <w:pStyle w:val="Definition"/>
      </w:pPr>
      <w:r>
        <w:t>static const int Exit = 1</w:t>
      </w:r>
    </w:p>
    <w:p w:rsidR="00F30C27" w:rsidRDefault="00F30C27" w:rsidP="00F30C27">
      <w:pPr>
        <w:pStyle w:val="Definition"/>
      </w:pPr>
      <w:r>
        <w:t>static const int Crash = 2</w:t>
      </w:r>
    </w:p>
    <w:p w:rsidR="00F30C27" w:rsidRDefault="00F30C27" w:rsidP="00F30C27">
      <w:pPr>
        <w:pStyle w:val="Definition"/>
      </w:pPr>
      <w:r>
        <w:t>static const int Fork = 3</w:t>
      </w:r>
    </w:p>
    <w:p w:rsidR="00F30C27" w:rsidRDefault="00F30C27" w:rsidP="00F30C27">
      <w:pPr>
        <w:pStyle w:val="Definition"/>
      </w:pPr>
      <w:r>
        <w:t>static const int Exec = 4</w:t>
      </w:r>
    </w:p>
    <w:p w:rsidR="00F30C27" w:rsidRDefault="00F30C27" w:rsidP="00F30C27">
      <w:pPr>
        <w:pStyle w:val="Definition"/>
      </w:pPr>
      <w:r>
        <w:t>static const int ThreadCreate = 5</w:t>
      </w:r>
    </w:p>
    <w:p w:rsidR="00F30C27" w:rsidRDefault="00F30C27" w:rsidP="00F30C27">
      <w:pPr>
        <w:pStyle w:val="Definition"/>
      </w:pPr>
      <w:r>
        <w:t>static const int ThreadDestroy = 6</w:t>
      </w:r>
    </w:p>
    <w:p w:rsidR="00F30C27" w:rsidRDefault="00F30C27" w:rsidP="00F30C27">
      <w:pPr>
        <w:pStyle w:val="Definition"/>
      </w:pPr>
      <w:r>
        <w:t>static const int Stop = 7</w:t>
      </w:r>
    </w:p>
    <w:p w:rsidR="00F30C27" w:rsidRDefault="00F30C27" w:rsidP="00F30C27">
      <w:pPr>
        <w:pStyle w:val="Definition"/>
      </w:pPr>
      <w:r>
        <w:t>static const int Signal = 8</w:t>
      </w:r>
    </w:p>
    <w:p w:rsidR="00F30C27" w:rsidRDefault="00F30C27" w:rsidP="00F30C27">
      <w:pPr>
        <w:pStyle w:val="Definition"/>
      </w:pPr>
      <w:r>
        <w:t>static const int LibraryLoad = 9</w:t>
      </w:r>
    </w:p>
    <w:p w:rsidR="00F30C27" w:rsidRDefault="00F30C27" w:rsidP="00F30C27">
      <w:pPr>
        <w:pStyle w:val="Definition"/>
      </w:pPr>
      <w:r>
        <w:t>static const int LibraryUnload = 10</w:t>
      </w:r>
    </w:p>
    <w:p w:rsidR="00F30C27" w:rsidRDefault="00F30C27" w:rsidP="00F30C27">
      <w:pPr>
        <w:pStyle w:val="Definition"/>
      </w:pPr>
      <w:r>
        <w:t>static const int Bootstrap = 11</w:t>
      </w:r>
    </w:p>
    <w:p w:rsidR="00F30C27" w:rsidRDefault="00F30C27" w:rsidP="00F30C27">
      <w:pPr>
        <w:pStyle w:val="Definition"/>
      </w:pPr>
      <w:r>
        <w:t>static const int Breakpoint = 12</w:t>
      </w:r>
    </w:p>
    <w:p w:rsidR="00F30C27" w:rsidRDefault="00F30C27" w:rsidP="00F30C27">
      <w:pPr>
        <w:pStyle w:val="Definition"/>
      </w:pPr>
      <w:r>
        <w:t>static const int RPC = 13</w:t>
      </w:r>
    </w:p>
    <w:p w:rsidR="00F30C27" w:rsidRDefault="00F30C27" w:rsidP="00F30C27">
      <w:pPr>
        <w:pStyle w:val="Definition"/>
      </w:pPr>
      <w:r>
        <w:t>static const int SingleStep = 14</w:t>
      </w:r>
    </w:p>
    <w:p w:rsidR="00F30C27" w:rsidRDefault="00F30C27" w:rsidP="00F30C27">
      <w:pPr>
        <w:pStyle w:val="Definition"/>
      </w:pPr>
      <w:r>
        <w:t>static const int Library = 15</w:t>
      </w:r>
    </w:p>
    <w:p w:rsidR="00F30C27" w:rsidRDefault="00F30C27" w:rsidP="00F30C27">
      <w:pPr>
        <w:pStyle w:val="Definition"/>
      </w:pPr>
      <w:r>
        <w:t>static const int MaxProcCtrlEvent = 1000</w:t>
      </w:r>
    </w:p>
    <w:p w:rsidR="00F30C27" w:rsidRDefault="00F30C27" w:rsidP="009A6F08">
      <w:pPr>
        <w:pStyle w:val="APIBody"/>
      </w:pPr>
      <w:r>
        <w:t xml:space="preserve">These constants describe possible values for an </w:t>
      </w:r>
      <w:r w:rsidRPr="0079641D">
        <w:rPr>
          <w:rFonts w:ascii="Courier New" w:hAnsi="Courier New" w:cs="Courier New"/>
        </w:rPr>
        <w:t>EventType’s</w:t>
      </w:r>
      <w:r>
        <w:t xml:space="preserve"> code.  The </w:t>
      </w:r>
      <w:r w:rsidRPr="0079641D">
        <w:rPr>
          <w:rFonts w:ascii="Courier New" w:hAnsi="Courier New" w:cs="Courier New"/>
        </w:rPr>
        <w:t>Error</w:t>
      </w:r>
      <w:r>
        <w:t xml:space="preserve"> and </w:t>
      </w:r>
      <w:r w:rsidRPr="0079641D">
        <w:rPr>
          <w:rFonts w:ascii="Courier New" w:hAnsi="Courier New" w:cs="Courier New"/>
        </w:rPr>
        <w:t>Unset</w:t>
      </w:r>
      <w:r>
        <w:t xml:space="preserve"> codes are for handling error cases and </w:t>
      </w:r>
      <w:r w:rsidR="007109F5">
        <w:t>should</w:t>
      </w:r>
      <w:r>
        <w:t xml:space="preserve"> not be used for callback functions or be associated with </w:t>
      </w:r>
      <w:r w:rsidRPr="0079641D">
        <w:rPr>
          <w:rFonts w:ascii="Courier New" w:hAnsi="Courier New" w:cs="Courier New"/>
        </w:rPr>
        <w:t>Events</w:t>
      </w:r>
      <w:r>
        <w:t xml:space="preserve">.  </w:t>
      </w:r>
    </w:p>
    <w:p w:rsidR="00F30C27" w:rsidRDefault="00F30C27" w:rsidP="009A6F08">
      <w:pPr>
        <w:pStyle w:val="APIBody"/>
      </w:pPr>
      <w:r>
        <w:lastRenderedPageBreak/>
        <w:t xml:space="preserve">The </w:t>
      </w:r>
      <w:r w:rsidRPr="0079641D">
        <w:rPr>
          <w:rFonts w:ascii="Courier New" w:hAnsi="Courier New" w:cs="Courier New"/>
        </w:rPr>
        <w:t>EventType</w:t>
      </w:r>
      <w:r>
        <w:t xml:space="preserve"> codes were implemented as an integer (rather than an enum) to allow users to create custom </w:t>
      </w:r>
      <w:r w:rsidRPr="0079641D">
        <w:rPr>
          <w:rFonts w:ascii="Courier New" w:hAnsi="Courier New" w:cs="Courier New"/>
        </w:rPr>
        <w:t>EventTypes</w:t>
      </w:r>
      <w:r>
        <w:t xml:space="preserve">.  Any custom </w:t>
      </w:r>
      <w:r w:rsidRPr="0079641D">
        <w:rPr>
          <w:rFonts w:ascii="Courier New" w:hAnsi="Courier New" w:cs="Courier New"/>
        </w:rPr>
        <w:t>EventType</w:t>
      </w:r>
      <w:r>
        <w:t xml:space="preserve"> should begin at the </w:t>
      </w:r>
      <w:r w:rsidRPr="0079641D">
        <w:rPr>
          <w:rFonts w:ascii="Courier New" w:hAnsi="Courier New" w:cs="Courier New"/>
        </w:rPr>
        <w:t>MaxProcCtrlEvent</w:t>
      </w:r>
      <w:r>
        <w:t xml:space="preserve"> value, all smaller values are reserved by </w:t>
      </w:r>
      <w:r w:rsidRPr="0079641D">
        <w:rPr>
          <w:rFonts w:ascii="Courier New" w:hAnsi="Courier New" w:cs="Courier New"/>
        </w:rPr>
        <w:t>ProcControlAPI</w:t>
      </w:r>
      <w:r>
        <w:t>.</w:t>
      </w:r>
    </w:p>
    <w:p w:rsidR="0079641D" w:rsidRDefault="0079641D" w:rsidP="009A6F08">
      <w:pPr>
        <w:pStyle w:val="ClassHeading"/>
      </w:pPr>
      <w:r>
        <w:t>EventType Related Types</w:t>
      </w:r>
      <w:r w:rsidR="00E4752D">
        <w:t>:</w:t>
      </w:r>
    </w:p>
    <w:p w:rsidR="0079641D" w:rsidRDefault="0079641D" w:rsidP="0079641D">
      <w:pPr>
        <w:pStyle w:val="Definition"/>
      </w:pPr>
      <w:r>
        <w:t>struct eventtype_cmp</w:t>
      </w:r>
      <w:r w:rsidR="000F4AA4" w:rsidRPr="009237D1">
        <w:rPr>
          <w:rFonts w:asciiTheme="minorHAnsi" w:hAnsiTheme="minorHAnsi"/>
        </w:rPr>
        <w:fldChar w:fldCharType="begin"/>
      </w:r>
      <w:r w:rsidR="009237D1" w:rsidRPr="009237D1">
        <w:rPr>
          <w:rFonts w:asciiTheme="minorHAnsi" w:hAnsiTheme="minorHAnsi"/>
        </w:rPr>
        <w:instrText xml:space="preserve"> XE "eventtype_cmp" </w:instrText>
      </w:r>
      <w:r w:rsidR="000F4AA4" w:rsidRPr="009237D1">
        <w:rPr>
          <w:rFonts w:asciiTheme="minorHAnsi" w:hAnsiTheme="minorHAnsi"/>
        </w:rPr>
        <w:fldChar w:fldCharType="end"/>
      </w:r>
      <w:r>
        <w:t xml:space="preserve"> {</w:t>
      </w:r>
    </w:p>
    <w:p w:rsidR="0079641D" w:rsidRDefault="0079641D" w:rsidP="0079641D">
      <w:pPr>
        <w:pStyle w:val="Definition"/>
      </w:pPr>
      <w:r>
        <w:tab/>
        <w:t>bool operator()(const EventType &amp;a, const EventType &amp;b);</w:t>
      </w:r>
    </w:p>
    <w:p w:rsidR="0079641D" w:rsidRDefault="0079641D" w:rsidP="0079641D">
      <w:pPr>
        <w:pStyle w:val="Definition"/>
      </w:pPr>
      <w:r>
        <w:t>}</w:t>
      </w:r>
    </w:p>
    <w:p w:rsidR="0079641D" w:rsidRDefault="0079641D" w:rsidP="009A6F08">
      <w:pPr>
        <w:pStyle w:val="APIBody"/>
      </w:pPr>
      <w:r>
        <w:t xml:space="preserve">This type defines a less-than comparison function for </w:t>
      </w:r>
      <w:r w:rsidRPr="0079641D">
        <w:rPr>
          <w:rFonts w:ascii="Courier New" w:hAnsi="Courier New" w:cs="Courier New"/>
        </w:rPr>
        <w:t>EventTypes</w:t>
      </w:r>
      <w:r>
        <w:t xml:space="preserve">.  While a comparison of </w:t>
      </w:r>
      <w:r w:rsidRPr="0079641D">
        <w:rPr>
          <w:rFonts w:ascii="Courier New" w:hAnsi="Courier New" w:cs="Courier New"/>
        </w:rPr>
        <w:t>EventTypes</w:t>
      </w:r>
      <w:r>
        <w:t xml:space="preserve"> does not have a semantic meaning, this can be useful for inserting </w:t>
      </w:r>
      <w:r w:rsidRPr="0079641D">
        <w:rPr>
          <w:rFonts w:ascii="Courier New" w:hAnsi="Courier New" w:cs="Courier New"/>
        </w:rPr>
        <w:t>EventTypes</w:t>
      </w:r>
      <w:r>
        <w:t xml:space="preserve"> into maps or other STL data structures.</w:t>
      </w:r>
    </w:p>
    <w:p w:rsidR="0079641D" w:rsidRDefault="0079641D" w:rsidP="009A6F08">
      <w:pPr>
        <w:pStyle w:val="ClassHeading"/>
      </w:pPr>
      <w:r>
        <w:t>EventType Member Functions</w:t>
      </w:r>
      <w:r w:rsidR="00E4752D">
        <w:t>:</w:t>
      </w:r>
    </w:p>
    <w:p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(Code e)</w:t>
      </w:r>
    </w:p>
    <w:p w:rsidR="0079641D" w:rsidRDefault="0079641D" w:rsidP="009A6F08">
      <w:pPr>
        <w:pStyle w:val="APIBody"/>
      </w:pPr>
      <w:r>
        <w:t xml:space="preserve">Constructs an </w:t>
      </w:r>
      <w:r w:rsidRPr="0079641D">
        <w:rPr>
          <w:rFonts w:ascii="Courier New" w:hAnsi="Courier New" w:cs="Courier New"/>
        </w:rPr>
        <w:t>EventType</w:t>
      </w:r>
      <w:r>
        <w:t xml:space="preserve"> with the given code and a time of </w:t>
      </w:r>
      <w:r w:rsidRPr="0079641D">
        <w:rPr>
          <w:rFonts w:ascii="Courier New" w:hAnsi="Courier New" w:cs="Courier New"/>
        </w:rPr>
        <w:t>Any</w:t>
      </w:r>
      <w:r>
        <w:t>.</w:t>
      </w:r>
    </w:p>
    <w:p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(Time t, Code e)</w:t>
      </w:r>
    </w:p>
    <w:p w:rsidR="0079641D" w:rsidRDefault="0079641D" w:rsidP="009A6F08">
      <w:pPr>
        <w:pStyle w:val="APIBody"/>
      </w:pPr>
      <w:r>
        <w:t xml:space="preserve">Constructs an </w:t>
      </w:r>
      <w:r w:rsidRPr="0079641D">
        <w:rPr>
          <w:rFonts w:ascii="Courier New" w:hAnsi="Courier New" w:cs="Courier New"/>
        </w:rPr>
        <w:t>EventType</w:t>
      </w:r>
      <w:r>
        <w:t xml:space="preserve"> with the given time and code values.</w:t>
      </w:r>
    </w:p>
    <w:p w:rsidR="0079641D" w:rsidRDefault="0079641D" w:rsidP="0079641D">
      <w:pPr>
        <w:pStyle w:val="Definition"/>
      </w:pPr>
      <w:r>
        <w:t>EventType</w:t>
      </w:r>
      <w:r w:rsidR="000F4AA4" w:rsidRPr="009237D1">
        <w:rPr>
          <w:rFonts w:asciiTheme="minorHAnsi" w:hAnsiTheme="minorHAnsi"/>
        </w:rPr>
        <w:fldChar w:fldCharType="begin"/>
      </w:r>
      <w:r w:rsidR="009237D1" w:rsidRPr="009237D1">
        <w:rPr>
          <w:rFonts w:asciiTheme="minorHAnsi" w:hAnsiTheme="minorHAnsi"/>
        </w:rPr>
        <w:instrText xml:space="preserve"> XE "EventType </w:instrText>
      </w:r>
      <w:r w:rsidR="009237D1">
        <w:rPr>
          <w:rFonts w:asciiTheme="minorHAnsi" w:hAnsiTheme="minorHAnsi"/>
        </w:rPr>
        <w:instrText>c</w:instrText>
      </w:r>
      <w:r w:rsidR="009237D1" w:rsidRPr="009237D1">
        <w:rPr>
          <w:rFonts w:asciiTheme="minorHAnsi" w:hAnsiTheme="minorHAnsi"/>
        </w:rPr>
        <w:instrText xml:space="preserve">onstructor" </w:instrText>
      </w:r>
      <w:r w:rsidR="000F4AA4" w:rsidRPr="009237D1">
        <w:rPr>
          <w:rFonts w:asciiTheme="minorHAnsi" w:hAnsiTheme="minorHAnsi"/>
        </w:rPr>
        <w:fldChar w:fldCharType="end"/>
      </w:r>
      <w:r>
        <w:t>()</w:t>
      </w:r>
    </w:p>
    <w:p w:rsidR="0079641D" w:rsidRDefault="0079641D" w:rsidP="009A6F08">
      <w:pPr>
        <w:pStyle w:val="APIBody"/>
      </w:pPr>
      <w:r>
        <w:t xml:space="preserve">Constructs an </w:t>
      </w:r>
      <w:r w:rsidRPr="0079641D">
        <w:rPr>
          <w:rFonts w:ascii="Courier New" w:hAnsi="Courier New" w:cs="Courier New"/>
        </w:rPr>
        <w:t>EventType</w:t>
      </w:r>
      <w:r>
        <w:t xml:space="preserve"> with an </w:t>
      </w:r>
      <w:r w:rsidRPr="0079641D">
        <w:rPr>
          <w:rFonts w:ascii="Courier New" w:hAnsi="Courier New" w:cs="Courier New"/>
        </w:rPr>
        <w:t>Unset</w:t>
      </w:r>
      <w:r>
        <w:t xml:space="preserve"> code and </w:t>
      </w:r>
      <w:r w:rsidRPr="0079641D">
        <w:rPr>
          <w:rFonts w:ascii="Courier New" w:hAnsi="Courier New" w:cs="Courier New"/>
        </w:rPr>
        <w:t>None</w:t>
      </w:r>
      <w:r>
        <w:t xml:space="preserve"> time value.</w:t>
      </w:r>
    </w:p>
    <w:p w:rsidR="0079641D" w:rsidRDefault="0079641D" w:rsidP="0079641D">
      <w:pPr>
        <w:pStyle w:val="Definition"/>
      </w:pPr>
      <w:r>
        <w:t>Code code</w:t>
      </w:r>
      <w:r w:rsidR="000F4AA4" w:rsidRPr="009237D1">
        <w:rPr>
          <w:rFonts w:asciiTheme="minorHAnsi" w:hAnsiTheme="minorHAnsi"/>
        </w:rPr>
        <w:fldChar w:fldCharType="begin"/>
      </w:r>
      <w:r w:rsidR="009237D1" w:rsidRPr="009237D1">
        <w:rPr>
          <w:rFonts w:asciiTheme="minorHAnsi" w:hAnsiTheme="minorHAnsi"/>
        </w:rPr>
        <w:instrText xml:space="preserve"> XE "code, EventType" </w:instrText>
      </w:r>
      <w:r w:rsidR="000F4AA4" w:rsidRPr="009237D1">
        <w:rPr>
          <w:rFonts w:asciiTheme="minorHAnsi" w:hAnsiTheme="minorHAnsi"/>
        </w:rPr>
        <w:fldChar w:fldCharType="end"/>
      </w:r>
      <w:r>
        <w:t>() const</w:t>
      </w:r>
    </w:p>
    <w:p w:rsidR="0079641D" w:rsidRDefault="0079641D" w:rsidP="009A6F08">
      <w:pPr>
        <w:pStyle w:val="APIBody"/>
      </w:pPr>
      <w:r>
        <w:t xml:space="preserve">Returns the code value of the </w:t>
      </w:r>
      <w:r w:rsidRPr="0079641D">
        <w:rPr>
          <w:rFonts w:ascii="Courier New" w:hAnsi="Courier New" w:cs="Courier New"/>
        </w:rPr>
        <w:t>EventType</w:t>
      </w:r>
      <w:r>
        <w:t>.</w:t>
      </w:r>
    </w:p>
    <w:p w:rsidR="0079641D" w:rsidRDefault="0079641D" w:rsidP="0079641D">
      <w:pPr>
        <w:pStyle w:val="Definition"/>
      </w:pPr>
      <w:r>
        <w:t>Time time</w:t>
      </w:r>
      <w:r w:rsidR="000F4AA4" w:rsidRPr="009237D1">
        <w:rPr>
          <w:rFonts w:asciiTheme="minorHAnsi" w:hAnsiTheme="minorHAnsi"/>
        </w:rPr>
        <w:fldChar w:fldCharType="begin"/>
      </w:r>
      <w:r w:rsidR="009237D1" w:rsidRPr="009237D1">
        <w:rPr>
          <w:rFonts w:asciiTheme="minorHAnsi" w:hAnsiTheme="minorHAnsi"/>
        </w:rPr>
        <w:instrText xml:space="preserve"> XE "time, EventType" </w:instrText>
      </w:r>
      <w:r w:rsidR="000F4AA4" w:rsidRPr="009237D1">
        <w:rPr>
          <w:rFonts w:asciiTheme="minorHAnsi" w:hAnsiTheme="minorHAnsi"/>
        </w:rPr>
        <w:fldChar w:fldCharType="end"/>
      </w:r>
      <w:r>
        <w:t>() const</w:t>
      </w:r>
    </w:p>
    <w:p w:rsidR="0079641D" w:rsidRDefault="0079641D" w:rsidP="009A6F08">
      <w:pPr>
        <w:pStyle w:val="APIBody"/>
      </w:pPr>
      <w:r>
        <w:t xml:space="preserve">Returns the time value of the </w:t>
      </w:r>
      <w:r w:rsidRPr="0079641D">
        <w:rPr>
          <w:rFonts w:ascii="Courier New" w:hAnsi="Courier New" w:cs="Courier New"/>
        </w:rPr>
        <w:t>EventType</w:t>
      </w:r>
      <w:r>
        <w:t>.</w:t>
      </w:r>
    </w:p>
    <w:p w:rsidR="0079641D" w:rsidRDefault="0079641D" w:rsidP="0079641D">
      <w:pPr>
        <w:pStyle w:val="Definition"/>
      </w:pPr>
      <w:r>
        <w:t>std::string name</w:t>
      </w:r>
      <w:r w:rsidR="000F4AA4" w:rsidRPr="009237D1">
        <w:rPr>
          <w:rFonts w:asciiTheme="minorHAnsi" w:hAnsiTheme="minorHAnsi"/>
        </w:rPr>
        <w:fldChar w:fldCharType="begin"/>
      </w:r>
      <w:r w:rsidR="009237D1" w:rsidRPr="009237D1">
        <w:rPr>
          <w:rFonts w:asciiTheme="minorHAnsi" w:hAnsiTheme="minorHAnsi"/>
        </w:rPr>
        <w:instrText xml:space="preserve"> XE "name, EventType" </w:instrText>
      </w:r>
      <w:r w:rsidR="000F4AA4" w:rsidRPr="009237D1">
        <w:rPr>
          <w:rFonts w:asciiTheme="minorHAnsi" w:hAnsiTheme="minorHAnsi"/>
        </w:rPr>
        <w:fldChar w:fldCharType="end"/>
      </w:r>
      <w:r>
        <w:t>() const</w:t>
      </w:r>
    </w:p>
    <w:p w:rsidR="0079641D" w:rsidRPr="009C030E" w:rsidRDefault="0079641D" w:rsidP="009A6F08">
      <w:pPr>
        <w:pStyle w:val="APIBody"/>
      </w:pPr>
      <w:r>
        <w:t xml:space="preserve">Returns a human readable name for this </w:t>
      </w:r>
      <w:r w:rsidRPr="0079641D">
        <w:rPr>
          <w:rFonts w:ascii="Courier New" w:hAnsi="Courier New" w:cs="Courier New"/>
        </w:rPr>
        <w:t>EventType</w:t>
      </w:r>
      <w:r>
        <w:t>.</w:t>
      </w:r>
    </w:p>
    <w:p w:rsidR="00430AF7" w:rsidRDefault="00430AF7" w:rsidP="009A6F08">
      <w:pPr>
        <w:pStyle w:val="Heading2"/>
      </w:pPr>
      <w:bookmarkStart w:id="92" w:name="_Ref257231563"/>
      <w:bookmarkStart w:id="93" w:name="_Toc273362654"/>
      <w:bookmarkStart w:id="94" w:name="_Toc274055831"/>
      <w:bookmarkStart w:id="95" w:name="_Toc350168850"/>
      <w:r>
        <w:t>Event</w:t>
      </w:r>
      <w:bookmarkEnd w:id="92"/>
      <w:bookmarkEnd w:id="93"/>
      <w:bookmarkEnd w:id="94"/>
      <w:bookmarkEnd w:id="95"/>
      <w:r w:rsidR="000F4AA4" w:rsidRPr="001E4C3A">
        <w:fldChar w:fldCharType="begin"/>
      </w:r>
      <w:r w:rsidR="00773F2F" w:rsidRPr="001E4C3A">
        <w:instrText xml:space="preserve"> XE "Event" </w:instrText>
      </w:r>
      <w:r w:rsidR="000F4AA4" w:rsidRPr="001E4C3A">
        <w:fldChar w:fldCharType="end"/>
      </w:r>
    </w:p>
    <w:p w:rsidR="00043099" w:rsidRDefault="008A3EB5" w:rsidP="009A6F08">
      <w:r>
        <w:t xml:space="preserve">The </w:t>
      </w:r>
      <w:r w:rsidRPr="00E4752D">
        <w:rPr>
          <w:rFonts w:ascii="Courier New" w:hAnsi="Courier New" w:cs="Courier New"/>
        </w:rPr>
        <w:t>Event</w:t>
      </w:r>
      <w:r>
        <w:t xml:space="preserve"> class represents an instance of an event happening.  Each </w:t>
      </w:r>
      <w:r w:rsidRPr="00E4752D">
        <w:rPr>
          <w:rFonts w:ascii="Courier New" w:hAnsi="Courier New" w:cs="Courier New"/>
        </w:rPr>
        <w:t>Event</w:t>
      </w:r>
      <w:r>
        <w:t xml:space="preserve"> has an </w:t>
      </w:r>
      <w:r w:rsidRPr="00E4752D">
        <w:rPr>
          <w:rFonts w:ascii="Courier New" w:hAnsi="Courier New" w:cs="Courier New"/>
        </w:rPr>
        <w:t>EventType</w:t>
      </w:r>
      <w:r w:rsidR="000F4AA4" w:rsidRPr="001E4C3A">
        <w:rPr>
          <w:rFonts w:cs="Courier New"/>
        </w:rPr>
        <w:fldChar w:fldCharType="begin"/>
      </w:r>
      <w:r w:rsidR="00773F2F" w:rsidRPr="001E4C3A">
        <w:instrText xml:space="preserve"> XE "</w:instrText>
      </w:r>
      <w:r w:rsidR="00773F2F" w:rsidRPr="001E4C3A">
        <w:rPr>
          <w:rFonts w:cs="Courier New"/>
        </w:rPr>
        <w:instrText>EventType</w:instrText>
      </w:r>
      <w:r w:rsidR="00773F2F" w:rsidRPr="001E4C3A">
        <w:instrText xml:space="preserve">" </w:instrText>
      </w:r>
      <w:r w:rsidR="000F4AA4" w:rsidRPr="001E4C3A">
        <w:rPr>
          <w:rFonts w:cs="Courier New"/>
        </w:rPr>
        <w:fldChar w:fldCharType="end"/>
      </w:r>
      <w:r>
        <w:t xml:space="preserve"> that describes the event and pointers to the </w:t>
      </w:r>
      <w:r w:rsidRPr="00E4752D">
        <w:rPr>
          <w:rFonts w:ascii="Courier New" w:hAnsi="Courier New" w:cs="Courier New"/>
        </w:rPr>
        <w:t>Process</w:t>
      </w:r>
      <w:r>
        <w:t xml:space="preserve"> and </w:t>
      </w:r>
      <w:r w:rsidRPr="00E4752D">
        <w:rPr>
          <w:rFonts w:ascii="Courier New" w:hAnsi="Courier New" w:cs="Courier New"/>
        </w:rPr>
        <w:t>Thread</w:t>
      </w:r>
      <w:r>
        <w:t xml:space="preserve"> that the event occurred</w:t>
      </w:r>
      <w:r w:rsidR="00773F2F">
        <w:t xml:space="preserve"> on.</w:t>
      </w:r>
      <w:bookmarkStart w:id="96" w:name="_Toc273362655"/>
    </w:p>
    <w:p w:rsidR="00043099" w:rsidRDefault="00043099" w:rsidP="009A6F08">
      <w:r>
        <w:t xml:space="preserve">The </w:t>
      </w:r>
      <w:r w:rsidRPr="00E4752D">
        <w:rPr>
          <w:rFonts w:ascii="Courier New" w:hAnsi="Courier New" w:cs="Courier New"/>
        </w:rPr>
        <w:t>Event</w:t>
      </w:r>
      <w:r>
        <w:t xml:space="preserve"> class is an abstract class that is never instantiated.  Instead, ProcControlAPI will instantiate children of the </w:t>
      </w:r>
      <w:r w:rsidRPr="00E4752D">
        <w:rPr>
          <w:rFonts w:ascii="Courier New" w:hAnsi="Courier New" w:cs="Courier New"/>
        </w:rPr>
        <w:t>Event</w:t>
      </w:r>
      <w:r>
        <w:t xml:space="preserve"> class, each of which add information specific to the </w:t>
      </w:r>
      <w:r w:rsidRPr="00E4752D">
        <w:rPr>
          <w:rFonts w:ascii="Courier New" w:hAnsi="Courier New" w:cs="Courier New"/>
        </w:rPr>
        <w:t>EventType</w:t>
      </w:r>
      <w:r>
        <w:t xml:space="preserve">.  For example, an </w:t>
      </w:r>
      <w:r w:rsidRPr="00E4752D">
        <w:rPr>
          <w:rFonts w:ascii="Courier New" w:hAnsi="Courier New" w:cs="Courier New"/>
        </w:rPr>
        <w:t>Event</w:t>
      </w:r>
      <w:r>
        <w:t xml:space="preserve"> representing a thread creation will have an </w:t>
      </w:r>
      <w:r w:rsidRPr="00E4752D">
        <w:rPr>
          <w:rFonts w:ascii="Courier New" w:hAnsi="Courier New" w:cs="Courier New"/>
        </w:rPr>
        <w:t>EventType</w:t>
      </w:r>
      <w:r>
        <w:t xml:space="preserve"> of </w:t>
      </w:r>
      <w:r w:rsidRPr="00E4752D">
        <w:rPr>
          <w:rFonts w:ascii="Courier New" w:hAnsi="Courier New" w:cs="Courier New"/>
        </w:rPr>
        <w:t>ThreadCreate</w:t>
      </w:r>
      <w:r>
        <w:t xml:space="preserve"> and can be cast into an </w:t>
      </w:r>
      <w:r w:rsidRPr="00E4752D">
        <w:rPr>
          <w:rFonts w:ascii="Courier New" w:hAnsi="Courier New" w:cs="Courier New"/>
        </w:rPr>
        <w:t>EventNewThread</w:t>
      </w:r>
      <w:r w:rsidR="00407A23">
        <w:t xml:space="preserve"> for specific information about the new thread.  The specific events that are instantiated from </w:t>
      </w:r>
      <w:r w:rsidR="00407A23" w:rsidRPr="00E4752D">
        <w:rPr>
          <w:rFonts w:ascii="Courier New" w:hAnsi="Courier New" w:cs="Courier New"/>
        </w:rPr>
        <w:t>Event</w:t>
      </w:r>
      <w:r w:rsidR="00407A23">
        <w:t xml:space="preserve"> are described in the </w:t>
      </w:r>
      <w:r w:rsidR="00E15D7D">
        <w:t xml:space="preserve">Section </w:t>
      </w:r>
      <w:r w:rsidR="000F4AA4">
        <w:fldChar w:fldCharType="begin"/>
      </w:r>
      <w:r w:rsidR="00E15D7D">
        <w:instrText xml:space="preserve"> REF _Ref274042181 \r \h </w:instrText>
      </w:r>
      <w:r w:rsidR="000F4AA4">
        <w:fldChar w:fldCharType="separate"/>
      </w:r>
      <w:r w:rsidR="00C42453">
        <w:t>3.15</w:t>
      </w:r>
      <w:r w:rsidR="000F4AA4">
        <w:fldChar w:fldCharType="end"/>
      </w:r>
      <w:r w:rsidR="00E15D7D">
        <w:t>.</w:t>
      </w:r>
    </w:p>
    <w:p w:rsidR="00407A23" w:rsidRDefault="00407A23" w:rsidP="009A6F08">
      <w:r>
        <w:t xml:space="preserve">An event that occurs on a running thread may cause the process, thread, or neither to stop running until the event has been handled.  The specifics of what is stopped can change between different event types and operating systems.  Each Event describes whether it stopped the associated process or thread with a </w:t>
      </w:r>
      <w:r w:rsidRPr="00E4752D">
        <w:rPr>
          <w:rFonts w:ascii="Courier New" w:hAnsi="Courier New" w:cs="Courier New"/>
        </w:rPr>
        <w:t>SyncType</w:t>
      </w:r>
      <w:r>
        <w:t xml:space="preserve"> field.  The values of this field can be </w:t>
      </w:r>
      <w:r w:rsidRPr="00E4752D">
        <w:rPr>
          <w:rFonts w:ascii="Courier New" w:hAnsi="Courier New" w:cs="Courier New"/>
        </w:rPr>
        <w:t>async</w:t>
      </w:r>
      <w:r>
        <w:t xml:space="preserve"> (the event stopped neither the process </w:t>
      </w:r>
      <w:r w:rsidR="00E4752D">
        <w:t>n</w:t>
      </w:r>
      <w:r>
        <w:t xml:space="preserve">or thread), </w:t>
      </w:r>
      <w:r w:rsidRPr="00E4752D">
        <w:rPr>
          <w:rFonts w:ascii="Courier New" w:hAnsi="Courier New" w:cs="Courier New"/>
        </w:rPr>
        <w:t>sync_thread</w:t>
      </w:r>
      <w:r>
        <w:t xml:space="preserve"> (the event stopped its thread), or </w:t>
      </w:r>
      <w:r w:rsidRPr="00E4752D">
        <w:rPr>
          <w:rFonts w:ascii="Courier New" w:hAnsi="Courier New" w:cs="Courier New"/>
        </w:rPr>
        <w:lastRenderedPageBreak/>
        <w:t>sync_process</w:t>
      </w:r>
      <w:r>
        <w:t xml:space="preserve"> (the event stopped all threads in the process).  </w:t>
      </w:r>
      <w:r w:rsidR="00E4752D">
        <w:t xml:space="preserve">A callback function can choose how to resume or stop a process or thread using its return value (see Section </w:t>
      </w:r>
      <w:r w:rsidR="000F4AA4">
        <w:fldChar w:fldCharType="begin"/>
      </w:r>
      <w:r w:rsidR="00E4752D">
        <w:instrText xml:space="preserve"> REF _Ref274040451 \r \h </w:instrText>
      </w:r>
      <w:r w:rsidR="000F4AA4">
        <w:fldChar w:fldCharType="separate"/>
      </w:r>
      <w:r w:rsidR="00C42453">
        <w:t>2.2.2</w:t>
      </w:r>
      <w:r w:rsidR="000F4AA4">
        <w:fldChar w:fldCharType="end"/>
      </w:r>
      <w:r w:rsidR="00E4752D">
        <w:t>).</w:t>
      </w:r>
    </w:p>
    <w:p w:rsidR="00E4752D" w:rsidRDefault="00E4752D" w:rsidP="009A6F08">
      <w:r>
        <w:t xml:space="preserve">More details on </w:t>
      </w:r>
      <w:r w:rsidRPr="00E4752D">
        <w:rPr>
          <w:rFonts w:ascii="Courier New" w:hAnsi="Courier New" w:cs="Courier New"/>
        </w:rPr>
        <w:t>Event</w:t>
      </w:r>
      <w:r>
        <w:rPr>
          <w:rFonts w:ascii="Courier New" w:hAnsi="Courier New" w:cs="Courier New"/>
        </w:rPr>
        <w:t xml:space="preserve"> </w:t>
      </w:r>
      <w:r>
        <w:t xml:space="preserve">can be found in Section </w:t>
      </w:r>
      <w:r w:rsidR="000F4AA4">
        <w:fldChar w:fldCharType="begin"/>
      </w:r>
      <w:r>
        <w:instrText xml:space="preserve"> REF _Ref274040489 \r \h </w:instrText>
      </w:r>
      <w:r w:rsidR="000F4AA4">
        <w:fldChar w:fldCharType="separate"/>
      </w:r>
      <w:r w:rsidR="00C42453">
        <w:t>2.2.1</w:t>
      </w:r>
      <w:r w:rsidR="000F4AA4">
        <w:fldChar w:fldCharType="end"/>
      </w:r>
      <w:r>
        <w:t>.</w:t>
      </w:r>
    </w:p>
    <w:p w:rsidR="00E4752D" w:rsidRDefault="00E4752D" w:rsidP="009A6F08">
      <w:pPr>
        <w:pStyle w:val="ClassHeading"/>
      </w:pPr>
      <w:r>
        <w:t xml:space="preserve">Event </w:t>
      </w:r>
      <w:r w:rsidR="00FC52AC">
        <w:t>Declared In</w:t>
      </w:r>
      <w:r>
        <w:t xml:space="preserve">: </w:t>
      </w:r>
    </w:p>
    <w:p w:rsidR="007D697D" w:rsidRPr="00A14A88" w:rsidRDefault="00E4752D" w:rsidP="00E4752D">
      <w:pPr>
        <w:pStyle w:val="Definition"/>
      </w:pPr>
      <w:r>
        <w:t>Event</w:t>
      </w:r>
      <w:r w:rsidRPr="00A14A88">
        <w:t>.h</w:t>
      </w:r>
    </w:p>
    <w:p w:rsidR="00E4752D" w:rsidRDefault="00E4752D" w:rsidP="009A6F08">
      <w:pPr>
        <w:pStyle w:val="ClassHeading"/>
      </w:pPr>
      <w:r>
        <w:t>Event Types:</w:t>
      </w:r>
    </w:p>
    <w:p w:rsidR="00E4752D" w:rsidRDefault="00E4752D" w:rsidP="00E4752D">
      <w:pPr>
        <w:pStyle w:val="Definition"/>
      </w:pPr>
      <w:r>
        <w:t>typedef enum {</w:t>
      </w:r>
    </w:p>
    <w:p w:rsidR="00E4752D" w:rsidRDefault="00E4752D" w:rsidP="00E4752D">
      <w:pPr>
        <w:pStyle w:val="Definition"/>
      </w:pPr>
      <w:r>
        <w:tab/>
        <w:t>unset,</w:t>
      </w:r>
    </w:p>
    <w:p w:rsidR="00E4752D" w:rsidRDefault="00E4752D" w:rsidP="00E4752D">
      <w:pPr>
        <w:pStyle w:val="Definition"/>
      </w:pPr>
      <w:r>
        <w:tab/>
        <w:t>async,</w:t>
      </w:r>
    </w:p>
    <w:p w:rsidR="00E4752D" w:rsidRDefault="00E4752D" w:rsidP="00E4752D">
      <w:pPr>
        <w:pStyle w:val="Definition"/>
      </w:pPr>
      <w:r>
        <w:tab/>
        <w:t>sync_thread,</w:t>
      </w:r>
    </w:p>
    <w:p w:rsidR="00E4752D" w:rsidRDefault="00E4752D" w:rsidP="00E4752D">
      <w:pPr>
        <w:pStyle w:val="Definition"/>
      </w:pPr>
      <w:r>
        <w:tab/>
        <w:t>sync_process</w:t>
      </w:r>
      <w:r>
        <w:br/>
        <w:t>} SyncType</w:t>
      </w:r>
      <w:r w:rsidR="000F4AA4" w:rsidRPr="001E4C3A">
        <w:rPr>
          <w:rFonts w:asciiTheme="minorHAnsi" w:hAnsiTheme="minorHAnsi"/>
        </w:rPr>
        <w:fldChar w:fldCharType="begin"/>
      </w:r>
      <w:r w:rsidR="00773F2F" w:rsidRPr="001E4C3A">
        <w:rPr>
          <w:rFonts w:asciiTheme="minorHAnsi" w:hAnsiTheme="minorHAnsi"/>
        </w:rPr>
        <w:instrText xml:space="preserve"> XE "SyncType, Event" </w:instrText>
      </w:r>
      <w:r w:rsidR="000F4AA4" w:rsidRPr="001E4C3A">
        <w:rPr>
          <w:rFonts w:asciiTheme="minorHAnsi" w:hAnsiTheme="minorHAnsi"/>
        </w:rPr>
        <w:fldChar w:fldCharType="end"/>
      </w:r>
    </w:p>
    <w:p w:rsidR="00E4752D" w:rsidRDefault="00E4752D" w:rsidP="00E4752D">
      <w:pPr>
        <w:pStyle w:val="Definition"/>
      </w:pPr>
    </w:p>
    <w:p w:rsidR="00E4752D" w:rsidRDefault="00E4752D" w:rsidP="009A6F08">
      <w:pPr>
        <w:pStyle w:val="APIBody"/>
      </w:pPr>
      <w:r>
        <w:t xml:space="preserve">The </w:t>
      </w:r>
      <w:r w:rsidRPr="001C7B8D">
        <w:rPr>
          <w:rFonts w:ascii="Courier New" w:hAnsi="Courier New" w:cs="Courier New"/>
        </w:rPr>
        <w:t>SyncType</w:t>
      </w:r>
      <w:r>
        <w:t xml:space="preserve"> type is used to describe how a process or thread is stopped by an </w:t>
      </w:r>
      <w:r w:rsidRPr="001C7B8D">
        <w:rPr>
          <w:rFonts w:ascii="Courier New" w:hAnsi="Courier New" w:cs="Courier New"/>
        </w:rPr>
        <w:t>Event</w:t>
      </w:r>
      <w:r>
        <w:t>.  See the above explanation for more details.</w:t>
      </w:r>
    </w:p>
    <w:p w:rsidR="00E4752D" w:rsidRDefault="00E4752D" w:rsidP="009A6F08">
      <w:pPr>
        <w:pStyle w:val="ClassHeading"/>
      </w:pPr>
      <w:r>
        <w:t>Event Member Functions:</w:t>
      </w:r>
    </w:p>
    <w:p w:rsidR="00E4752D" w:rsidRDefault="00E4752D" w:rsidP="00E4752D">
      <w:pPr>
        <w:pStyle w:val="Definition"/>
      </w:pPr>
      <w:r>
        <w:t>Thread::const_ptr getThread</w:t>
      </w:r>
      <w:r w:rsidR="000F4AA4" w:rsidRPr="001E4C3A">
        <w:rPr>
          <w:rFonts w:asciiTheme="minorHAnsi" w:hAnsiTheme="minorHAnsi"/>
        </w:rPr>
        <w:fldChar w:fldCharType="begin"/>
      </w:r>
      <w:r w:rsidR="00773F2F" w:rsidRPr="001E4C3A">
        <w:rPr>
          <w:rFonts w:asciiTheme="minorHAnsi" w:hAnsiTheme="minorHAnsi"/>
        </w:rPr>
        <w:instrText xml:space="preserve"> XE "getThread, Event" </w:instrText>
      </w:r>
      <w:r w:rsidR="000F4AA4" w:rsidRPr="001E4C3A">
        <w:rPr>
          <w:rFonts w:asciiTheme="minorHAnsi" w:hAnsiTheme="minorHAnsi"/>
        </w:rPr>
        <w:fldChar w:fldCharType="end"/>
      </w:r>
      <w:r>
        <w:t>() const</w:t>
      </w:r>
    </w:p>
    <w:p w:rsidR="00E4752D" w:rsidRDefault="00E4752D" w:rsidP="009A6F08">
      <w:pPr>
        <w:pStyle w:val="APIBody"/>
      </w:pPr>
      <w:r>
        <w:t xml:space="preserve">This function returns a const pointer to the </w:t>
      </w:r>
      <w:r w:rsidRPr="001C7B8D">
        <w:rPr>
          <w:rFonts w:ascii="Courier New" w:hAnsi="Courier New" w:cs="Courier New"/>
        </w:rPr>
        <w:t>Thread</w:t>
      </w:r>
      <w:r>
        <w:t xml:space="preserve"> object that represents the thread this event occurred on.  </w:t>
      </w:r>
    </w:p>
    <w:p w:rsidR="00E4752D" w:rsidRDefault="00E4752D" w:rsidP="00E4752D">
      <w:pPr>
        <w:pStyle w:val="Definition"/>
      </w:pPr>
      <w:r>
        <w:t>Process::const_ptr getProcess</w:t>
      </w:r>
      <w:r w:rsidR="000F4AA4" w:rsidRPr="001E4C3A">
        <w:rPr>
          <w:rFonts w:asciiTheme="minorHAnsi" w:hAnsiTheme="minorHAnsi"/>
        </w:rPr>
        <w:fldChar w:fldCharType="begin"/>
      </w:r>
      <w:r w:rsidR="00773F2F" w:rsidRPr="001E4C3A">
        <w:rPr>
          <w:rFonts w:asciiTheme="minorHAnsi" w:hAnsiTheme="minorHAnsi"/>
        </w:rPr>
        <w:instrText xml:space="preserve"> XE "getProcess, Event" </w:instrText>
      </w:r>
      <w:r w:rsidR="000F4AA4" w:rsidRPr="001E4C3A">
        <w:rPr>
          <w:rFonts w:asciiTheme="minorHAnsi" w:hAnsiTheme="minorHAnsi"/>
        </w:rPr>
        <w:fldChar w:fldCharType="end"/>
      </w:r>
      <w:r>
        <w:t>() const</w:t>
      </w:r>
    </w:p>
    <w:p w:rsidR="00E4752D" w:rsidRDefault="00E4752D" w:rsidP="009A6F08">
      <w:pPr>
        <w:pStyle w:val="APIBody"/>
      </w:pPr>
      <w:r>
        <w:t xml:space="preserve">This function returns a const pointer to the </w:t>
      </w:r>
      <w:r w:rsidRPr="001C7B8D">
        <w:rPr>
          <w:rFonts w:ascii="Courier New" w:hAnsi="Courier New" w:cs="Courier New"/>
        </w:rPr>
        <w:t>Process</w:t>
      </w:r>
      <w:r>
        <w:t xml:space="preserve"> object that represents the process this event occurred on.</w:t>
      </w:r>
    </w:p>
    <w:p w:rsidR="00E4752D" w:rsidRDefault="001C7B8D" w:rsidP="00E4752D">
      <w:pPr>
        <w:pStyle w:val="Definition"/>
      </w:pPr>
      <w:r>
        <w:t>EventType getEventType</w:t>
      </w:r>
      <w:r w:rsidR="000F4AA4" w:rsidRPr="001E4C3A">
        <w:rPr>
          <w:rFonts w:asciiTheme="minorHAnsi" w:hAnsiTheme="minorHAnsi"/>
        </w:rPr>
        <w:fldChar w:fldCharType="begin"/>
      </w:r>
      <w:r w:rsidR="00773F2F" w:rsidRPr="001E4C3A">
        <w:rPr>
          <w:rFonts w:asciiTheme="minorHAnsi" w:hAnsiTheme="minorHAnsi"/>
        </w:rPr>
        <w:instrText xml:space="preserve"> XE "getEventType, Event" </w:instrText>
      </w:r>
      <w:r w:rsidR="000F4AA4" w:rsidRPr="001E4C3A">
        <w:rPr>
          <w:rFonts w:asciiTheme="minorHAnsi" w:hAnsiTheme="minorHAnsi"/>
        </w:rPr>
        <w:fldChar w:fldCharType="end"/>
      </w:r>
      <w:r>
        <w:t>() const</w:t>
      </w:r>
    </w:p>
    <w:p w:rsidR="001C7B8D" w:rsidRDefault="001C7B8D" w:rsidP="009A6F08">
      <w:pPr>
        <w:pStyle w:val="APIBody"/>
      </w:pPr>
      <w:r>
        <w:t xml:space="preserve">This function returns the </w:t>
      </w:r>
      <w:r w:rsidRPr="001C7B8D">
        <w:rPr>
          <w:rFonts w:ascii="Courier New" w:hAnsi="Courier New" w:cs="Courier New"/>
        </w:rPr>
        <w:t>EventType</w:t>
      </w:r>
      <w:r>
        <w:t xml:space="preserve"> associated with this </w:t>
      </w:r>
      <w:r w:rsidRPr="001C7B8D">
        <w:rPr>
          <w:rFonts w:ascii="Courier New" w:hAnsi="Courier New" w:cs="Courier New"/>
        </w:rPr>
        <w:t>Event</w:t>
      </w:r>
      <w:r>
        <w:t>.</w:t>
      </w:r>
    </w:p>
    <w:p w:rsidR="001C7B8D" w:rsidRDefault="001C7B8D" w:rsidP="001C7B8D">
      <w:pPr>
        <w:pStyle w:val="Definition"/>
      </w:pPr>
      <w:r>
        <w:t>SyncType getSyncType</w:t>
      </w:r>
      <w:r w:rsidR="000F4AA4" w:rsidRPr="001E4C3A">
        <w:rPr>
          <w:rFonts w:asciiTheme="minorHAnsi" w:hAnsiTheme="minorHAnsi"/>
        </w:rPr>
        <w:fldChar w:fldCharType="begin"/>
      </w:r>
      <w:r w:rsidR="00773F2F" w:rsidRPr="001E4C3A">
        <w:rPr>
          <w:rFonts w:asciiTheme="minorHAnsi" w:hAnsiTheme="minorHAnsi"/>
        </w:rPr>
        <w:instrText xml:space="preserve"> XE "getSyncType, Event" </w:instrText>
      </w:r>
      <w:r w:rsidR="000F4AA4" w:rsidRPr="001E4C3A">
        <w:rPr>
          <w:rFonts w:asciiTheme="minorHAnsi" w:hAnsiTheme="minorHAnsi"/>
        </w:rPr>
        <w:fldChar w:fldCharType="end"/>
      </w:r>
      <w:r>
        <w:t>() const</w:t>
      </w:r>
    </w:p>
    <w:p w:rsidR="001C7B8D" w:rsidRDefault="001C7B8D" w:rsidP="009A6F08">
      <w:pPr>
        <w:pStyle w:val="APIBody"/>
      </w:pPr>
      <w:r>
        <w:t xml:space="preserve">This function returns the </w:t>
      </w:r>
      <w:r w:rsidRPr="001C7B8D">
        <w:rPr>
          <w:rFonts w:ascii="Courier New" w:hAnsi="Courier New" w:cs="Courier New"/>
        </w:rPr>
        <w:t>SyncType</w:t>
      </w:r>
      <w:r>
        <w:t xml:space="preserve"> associated with this </w:t>
      </w:r>
      <w:r w:rsidRPr="001C7B8D">
        <w:rPr>
          <w:rFonts w:ascii="Courier New" w:hAnsi="Courier New" w:cs="Courier New"/>
        </w:rPr>
        <w:t>Event</w:t>
      </w:r>
      <w:r>
        <w:t>.</w:t>
      </w:r>
    </w:p>
    <w:p w:rsidR="001C7B8D" w:rsidRDefault="001C7B8D" w:rsidP="001C7B8D">
      <w:pPr>
        <w:pStyle w:val="Definition"/>
      </w:pPr>
      <w:r>
        <w:t>std::string name</w:t>
      </w:r>
      <w:r w:rsidR="000F4AA4" w:rsidRPr="00773F2F">
        <w:rPr>
          <w:rFonts w:asciiTheme="minorHAnsi" w:hAnsiTheme="minorHAnsi"/>
        </w:rPr>
        <w:fldChar w:fldCharType="begin"/>
      </w:r>
      <w:r w:rsidR="00773F2F" w:rsidRPr="00773F2F">
        <w:rPr>
          <w:rFonts w:asciiTheme="minorHAnsi" w:hAnsiTheme="minorHAnsi"/>
        </w:rPr>
        <w:instrText xml:space="preserve"> XE "name, Event" </w:instrText>
      </w:r>
      <w:r w:rsidR="000F4AA4" w:rsidRPr="00773F2F">
        <w:rPr>
          <w:rFonts w:asciiTheme="minorHAnsi" w:hAnsiTheme="minorHAnsi"/>
        </w:rPr>
        <w:fldChar w:fldCharType="end"/>
      </w:r>
      <w:r>
        <w:t>() const</w:t>
      </w:r>
    </w:p>
    <w:p w:rsidR="001C7B8D" w:rsidRDefault="001C7B8D" w:rsidP="009A6F08">
      <w:pPr>
        <w:pStyle w:val="APIBody"/>
      </w:pPr>
      <w:r>
        <w:t>This function returns a human readable name for this Event.</w:t>
      </w:r>
    </w:p>
    <w:p w:rsidR="001C7B8D" w:rsidRDefault="001C7B8D" w:rsidP="001C7B8D">
      <w:pPr>
        <w:pStyle w:val="Definition"/>
      </w:pPr>
      <w:r>
        <w:lastRenderedPageBreak/>
        <w:t>EventTerminate::ptr getEventTerminate</w:t>
      </w:r>
      <w:r w:rsidR="000F4AA4" w:rsidRPr="00773F2F">
        <w:rPr>
          <w:rFonts w:asciiTheme="minorHAnsi" w:hAnsiTheme="minorHAnsi"/>
        </w:rPr>
        <w:fldChar w:fldCharType="begin"/>
      </w:r>
      <w:r w:rsidR="00773F2F" w:rsidRPr="00773F2F">
        <w:rPr>
          <w:rFonts w:asciiTheme="minorHAnsi" w:hAnsiTheme="minorHAnsi"/>
        </w:rPr>
        <w:instrText xml:space="preserve"> XE "getEventTerminate, Event" </w:instrText>
      </w:r>
      <w:r w:rsidR="000F4AA4" w:rsidRPr="00773F2F">
        <w:rPr>
          <w:rFonts w:asciiTheme="minorHAnsi" w:hAnsiTheme="minorHAnsi"/>
        </w:rPr>
        <w:fldChar w:fldCharType="end"/>
      </w:r>
      <w:r>
        <w:t>()</w:t>
      </w:r>
    </w:p>
    <w:p w:rsidR="001C7B8D" w:rsidRDefault="001C7B8D" w:rsidP="001C7B8D">
      <w:pPr>
        <w:pStyle w:val="Definition"/>
      </w:pPr>
      <w:r>
        <w:t>EventTerminate::const_ptr getEventTerminate() const</w:t>
      </w:r>
    </w:p>
    <w:p w:rsidR="001C7B8D" w:rsidRPr="001C7B8D" w:rsidRDefault="001C7B8D" w:rsidP="001C7B8D">
      <w:pPr>
        <w:pStyle w:val="Definition"/>
        <w:rPr>
          <w:sz w:val="12"/>
          <w:szCs w:val="12"/>
        </w:rPr>
      </w:pPr>
    </w:p>
    <w:p w:rsidR="001C7B8D" w:rsidRDefault="001C7B8D" w:rsidP="001C7B8D">
      <w:pPr>
        <w:pStyle w:val="Definition"/>
      </w:pPr>
      <w:r>
        <w:t>EventExit::ptr getEventExit</w:t>
      </w:r>
      <w:r w:rsidR="000F4AA4" w:rsidRPr="00773F2F">
        <w:rPr>
          <w:rFonts w:asciiTheme="minorHAnsi" w:hAnsiTheme="minorHAnsi"/>
        </w:rPr>
        <w:fldChar w:fldCharType="begin"/>
      </w:r>
      <w:r w:rsidR="00773F2F" w:rsidRPr="00773F2F">
        <w:rPr>
          <w:rFonts w:asciiTheme="minorHAnsi" w:hAnsiTheme="minorHAnsi"/>
        </w:rPr>
        <w:instrText xml:space="preserve"> XE "getEventExit, Event" </w:instrText>
      </w:r>
      <w:r w:rsidR="000F4AA4" w:rsidRPr="00773F2F">
        <w:rPr>
          <w:rFonts w:asciiTheme="minorHAnsi" w:hAnsiTheme="minorHAnsi"/>
        </w:rPr>
        <w:fldChar w:fldCharType="end"/>
      </w:r>
      <w:r>
        <w:t>()</w:t>
      </w:r>
    </w:p>
    <w:p w:rsidR="001C7B8D" w:rsidRDefault="001C7B8D" w:rsidP="001C7B8D">
      <w:pPr>
        <w:pStyle w:val="Definition"/>
      </w:pPr>
      <w:r>
        <w:t>EventExit::const_ptr getEventExit() const</w:t>
      </w:r>
    </w:p>
    <w:p w:rsidR="001C7B8D" w:rsidRPr="001C7B8D" w:rsidRDefault="001C7B8D" w:rsidP="001C7B8D">
      <w:pPr>
        <w:pStyle w:val="Definition"/>
        <w:rPr>
          <w:sz w:val="12"/>
          <w:szCs w:val="12"/>
        </w:rPr>
      </w:pPr>
    </w:p>
    <w:p w:rsidR="001C7B8D" w:rsidRDefault="001C7B8D" w:rsidP="001C7B8D">
      <w:pPr>
        <w:pStyle w:val="Definition"/>
      </w:pPr>
      <w:r>
        <w:t>EventCrash::ptr getEventCrash</w:t>
      </w:r>
      <w:r w:rsidR="000F4AA4" w:rsidRPr="00773F2F">
        <w:rPr>
          <w:rFonts w:asciiTheme="minorHAnsi" w:hAnsiTheme="minorHAnsi"/>
        </w:rPr>
        <w:fldChar w:fldCharType="begin"/>
      </w:r>
      <w:r w:rsidR="00773F2F" w:rsidRPr="00773F2F">
        <w:rPr>
          <w:rFonts w:asciiTheme="minorHAnsi" w:hAnsiTheme="minorHAnsi"/>
        </w:rPr>
        <w:instrText xml:space="preserve"> XE "getEventCrash, Event" </w:instrText>
      </w:r>
      <w:r w:rsidR="000F4AA4" w:rsidRPr="00773F2F">
        <w:rPr>
          <w:rFonts w:asciiTheme="minorHAnsi" w:hAnsiTheme="minorHAnsi"/>
        </w:rPr>
        <w:fldChar w:fldCharType="end"/>
      </w:r>
      <w:r>
        <w:t>()</w:t>
      </w:r>
    </w:p>
    <w:p w:rsidR="001C7B8D" w:rsidRDefault="001C7B8D" w:rsidP="001C7B8D">
      <w:pPr>
        <w:pStyle w:val="Definition"/>
      </w:pPr>
      <w:r>
        <w:t>EventCrash::const_ptr getEventCrash() const</w:t>
      </w:r>
    </w:p>
    <w:p w:rsidR="00475C13" w:rsidRPr="00475C13" w:rsidRDefault="00475C13" w:rsidP="001C7B8D">
      <w:pPr>
        <w:pStyle w:val="Definition"/>
        <w:rPr>
          <w:sz w:val="12"/>
          <w:szCs w:val="12"/>
        </w:rPr>
      </w:pPr>
    </w:p>
    <w:p w:rsidR="00475C13" w:rsidRDefault="00475C13" w:rsidP="001C7B8D">
      <w:pPr>
        <w:pStyle w:val="Definition"/>
      </w:pPr>
      <w:r>
        <w:t>EventForceTerminate::ptr getEventForceTerminate()</w:t>
      </w:r>
    </w:p>
    <w:p w:rsidR="00475C13" w:rsidRDefault="00475C13" w:rsidP="001C7B8D">
      <w:pPr>
        <w:pStyle w:val="Definition"/>
      </w:pPr>
      <w:r>
        <w:t>EventForceTerminate::const_ptr getEventForceTerminate() const</w:t>
      </w:r>
    </w:p>
    <w:p w:rsidR="001C7B8D" w:rsidRPr="001C7B8D" w:rsidRDefault="001C7B8D" w:rsidP="001C7B8D">
      <w:pPr>
        <w:pStyle w:val="Definition"/>
        <w:rPr>
          <w:sz w:val="12"/>
          <w:szCs w:val="12"/>
        </w:rPr>
      </w:pPr>
    </w:p>
    <w:p w:rsidR="001C7B8D" w:rsidRDefault="001C7B8D" w:rsidP="001C7B8D">
      <w:pPr>
        <w:pStyle w:val="Definition"/>
      </w:pPr>
      <w:r>
        <w:t>EventExec::ptr getEventExec</w:t>
      </w:r>
      <w:r w:rsidR="000F4AA4" w:rsidRPr="00773F2F">
        <w:rPr>
          <w:rFonts w:asciiTheme="minorHAnsi" w:hAnsiTheme="minorHAnsi"/>
        </w:rPr>
        <w:fldChar w:fldCharType="begin"/>
      </w:r>
      <w:r w:rsidR="00773F2F" w:rsidRPr="00773F2F">
        <w:rPr>
          <w:rFonts w:asciiTheme="minorHAnsi" w:hAnsiTheme="minorHAnsi"/>
        </w:rPr>
        <w:instrText xml:space="preserve"> XE "getEventExec, Event" </w:instrText>
      </w:r>
      <w:r w:rsidR="000F4AA4" w:rsidRPr="00773F2F">
        <w:rPr>
          <w:rFonts w:asciiTheme="minorHAnsi" w:hAnsiTheme="minorHAnsi"/>
        </w:rPr>
        <w:fldChar w:fldCharType="end"/>
      </w:r>
      <w:r>
        <w:t>()</w:t>
      </w:r>
    </w:p>
    <w:p w:rsidR="001C7B8D" w:rsidRDefault="001C7B8D" w:rsidP="001C7B8D">
      <w:pPr>
        <w:pStyle w:val="Definition"/>
      </w:pPr>
      <w:r>
        <w:t>EventExec::const_ptr getEventExec() const</w:t>
      </w:r>
    </w:p>
    <w:p w:rsidR="001C7B8D" w:rsidRPr="001C7B8D" w:rsidRDefault="001C7B8D" w:rsidP="001C7B8D">
      <w:pPr>
        <w:pStyle w:val="Definition"/>
        <w:rPr>
          <w:sz w:val="12"/>
          <w:szCs w:val="12"/>
        </w:rPr>
      </w:pPr>
    </w:p>
    <w:p w:rsidR="001C7B8D" w:rsidRDefault="001C7B8D" w:rsidP="001C7B8D">
      <w:pPr>
        <w:pStyle w:val="Definition"/>
      </w:pPr>
      <w:r>
        <w:t>EventStop::ptr getEventStop</w:t>
      </w:r>
      <w:r w:rsidR="000F4AA4" w:rsidRPr="00773F2F">
        <w:rPr>
          <w:rFonts w:asciiTheme="minorHAnsi" w:hAnsiTheme="minorHAnsi"/>
        </w:rPr>
        <w:fldChar w:fldCharType="begin"/>
      </w:r>
      <w:r w:rsidR="00773F2F" w:rsidRPr="00773F2F">
        <w:rPr>
          <w:rFonts w:asciiTheme="minorHAnsi" w:hAnsiTheme="minorHAnsi"/>
        </w:rPr>
        <w:instrText xml:space="preserve"> XE "getEventStop, Event" </w:instrText>
      </w:r>
      <w:r w:rsidR="000F4AA4" w:rsidRPr="00773F2F">
        <w:rPr>
          <w:rFonts w:asciiTheme="minorHAnsi" w:hAnsiTheme="minorHAnsi"/>
        </w:rPr>
        <w:fldChar w:fldCharType="end"/>
      </w:r>
      <w:r>
        <w:t>()</w:t>
      </w:r>
    </w:p>
    <w:p w:rsidR="001C7B8D" w:rsidRDefault="001C7B8D" w:rsidP="001C7B8D">
      <w:pPr>
        <w:pStyle w:val="Definition"/>
      </w:pPr>
      <w:r>
        <w:t>EventStop::const_ptr getEventStop() const</w:t>
      </w:r>
    </w:p>
    <w:p w:rsidR="001C7B8D" w:rsidRPr="001C7B8D" w:rsidRDefault="001C7B8D" w:rsidP="001C7B8D">
      <w:pPr>
        <w:pStyle w:val="Definition"/>
        <w:rPr>
          <w:sz w:val="12"/>
          <w:szCs w:val="12"/>
        </w:rPr>
      </w:pPr>
    </w:p>
    <w:p w:rsidR="001C7B8D" w:rsidRDefault="001C7B8D" w:rsidP="001C7B8D">
      <w:pPr>
        <w:pStyle w:val="Definition"/>
      </w:pPr>
      <w:r>
        <w:t>EventBreakpoint::ptr getEventBreakpoint</w:t>
      </w:r>
      <w:r w:rsidR="000F4AA4" w:rsidRPr="00773F2F">
        <w:rPr>
          <w:rFonts w:asciiTheme="minorHAnsi" w:hAnsiTheme="minorHAnsi"/>
        </w:rPr>
        <w:fldChar w:fldCharType="begin"/>
      </w:r>
      <w:r w:rsidR="00773F2F" w:rsidRPr="00773F2F">
        <w:rPr>
          <w:rFonts w:asciiTheme="minorHAnsi" w:hAnsiTheme="minorHAnsi"/>
        </w:rPr>
        <w:instrText xml:space="preserve"> XE "getEventBreakpoint, Event" </w:instrText>
      </w:r>
      <w:r w:rsidR="000F4AA4" w:rsidRPr="00773F2F">
        <w:rPr>
          <w:rFonts w:asciiTheme="minorHAnsi" w:hAnsiTheme="minorHAnsi"/>
        </w:rPr>
        <w:fldChar w:fldCharType="end"/>
      </w:r>
      <w:r>
        <w:t>()</w:t>
      </w:r>
    </w:p>
    <w:p w:rsidR="001C7B8D" w:rsidRDefault="001C7B8D" w:rsidP="001C7B8D">
      <w:pPr>
        <w:pStyle w:val="Definition"/>
      </w:pPr>
      <w:r>
        <w:t>EventBreakpoint::const_ptr getEventBreakpoint() const</w:t>
      </w:r>
    </w:p>
    <w:p w:rsidR="001C7B8D" w:rsidRPr="001C7B8D" w:rsidRDefault="001C7B8D" w:rsidP="001C7B8D">
      <w:pPr>
        <w:pStyle w:val="Definition"/>
        <w:rPr>
          <w:sz w:val="12"/>
          <w:szCs w:val="12"/>
        </w:rPr>
      </w:pPr>
    </w:p>
    <w:p w:rsidR="001C7B8D" w:rsidRDefault="001C7B8D" w:rsidP="001C7B8D">
      <w:pPr>
        <w:pStyle w:val="Definition"/>
      </w:pPr>
      <w:r>
        <w:t>EventNewThread::ptr getEventNewThread</w:t>
      </w:r>
      <w:r w:rsidR="000F4AA4" w:rsidRPr="00773F2F">
        <w:rPr>
          <w:rFonts w:asciiTheme="minorHAnsi" w:hAnsiTheme="minorHAnsi"/>
        </w:rPr>
        <w:fldChar w:fldCharType="begin"/>
      </w:r>
      <w:r w:rsidR="00773F2F" w:rsidRPr="00773F2F">
        <w:rPr>
          <w:rFonts w:asciiTheme="minorHAnsi" w:hAnsiTheme="minorHAnsi"/>
        </w:rPr>
        <w:instrText xml:space="preserve"> XE "getEventNewThread, Event" </w:instrText>
      </w:r>
      <w:r w:rsidR="000F4AA4" w:rsidRPr="00773F2F">
        <w:rPr>
          <w:rFonts w:asciiTheme="minorHAnsi" w:hAnsiTheme="minorHAnsi"/>
        </w:rPr>
        <w:fldChar w:fldCharType="end"/>
      </w:r>
      <w:r>
        <w:t>()</w:t>
      </w:r>
    </w:p>
    <w:p w:rsidR="001C7B8D" w:rsidRDefault="001C7B8D" w:rsidP="001C7B8D">
      <w:pPr>
        <w:pStyle w:val="Definition"/>
      </w:pPr>
      <w:r>
        <w:t>EventNewThread::const_ptr getEventNewThread() const</w:t>
      </w:r>
    </w:p>
    <w:p w:rsidR="00AD747D" w:rsidRPr="00AD747D" w:rsidRDefault="00AD747D" w:rsidP="001C7B8D">
      <w:pPr>
        <w:pStyle w:val="Definition"/>
        <w:rPr>
          <w:sz w:val="12"/>
          <w:szCs w:val="12"/>
        </w:rPr>
      </w:pPr>
    </w:p>
    <w:p w:rsidR="00AD747D" w:rsidRDefault="00AD747D" w:rsidP="001C7B8D">
      <w:pPr>
        <w:pStyle w:val="Definition"/>
      </w:pPr>
      <w:r>
        <w:t>EventNewUserThread::ptr getEventNewUserThread()</w:t>
      </w:r>
    </w:p>
    <w:p w:rsidR="00AD747D" w:rsidRDefault="00AD747D" w:rsidP="001C7B8D">
      <w:pPr>
        <w:pStyle w:val="Definition"/>
      </w:pPr>
      <w:r>
        <w:t>EventNewUserThread::const_tr getEventNewUserThread() const</w:t>
      </w:r>
    </w:p>
    <w:p w:rsidR="00AD747D" w:rsidRPr="00AD747D" w:rsidRDefault="00AD747D" w:rsidP="001C7B8D">
      <w:pPr>
        <w:pStyle w:val="Definition"/>
        <w:rPr>
          <w:sz w:val="12"/>
          <w:szCs w:val="12"/>
        </w:rPr>
      </w:pPr>
    </w:p>
    <w:p w:rsidR="00AD747D" w:rsidRDefault="00AD747D" w:rsidP="001C7B8D">
      <w:pPr>
        <w:pStyle w:val="Definition"/>
      </w:pPr>
      <w:r>
        <w:t>EventNewLWP::ptr getEventNewLWP()</w:t>
      </w:r>
    </w:p>
    <w:p w:rsidR="00AD747D" w:rsidRPr="00AD747D" w:rsidRDefault="00AD747D" w:rsidP="001C7B8D">
      <w:pPr>
        <w:pStyle w:val="Definition"/>
      </w:pPr>
      <w:r>
        <w:t>EventNewLWP::const_ptr getEventNewLWP() const</w:t>
      </w:r>
    </w:p>
    <w:p w:rsidR="001C7B8D" w:rsidRPr="001C7B8D" w:rsidRDefault="001C7B8D" w:rsidP="001C7B8D">
      <w:pPr>
        <w:pStyle w:val="Definition"/>
        <w:rPr>
          <w:sz w:val="12"/>
          <w:szCs w:val="12"/>
        </w:rPr>
      </w:pPr>
    </w:p>
    <w:p w:rsidR="001C7B8D" w:rsidRDefault="001C7B8D" w:rsidP="001C7B8D">
      <w:pPr>
        <w:pStyle w:val="Definition"/>
      </w:pPr>
      <w:r>
        <w:t>EventThreadDestroy::ptr getEvent</w:t>
      </w:r>
      <w:r w:rsidR="00AD747D">
        <w:t>Thread</w:t>
      </w:r>
      <w:r>
        <w:t>Destroy</w:t>
      </w:r>
      <w:r w:rsidR="000F4AA4" w:rsidRPr="00773F2F">
        <w:rPr>
          <w:rFonts w:asciiTheme="minorHAnsi" w:hAnsiTheme="minorHAnsi"/>
        </w:rPr>
        <w:fldChar w:fldCharType="begin"/>
      </w:r>
      <w:r w:rsidR="00773F2F" w:rsidRPr="00773F2F">
        <w:rPr>
          <w:rFonts w:asciiTheme="minorHAnsi" w:hAnsiTheme="minorHAnsi"/>
        </w:rPr>
        <w:instrText xml:space="preserve"> XE "getEventDestroy, Event" </w:instrText>
      </w:r>
      <w:r w:rsidR="000F4AA4" w:rsidRPr="00773F2F">
        <w:rPr>
          <w:rFonts w:asciiTheme="minorHAnsi" w:hAnsiTheme="minorHAnsi"/>
        </w:rPr>
        <w:fldChar w:fldCharType="end"/>
      </w:r>
      <w:r>
        <w:t>()</w:t>
      </w:r>
    </w:p>
    <w:p w:rsidR="001C7B8D" w:rsidRDefault="001C7B8D" w:rsidP="001C7B8D">
      <w:pPr>
        <w:pStyle w:val="Definition"/>
      </w:pPr>
      <w:r>
        <w:t>EventThreadDestroy::const_ptr getEvent</w:t>
      </w:r>
      <w:r w:rsidR="00AD747D">
        <w:t>Thread</w:t>
      </w:r>
      <w:r>
        <w:t>Destroy() const</w:t>
      </w:r>
    </w:p>
    <w:p w:rsidR="00AD747D" w:rsidRDefault="00AD747D" w:rsidP="001C7B8D">
      <w:pPr>
        <w:pStyle w:val="Definition"/>
        <w:rPr>
          <w:sz w:val="12"/>
          <w:szCs w:val="12"/>
        </w:rPr>
      </w:pPr>
    </w:p>
    <w:p w:rsidR="00AD747D" w:rsidRDefault="00AD747D" w:rsidP="001C7B8D">
      <w:pPr>
        <w:pStyle w:val="Definition"/>
        <w:rPr>
          <w:szCs w:val="24"/>
        </w:rPr>
      </w:pPr>
      <w:r>
        <w:rPr>
          <w:szCs w:val="24"/>
        </w:rPr>
        <w:t>EventUserThreadDestroy::ptr getEventUserThreadDestroy()</w:t>
      </w:r>
    </w:p>
    <w:p w:rsidR="00AD747D" w:rsidRDefault="00AD747D" w:rsidP="00AD747D">
      <w:pPr>
        <w:pStyle w:val="Definition"/>
        <w:jc w:val="left"/>
        <w:rPr>
          <w:szCs w:val="24"/>
        </w:rPr>
      </w:pPr>
      <w:r>
        <w:rPr>
          <w:szCs w:val="24"/>
        </w:rPr>
        <w:t>EventUserThreadDestroy::const_ptr getEventUserThreadDestroy() const</w:t>
      </w:r>
    </w:p>
    <w:p w:rsidR="00AD747D" w:rsidRPr="00AD747D" w:rsidRDefault="00AD747D" w:rsidP="001C7B8D">
      <w:pPr>
        <w:pStyle w:val="Definition"/>
        <w:rPr>
          <w:sz w:val="12"/>
          <w:szCs w:val="12"/>
        </w:rPr>
      </w:pPr>
    </w:p>
    <w:p w:rsidR="00AD747D" w:rsidRDefault="00AD747D" w:rsidP="001C7B8D">
      <w:pPr>
        <w:pStyle w:val="Definition"/>
        <w:rPr>
          <w:szCs w:val="24"/>
        </w:rPr>
      </w:pPr>
      <w:r>
        <w:rPr>
          <w:szCs w:val="24"/>
        </w:rPr>
        <w:t>EventLWPDestroy::ptr getEventLWPDestroy()</w:t>
      </w:r>
    </w:p>
    <w:p w:rsidR="00AD747D" w:rsidRPr="00AD747D" w:rsidRDefault="00AD747D" w:rsidP="001C7B8D">
      <w:pPr>
        <w:pStyle w:val="Definition"/>
        <w:rPr>
          <w:szCs w:val="24"/>
        </w:rPr>
      </w:pPr>
      <w:r>
        <w:rPr>
          <w:szCs w:val="24"/>
        </w:rPr>
        <w:t>EventLWPDestroy::const_ptr getEventLWPDestroy() const</w:t>
      </w:r>
    </w:p>
    <w:p w:rsidR="001C7B8D" w:rsidRPr="001C7B8D" w:rsidRDefault="001C7B8D" w:rsidP="001C7B8D">
      <w:pPr>
        <w:pStyle w:val="Definition"/>
        <w:rPr>
          <w:sz w:val="12"/>
          <w:szCs w:val="12"/>
        </w:rPr>
      </w:pPr>
    </w:p>
    <w:p w:rsidR="001C7B8D" w:rsidRDefault="001C7B8D" w:rsidP="001C7B8D">
      <w:pPr>
        <w:pStyle w:val="Definition"/>
      </w:pPr>
      <w:r>
        <w:t>EventFork::ptr getEventFork</w:t>
      </w:r>
      <w:r w:rsidR="000F4AA4" w:rsidRPr="00773F2F">
        <w:rPr>
          <w:rFonts w:asciiTheme="minorHAnsi" w:hAnsiTheme="minorHAnsi"/>
        </w:rPr>
        <w:fldChar w:fldCharType="begin"/>
      </w:r>
      <w:r w:rsidR="00773F2F" w:rsidRPr="00773F2F">
        <w:rPr>
          <w:rFonts w:asciiTheme="minorHAnsi" w:hAnsiTheme="minorHAnsi"/>
        </w:rPr>
        <w:instrText xml:space="preserve"> XE "getEventFork, Event" </w:instrText>
      </w:r>
      <w:r w:rsidR="000F4AA4" w:rsidRPr="00773F2F">
        <w:rPr>
          <w:rFonts w:asciiTheme="minorHAnsi" w:hAnsiTheme="minorHAnsi"/>
        </w:rPr>
        <w:fldChar w:fldCharType="end"/>
      </w:r>
      <w:r>
        <w:t>()</w:t>
      </w:r>
    </w:p>
    <w:p w:rsidR="001C7B8D" w:rsidRDefault="001C7B8D" w:rsidP="001C7B8D">
      <w:pPr>
        <w:pStyle w:val="Definition"/>
      </w:pPr>
      <w:r>
        <w:t>EventFork::const_ptr getEventFor() const</w:t>
      </w:r>
    </w:p>
    <w:p w:rsidR="001C7B8D" w:rsidRPr="001C7B8D" w:rsidRDefault="001C7B8D" w:rsidP="001C7B8D">
      <w:pPr>
        <w:pStyle w:val="Definition"/>
        <w:rPr>
          <w:sz w:val="12"/>
          <w:szCs w:val="12"/>
        </w:rPr>
      </w:pPr>
    </w:p>
    <w:p w:rsidR="001C7B8D" w:rsidRDefault="001C7B8D" w:rsidP="001C7B8D">
      <w:pPr>
        <w:pStyle w:val="Definition"/>
      </w:pPr>
      <w:r>
        <w:t>EventSignal::ptr getEventSignal</w:t>
      </w:r>
      <w:r w:rsidR="000F4AA4" w:rsidRPr="00773F2F">
        <w:rPr>
          <w:rFonts w:asciiTheme="minorHAnsi" w:hAnsiTheme="minorHAnsi"/>
        </w:rPr>
        <w:fldChar w:fldCharType="begin"/>
      </w:r>
      <w:r w:rsidR="00773F2F" w:rsidRPr="00773F2F">
        <w:rPr>
          <w:rFonts w:asciiTheme="minorHAnsi" w:hAnsiTheme="minorHAnsi"/>
        </w:rPr>
        <w:instrText xml:space="preserve"> XE "getEventSignal, Event" </w:instrText>
      </w:r>
      <w:r w:rsidR="000F4AA4" w:rsidRPr="00773F2F">
        <w:rPr>
          <w:rFonts w:asciiTheme="minorHAnsi" w:hAnsiTheme="minorHAnsi"/>
        </w:rPr>
        <w:fldChar w:fldCharType="end"/>
      </w:r>
      <w:r>
        <w:t>()</w:t>
      </w:r>
    </w:p>
    <w:p w:rsidR="00AD747D" w:rsidRPr="00AD747D" w:rsidRDefault="001C7B8D" w:rsidP="001C7B8D">
      <w:pPr>
        <w:pStyle w:val="Definition"/>
      </w:pPr>
      <w:r>
        <w:t>EventSignal::const_ptr getEventSignal() const</w:t>
      </w:r>
    </w:p>
    <w:p w:rsidR="00D108A5" w:rsidRDefault="00D108A5" w:rsidP="009A6F08">
      <w:pPr>
        <w:rPr>
          <w:rFonts w:ascii="Courier New" w:hAnsi="Courier New" w:cs="Courier New"/>
          <w:noProof/>
        </w:rPr>
      </w:pPr>
      <w:r>
        <w:br w:type="page"/>
      </w:r>
    </w:p>
    <w:p w:rsidR="001C7B8D" w:rsidRPr="001C7B8D" w:rsidRDefault="001C7B8D" w:rsidP="001C7B8D">
      <w:pPr>
        <w:pStyle w:val="Definition"/>
        <w:rPr>
          <w:sz w:val="12"/>
          <w:szCs w:val="12"/>
        </w:rPr>
      </w:pPr>
    </w:p>
    <w:p w:rsidR="001C7B8D" w:rsidRDefault="001C7B8D" w:rsidP="001C7B8D">
      <w:pPr>
        <w:pStyle w:val="Definition"/>
      </w:pPr>
      <w:r>
        <w:t>EventRPC::ptr getEventRPC</w:t>
      </w:r>
      <w:r w:rsidR="000F4AA4" w:rsidRPr="00773F2F">
        <w:rPr>
          <w:rFonts w:asciiTheme="minorHAnsi" w:hAnsiTheme="minorHAnsi"/>
        </w:rPr>
        <w:fldChar w:fldCharType="begin"/>
      </w:r>
      <w:r w:rsidR="00773F2F" w:rsidRPr="00773F2F">
        <w:rPr>
          <w:rFonts w:asciiTheme="minorHAnsi" w:hAnsiTheme="minorHAnsi"/>
        </w:rPr>
        <w:instrText xml:space="preserve"> XE "getEventRPC, Event" </w:instrText>
      </w:r>
      <w:r w:rsidR="000F4AA4" w:rsidRPr="00773F2F">
        <w:rPr>
          <w:rFonts w:asciiTheme="minorHAnsi" w:hAnsiTheme="minorHAnsi"/>
        </w:rPr>
        <w:fldChar w:fldCharType="end"/>
      </w:r>
      <w:r>
        <w:t>()</w:t>
      </w:r>
    </w:p>
    <w:p w:rsidR="001C7B8D" w:rsidRDefault="001C7B8D" w:rsidP="001C7B8D">
      <w:pPr>
        <w:pStyle w:val="Definition"/>
      </w:pPr>
      <w:r>
        <w:t>EventRPC::const_ptr getEventRPC() const</w:t>
      </w:r>
    </w:p>
    <w:p w:rsidR="001C7B8D" w:rsidRPr="001C7B8D" w:rsidRDefault="001C7B8D" w:rsidP="001C7B8D">
      <w:pPr>
        <w:pStyle w:val="Definition"/>
        <w:rPr>
          <w:sz w:val="12"/>
          <w:szCs w:val="12"/>
        </w:rPr>
      </w:pPr>
    </w:p>
    <w:p w:rsidR="001C7B8D" w:rsidRDefault="001C7B8D" w:rsidP="001C7B8D">
      <w:pPr>
        <w:pStyle w:val="Definition"/>
      </w:pPr>
      <w:r>
        <w:t>EventSingleStep::ptr getEventSingleStep</w:t>
      </w:r>
      <w:r w:rsidR="000F4AA4" w:rsidRPr="00773F2F">
        <w:rPr>
          <w:rFonts w:asciiTheme="minorHAnsi" w:hAnsiTheme="minorHAnsi"/>
        </w:rPr>
        <w:fldChar w:fldCharType="begin"/>
      </w:r>
      <w:r w:rsidR="00773F2F" w:rsidRPr="00773F2F">
        <w:rPr>
          <w:rFonts w:asciiTheme="minorHAnsi" w:hAnsiTheme="minorHAnsi"/>
        </w:rPr>
        <w:instrText xml:space="preserve"> XE "getEventSingleStep, Event" </w:instrText>
      </w:r>
      <w:r w:rsidR="000F4AA4" w:rsidRPr="00773F2F">
        <w:rPr>
          <w:rFonts w:asciiTheme="minorHAnsi" w:hAnsiTheme="minorHAnsi"/>
        </w:rPr>
        <w:fldChar w:fldCharType="end"/>
      </w:r>
      <w:r>
        <w:t>()</w:t>
      </w:r>
    </w:p>
    <w:p w:rsidR="00CC1B4C" w:rsidRDefault="001C7B8D" w:rsidP="001C7B8D">
      <w:pPr>
        <w:pStyle w:val="Definition"/>
      </w:pPr>
      <w:r>
        <w:t>EventSingleStep::const_ptr getEventSingleStep() const</w:t>
      </w:r>
    </w:p>
    <w:p w:rsidR="001C7B8D" w:rsidRPr="001C7B8D" w:rsidRDefault="001C7B8D" w:rsidP="001C7B8D">
      <w:pPr>
        <w:pStyle w:val="Definition"/>
        <w:rPr>
          <w:sz w:val="12"/>
          <w:szCs w:val="12"/>
        </w:rPr>
      </w:pPr>
    </w:p>
    <w:p w:rsidR="001C7B8D" w:rsidRDefault="001C7B8D" w:rsidP="001C7B8D">
      <w:pPr>
        <w:pStyle w:val="Definition"/>
      </w:pPr>
      <w:r>
        <w:t>EventLibrary::ptr getEventLibrary</w:t>
      </w:r>
      <w:r w:rsidR="000F4AA4" w:rsidRPr="00773F2F">
        <w:rPr>
          <w:rFonts w:asciiTheme="minorHAnsi" w:hAnsiTheme="minorHAnsi"/>
        </w:rPr>
        <w:fldChar w:fldCharType="begin"/>
      </w:r>
      <w:r w:rsidR="00773F2F" w:rsidRPr="00773F2F">
        <w:rPr>
          <w:rFonts w:asciiTheme="minorHAnsi" w:hAnsiTheme="minorHAnsi"/>
        </w:rPr>
        <w:instrText xml:space="preserve"> XE "getEventLibrary, Event" </w:instrText>
      </w:r>
      <w:r w:rsidR="000F4AA4" w:rsidRPr="00773F2F">
        <w:rPr>
          <w:rFonts w:asciiTheme="minorHAnsi" w:hAnsiTheme="minorHAnsi"/>
        </w:rPr>
        <w:fldChar w:fldCharType="end"/>
      </w:r>
      <w:r>
        <w:t>()</w:t>
      </w:r>
    </w:p>
    <w:p w:rsidR="00CC1B4C" w:rsidRDefault="001C7B8D" w:rsidP="00CC1B4C">
      <w:pPr>
        <w:pStyle w:val="Definition"/>
      </w:pPr>
      <w:r>
        <w:t>EventLibrary::const_ptr getEventLibrary() const</w:t>
      </w:r>
    </w:p>
    <w:p w:rsidR="00E15D7D" w:rsidRDefault="00E15D7D" w:rsidP="009A6F08">
      <w:pPr>
        <w:pStyle w:val="APIBody"/>
      </w:pPr>
      <w:r>
        <w:t xml:space="preserve">These functions serve as a form of </w:t>
      </w:r>
      <w:r w:rsidRPr="00E15D7D">
        <w:rPr>
          <w:rFonts w:ascii="Courier New" w:hAnsi="Courier New" w:cs="Courier New"/>
        </w:rPr>
        <w:t>dynamic_cast</w:t>
      </w:r>
      <w:r>
        <w:t xml:space="preserve">.  They cast the </w:t>
      </w:r>
      <w:r w:rsidRPr="00E15D7D">
        <w:rPr>
          <w:rFonts w:ascii="Courier New" w:hAnsi="Courier New" w:cs="Courier New"/>
        </w:rPr>
        <w:t>Event</w:t>
      </w:r>
      <w:r>
        <w:t xml:space="preserve"> into a child type and return the result of that cast.  If the </w:t>
      </w:r>
      <w:r w:rsidRPr="00E15D7D">
        <w:rPr>
          <w:rFonts w:ascii="Courier New" w:hAnsi="Courier New" w:cs="Courier New"/>
        </w:rPr>
        <w:t>Event</w:t>
      </w:r>
      <w:r>
        <w:t xml:space="preserve"> object is not of the appropriate type for the given function, then they return a shared pointer </w:t>
      </w:r>
      <w:r w:rsidRPr="00E15D7D">
        <w:rPr>
          <w:rFonts w:ascii="Courier New" w:hAnsi="Courier New" w:cs="Courier New"/>
        </w:rPr>
        <w:t>NULL</w:t>
      </w:r>
      <w:r>
        <w:t xml:space="preserve"> equivalent (</w:t>
      </w:r>
      <w:r w:rsidRPr="00E15D7D">
        <w:rPr>
          <w:rFonts w:ascii="Courier New" w:hAnsi="Courier New" w:cs="Courier New"/>
        </w:rPr>
        <w:t>ptr()</w:t>
      </w:r>
      <w:r>
        <w:t xml:space="preserve"> or </w:t>
      </w:r>
      <w:r w:rsidRPr="00E15D7D">
        <w:rPr>
          <w:rFonts w:ascii="Courier New" w:hAnsi="Courier New" w:cs="Courier New"/>
        </w:rPr>
        <w:t>const_ptr()</w:t>
      </w:r>
      <w:r>
        <w:t xml:space="preserve">).  </w:t>
      </w:r>
    </w:p>
    <w:p w:rsidR="00E15D7D" w:rsidRDefault="00E15D7D" w:rsidP="009A6F08">
      <w:pPr>
        <w:pStyle w:val="APIBody"/>
      </w:pPr>
      <w:r>
        <w:t xml:space="preserve">For example, if an </w:t>
      </w:r>
      <w:r w:rsidRPr="00E15D7D">
        <w:rPr>
          <w:rFonts w:ascii="Courier New" w:hAnsi="Courier New" w:cs="Courier New"/>
        </w:rPr>
        <w:t>Event</w:t>
      </w:r>
      <w:r>
        <w:t xml:space="preserve"> was an instance of an </w:t>
      </w:r>
      <w:r w:rsidRPr="00E15D7D">
        <w:rPr>
          <w:rFonts w:ascii="Courier New" w:hAnsi="Courier New" w:cs="Courier New"/>
        </w:rPr>
        <w:t>EventRPC</w:t>
      </w:r>
      <w:r>
        <w:t xml:space="preserve">, then the </w:t>
      </w:r>
      <w:r w:rsidRPr="00E15D7D">
        <w:rPr>
          <w:rFonts w:ascii="Courier New" w:hAnsi="Courier New" w:cs="Courier New"/>
        </w:rPr>
        <w:t>getEventRPC()</w:t>
      </w:r>
      <w:r>
        <w:t xml:space="preserve"> function would cast it to </w:t>
      </w:r>
      <w:r w:rsidRPr="00E15D7D">
        <w:rPr>
          <w:rFonts w:ascii="Courier New" w:hAnsi="Courier New" w:cs="Courier New"/>
        </w:rPr>
        <w:t>EventRPC</w:t>
      </w:r>
      <w:r>
        <w:t xml:space="preserve"> and return the resulting value.  </w:t>
      </w:r>
    </w:p>
    <w:p w:rsidR="00E15D7D" w:rsidRDefault="00E15D7D" w:rsidP="009A6F08">
      <w:pPr>
        <w:pStyle w:val="APIBody"/>
      </w:pPr>
    </w:p>
    <w:p w:rsidR="00E15D7D" w:rsidRDefault="00E15D7D" w:rsidP="009A6F08">
      <w:pPr>
        <w:pStyle w:val="Heading2"/>
      </w:pPr>
      <w:bookmarkStart w:id="97" w:name="_Ref274042181"/>
      <w:bookmarkStart w:id="98" w:name="_Toc274055832"/>
      <w:bookmarkStart w:id="99" w:name="_Toc350168851"/>
      <w:r>
        <w:t>Event Child Classes</w:t>
      </w:r>
      <w:bookmarkEnd w:id="97"/>
      <w:bookmarkEnd w:id="98"/>
      <w:bookmarkEnd w:id="99"/>
    </w:p>
    <w:p w:rsidR="001C7B8D" w:rsidRDefault="00E15D7D" w:rsidP="009A6F08">
      <w:r>
        <w:t xml:space="preserve">The </w:t>
      </w:r>
      <w:r w:rsidRPr="009A51F2">
        <w:rPr>
          <w:rFonts w:ascii="Courier New" w:hAnsi="Courier New" w:cs="Courier New"/>
        </w:rPr>
        <w:t>Event</w:t>
      </w:r>
      <w:r>
        <w:t xml:space="preserve"> class is an abstract parent class, </w:t>
      </w:r>
      <w:r w:rsidR="00C14CE1">
        <w:t>while the classes listed in this section are the child classes tha</w:t>
      </w:r>
      <w:r w:rsidR="009A51F2">
        <w:t xml:space="preserve">t are actually instantiated.  </w:t>
      </w:r>
      <w:r w:rsidR="00C14CE1">
        <w:t xml:space="preserve">Given an </w:t>
      </w:r>
      <w:r w:rsidR="00C14CE1" w:rsidRPr="009A51F2">
        <w:rPr>
          <w:rFonts w:ascii="Courier New" w:hAnsi="Courier New" w:cs="Courier New"/>
        </w:rPr>
        <w:t>Event</w:t>
      </w:r>
      <w:r w:rsidR="00C14CE1">
        <w:t xml:space="preserve"> object passed to a callback function, a ProcControlAPI user can inspect the </w:t>
      </w:r>
      <w:r w:rsidR="00C14CE1" w:rsidRPr="009A51F2">
        <w:rPr>
          <w:rFonts w:ascii="Courier New" w:hAnsi="Courier New" w:cs="Courier New"/>
        </w:rPr>
        <w:t>Event</w:t>
      </w:r>
      <w:r w:rsidR="00C14CE1">
        <w:t xml:space="preserve">’s </w:t>
      </w:r>
      <w:r w:rsidR="00C14CE1" w:rsidRPr="009A51F2">
        <w:rPr>
          <w:rFonts w:ascii="Courier New" w:hAnsi="Courier New" w:cs="Courier New"/>
        </w:rPr>
        <w:t>EventType</w:t>
      </w:r>
      <w:r w:rsidR="00C14CE1">
        <w:t xml:space="preserve"> and cast it to the appropriate child class listed below.</w:t>
      </w:r>
    </w:p>
    <w:p w:rsidR="008B16C1" w:rsidRDefault="008B16C1" w:rsidP="009A6F08">
      <w:r>
        <w:t xml:space="preserve">Note that each child class inherits the member functions described in the Event class in Section </w:t>
      </w:r>
      <w:r w:rsidR="000F4AA4">
        <w:fldChar w:fldCharType="begin"/>
      </w:r>
      <w:r>
        <w:instrText xml:space="preserve"> REF _Ref257231563 \r \h </w:instrText>
      </w:r>
      <w:r w:rsidR="000F4AA4">
        <w:fldChar w:fldCharType="separate"/>
      </w:r>
      <w:r w:rsidR="00C42453">
        <w:t>3.14</w:t>
      </w:r>
      <w:r w:rsidR="000F4AA4">
        <w:fldChar w:fldCharType="end"/>
      </w:r>
      <w:r>
        <w:t>.</w:t>
      </w:r>
    </w:p>
    <w:p w:rsidR="00C14CE1" w:rsidRDefault="00C14CE1" w:rsidP="009A6F08">
      <w:pPr>
        <w:pStyle w:val="ClassHeading"/>
      </w:pPr>
      <w:r>
        <w:t>Common Types:</w:t>
      </w:r>
    </w:p>
    <w:p w:rsidR="00C14CE1" w:rsidRPr="00A14A88" w:rsidRDefault="00C14CE1" w:rsidP="00C14CE1">
      <w:pPr>
        <w:pStyle w:val="Definition"/>
      </w:pPr>
      <w:r>
        <w:t>&lt;EventChildClassHere&gt;</w:t>
      </w:r>
      <w:r w:rsidRPr="00A14A88">
        <w:t>::ptr</w:t>
      </w:r>
    </w:p>
    <w:p w:rsidR="00C14CE1" w:rsidRDefault="00C14CE1" w:rsidP="00C14CE1">
      <w:pPr>
        <w:pStyle w:val="Definition"/>
      </w:pPr>
      <w:r>
        <w:t>&lt;EventChildClassHere&gt;</w:t>
      </w:r>
      <w:r w:rsidRPr="00A14A88">
        <w:t>::const_ptr</w:t>
      </w:r>
    </w:p>
    <w:p w:rsidR="00C14CE1" w:rsidRPr="00A14A88" w:rsidRDefault="00C14CE1" w:rsidP="009A6F08">
      <w:pPr>
        <w:pStyle w:val="APIBody"/>
      </w:pPr>
      <w:r>
        <w:t xml:space="preserve">These types are common to all </w:t>
      </w:r>
      <w:r w:rsidRPr="009A51F2">
        <w:rPr>
          <w:rFonts w:ascii="Courier New" w:hAnsi="Courier New" w:cs="Courier New"/>
        </w:rPr>
        <w:t>Event</w:t>
      </w:r>
      <w:r>
        <w:t xml:space="preserve"> children classes.  Rather than repeat them for each class, they are listed once here for brevity.  </w:t>
      </w:r>
    </w:p>
    <w:p w:rsidR="00C14CE1" w:rsidRDefault="00C14CE1" w:rsidP="009A6F08">
      <w:pPr>
        <w:pStyle w:val="APIBody"/>
      </w:pPr>
      <w:r>
        <w:t xml:space="preserve">The </w:t>
      </w:r>
      <w:r w:rsidRPr="00A14A88">
        <w:rPr>
          <w:rFonts w:ascii="Courier New" w:hAnsi="Courier New" w:cs="Courier New"/>
        </w:rPr>
        <w:t>ptr</w:t>
      </w:r>
      <w:r>
        <w:t xml:space="preserve"> and </w:t>
      </w:r>
      <w:r w:rsidRPr="00A14A88">
        <w:rPr>
          <w:rFonts w:ascii="Courier New" w:hAnsi="Courier New" w:cs="Courier New"/>
        </w:rPr>
        <w:t>const_ptr</w:t>
      </w:r>
      <w:r>
        <w:t xml:space="preserve"> respectively represent a pointer and a const pointer to a</w:t>
      </w:r>
      <w:r w:rsidR="009A51F2">
        <w:t>n</w:t>
      </w:r>
      <w:r>
        <w:t xml:space="preserve"> </w:t>
      </w:r>
      <w:r>
        <w:rPr>
          <w:rFonts w:ascii="Courier New" w:hAnsi="Courier New" w:cs="Courier New"/>
        </w:rPr>
        <w:t>Event</w:t>
      </w:r>
      <w:r>
        <w:rPr>
          <w:rFonts w:cs="Courier New"/>
        </w:rPr>
        <w:t xml:space="preserve"> child class</w:t>
      </w:r>
      <w:r>
        <w:t>.  Both pointer types are reference counted and will cause the underlying object will be cleaned when there are no more references.</w:t>
      </w:r>
    </w:p>
    <w:p w:rsidR="00430AF7" w:rsidRDefault="00430AF7" w:rsidP="009A6F08">
      <w:pPr>
        <w:pStyle w:val="Heading3"/>
      </w:pPr>
      <w:bookmarkStart w:id="100" w:name="_Toc274055833"/>
      <w:bookmarkStart w:id="101" w:name="_Toc350168852"/>
      <w:r>
        <w:t>EventTerminate</w:t>
      </w:r>
      <w:bookmarkEnd w:id="96"/>
      <w:bookmarkEnd w:id="100"/>
      <w:bookmarkEnd w:id="101"/>
      <w:r w:rsidR="000F4AA4" w:rsidRPr="000018EA">
        <w:fldChar w:fldCharType="begin"/>
      </w:r>
      <w:r w:rsidR="00C5633F" w:rsidRPr="000018EA">
        <w:instrText xml:space="preserve"> XE "EventTerminate" </w:instrText>
      </w:r>
      <w:r w:rsidR="000F4AA4" w:rsidRPr="000018EA">
        <w:fldChar w:fldCharType="end"/>
      </w:r>
    </w:p>
    <w:p w:rsidR="009A51F2" w:rsidRDefault="009A51F2" w:rsidP="009A6F08">
      <w:r>
        <w:t xml:space="preserve">The </w:t>
      </w:r>
      <w:r w:rsidRPr="00F5371E">
        <w:rPr>
          <w:rFonts w:ascii="Courier New" w:hAnsi="Courier New" w:cs="Courier New"/>
        </w:rPr>
        <w:t>EventTerminate</w:t>
      </w:r>
      <w:r>
        <w:t xml:space="preserve"> class is a parent class for </w:t>
      </w:r>
      <w:r w:rsidRPr="00F5371E">
        <w:rPr>
          <w:rFonts w:ascii="Courier New" w:hAnsi="Courier New" w:cs="Courier New"/>
        </w:rPr>
        <w:t>EventExit</w:t>
      </w:r>
      <w:r>
        <w:t xml:space="preserve"> and </w:t>
      </w:r>
      <w:r w:rsidRPr="00F5371E">
        <w:rPr>
          <w:rFonts w:ascii="Courier New" w:hAnsi="Courier New" w:cs="Courier New"/>
        </w:rPr>
        <w:t>EventCrash</w:t>
      </w:r>
      <w:r>
        <w:t>.  It is never instantiated by ProcControlAPI and simply serves as a place-holder type for a user to deal with process termination without dealing with the specifics of whether a process exited properly or crashed.</w:t>
      </w:r>
    </w:p>
    <w:p w:rsidR="009A51F2" w:rsidRDefault="009A51F2" w:rsidP="009A6F08">
      <w:pPr>
        <w:pStyle w:val="ClassHeading"/>
      </w:pPr>
      <w:r>
        <w:lastRenderedPageBreak/>
        <w:t>Associated EventType Codes:</w:t>
      </w:r>
    </w:p>
    <w:p w:rsidR="00ED204D" w:rsidRDefault="009A51F2" w:rsidP="00ED204D">
      <w:pPr>
        <w:pStyle w:val="Definition"/>
      </w:pPr>
      <w:r>
        <w:t>Exit</w:t>
      </w:r>
      <w:r w:rsidR="00CC1B4C">
        <w:rPr>
          <w:rFonts w:asciiTheme="minorHAnsi" w:hAnsiTheme="minorHAnsi"/>
        </w:rPr>
        <w:t xml:space="preserve">, </w:t>
      </w:r>
      <w:r>
        <w:t>Crash</w:t>
      </w:r>
      <w:r w:rsidR="00CC1B4C">
        <w:t xml:space="preserve"> and ForceTerminate</w:t>
      </w:r>
      <w:bookmarkStart w:id="102" w:name="_Toc273362656"/>
      <w:bookmarkStart w:id="103" w:name="_Toc274055834"/>
    </w:p>
    <w:p w:rsidR="00430AF7" w:rsidRDefault="00430AF7" w:rsidP="009A6F08">
      <w:pPr>
        <w:pStyle w:val="Heading3"/>
      </w:pPr>
      <w:bookmarkStart w:id="104" w:name="_Toc350168853"/>
      <w:r>
        <w:t>EventExit</w:t>
      </w:r>
      <w:bookmarkEnd w:id="102"/>
      <w:bookmarkEnd w:id="103"/>
      <w:bookmarkEnd w:id="104"/>
      <w:r w:rsidR="000F4AA4" w:rsidRPr="000018EA">
        <w:fldChar w:fldCharType="begin"/>
      </w:r>
      <w:r w:rsidR="00C5633F" w:rsidRPr="000018EA">
        <w:instrText xml:space="preserve"> XE "EventExit" </w:instrText>
      </w:r>
      <w:r w:rsidR="000F4AA4" w:rsidRPr="000018EA">
        <w:fldChar w:fldCharType="end"/>
      </w:r>
    </w:p>
    <w:p w:rsidR="009A51F2" w:rsidRDefault="009A51F2" w:rsidP="009A6F08">
      <w:r>
        <w:t xml:space="preserve">An </w:t>
      </w:r>
      <w:r w:rsidRPr="009A51F2">
        <w:rPr>
          <w:rFonts w:ascii="Courier New" w:hAnsi="Courier New" w:cs="Courier New"/>
        </w:rPr>
        <w:t>EventExit</w:t>
      </w:r>
      <w:r>
        <w:t xml:space="preserve"> triggers when a process performs a normal exit (e.g., calling the </w:t>
      </w:r>
      <w:r w:rsidRPr="009A51F2">
        <w:rPr>
          <w:rFonts w:ascii="Courier New" w:hAnsi="Courier New" w:cs="Courier New"/>
        </w:rPr>
        <w:t>exit</w:t>
      </w:r>
      <w:r>
        <w:t xml:space="preserve"> function or returning from </w:t>
      </w:r>
      <w:r w:rsidRPr="009A51F2">
        <w:rPr>
          <w:rFonts w:ascii="Courier New" w:hAnsi="Courier New" w:cs="Courier New"/>
        </w:rPr>
        <w:t>main</w:t>
      </w:r>
      <w:r>
        <w:t xml:space="preserve">).  The process that exited is referenced with </w:t>
      </w:r>
      <w:r w:rsidRPr="00F5371E">
        <w:rPr>
          <w:rFonts w:ascii="Courier New" w:hAnsi="Courier New" w:cs="Courier New"/>
        </w:rPr>
        <w:t>Event</w:t>
      </w:r>
      <w:r>
        <w:t xml:space="preserve">’s </w:t>
      </w:r>
      <w:r w:rsidRPr="00F5371E">
        <w:rPr>
          <w:rFonts w:ascii="Courier New" w:hAnsi="Courier New" w:cs="Courier New"/>
        </w:rPr>
        <w:t>getProcess</w:t>
      </w:r>
      <w:r>
        <w:t xml:space="preserve"> function.</w:t>
      </w:r>
    </w:p>
    <w:p w:rsidR="009A51F2" w:rsidRDefault="009A51F2" w:rsidP="009A6F08">
      <w:r>
        <w:t xml:space="preserve">An </w:t>
      </w:r>
      <w:r w:rsidRPr="00F5371E">
        <w:rPr>
          <w:rFonts w:ascii="Courier New" w:hAnsi="Courier New" w:cs="Courier New"/>
        </w:rPr>
        <w:t>EventExit</w:t>
      </w:r>
      <w:r>
        <w:t xml:space="preserve"> may be associated with an </w:t>
      </w:r>
      <w:r w:rsidRPr="00F5371E">
        <w:rPr>
          <w:rFonts w:ascii="Courier New" w:hAnsi="Courier New" w:cs="Courier New"/>
        </w:rPr>
        <w:t>EventType</w:t>
      </w:r>
      <w:r>
        <w:t xml:space="preserve"> of pre-exit or post-exit.  Pre-exit means the process has not yet cleaned up its address space</w:t>
      </w:r>
      <w:r w:rsidR="00F5371E">
        <w:t>, and thus memory can still be read or written.  Post-exit means the process has cleaned up its address space, memory is no longer accessible.</w:t>
      </w:r>
    </w:p>
    <w:p w:rsidR="00F5371E" w:rsidRDefault="00F5371E" w:rsidP="009A6F08">
      <w:pPr>
        <w:pStyle w:val="ClassHeading"/>
      </w:pPr>
      <w:r>
        <w:t>Associated EventType Code:</w:t>
      </w:r>
    </w:p>
    <w:p w:rsidR="00F5371E" w:rsidRDefault="00F5371E" w:rsidP="00F5371E">
      <w:pPr>
        <w:pStyle w:val="Definition"/>
      </w:pPr>
      <w:r>
        <w:t>Exit</w:t>
      </w:r>
    </w:p>
    <w:p w:rsidR="00F5371E" w:rsidRDefault="00F5371E" w:rsidP="009A6F08">
      <w:pPr>
        <w:pStyle w:val="ClassHeading"/>
      </w:pPr>
      <w:r>
        <w:t>EventExit Member Functions:</w:t>
      </w:r>
    </w:p>
    <w:p w:rsidR="00F5371E" w:rsidRDefault="00F5371E" w:rsidP="00F5371E">
      <w:pPr>
        <w:pStyle w:val="Definition"/>
      </w:pPr>
      <w:r>
        <w:t>int getExitCode</w:t>
      </w:r>
      <w:r w:rsidR="000F4AA4" w:rsidRPr="000018EA">
        <w:rPr>
          <w:rFonts w:asciiTheme="minorHAnsi" w:hAnsiTheme="minorHAnsi"/>
        </w:rPr>
        <w:fldChar w:fldCharType="begin"/>
      </w:r>
      <w:r w:rsidR="00C5633F" w:rsidRPr="000018EA">
        <w:rPr>
          <w:rFonts w:asciiTheme="minorHAnsi" w:hAnsiTheme="minorHAnsi"/>
        </w:rPr>
        <w:instrText xml:space="preserve"> XE "getExitCode, EventExit" </w:instrText>
      </w:r>
      <w:r w:rsidR="000F4AA4" w:rsidRPr="000018EA">
        <w:rPr>
          <w:rFonts w:asciiTheme="minorHAnsi" w:hAnsiTheme="minorHAnsi"/>
        </w:rPr>
        <w:fldChar w:fldCharType="end"/>
      </w:r>
      <w:r>
        <w:t>() const</w:t>
      </w:r>
    </w:p>
    <w:p w:rsidR="00F5371E" w:rsidRPr="009A51F2" w:rsidRDefault="00F5371E" w:rsidP="009A6F08">
      <w:pPr>
        <w:pStyle w:val="APIBody"/>
      </w:pPr>
      <w:r>
        <w:t>This function returns the process’ exit code.</w:t>
      </w:r>
    </w:p>
    <w:p w:rsidR="00430AF7" w:rsidRDefault="00430AF7" w:rsidP="009A6F08">
      <w:pPr>
        <w:pStyle w:val="Heading3"/>
      </w:pPr>
      <w:bookmarkStart w:id="105" w:name="_Toc273362657"/>
      <w:bookmarkStart w:id="106" w:name="_Toc274055835"/>
      <w:bookmarkStart w:id="107" w:name="_Toc350168854"/>
      <w:r>
        <w:t>EventCrash</w:t>
      </w:r>
      <w:bookmarkEnd w:id="105"/>
      <w:bookmarkEnd w:id="106"/>
      <w:bookmarkEnd w:id="107"/>
      <w:r w:rsidR="000F4AA4" w:rsidRPr="000018EA">
        <w:fldChar w:fldCharType="begin"/>
      </w:r>
      <w:r w:rsidR="00C5633F" w:rsidRPr="000018EA">
        <w:instrText xml:space="preserve"> XE "EventCrash" </w:instrText>
      </w:r>
      <w:r w:rsidR="000F4AA4" w:rsidRPr="000018EA">
        <w:fldChar w:fldCharType="end"/>
      </w:r>
    </w:p>
    <w:p w:rsidR="00F5371E" w:rsidRDefault="00F5371E" w:rsidP="009A6F08">
      <w:r>
        <w:t xml:space="preserve">An </w:t>
      </w:r>
      <w:r w:rsidRPr="009A51F2">
        <w:rPr>
          <w:rFonts w:ascii="Courier New" w:hAnsi="Courier New" w:cs="Courier New"/>
        </w:rPr>
        <w:t>Event</w:t>
      </w:r>
      <w:r>
        <w:rPr>
          <w:rFonts w:ascii="Courier New" w:hAnsi="Courier New" w:cs="Courier New"/>
        </w:rPr>
        <w:t>Crash</w:t>
      </w:r>
      <w:r>
        <w:t xml:space="preserve"> triggers when a process performs an abnormal exit (e.g., crashing on a memory violation).  The process that crashed is referenced with </w:t>
      </w:r>
      <w:r w:rsidRPr="00F5371E">
        <w:rPr>
          <w:rFonts w:ascii="Courier New" w:hAnsi="Courier New" w:cs="Courier New"/>
        </w:rPr>
        <w:t>Event</w:t>
      </w:r>
      <w:r>
        <w:t xml:space="preserve">’s </w:t>
      </w:r>
      <w:r w:rsidRPr="00F5371E">
        <w:rPr>
          <w:rFonts w:ascii="Courier New" w:hAnsi="Courier New" w:cs="Courier New"/>
        </w:rPr>
        <w:t>getProcess</w:t>
      </w:r>
      <w:r>
        <w:t xml:space="preserve"> function.</w:t>
      </w:r>
    </w:p>
    <w:p w:rsidR="00F5371E" w:rsidRDefault="00F5371E" w:rsidP="009A6F08">
      <w:r>
        <w:t xml:space="preserve">An </w:t>
      </w:r>
      <w:r w:rsidRPr="00F5371E">
        <w:rPr>
          <w:rFonts w:ascii="Courier New" w:hAnsi="Courier New" w:cs="Courier New"/>
        </w:rPr>
        <w:t>EventCrash</w:t>
      </w:r>
      <w:r>
        <w:t xml:space="preserve"> may be associated with an </w:t>
      </w:r>
      <w:r w:rsidRPr="00F5371E">
        <w:rPr>
          <w:rFonts w:ascii="Courier New" w:hAnsi="Courier New" w:cs="Courier New"/>
        </w:rPr>
        <w:t>EventType</w:t>
      </w:r>
      <w:r>
        <w:t xml:space="preserve"> of pre-crash or post-crash.  Pre-crash means the process has not yet cleaned up its address space, and thus memory can still be read or written.  Post-crash means the process has cleaned up its address space, memory is no longer accessible.</w:t>
      </w:r>
    </w:p>
    <w:p w:rsidR="00F5371E" w:rsidRDefault="00F5371E" w:rsidP="009A6F08">
      <w:pPr>
        <w:pStyle w:val="ClassHeading"/>
      </w:pPr>
      <w:r>
        <w:t>Associated EventType Code:</w:t>
      </w:r>
    </w:p>
    <w:p w:rsidR="00F5371E" w:rsidRDefault="00F5371E" w:rsidP="00F5371E">
      <w:pPr>
        <w:pStyle w:val="Definition"/>
      </w:pPr>
      <w:r>
        <w:t>Crash</w:t>
      </w:r>
    </w:p>
    <w:p w:rsidR="00F5371E" w:rsidRDefault="00F5371E" w:rsidP="009A6F08">
      <w:pPr>
        <w:pStyle w:val="ClassHeading"/>
      </w:pPr>
      <w:r>
        <w:t>EventCrash Member Functions:</w:t>
      </w:r>
    </w:p>
    <w:p w:rsidR="00F5371E" w:rsidRDefault="00F5371E" w:rsidP="00F5371E">
      <w:pPr>
        <w:pStyle w:val="Definition"/>
      </w:pPr>
      <w:r>
        <w:t>int getTermSignal</w:t>
      </w:r>
      <w:r w:rsidR="000F4AA4" w:rsidRPr="000018EA">
        <w:rPr>
          <w:rFonts w:asciiTheme="minorHAnsi" w:hAnsiTheme="minorHAnsi"/>
        </w:rPr>
        <w:fldChar w:fldCharType="begin"/>
      </w:r>
      <w:r w:rsidR="00C5633F" w:rsidRPr="000018EA">
        <w:rPr>
          <w:rFonts w:asciiTheme="minorHAnsi" w:hAnsiTheme="minorHAnsi"/>
        </w:rPr>
        <w:instrText xml:space="preserve"> XE "getTermSignal, EventCrash" </w:instrText>
      </w:r>
      <w:r w:rsidR="000F4AA4" w:rsidRPr="000018EA">
        <w:rPr>
          <w:rFonts w:asciiTheme="minorHAnsi" w:hAnsiTheme="minorHAnsi"/>
        </w:rPr>
        <w:fldChar w:fldCharType="end"/>
      </w:r>
      <w:r>
        <w:t>() const</w:t>
      </w:r>
    </w:p>
    <w:p w:rsidR="00F5371E" w:rsidRDefault="00F5371E" w:rsidP="009A6F08">
      <w:pPr>
        <w:pStyle w:val="APIBody"/>
      </w:pPr>
      <w:r>
        <w:t>This function returns the signal that caused the process to crash.</w:t>
      </w:r>
    </w:p>
    <w:p w:rsidR="00CC1B4C" w:rsidRDefault="00CC1B4C" w:rsidP="009A6F08">
      <w:pPr>
        <w:pStyle w:val="Heading3"/>
      </w:pPr>
      <w:bookmarkStart w:id="108" w:name="_Toc350168855"/>
      <w:r>
        <w:t>EventForceTerminate</w:t>
      </w:r>
      <w:bookmarkEnd w:id="108"/>
    </w:p>
    <w:p w:rsidR="00CC1B4C" w:rsidRDefault="00CC1B4C" w:rsidP="009A6F08">
      <w:r>
        <w:t xml:space="preserve">An </w:t>
      </w:r>
      <w:r w:rsidRPr="00CC1B4C">
        <w:rPr>
          <w:rFonts w:ascii="Courier New" w:hAnsi="Courier New" w:cs="Courier New"/>
        </w:rPr>
        <w:t>EventForceTerminate</w:t>
      </w:r>
      <w:r>
        <w:t xml:space="preserve"> triggers when a process is forcefully terminated via the </w:t>
      </w:r>
      <w:r w:rsidRPr="00CC1B4C">
        <w:rPr>
          <w:rFonts w:ascii="Courier New" w:hAnsi="Courier New" w:cs="Courier New"/>
        </w:rPr>
        <w:t>Process::terminate</w:t>
      </w:r>
      <w:r>
        <w:t xml:space="preserve"> function. When the callback is delivered for this event, the address space of the corresponding proce</w:t>
      </w:r>
      <w:r w:rsidR="00B42BFD">
        <w:t>ss will no longer be available.</w:t>
      </w:r>
    </w:p>
    <w:p w:rsidR="00CC1B4C" w:rsidRDefault="00CC1B4C" w:rsidP="009A6F08">
      <w:pPr>
        <w:pStyle w:val="ClassHeading"/>
      </w:pPr>
      <w:r>
        <w:t>Associated EventType Code:</w:t>
      </w:r>
    </w:p>
    <w:p w:rsidR="00CC1B4C" w:rsidRDefault="00B42BFD" w:rsidP="00CC1B4C">
      <w:pPr>
        <w:pStyle w:val="Definition"/>
      </w:pPr>
      <w:r>
        <w:t>ForceTerminate</w:t>
      </w:r>
    </w:p>
    <w:p w:rsidR="00CC1B4C" w:rsidRDefault="00CC1B4C" w:rsidP="009A6F08">
      <w:pPr>
        <w:pStyle w:val="ClassHeading"/>
      </w:pPr>
      <w:r>
        <w:t>EventForceTerminate Member Functions:</w:t>
      </w:r>
    </w:p>
    <w:p w:rsidR="00CC1B4C" w:rsidRDefault="00CC1B4C" w:rsidP="00CC1B4C">
      <w:pPr>
        <w:pStyle w:val="Definition"/>
      </w:pPr>
      <w:r>
        <w:t>int getTermSignal() const</w:t>
      </w:r>
    </w:p>
    <w:p w:rsidR="009C3410" w:rsidRDefault="00CC1B4C" w:rsidP="009A6F08">
      <w:pPr>
        <w:pStyle w:val="APIBody"/>
      </w:pPr>
      <w:r>
        <w:t>This function returns the signal that was used to terminate the process.</w:t>
      </w:r>
      <w:bookmarkStart w:id="109" w:name="_Toc273362658"/>
      <w:bookmarkStart w:id="110" w:name="_Toc274055836"/>
    </w:p>
    <w:p w:rsidR="00ED204D" w:rsidRDefault="00ED204D" w:rsidP="009A6F08">
      <w:pPr>
        <w:pStyle w:val="APIBody"/>
      </w:pPr>
    </w:p>
    <w:p w:rsidR="00430AF7" w:rsidRDefault="00430AF7" w:rsidP="009A6F08">
      <w:pPr>
        <w:pStyle w:val="Heading3"/>
      </w:pPr>
      <w:bookmarkStart w:id="111" w:name="_Toc350168856"/>
      <w:r>
        <w:t>EventExec</w:t>
      </w:r>
      <w:bookmarkEnd w:id="109"/>
      <w:bookmarkEnd w:id="110"/>
      <w:bookmarkEnd w:id="111"/>
      <w:r w:rsidR="000F4AA4" w:rsidRPr="000018EA">
        <w:fldChar w:fldCharType="begin"/>
      </w:r>
      <w:r w:rsidR="00C5633F" w:rsidRPr="000018EA">
        <w:instrText xml:space="preserve"> XE "EventExec" </w:instrText>
      </w:r>
      <w:r w:rsidR="000F4AA4" w:rsidRPr="000018EA">
        <w:fldChar w:fldCharType="end"/>
      </w:r>
    </w:p>
    <w:p w:rsidR="00F5371E" w:rsidRDefault="00F5371E" w:rsidP="009A6F08">
      <w:r>
        <w:t xml:space="preserve">An </w:t>
      </w:r>
      <w:r w:rsidRPr="006331B2">
        <w:rPr>
          <w:rFonts w:ascii="Courier New" w:hAnsi="Courier New" w:cs="Courier New"/>
        </w:rPr>
        <w:t>EventExec</w:t>
      </w:r>
      <w:r>
        <w:t xml:space="preserve"> triggers when a process performs a UNIX</w:t>
      </w:r>
      <w:r w:rsidR="006331B2">
        <w:t>-</w:t>
      </w:r>
      <w:r>
        <w:t xml:space="preserve">style </w:t>
      </w:r>
      <w:r w:rsidRPr="006331B2">
        <w:rPr>
          <w:rFonts w:ascii="Courier New" w:hAnsi="Courier New" w:cs="Courier New"/>
        </w:rPr>
        <w:t>exec</w:t>
      </w:r>
      <w:r>
        <w:t xml:space="preserve"> operation.  An </w:t>
      </w:r>
      <w:r w:rsidRPr="006331B2">
        <w:rPr>
          <w:rFonts w:ascii="Courier New" w:hAnsi="Courier New" w:cs="Courier New"/>
        </w:rPr>
        <w:t>EventType</w:t>
      </w:r>
      <w:r>
        <w:t xml:space="preserve"> of post-Exec means the process has completed the </w:t>
      </w:r>
      <w:r w:rsidRPr="006331B2">
        <w:rPr>
          <w:rFonts w:ascii="Courier New" w:hAnsi="Courier New" w:cs="Courier New"/>
        </w:rPr>
        <w:t>exec</w:t>
      </w:r>
      <w:r>
        <w:t xml:space="preserve"> and setup its new address space.  An EventType of pre-Exec means the process has not yet torn down its old address space.</w:t>
      </w:r>
    </w:p>
    <w:p w:rsidR="00F5371E" w:rsidRDefault="00F5371E" w:rsidP="009A6F08">
      <w:pPr>
        <w:pStyle w:val="ClassHeading"/>
      </w:pPr>
      <w:r>
        <w:t>Associated EventType Code:</w:t>
      </w:r>
      <w:bookmarkStart w:id="112" w:name="_Toc273362659"/>
    </w:p>
    <w:p w:rsidR="00F5371E" w:rsidRDefault="00F5371E" w:rsidP="00F5371E">
      <w:pPr>
        <w:pStyle w:val="Definition"/>
      </w:pPr>
      <w:r>
        <w:t>Exec</w:t>
      </w:r>
    </w:p>
    <w:p w:rsidR="00F5371E" w:rsidRDefault="00F5371E" w:rsidP="009A6F08">
      <w:pPr>
        <w:pStyle w:val="ClassHeading"/>
      </w:pPr>
      <w:r>
        <w:t>EventExec Member Functions:</w:t>
      </w:r>
    </w:p>
    <w:p w:rsidR="00F5371E" w:rsidRDefault="00F5371E" w:rsidP="00F5371E">
      <w:pPr>
        <w:pStyle w:val="Definition"/>
      </w:pPr>
      <w:r>
        <w:t>std::string getExecPath</w:t>
      </w:r>
      <w:r w:rsidR="000F4AA4" w:rsidRPr="000018EA">
        <w:rPr>
          <w:rFonts w:asciiTheme="minorHAnsi" w:hAnsiTheme="minorHAnsi"/>
        </w:rPr>
        <w:fldChar w:fldCharType="begin"/>
      </w:r>
      <w:r w:rsidR="00C5633F" w:rsidRPr="000018EA">
        <w:rPr>
          <w:rFonts w:asciiTheme="minorHAnsi" w:hAnsiTheme="minorHAnsi"/>
        </w:rPr>
        <w:instrText xml:space="preserve"> XE "getExecPath, EventExec" </w:instrText>
      </w:r>
      <w:r w:rsidR="000F4AA4" w:rsidRPr="000018EA">
        <w:rPr>
          <w:rFonts w:asciiTheme="minorHAnsi" w:hAnsiTheme="minorHAnsi"/>
        </w:rPr>
        <w:fldChar w:fldCharType="end"/>
      </w:r>
      <w:r>
        <w:t>() const</w:t>
      </w:r>
    </w:p>
    <w:p w:rsidR="006331B2" w:rsidRDefault="00F5371E" w:rsidP="009A6F08">
      <w:pPr>
        <w:pStyle w:val="APIBody"/>
      </w:pPr>
      <w:r>
        <w:t xml:space="preserve">This function returns the file path to the </w:t>
      </w:r>
      <w:r w:rsidR="006331B2">
        <w:t>process’ new executable.</w:t>
      </w:r>
    </w:p>
    <w:p w:rsidR="00430AF7" w:rsidRDefault="00430AF7" w:rsidP="009A6F08">
      <w:pPr>
        <w:pStyle w:val="Heading3"/>
      </w:pPr>
      <w:bookmarkStart w:id="113" w:name="_Toc274055837"/>
      <w:bookmarkStart w:id="114" w:name="_Toc350168857"/>
      <w:r>
        <w:t>EventStop</w:t>
      </w:r>
      <w:bookmarkEnd w:id="112"/>
      <w:bookmarkEnd w:id="113"/>
      <w:bookmarkEnd w:id="114"/>
      <w:r w:rsidR="000F4AA4" w:rsidRPr="000018EA">
        <w:fldChar w:fldCharType="begin"/>
      </w:r>
      <w:r w:rsidR="00C5633F" w:rsidRPr="000018EA">
        <w:instrText xml:space="preserve"> XE "EventStop" </w:instrText>
      </w:r>
      <w:r w:rsidR="000F4AA4" w:rsidRPr="000018EA">
        <w:fldChar w:fldCharType="end"/>
      </w:r>
    </w:p>
    <w:p w:rsidR="006331B2" w:rsidRDefault="006331B2" w:rsidP="009A6F08">
      <w:r>
        <w:t xml:space="preserve">An </w:t>
      </w:r>
      <w:r w:rsidRPr="006331B2">
        <w:rPr>
          <w:rFonts w:ascii="Courier New" w:hAnsi="Courier New" w:cs="Courier New"/>
        </w:rPr>
        <w:t>EventStop</w:t>
      </w:r>
      <w:r>
        <w:t xml:space="preserve"> is triggered when a process is stopped by a non-ProcControlAPI source.  On UNIX based systems, this is triggered by receipt of a SIGSTOP signal.  </w:t>
      </w:r>
    </w:p>
    <w:p w:rsidR="006331B2" w:rsidRDefault="006331B2" w:rsidP="009A6F08">
      <w:r>
        <w:t xml:space="preserve">Unlike most other events, an </w:t>
      </w:r>
      <w:r w:rsidRPr="006331B2">
        <w:rPr>
          <w:rFonts w:ascii="Courier New" w:hAnsi="Courier New" w:cs="Courier New"/>
        </w:rPr>
        <w:t>EventStop</w:t>
      </w:r>
      <w:r>
        <w:t xml:space="preserve"> will explicitly move the associated thread or process (see the </w:t>
      </w:r>
      <w:r w:rsidRPr="006331B2">
        <w:rPr>
          <w:rFonts w:ascii="Courier New" w:hAnsi="Courier New" w:cs="Courier New"/>
        </w:rPr>
        <w:t>Event</w:t>
      </w:r>
      <w:r>
        <w:t xml:space="preserve">’s </w:t>
      </w:r>
      <w:r w:rsidRPr="006331B2">
        <w:rPr>
          <w:rFonts w:ascii="Courier New" w:hAnsi="Courier New" w:cs="Courier New"/>
        </w:rPr>
        <w:t>SyncType</w:t>
      </w:r>
      <w:r>
        <w:t xml:space="preserve"> to tell which) to a stopped state.  Returning </w:t>
      </w:r>
      <w:r w:rsidRPr="006331B2">
        <w:rPr>
          <w:rFonts w:ascii="Courier New" w:hAnsi="Courier New" w:cs="Courier New"/>
        </w:rPr>
        <w:t>cbDefault</w:t>
      </w:r>
      <w:r>
        <w:t xml:space="preserve"> from a callback function that has received </w:t>
      </w:r>
      <w:r w:rsidRPr="006331B2">
        <w:rPr>
          <w:rFonts w:ascii="Courier New" w:hAnsi="Courier New" w:cs="Courier New"/>
        </w:rPr>
        <w:t>EventStop</w:t>
      </w:r>
      <w:r>
        <w:t xml:space="preserve"> will leave the target process in a stopped state rather than restore it to the pre-event state.  </w:t>
      </w:r>
    </w:p>
    <w:p w:rsidR="006331B2" w:rsidRDefault="006331B2" w:rsidP="009A6F08">
      <w:pPr>
        <w:pStyle w:val="ClassHeading"/>
      </w:pPr>
      <w:r>
        <w:t>Associated EventType Code:</w:t>
      </w:r>
    </w:p>
    <w:p w:rsidR="006331B2" w:rsidRPr="006331B2" w:rsidRDefault="006331B2" w:rsidP="006331B2">
      <w:pPr>
        <w:pStyle w:val="Definition"/>
      </w:pPr>
      <w:r>
        <w:t>Stop</w:t>
      </w:r>
    </w:p>
    <w:p w:rsidR="00430AF7" w:rsidRDefault="00430AF7" w:rsidP="009A6F08">
      <w:pPr>
        <w:pStyle w:val="Heading3"/>
      </w:pPr>
      <w:bookmarkStart w:id="115" w:name="_Ref257218693"/>
      <w:bookmarkStart w:id="116" w:name="_Toc273362660"/>
      <w:bookmarkStart w:id="117" w:name="_Toc274055838"/>
      <w:bookmarkStart w:id="118" w:name="_Toc350168858"/>
      <w:r>
        <w:t>EventBreakpoint</w:t>
      </w:r>
      <w:bookmarkEnd w:id="115"/>
      <w:bookmarkEnd w:id="116"/>
      <w:bookmarkEnd w:id="117"/>
      <w:bookmarkEnd w:id="118"/>
      <w:r w:rsidR="000F4AA4" w:rsidRPr="000018EA">
        <w:fldChar w:fldCharType="begin"/>
      </w:r>
      <w:r w:rsidR="00C5633F" w:rsidRPr="000018EA">
        <w:instrText xml:space="preserve"> XE "EventBreakpoint" </w:instrText>
      </w:r>
      <w:r w:rsidR="000F4AA4" w:rsidRPr="000018EA">
        <w:fldChar w:fldCharType="end"/>
      </w:r>
      <w:r w:rsidR="000F4AA4" w:rsidRPr="000018EA">
        <w:fldChar w:fldCharType="begin"/>
      </w:r>
      <w:r w:rsidR="00C5633F" w:rsidRPr="000018EA">
        <w:instrText xml:space="preserve"> XE "Breakpoint" </w:instrText>
      </w:r>
      <w:r w:rsidR="000F4AA4" w:rsidRPr="000018EA">
        <w:fldChar w:fldCharType="end"/>
      </w:r>
    </w:p>
    <w:p w:rsidR="006331B2" w:rsidRDefault="006331B2" w:rsidP="009A6F08">
      <w:r>
        <w:t xml:space="preserve">An </w:t>
      </w:r>
      <w:r w:rsidRPr="00C5633F">
        <w:rPr>
          <w:rFonts w:ascii="Courier New" w:hAnsi="Courier New" w:cs="Courier New"/>
        </w:rPr>
        <w:t>EventBreakpoint</w:t>
      </w:r>
      <w:r>
        <w:t xml:space="preserve"> triggers when the target process encounters a breakpoint inserted by the ProcControlAPI (see Section </w:t>
      </w:r>
      <w:r w:rsidR="000F4AA4">
        <w:fldChar w:fldCharType="begin"/>
      </w:r>
      <w:r>
        <w:instrText xml:space="preserve"> REF _Ref274044539 \r \h </w:instrText>
      </w:r>
      <w:r w:rsidR="000F4AA4">
        <w:fldChar w:fldCharType="separate"/>
      </w:r>
      <w:r w:rsidR="00C42453">
        <w:t>3.4</w:t>
      </w:r>
      <w:r w:rsidR="000F4AA4">
        <w:fldChar w:fldCharType="end"/>
      </w:r>
      <w:r>
        <w:t xml:space="preserve">).  </w:t>
      </w:r>
    </w:p>
    <w:p w:rsidR="006331B2" w:rsidRDefault="006331B2" w:rsidP="009A6F08">
      <w:r>
        <w:t xml:space="preserve">Similar to EventStop, </w:t>
      </w:r>
      <w:r w:rsidRPr="00C5633F">
        <w:rPr>
          <w:rFonts w:ascii="Courier New" w:hAnsi="Courier New" w:cs="Courier New"/>
        </w:rPr>
        <w:t>EventBreakpoint</w:t>
      </w:r>
      <w:r>
        <w:t xml:space="preserve"> will explicitly move the thread or process to a stopped state.  Returning </w:t>
      </w:r>
      <w:r w:rsidRPr="006331B2">
        <w:rPr>
          <w:rFonts w:ascii="Courier New" w:hAnsi="Courier New" w:cs="Courier New"/>
        </w:rPr>
        <w:t>cbDefault</w:t>
      </w:r>
      <w:r>
        <w:t xml:space="preserve"> from a callback function that has received </w:t>
      </w:r>
      <w:r w:rsidRPr="006331B2">
        <w:rPr>
          <w:rFonts w:ascii="Courier New" w:hAnsi="Courier New" w:cs="Courier New"/>
        </w:rPr>
        <w:t>Event</w:t>
      </w:r>
      <w:r>
        <w:rPr>
          <w:rFonts w:ascii="Courier New" w:hAnsi="Courier New" w:cs="Courier New"/>
        </w:rPr>
        <w:t>Breakpoint</w:t>
      </w:r>
      <w:r>
        <w:t xml:space="preserve"> will leave the target process in a stopped state rather than restore it to the pre-event state.  </w:t>
      </w:r>
    </w:p>
    <w:p w:rsidR="006331B2" w:rsidRDefault="006331B2" w:rsidP="009A6F08">
      <w:pPr>
        <w:pStyle w:val="ClassHeading"/>
      </w:pPr>
      <w:r>
        <w:t>Associated EventType Code:</w:t>
      </w:r>
    </w:p>
    <w:p w:rsidR="006331B2" w:rsidRDefault="006331B2" w:rsidP="006331B2">
      <w:pPr>
        <w:pStyle w:val="Definition"/>
      </w:pPr>
      <w:r>
        <w:t>Breakpoint</w:t>
      </w:r>
    </w:p>
    <w:p w:rsidR="006331B2" w:rsidRDefault="006331B2" w:rsidP="009A6F08">
      <w:pPr>
        <w:pStyle w:val="ClassHeading"/>
      </w:pPr>
      <w:r>
        <w:t>EventBreakpoint Member Functions:</w:t>
      </w:r>
    </w:p>
    <w:p w:rsidR="006331B2" w:rsidRDefault="00E24A5C" w:rsidP="006331B2">
      <w:pPr>
        <w:pStyle w:val="Definition"/>
      </w:pPr>
      <w:r>
        <w:t>Dyninst::Address getAddress</w:t>
      </w:r>
      <w:r w:rsidR="000F4AA4" w:rsidRPr="000018EA">
        <w:rPr>
          <w:rFonts w:asciiTheme="minorHAnsi" w:hAnsiTheme="minorHAnsi"/>
        </w:rPr>
        <w:fldChar w:fldCharType="begin"/>
      </w:r>
      <w:r w:rsidR="00C5633F" w:rsidRPr="000018EA">
        <w:rPr>
          <w:rFonts w:asciiTheme="minorHAnsi" w:hAnsiTheme="minorHAnsi"/>
        </w:rPr>
        <w:instrText xml:space="preserve"> XE "getAddress, EventBreakpoint" </w:instrText>
      </w:r>
      <w:r w:rsidR="000F4AA4" w:rsidRPr="000018EA">
        <w:rPr>
          <w:rFonts w:asciiTheme="minorHAnsi" w:hAnsiTheme="minorHAnsi"/>
        </w:rPr>
        <w:fldChar w:fldCharType="end"/>
      </w:r>
      <w:r>
        <w:t>() const</w:t>
      </w:r>
    </w:p>
    <w:p w:rsidR="00E24A5C" w:rsidRDefault="00E24A5C" w:rsidP="009A6F08">
      <w:pPr>
        <w:pStyle w:val="APIBody"/>
      </w:pPr>
      <w:r>
        <w:t>This function returns the address at which the breakpoint was hit.</w:t>
      </w:r>
    </w:p>
    <w:p w:rsidR="00E24A5C" w:rsidRDefault="00E24A5C" w:rsidP="00E24A5C">
      <w:pPr>
        <w:pStyle w:val="Definition"/>
      </w:pPr>
      <w:r>
        <w:t>void getBreakpoints</w:t>
      </w:r>
      <w:r w:rsidR="000F4AA4" w:rsidRPr="000018EA">
        <w:rPr>
          <w:rFonts w:asciiTheme="minorHAnsi" w:hAnsiTheme="minorHAnsi"/>
        </w:rPr>
        <w:fldChar w:fldCharType="begin"/>
      </w:r>
      <w:r w:rsidR="00C5633F" w:rsidRPr="000018EA">
        <w:rPr>
          <w:rFonts w:asciiTheme="minorHAnsi" w:hAnsiTheme="minorHAnsi"/>
        </w:rPr>
        <w:instrText xml:space="preserve"> XE "getBreakpoints, EventBreakpoint" </w:instrText>
      </w:r>
      <w:r w:rsidR="000F4AA4" w:rsidRPr="000018EA">
        <w:rPr>
          <w:rFonts w:asciiTheme="minorHAnsi" w:hAnsiTheme="minorHAnsi"/>
        </w:rPr>
        <w:fldChar w:fldCharType="end"/>
      </w:r>
      <w:r>
        <w:t>(std::vector&lt;Breakpoint::const_ptr&gt; &amp;b) const</w:t>
      </w:r>
    </w:p>
    <w:p w:rsidR="009C3410" w:rsidRDefault="00E24A5C" w:rsidP="009A6F08">
      <w:pPr>
        <w:pStyle w:val="APIBody"/>
      </w:pPr>
      <w:r>
        <w:t xml:space="preserve">This function returns a vector of pointers to the </w:t>
      </w:r>
      <w:r w:rsidRPr="00E24A5C">
        <w:rPr>
          <w:rFonts w:ascii="Courier New" w:hAnsi="Courier New" w:cs="Courier New"/>
        </w:rPr>
        <w:t>Breakpoints</w:t>
      </w:r>
      <w:r>
        <w:t xml:space="preserve"> that were hit.  Since it is possible to insert multiple </w:t>
      </w:r>
      <w:r w:rsidRPr="00E24A5C">
        <w:rPr>
          <w:rFonts w:ascii="Courier New" w:hAnsi="Courier New" w:cs="Courier New"/>
        </w:rPr>
        <w:t>Breakpoints</w:t>
      </w:r>
      <w:r>
        <w:t xml:space="preserve"> at the same location, it is possible for this function to return more than one </w:t>
      </w:r>
      <w:r w:rsidRPr="00E24A5C">
        <w:rPr>
          <w:rFonts w:ascii="Courier New" w:hAnsi="Courier New" w:cs="Courier New"/>
        </w:rPr>
        <w:t>Breakpoint</w:t>
      </w:r>
      <w:r>
        <w:t>.</w:t>
      </w:r>
      <w:bookmarkStart w:id="119" w:name="_Toc273362661"/>
      <w:bookmarkStart w:id="120" w:name="_Toc274055839"/>
    </w:p>
    <w:p w:rsidR="00ED204D" w:rsidRDefault="00ED204D" w:rsidP="009A6F08">
      <w:pPr>
        <w:pStyle w:val="APIBody"/>
      </w:pPr>
    </w:p>
    <w:p w:rsidR="00430AF7" w:rsidRDefault="00430AF7" w:rsidP="009A6F08">
      <w:pPr>
        <w:pStyle w:val="Heading3"/>
      </w:pPr>
      <w:bookmarkStart w:id="121" w:name="_Toc350168859"/>
      <w:r>
        <w:lastRenderedPageBreak/>
        <w:t>EventNewThread</w:t>
      </w:r>
      <w:bookmarkEnd w:id="119"/>
      <w:bookmarkEnd w:id="120"/>
      <w:bookmarkEnd w:id="121"/>
      <w:r w:rsidR="000F4AA4" w:rsidRPr="000018EA">
        <w:fldChar w:fldCharType="begin"/>
      </w:r>
      <w:r w:rsidR="00C5633F" w:rsidRPr="000018EA">
        <w:instrText xml:space="preserve"> XE "EventNewThread" </w:instrText>
      </w:r>
      <w:r w:rsidR="000F4AA4" w:rsidRPr="000018EA">
        <w:fldChar w:fldCharType="end"/>
      </w:r>
    </w:p>
    <w:p w:rsidR="0032008D" w:rsidRDefault="00903A75" w:rsidP="009A6F08">
      <w:r>
        <w:t xml:space="preserve">An </w:t>
      </w:r>
      <w:r w:rsidRPr="008B16C1">
        <w:rPr>
          <w:rFonts w:ascii="Courier New" w:hAnsi="Courier New" w:cs="Courier New"/>
        </w:rPr>
        <w:t>EventNewThread</w:t>
      </w:r>
      <w:r>
        <w:t xml:space="preserve"> triggers when a process spawns a new thread.  </w:t>
      </w:r>
      <w:r w:rsidR="008B16C1">
        <w:t xml:space="preserve">The </w:t>
      </w:r>
      <w:r w:rsidR="008B16C1" w:rsidRPr="008B16C1">
        <w:rPr>
          <w:rFonts w:ascii="Courier New" w:hAnsi="Courier New" w:cs="Courier New"/>
        </w:rPr>
        <w:t>Event</w:t>
      </w:r>
      <w:r w:rsidR="008B16C1">
        <w:t xml:space="preserve"> class’ </w:t>
      </w:r>
      <w:r w:rsidR="008B16C1" w:rsidRPr="008B16C1">
        <w:rPr>
          <w:rFonts w:ascii="Courier New" w:hAnsi="Courier New" w:cs="Courier New"/>
        </w:rPr>
        <w:t>getThread</w:t>
      </w:r>
      <w:r w:rsidR="008B16C1">
        <w:t xml:space="preserve"> function </w:t>
      </w:r>
      <w:r w:rsidR="00233FEF">
        <w:t>returns</w:t>
      </w:r>
      <w:r w:rsidR="008B16C1">
        <w:t xml:space="preserve"> the original </w:t>
      </w:r>
      <w:r w:rsidR="008B16C1" w:rsidRPr="008B16C1">
        <w:rPr>
          <w:rFonts w:ascii="Courier New" w:hAnsi="Courier New" w:cs="Courier New"/>
        </w:rPr>
        <w:t>Thread</w:t>
      </w:r>
      <w:r w:rsidR="008B16C1">
        <w:t xml:space="preserve"> that performed the spawn operation, while </w:t>
      </w:r>
      <w:r w:rsidR="008B16C1" w:rsidRPr="008B16C1">
        <w:rPr>
          <w:rFonts w:ascii="Courier New" w:hAnsi="Courier New" w:cs="Courier New"/>
        </w:rPr>
        <w:t>EventNewThread</w:t>
      </w:r>
      <w:r w:rsidR="008B16C1">
        <w:t xml:space="preserve">’s </w:t>
      </w:r>
      <w:r w:rsidR="008B16C1" w:rsidRPr="008B16C1">
        <w:rPr>
          <w:rFonts w:ascii="Courier New" w:hAnsi="Courier New" w:cs="Courier New"/>
        </w:rPr>
        <w:t>getNewThread</w:t>
      </w:r>
      <w:r w:rsidR="008B16C1">
        <w:t xml:space="preserve"> </w:t>
      </w:r>
      <w:r w:rsidR="00233FEF">
        <w:t>returns</w:t>
      </w:r>
      <w:r w:rsidR="008B16C1">
        <w:t xml:space="preserve"> the newly created </w:t>
      </w:r>
      <w:r w:rsidR="008B16C1" w:rsidRPr="008B16C1">
        <w:rPr>
          <w:rFonts w:ascii="Courier New" w:hAnsi="Courier New" w:cs="Courier New"/>
        </w:rPr>
        <w:t>Thread</w:t>
      </w:r>
      <w:r w:rsidR="008B16C1">
        <w:t>.</w:t>
      </w:r>
    </w:p>
    <w:p w:rsidR="00903A75" w:rsidRDefault="0032008D" w:rsidP="009A6F08">
      <w:r>
        <w:t>This event is never instantiated by ProcControlAPI and simply serves as a place-holder type for a user to deal with thread creation without having to deal with the specifics of LWP and user thread creation.</w:t>
      </w:r>
    </w:p>
    <w:p w:rsidR="008B16C1" w:rsidRDefault="008B16C1"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rsidR="000F4AA4">
        <w:fldChar w:fldCharType="begin"/>
      </w:r>
      <w:r>
        <w:instrText xml:space="preserve"> REF _Ref274048539 \r \h </w:instrText>
      </w:r>
      <w:r w:rsidR="000F4AA4">
        <w:fldChar w:fldCharType="separate"/>
      </w:r>
      <w:r w:rsidR="00C42453">
        <w:t>2.2.2</w:t>
      </w:r>
      <w:r w:rsidR="000F4AA4">
        <w:fldChar w:fldCharType="end"/>
      </w:r>
      <w:r>
        <w:t xml:space="preserve"> and </w:t>
      </w:r>
      <w:r w:rsidR="000F4AA4">
        <w:fldChar w:fldCharType="begin"/>
      </w:r>
      <w:r>
        <w:instrText xml:space="preserve"> REF _Ref274048546 \r \h </w:instrText>
      </w:r>
      <w:r w:rsidR="000F4AA4">
        <w:fldChar w:fldCharType="separate"/>
      </w:r>
      <w:r w:rsidR="00C42453">
        <w:t>3.1</w:t>
      </w:r>
      <w:r w:rsidR="000F4AA4">
        <w:fldChar w:fldCharType="end"/>
      </w:r>
      <w:r>
        <w:t xml:space="preserve">) to control the parent and child thread.  </w:t>
      </w:r>
    </w:p>
    <w:p w:rsidR="008B16C1" w:rsidRDefault="008B16C1" w:rsidP="009A6F08">
      <w:pPr>
        <w:pStyle w:val="ClassHeading"/>
      </w:pPr>
      <w:r>
        <w:t>Associated EventType Code</w:t>
      </w:r>
      <w:r w:rsidR="0032008D">
        <w:t>s</w:t>
      </w:r>
      <w:r>
        <w:t>:</w:t>
      </w:r>
    </w:p>
    <w:p w:rsidR="008B16C1" w:rsidRDefault="008B16C1" w:rsidP="008B16C1">
      <w:pPr>
        <w:pStyle w:val="Definition"/>
      </w:pPr>
      <w:r>
        <w:t>ThreadCreate</w:t>
      </w:r>
      <w:r w:rsidR="0032008D">
        <w:t>, UserThreadCreate, LWPCreate</w:t>
      </w:r>
    </w:p>
    <w:p w:rsidR="008B16C1" w:rsidRDefault="008B16C1" w:rsidP="009A6F08">
      <w:pPr>
        <w:pStyle w:val="ClassHeading"/>
      </w:pPr>
      <w:r>
        <w:t>EventNewTh</w:t>
      </w:r>
      <w:r w:rsidR="00876D25">
        <w:t>r</w:t>
      </w:r>
      <w:r>
        <w:t>ead Member Functions:</w:t>
      </w:r>
    </w:p>
    <w:p w:rsidR="008B16C1" w:rsidRDefault="008B16C1" w:rsidP="008B16C1">
      <w:pPr>
        <w:pStyle w:val="Definition"/>
      </w:pPr>
      <w:r>
        <w:t>Thread::const_ptr getNewThread</w:t>
      </w:r>
      <w:r w:rsidR="000F4AA4" w:rsidRPr="000018EA">
        <w:rPr>
          <w:rFonts w:asciiTheme="minorHAnsi" w:hAnsiTheme="minorHAnsi"/>
        </w:rPr>
        <w:fldChar w:fldCharType="begin"/>
      </w:r>
      <w:r w:rsidR="00C5633F" w:rsidRPr="000018EA">
        <w:rPr>
          <w:rFonts w:asciiTheme="minorHAnsi" w:hAnsiTheme="minorHAnsi"/>
        </w:rPr>
        <w:instrText xml:space="preserve"> XE "getNewThread, EventNewThread" </w:instrText>
      </w:r>
      <w:r w:rsidR="000F4AA4" w:rsidRPr="000018EA">
        <w:rPr>
          <w:rFonts w:asciiTheme="minorHAnsi" w:hAnsiTheme="minorHAnsi"/>
        </w:rPr>
        <w:fldChar w:fldCharType="end"/>
      </w:r>
      <w:r>
        <w:t>() const</w:t>
      </w:r>
    </w:p>
    <w:p w:rsidR="008B16C1" w:rsidRDefault="008B16C1" w:rsidP="009A6F08">
      <w:pPr>
        <w:pStyle w:val="APIBody"/>
      </w:pPr>
      <w:r>
        <w:t xml:space="preserve">This function returns a const pointer to the </w:t>
      </w:r>
      <w:r w:rsidRPr="008B16C1">
        <w:rPr>
          <w:rFonts w:ascii="Courier New" w:hAnsi="Courier New" w:cs="Courier New"/>
        </w:rPr>
        <w:t>Thread</w:t>
      </w:r>
      <w:r>
        <w:t xml:space="preserve"> object that repres</w:t>
      </w:r>
      <w:r w:rsidR="0032008D">
        <w:t>ents the newly spawned thread.</w:t>
      </w:r>
    </w:p>
    <w:p w:rsidR="0032008D" w:rsidRDefault="0032008D" w:rsidP="009A6F08">
      <w:pPr>
        <w:pStyle w:val="Heading3"/>
      </w:pPr>
      <w:bookmarkStart w:id="122" w:name="_Toc350168860"/>
      <w:r>
        <w:t>EventNewUserThread</w:t>
      </w:r>
      <w:bookmarkEnd w:id="122"/>
    </w:p>
    <w:p w:rsidR="0032008D" w:rsidRDefault="0032008D" w:rsidP="009A6F08">
      <w:r>
        <w:t xml:space="preserve">An </w:t>
      </w:r>
      <w:r w:rsidRPr="0032008D">
        <w:rPr>
          <w:rFonts w:ascii="Courier New" w:hAnsi="Courier New" w:cs="Courier New"/>
        </w:rPr>
        <w:t>EventNewUserThread</w:t>
      </w:r>
      <w:r>
        <w:rPr>
          <w:rFonts w:cstheme="minorHAnsi"/>
        </w:rPr>
        <w:t xml:space="preserve"> triggers when a process spawns a new user-level thread. </w:t>
      </w:r>
      <w:r>
        <w:t xml:space="preserve">The </w:t>
      </w:r>
      <w:r w:rsidRPr="008B16C1">
        <w:rPr>
          <w:rFonts w:ascii="Courier New" w:hAnsi="Courier New" w:cs="Courier New"/>
        </w:rPr>
        <w:t>Event</w:t>
      </w:r>
      <w:r>
        <w:t xml:space="preserve"> class’ </w:t>
      </w:r>
      <w:r w:rsidRPr="008B16C1">
        <w:rPr>
          <w:rFonts w:ascii="Courier New" w:hAnsi="Courier New" w:cs="Courier New"/>
        </w:rPr>
        <w:t>getThread</w:t>
      </w:r>
      <w:r>
        <w:t xml:space="preserve"> function </w:t>
      </w:r>
      <w:r w:rsidR="00233FEF">
        <w:t>returns</w:t>
      </w:r>
      <w:r>
        <w:t xml:space="preserve"> the original </w:t>
      </w:r>
      <w:r w:rsidRPr="008B16C1">
        <w:rPr>
          <w:rFonts w:ascii="Courier New" w:hAnsi="Courier New" w:cs="Courier New"/>
        </w:rPr>
        <w:t>Thread</w:t>
      </w:r>
      <w:r>
        <w:t xml:space="preserve"> that performed the spawn operation. This thread may have already been created if the platform supports the </w:t>
      </w:r>
      <w:r w:rsidRPr="002329E4">
        <w:rPr>
          <w:rFonts w:ascii="Courier New" w:hAnsi="Courier New" w:cs="Courier New"/>
        </w:rPr>
        <w:t>EventNewLWP</w:t>
      </w:r>
      <w:r>
        <w:t xml:space="preserve"> event. If not, </w:t>
      </w:r>
      <w:r>
        <w:rPr>
          <w:rFonts w:ascii="Courier New" w:hAnsi="Courier New" w:cs="Courier New"/>
        </w:rPr>
        <w:t xml:space="preserve">the </w:t>
      </w:r>
      <w:r w:rsidRPr="008B16C1">
        <w:rPr>
          <w:rFonts w:ascii="Courier New" w:hAnsi="Courier New" w:cs="Courier New"/>
        </w:rPr>
        <w:t>getNewThread</w:t>
      </w:r>
      <w:r>
        <w:rPr>
          <w:rFonts w:ascii="Courier New" w:hAnsi="Courier New" w:cs="Courier New"/>
        </w:rPr>
        <w:t xml:space="preserve"> function</w:t>
      </w:r>
      <w:r>
        <w:t xml:space="preserve"> </w:t>
      </w:r>
      <w:r w:rsidR="00233FEF">
        <w:t>returns</w:t>
      </w:r>
      <w:r>
        <w:t xml:space="preserve"> the newly created </w:t>
      </w:r>
      <w:r w:rsidRPr="008B16C1">
        <w:rPr>
          <w:rFonts w:ascii="Courier New" w:hAnsi="Courier New" w:cs="Courier New"/>
        </w:rPr>
        <w:t>Thread</w:t>
      </w:r>
      <w:r>
        <w:t>.</w:t>
      </w:r>
    </w:p>
    <w:p w:rsidR="0032008D" w:rsidRDefault="0032008D"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fldChar w:fldCharType="begin"/>
      </w:r>
      <w:r>
        <w:instrText xml:space="preserve"> REF _Ref274048539 \r \h </w:instrText>
      </w:r>
      <w:r>
        <w:fldChar w:fldCharType="separate"/>
      </w:r>
      <w:r w:rsidR="00C42453">
        <w:t>2.2.2</w:t>
      </w:r>
      <w:r>
        <w:fldChar w:fldCharType="end"/>
      </w:r>
      <w:r>
        <w:t xml:space="preserve"> and </w:t>
      </w:r>
      <w:r>
        <w:fldChar w:fldCharType="begin"/>
      </w:r>
      <w:r>
        <w:instrText xml:space="preserve"> REF _Ref274048546 \r \h </w:instrText>
      </w:r>
      <w:r>
        <w:fldChar w:fldCharType="separate"/>
      </w:r>
      <w:r w:rsidR="00C42453">
        <w:t>3.1</w:t>
      </w:r>
      <w:r>
        <w:fldChar w:fldCharType="end"/>
      </w:r>
      <w:r>
        <w:t>) to control the parent and child thread.</w:t>
      </w:r>
    </w:p>
    <w:p w:rsidR="0032008D" w:rsidRDefault="0032008D" w:rsidP="009A6F08">
      <w:pPr>
        <w:pStyle w:val="ClassHeading"/>
      </w:pPr>
      <w:r>
        <w:t>Associated EventType Code:</w:t>
      </w:r>
    </w:p>
    <w:p w:rsidR="0032008D" w:rsidRDefault="0032008D" w:rsidP="0032008D">
      <w:pPr>
        <w:pStyle w:val="Definition"/>
      </w:pPr>
      <w:r>
        <w:t>UserThreadCreate</w:t>
      </w:r>
    </w:p>
    <w:p w:rsidR="0032008D" w:rsidRDefault="0032008D" w:rsidP="009A6F08">
      <w:pPr>
        <w:pStyle w:val="ClassHeading"/>
      </w:pPr>
      <w:r>
        <w:t>EventNewThread Member Functions:</w:t>
      </w:r>
    </w:p>
    <w:p w:rsidR="0032008D" w:rsidRDefault="0032008D" w:rsidP="0032008D">
      <w:pPr>
        <w:pStyle w:val="Definition"/>
      </w:pPr>
      <w:r>
        <w:t>Thread::const_ptr getNewThread</w:t>
      </w:r>
      <w:r w:rsidRPr="000018EA">
        <w:rPr>
          <w:rFonts w:asciiTheme="minorHAnsi" w:hAnsiTheme="minorHAnsi"/>
        </w:rPr>
        <w:fldChar w:fldCharType="begin"/>
      </w:r>
      <w:r w:rsidRPr="000018EA">
        <w:rPr>
          <w:rFonts w:asciiTheme="minorHAnsi" w:hAnsiTheme="minorHAnsi"/>
        </w:rPr>
        <w:instrText xml:space="preserve"> XE "getNewThread, EventNewThread" </w:instrText>
      </w:r>
      <w:r w:rsidRPr="000018EA">
        <w:rPr>
          <w:rFonts w:asciiTheme="minorHAnsi" w:hAnsiTheme="minorHAnsi"/>
        </w:rPr>
        <w:fldChar w:fldCharType="end"/>
      </w:r>
      <w:r>
        <w:t>() const</w:t>
      </w:r>
    </w:p>
    <w:p w:rsidR="0032008D" w:rsidRDefault="0032008D" w:rsidP="009A6F08">
      <w:pPr>
        <w:pStyle w:val="APIBody"/>
      </w:pPr>
      <w:r>
        <w:t xml:space="preserve">This function returns a const pointer to the </w:t>
      </w:r>
      <w:r w:rsidRPr="008B16C1">
        <w:rPr>
          <w:rFonts w:ascii="Courier New" w:hAnsi="Courier New" w:cs="Courier New"/>
        </w:rPr>
        <w:t>Thread</w:t>
      </w:r>
      <w:r>
        <w:t xml:space="preserve"> object that repres</w:t>
      </w:r>
      <w:r w:rsidR="002329E4">
        <w:t>ents the newly spawned thread or the corresponding thread, if the thread has already been created.</w:t>
      </w:r>
    </w:p>
    <w:p w:rsidR="0032008D" w:rsidRDefault="0032008D" w:rsidP="009A6F08">
      <w:pPr>
        <w:pStyle w:val="Heading3"/>
      </w:pPr>
      <w:bookmarkStart w:id="123" w:name="_Toc350168861"/>
      <w:r>
        <w:t>EventNewLWP</w:t>
      </w:r>
      <w:bookmarkEnd w:id="123"/>
    </w:p>
    <w:p w:rsidR="0032008D" w:rsidRDefault="0032008D" w:rsidP="009A6F08">
      <w:r>
        <w:t xml:space="preserve">An </w:t>
      </w:r>
      <w:r w:rsidRPr="0032008D">
        <w:rPr>
          <w:rFonts w:ascii="Courier New" w:hAnsi="Courier New" w:cs="Courier New"/>
        </w:rPr>
        <w:t>EventNew</w:t>
      </w:r>
      <w:r>
        <w:rPr>
          <w:rFonts w:ascii="Courier New" w:hAnsi="Courier New" w:cs="Courier New"/>
        </w:rPr>
        <w:t>LWP</w:t>
      </w:r>
      <w:r>
        <w:rPr>
          <w:rFonts w:cstheme="minorHAnsi"/>
        </w:rPr>
        <w:t xml:space="preserve"> triggers when a process spawns a new LWP. </w:t>
      </w:r>
      <w:r>
        <w:t xml:space="preserve">The </w:t>
      </w:r>
      <w:r w:rsidRPr="008B16C1">
        <w:rPr>
          <w:rFonts w:ascii="Courier New" w:hAnsi="Courier New" w:cs="Courier New"/>
        </w:rPr>
        <w:t>Event</w:t>
      </w:r>
      <w:r>
        <w:t xml:space="preserve"> class’ </w:t>
      </w:r>
      <w:r w:rsidRPr="008B16C1">
        <w:rPr>
          <w:rFonts w:ascii="Courier New" w:hAnsi="Courier New" w:cs="Courier New"/>
        </w:rPr>
        <w:t>getThread</w:t>
      </w:r>
      <w:r>
        <w:t xml:space="preserve"> function </w:t>
      </w:r>
      <w:r w:rsidR="00233FEF">
        <w:t>returns</w:t>
      </w:r>
      <w:r>
        <w:t xml:space="preserve"> the original </w:t>
      </w:r>
      <w:r w:rsidRPr="008B16C1">
        <w:rPr>
          <w:rFonts w:ascii="Courier New" w:hAnsi="Courier New" w:cs="Courier New"/>
        </w:rPr>
        <w:t>Thread</w:t>
      </w:r>
      <w:r>
        <w:t xml:space="preserve"> that performed the spawn operation, while </w:t>
      </w:r>
      <w:r w:rsidRPr="008B16C1">
        <w:rPr>
          <w:rFonts w:ascii="Courier New" w:hAnsi="Courier New" w:cs="Courier New"/>
        </w:rPr>
        <w:t>EventNewThread</w:t>
      </w:r>
      <w:r>
        <w:t xml:space="preserve">’s </w:t>
      </w:r>
      <w:r w:rsidRPr="008B16C1">
        <w:rPr>
          <w:rFonts w:ascii="Courier New" w:hAnsi="Courier New" w:cs="Courier New"/>
        </w:rPr>
        <w:t>getNewThread</w:t>
      </w:r>
      <w:r>
        <w:t xml:space="preserve"> </w:t>
      </w:r>
      <w:r w:rsidR="00233FEF">
        <w:t>returns</w:t>
      </w:r>
      <w:r>
        <w:t xml:space="preserve"> the newly created </w:t>
      </w:r>
      <w:r w:rsidRPr="008B16C1">
        <w:rPr>
          <w:rFonts w:ascii="Courier New" w:hAnsi="Courier New" w:cs="Courier New"/>
        </w:rPr>
        <w:t>Thread</w:t>
      </w:r>
      <w:r>
        <w:t>.</w:t>
      </w:r>
    </w:p>
    <w:p w:rsidR="0032008D" w:rsidRDefault="0032008D" w:rsidP="009A6F08">
      <w:r>
        <w:t xml:space="preserve">A callback function that receives an </w:t>
      </w:r>
      <w:r w:rsidRPr="008B16C1">
        <w:rPr>
          <w:rFonts w:ascii="Courier New" w:hAnsi="Courier New" w:cs="Courier New"/>
        </w:rPr>
        <w:t>EventNewThread</w:t>
      </w:r>
      <w:r>
        <w:t xml:space="preserve"> can use the two field form of </w:t>
      </w:r>
      <w:r w:rsidRPr="008B16C1">
        <w:rPr>
          <w:rFonts w:ascii="Courier New" w:hAnsi="Courier New" w:cs="Courier New"/>
        </w:rPr>
        <w:t>Process::cb_ret_t</w:t>
      </w:r>
      <w:r>
        <w:t xml:space="preserve"> (see Sections </w:t>
      </w:r>
      <w:r>
        <w:fldChar w:fldCharType="begin"/>
      </w:r>
      <w:r>
        <w:instrText xml:space="preserve"> REF _Ref274048539 \r \h </w:instrText>
      </w:r>
      <w:r>
        <w:fldChar w:fldCharType="separate"/>
      </w:r>
      <w:r w:rsidR="00C42453">
        <w:t>2.2.2</w:t>
      </w:r>
      <w:r>
        <w:fldChar w:fldCharType="end"/>
      </w:r>
      <w:r>
        <w:t xml:space="preserve"> and </w:t>
      </w:r>
      <w:r>
        <w:fldChar w:fldCharType="begin"/>
      </w:r>
      <w:r>
        <w:instrText xml:space="preserve"> REF _Ref274048546 \r \h </w:instrText>
      </w:r>
      <w:r>
        <w:fldChar w:fldCharType="separate"/>
      </w:r>
      <w:r w:rsidR="00C42453">
        <w:t>3.1</w:t>
      </w:r>
      <w:r>
        <w:fldChar w:fldCharType="end"/>
      </w:r>
      <w:r>
        <w:t>) to control the parent and child thread.</w:t>
      </w:r>
    </w:p>
    <w:p w:rsidR="0032008D" w:rsidRDefault="0032008D" w:rsidP="009A6F08">
      <w:pPr>
        <w:pStyle w:val="ClassHeading"/>
      </w:pPr>
      <w:r>
        <w:lastRenderedPageBreak/>
        <w:t>Associated EventType Code:</w:t>
      </w:r>
    </w:p>
    <w:p w:rsidR="0032008D" w:rsidRDefault="002329E4" w:rsidP="0032008D">
      <w:pPr>
        <w:pStyle w:val="Definition"/>
      </w:pPr>
      <w:r>
        <w:t>LWPCreate</w:t>
      </w:r>
    </w:p>
    <w:p w:rsidR="0032008D" w:rsidRDefault="0032008D" w:rsidP="009A6F08">
      <w:pPr>
        <w:pStyle w:val="ClassHeading"/>
      </w:pPr>
      <w:r>
        <w:t>EventNewThread Member Functions:</w:t>
      </w:r>
    </w:p>
    <w:p w:rsidR="0032008D" w:rsidRDefault="0032008D" w:rsidP="0032008D">
      <w:pPr>
        <w:pStyle w:val="Definition"/>
      </w:pPr>
      <w:r>
        <w:t>Thread::const_ptr getNewThread</w:t>
      </w:r>
      <w:r w:rsidRPr="000018EA">
        <w:rPr>
          <w:rFonts w:asciiTheme="minorHAnsi" w:hAnsiTheme="minorHAnsi"/>
        </w:rPr>
        <w:fldChar w:fldCharType="begin"/>
      </w:r>
      <w:r w:rsidRPr="000018EA">
        <w:rPr>
          <w:rFonts w:asciiTheme="minorHAnsi" w:hAnsiTheme="minorHAnsi"/>
        </w:rPr>
        <w:instrText xml:space="preserve"> XE "getNewThread, EventNewThread" </w:instrText>
      </w:r>
      <w:r w:rsidRPr="000018EA">
        <w:rPr>
          <w:rFonts w:asciiTheme="minorHAnsi" w:hAnsiTheme="minorHAnsi"/>
        </w:rPr>
        <w:fldChar w:fldCharType="end"/>
      </w:r>
      <w:r>
        <w:t>() const</w:t>
      </w:r>
    </w:p>
    <w:p w:rsidR="0032008D" w:rsidRPr="0032008D" w:rsidRDefault="0032008D" w:rsidP="009A6F08">
      <w:pPr>
        <w:pStyle w:val="APIBody"/>
      </w:pPr>
      <w:r>
        <w:t xml:space="preserve">This function returns a const pointer to the </w:t>
      </w:r>
      <w:r w:rsidRPr="008B16C1">
        <w:rPr>
          <w:rFonts w:ascii="Courier New" w:hAnsi="Courier New" w:cs="Courier New"/>
        </w:rPr>
        <w:t>Thread</w:t>
      </w:r>
      <w:r>
        <w:t xml:space="preserve"> object that represents the newly spawned thread.</w:t>
      </w:r>
    </w:p>
    <w:p w:rsidR="00430AF7" w:rsidRDefault="00430AF7" w:rsidP="009A6F08">
      <w:pPr>
        <w:pStyle w:val="Heading3"/>
      </w:pPr>
      <w:bookmarkStart w:id="124" w:name="_Toc273362662"/>
      <w:bookmarkStart w:id="125" w:name="_Toc274055840"/>
      <w:bookmarkStart w:id="126" w:name="_Toc350168862"/>
      <w:r>
        <w:t>EventThreadDestroy</w:t>
      </w:r>
      <w:bookmarkEnd w:id="124"/>
      <w:bookmarkEnd w:id="125"/>
      <w:bookmarkEnd w:id="126"/>
      <w:r w:rsidR="000F4AA4" w:rsidRPr="000018EA">
        <w:fldChar w:fldCharType="begin"/>
      </w:r>
      <w:r w:rsidR="00C5633F" w:rsidRPr="000018EA">
        <w:instrText xml:space="preserve"> XE "EventThreadDestroy" </w:instrText>
      </w:r>
      <w:r w:rsidR="000F4AA4" w:rsidRPr="000018EA">
        <w:fldChar w:fldCharType="end"/>
      </w:r>
    </w:p>
    <w:p w:rsidR="008B16C1" w:rsidRDefault="008B16C1" w:rsidP="009A6F08">
      <w:r>
        <w:t xml:space="preserve">An </w:t>
      </w:r>
      <w:r w:rsidRPr="00060019">
        <w:rPr>
          <w:rFonts w:ascii="Courier New" w:hAnsi="Courier New" w:cs="Courier New"/>
        </w:rPr>
        <w:t>EventThreadDestroy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rsidR="00B97DDD" w:rsidRDefault="00B97DDD" w:rsidP="009A6F08">
      <w:r>
        <w:t>This event is never instantiated by ProcControlAPI and simply serves as a place-holder type for a user to deal with thread destruction without having to deal with the specifics of LWP and user thread destruction.</w:t>
      </w:r>
    </w:p>
    <w:p w:rsidR="008B16C1" w:rsidRDefault="008B16C1" w:rsidP="009A6F08">
      <w:pPr>
        <w:pStyle w:val="ClassHeading"/>
      </w:pPr>
      <w:r>
        <w:t>Associated EventType Code</w:t>
      </w:r>
      <w:r w:rsidR="00B97DDD">
        <w:t>s</w:t>
      </w:r>
      <w:r>
        <w:t>:</w:t>
      </w:r>
    </w:p>
    <w:p w:rsidR="008B16C1" w:rsidRDefault="008B16C1" w:rsidP="008B16C1">
      <w:pPr>
        <w:pStyle w:val="Definition"/>
      </w:pPr>
      <w:r>
        <w:t>ThreadDestroy</w:t>
      </w:r>
      <w:r w:rsidR="00B97DDD">
        <w:t>, UserThreadDestroy, LWPDestroy</w:t>
      </w:r>
    </w:p>
    <w:p w:rsidR="00B97DDD" w:rsidRDefault="00B97DDD" w:rsidP="009A6F08">
      <w:pPr>
        <w:pStyle w:val="Heading3"/>
      </w:pPr>
      <w:bookmarkStart w:id="127" w:name="_Toc350168863"/>
      <w:r>
        <w:t>EventUserThreadDestroy</w:t>
      </w:r>
      <w:bookmarkEnd w:id="127"/>
      <w:r w:rsidRPr="000018EA">
        <w:fldChar w:fldCharType="begin"/>
      </w:r>
      <w:r w:rsidRPr="000018EA">
        <w:instrText xml:space="preserve"> XE "EventThreadDestroy" </w:instrText>
      </w:r>
      <w:r w:rsidRPr="000018EA">
        <w:fldChar w:fldCharType="end"/>
      </w:r>
    </w:p>
    <w:p w:rsidR="00B97DDD" w:rsidRDefault="00B97DDD" w:rsidP="009A6F08">
      <w:r>
        <w:t xml:space="preserve">An </w:t>
      </w:r>
      <w:r w:rsidRPr="00060019">
        <w:rPr>
          <w:rFonts w:ascii="Courier New" w:hAnsi="Courier New" w:cs="Courier New"/>
        </w:rPr>
        <w:t>Event</w:t>
      </w:r>
      <w:r>
        <w:rPr>
          <w:rFonts w:ascii="Courier New" w:hAnsi="Courier New" w:cs="Courier New"/>
        </w:rPr>
        <w:t>User</w:t>
      </w:r>
      <w:r w:rsidRPr="00060019">
        <w:rPr>
          <w:rFonts w:ascii="Courier New" w:hAnsi="Courier New" w:cs="Courier New"/>
        </w:rPr>
        <w: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rsidR="003650EF" w:rsidRDefault="003650EF" w:rsidP="009A6F08">
      <w:r>
        <w:t xml:space="preserve">If the platform also supports </w:t>
      </w:r>
      <w:r w:rsidRPr="003650EF">
        <w:rPr>
          <w:rFonts w:ascii="Courier New" w:hAnsi="Courier New" w:cs="Courier New"/>
          <w:szCs w:val="24"/>
        </w:rPr>
        <w:t>EventLWPDestroy</w:t>
      </w:r>
      <w:r>
        <w:t xml:space="preserve"> events</w:t>
      </w:r>
      <w:r w:rsidR="00B72194">
        <w:t xml:space="preserve">, this event will precede an </w:t>
      </w:r>
      <w:r w:rsidR="00B72194" w:rsidRPr="00B72194">
        <w:rPr>
          <w:rFonts w:ascii="Courier New" w:hAnsi="Courier New" w:cs="Courier New"/>
        </w:rPr>
        <w:t>EventLWPDestroy</w:t>
      </w:r>
      <w:r w:rsidR="00B72194">
        <w:t xml:space="preserve"> event.</w:t>
      </w:r>
    </w:p>
    <w:p w:rsidR="00B97DDD" w:rsidRDefault="00B97DDD" w:rsidP="009A6F08">
      <w:pPr>
        <w:pStyle w:val="ClassHeading"/>
      </w:pPr>
      <w:r>
        <w:t>Associated EventType Code:</w:t>
      </w:r>
    </w:p>
    <w:p w:rsidR="00B97DDD" w:rsidRPr="008B16C1" w:rsidRDefault="00B97DDD" w:rsidP="00B97DDD">
      <w:pPr>
        <w:pStyle w:val="Definition"/>
      </w:pPr>
      <w:r>
        <w:t>UserThreadDestroy</w:t>
      </w:r>
    </w:p>
    <w:p w:rsidR="00B97DDD" w:rsidRDefault="00B97DDD" w:rsidP="009A6F08">
      <w:pPr>
        <w:pStyle w:val="Heading3"/>
      </w:pPr>
      <w:bookmarkStart w:id="128" w:name="_Toc350168864"/>
      <w:r>
        <w:t>Event</w:t>
      </w:r>
      <w:r w:rsidR="003650EF">
        <w:t>LWPDestroy</w:t>
      </w:r>
      <w:bookmarkEnd w:id="128"/>
      <w:r w:rsidRPr="000018EA">
        <w:fldChar w:fldCharType="begin"/>
      </w:r>
      <w:r w:rsidRPr="000018EA">
        <w:instrText xml:space="preserve"> XE "EventThreadDestroy" </w:instrText>
      </w:r>
      <w:r w:rsidRPr="000018EA">
        <w:fldChar w:fldCharType="end"/>
      </w:r>
    </w:p>
    <w:p w:rsidR="00B97DDD" w:rsidRDefault="00B97DDD" w:rsidP="009A6F08">
      <w:r>
        <w:t xml:space="preserve">An </w:t>
      </w:r>
      <w:r w:rsidR="003650EF">
        <w:rPr>
          <w:rFonts w:ascii="Courier New" w:hAnsi="Courier New" w:cs="Courier New"/>
        </w:rPr>
        <w:t>LWP</w:t>
      </w:r>
      <w:r w:rsidRPr="00060019">
        <w:rPr>
          <w:rFonts w:ascii="Courier New" w:hAnsi="Courier New" w:cs="Courier New"/>
        </w:rPr>
        <w:t>ThreadDestroy</w:t>
      </w:r>
      <w:r>
        <w:t xml:space="preserve"> triggers when a thread exits.  Event’s </w:t>
      </w:r>
      <w:r w:rsidRPr="00060019">
        <w:rPr>
          <w:rFonts w:ascii="Courier New" w:hAnsi="Courier New" w:cs="Courier New"/>
        </w:rPr>
        <w:t>getThread</w:t>
      </w:r>
      <w:r>
        <w:t xml:space="preserve"> member function </w:t>
      </w:r>
      <w:r w:rsidR="00233FEF">
        <w:t>returns</w:t>
      </w:r>
      <w:r>
        <w:t xml:space="preserve"> the thread that exited.</w:t>
      </w:r>
    </w:p>
    <w:p w:rsidR="00B97DDD" w:rsidRDefault="00B97DDD" w:rsidP="009A6F08">
      <w:pPr>
        <w:pStyle w:val="ClassHeading"/>
      </w:pPr>
      <w:r>
        <w:t>Associated EventType Code:</w:t>
      </w:r>
    </w:p>
    <w:p w:rsidR="00B97DDD" w:rsidRPr="008B16C1" w:rsidRDefault="003650EF" w:rsidP="008B16C1">
      <w:pPr>
        <w:pStyle w:val="Definition"/>
      </w:pPr>
      <w:r>
        <w:t>LWP</w:t>
      </w:r>
      <w:r w:rsidR="00B97DDD">
        <w:t>Destroy</w:t>
      </w:r>
    </w:p>
    <w:p w:rsidR="00430AF7" w:rsidRDefault="00430AF7" w:rsidP="009A6F08">
      <w:pPr>
        <w:pStyle w:val="Heading3"/>
      </w:pPr>
      <w:bookmarkStart w:id="129" w:name="_Toc273362663"/>
      <w:bookmarkStart w:id="130" w:name="_Toc274055841"/>
      <w:bookmarkStart w:id="131" w:name="_Toc350168865"/>
      <w:r>
        <w:t>EventFork</w:t>
      </w:r>
      <w:bookmarkEnd w:id="129"/>
      <w:bookmarkEnd w:id="130"/>
      <w:bookmarkEnd w:id="131"/>
      <w:r w:rsidR="000F4AA4" w:rsidRPr="000018EA">
        <w:fldChar w:fldCharType="begin"/>
      </w:r>
      <w:r w:rsidR="00C5633F" w:rsidRPr="000018EA">
        <w:instrText xml:space="preserve"> XE "EventFork" </w:instrText>
      </w:r>
      <w:r w:rsidR="000F4AA4" w:rsidRPr="000018EA">
        <w:fldChar w:fldCharType="end"/>
      </w:r>
    </w:p>
    <w:p w:rsidR="008B16C1" w:rsidRDefault="008B16C1" w:rsidP="009A6F08">
      <w:r>
        <w:t xml:space="preserve">An </w:t>
      </w:r>
      <w:r w:rsidRPr="00060019">
        <w:rPr>
          <w:rFonts w:ascii="Courier New" w:hAnsi="Courier New" w:cs="Courier New"/>
        </w:rPr>
        <w:t>EventFork</w:t>
      </w:r>
      <w:r>
        <w:t xml:space="preserve"> triggers when a process performs a UNIX-style fork operation.  </w:t>
      </w:r>
      <w:r w:rsidR="00060019">
        <w:t xml:space="preserve">The process that performed the initial fork is returned via Event’s </w:t>
      </w:r>
      <w:r w:rsidR="00060019" w:rsidRPr="00060019">
        <w:rPr>
          <w:rFonts w:ascii="Courier New" w:hAnsi="Courier New" w:cs="Courier New"/>
        </w:rPr>
        <w:t>getProcess</w:t>
      </w:r>
      <w:r w:rsidR="00060019">
        <w:t xml:space="preserve"> member function, while the newly created process can be found via </w:t>
      </w:r>
      <w:r w:rsidR="00060019" w:rsidRPr="00060019">
        <w:rPr>
          <w:rFonts w:ascii="Courier New" w:hAnsi="Courier New" w:cs="Courier New"/>
        </w:rPr>
        <w:t>EventFork</w:t>
      </w:r>
      <w:r w:rsidR="00060019">
        <w:t xml:space="preserve">’s </w:t>
      </w:r>
      <w:r w:rsidR="00060019" w:rsidRPr="00060019">
        <w:rPr>
          <w:rFonts w:ascii="Courier New" w:hAnsi="Courier New" w:cs="Courier New"/>
        </w:rPr>
        <w:t>getChildProcess</w:t>
      </w:r>
      <w:r w:rsidR="00060019">
        <w:t xml:space="preserve"> member function. </w:t>
      </w:r>
    </w:p>
    <w:p w:rsidR="00060019" w:rsidRDefault="00060019" w:rsidP="009A6F08">
      <w:pPr>
        <w:pStyle w:val="ClassHeading"/>
      </w:pPr>
      <w:r>
        <w:lastRenderedPageBreak/>
        <w:t>Associated EventType Code:</w:t>
      </w:r>
    </w:p>
    <w:p w:rsidR="00060019" w:rsidRDefault="00060019" w:rsidP="00060019">
      <w:pPr>
        <w:pStyle w:val="Definition"/>
      </w:pPr>
      <w:r>
        <w:t>Fork</w:t>
      </w:r>
    </w:p>
    <w:p w:rsidR="00060019" w:rsidRDefault="00060019" w:rsidP="009A6F08">
      <w:pPr>
        <w:pStyle w:val="ClassHeading"/>
      </w:pPr>
      <w:r>
        <w:t>EventFork Member Functions:</w:t>
      </w:r>
    </w:p>
    <w:p w:rsidR="00060019" w:rsidRDefault="00060019" w:rsidP="00060019">
      <w:pPr>
        <w:pStyle w:val="Definition"/>
      </w:pPr>
      <w:r>
        <w:t>Process::const_ptr getChildProcess</w:t>
      </w:r>
      <w:r w:rsidR="000F4AA4" w:rsidRPr="000018EA">
        <w:rPr>
          <w:rFonts w:asciiTheme="minorHAnsi" w:hAnsiTheme="minorHAnsi"/>
        </w:rPr>
        <w:fldChar w:fldCharType="begin"/>
      </w:r>
      <w:r w:rsidR="00C5633F" w:rsidRPr="000018EA">
        <w:rPr>
          <w:rFonts w:asciiTheme="minorHAnsi" w:hAnsiTheme="minorHAnsi"/>
        </w:rPr>
        <w:instrText xml:space="preserve"> XE "getChildProcess, EventFork" </w:instrText>
      </w:r>
      <w:r w:rsidR="000F4AA4" w:rsidRPr="000018EA">
        <w:rPr>
          <w:rFonts w:asciiTheme="minorHAnsi" w:hAnsiTheme="minorHAnsi"/>
        </w:rPr>
        <w:fldChar w:fldCharType="end"/>
      </w:r>
      <w:r>
        <w:t>() const</w:t>
      </w:r>
    </w:p>
    <w:p w:rsidR="00060019" w:rsidRPr="008B16C1" w:rsidRDefault="00060019" w:rsidP="009A6F08">
      <w:pPr>
        <w:pStyle w:val="APIBody"/>
      </w:pPr>
      <w:r>
        <w:t xml:space="preserve">This function returns a pointer to the </w:t>
      </w:r>
      <w:r w:rsidRPr="00060019">
        <w:rPr>
          <w:rFonts w:ascii="Courier New" w:hAnsi="Courier New" w:cs="Courier New"/>
        </w:rPr>
        <w:t>Process</w:t>
      </w:r>
      <w:r>
        <w:t xml:space="preserve"> object that represents the newly created child process.</w:t>
      </w:r>
    </w:p>
    <w:p w:rsidR="00430AF7" w:rsidRDefault="00430AF7" w:rsidP="009A6F08">
      <w:pPr>
        <w:pStyle w:val="Heading3"/>
      </w:pPr>
      <w:bookmarkStart w:id="132" w:name="_Toc273362664"/>
      <w:bookmarkStart w:id="133" w:name="_Toc274055842"/>
      <w:bookmarkStart w:id="134" w:name="_Toc350168866"/>
      <w:r>
        <w:t>EventSignal</w:t>
      </w:r>
      <w:bookmarkEnd w:id="132"/>
      <w:bookmarkEnd w:id="133"/>
      <w:bookmarkEnd w:id="134"/>
      <w:r w:rsidR="000F4AA4" w:rsidRPr="000018EA">
        <w:fldChar w:fldCharType="begin"/>
      </w:r>
      <w:r w:rsidR="00C5633F" w:rsidRPr="000018EA">
        <w:instrText xml:space="preserve"> XE "EventSignal" </w:instrText>
      </w:r>
      <w:r w:rsidR="000F4AA4" w:rsidRPr="000018EA">
        <w:fldChar w:fldCharType="end"/>
      </w:r>
    </w:p>
    <w:p w:rsidR="00060019" w:rsidRDefault="00060019" w:rsidP="009A6F08">
      <w:r>
        <w:t xml:space="preserve">An </w:t>
      </w:r>
      <w:r w:rsidRPr="00060019">
        <w:rPr>
          <w:rFonts w:ascii="Courier New" w:hAnsi="Courier New" w:cs="Courier New"/>
        </w:rPr>
        <w:t>EventSignal</w:t>
      </w:r>
      <w:r>
        <w:t xml:space="preserve"> triggers when a process receives a UNIX style signal.  </w:t>
      </w:r>
    </w:p>
    <w:p w:rsidR="00060019" w:rsidRDefault="00060019" w:rsidP="009A6F08">
      <w:pPr>
        <w:pStyle w:val="ClassHeading"/>
      </w:pPr>
      <w:r>
        <w:t>Associated EventType Code:</w:t>
      </w:r>
    </w:p>
    <w:p w:rsidR="00060019" w:rsidRDefault="00060019" w:rsidP="00060019">
      <w:pPr>
        <w:pStyle w:val="Definition"/>
      </w:pPr>
      <w:r>
        <w:t>Signal</w:t>
      </w:r>
    </w:p>
    <w:p w:rsidR="00060019" w:rsidRDefault="00060019" w:rsidP="009A6F08">
      <w:pPr>
        <w:pStyle w:val="ClassHeading"/>
      </w:pPr>
      <w:r>
        <w:t>EventSignal Member Functions:</w:t>
      </w:r>
    </w:p>
    <w:p w:rsidR="00060019" w:rsidRDefault="00060019" w:rsidP="00060019">
      <w:pPr>
        <w:pStyle w:val="Definition"/>
      </w:pPr>
      <w:r>
        <w:t>int getSignal</w:t>
      </w:r>
      <w:r w:rsidR="000F4AA4" w:rsidRPr="000018EA">
        <w:rPr>
          <w:rFonts w:asciiTheme="minorHAnsi" w:hAnsiTheme="minorHAnsi"/>
        </w:rPr>
        <w:fldChar w:fldCharType="begin"/>
      </w:r>
      <w:r w:rsidR="00C5633F" w:rsidRPr="000018EA">
        <w:rPr>
          <w:rFonts w:asciiTheme="minorHAnsi" w:hAnsiTheme="minorHAnsi"/>
        </w:rPr>
        <w:instrText xml:space="preserve"> XE "getSignal, EventSignal" </w:instrText>
      </w:r>
      <w:r w:rsidR="000F4AA4" w:rsidRPr="000018EA">
        <w:rPr>
          <w:rFonts w:asciiTheme="minorHAnsi" w:hAnsiTheme="minorHAnsi"/>
        </w:rPr>
        <w:fldChar w:fldCharType="end"/>
      </w:r>
      <w:r>
        <w:t>() const</w:t>
      </w:r>
    </w:p>
    <w:p w:rsidR="00060019" w:rsidRPr="00060019" w:rsidRDefault="00060019" w:rsidP="009A6F08">
      <w:pPr>
        <w:pStyle w:val="APIBody"/>
      </w:pPr>
      <w:r>
        <w:t xml:space="preserve">This function returns the signal number that triggered the </w:t>
      </w:r>
      <w:r w:rsidRPr="00060019">
        <w:rPr>
          <w:rFonts w:ascii="Courier New" w:hAnsi="Courier New" w:cs="Courier New"/>
        </w:rPr>
        <w:t>EventSignal</w:t>
      </w:r>
      <w:r>
        <w:t>.</w:t>
      </w:r>
    </w:p>
    <w:p w:rsidR="00430AF7" w:rsidRDefault="00430AF7" w:rsidP="009A6F08">
      <w:pPr>
        <w:pStyle w:val="Heading3"/>
      </w:pPr>
      <w:bookmarkStart w:id="135" w:name="_Toc273362665"/>
      <w:bookmarkStart w:id="136" w:name="_Toc274055843"/>
      <w:bookmarkStart w:id="137" w:name="_Toc350168867"/>
      <w:r>
        <w:t>EventRPC</w:t>
      </w:r>
      <w:bookmarkEnd w:id="135"/>
      <w:bookmarkEnd w:id="136"/>
      <w:bookmarkEnd w:id="137"/>
      <w:r w:rsidR="000F4AA4" w:rsidRPr="000018EA">
        <w:fldChar w:fldCharType="begin"/>
      </w:r>
      <w:r w:rsidR="00C5633F" w:rsidRPr="000018EA">
        <w:instrText xml:space="preserve"> XE "EventRPC" </w:instrText>
      </w:r>
      <w:r w:rsidR="000F4AA4" w:rsidRPr="000018EA">
        <w:fldChar w:fldCharType="end"/>
      </w:r>
      <w:r w:rsidR="000F4AA4" w:rsidRPr="000018EA">
        <w:fldChar w:fldCharType="begin"/>
      </w:r>
      <w:r w:rsidR="00C5633F" w:rsidRPr="000018EA">
        <w:instrText xml:space="preserve"> XE "IRPC" </w:instrText>
      </w:r>
      <w:r w:rsidR="000F4AA4" w:rsidRPr="000018EA">
        <w:fldChar w:fldCharType="end"/>
      </w:r>
    </w:p>
    <w:p w:rsidR="00060019" w:rsidRDefault="00060019" w:rsidP="009A6F08">
      <w:r>
        <w:t>An EventRPC triggers when a process or thread complete</w:t>
      </w:r>
      <w:r w:rsidR="00982E81">
        <w:t>s</w:t>
      </w:r>
      <w:r>
        <w:t xml:space="preserve"> a ProcControlAPI iRPC (see Sections </w:t>
      </w:r>
      <w:r w:rsidR="000F4AA4">
        <w:fldChar w:fldCharType="begin"/>
      </w:r>
      <w:r>
        <w:instrText xml:space="preserve"> REF _Ref274049439 \r \h </w:instrText>
      </w:r>
      <w:r w:rsidR="000F4AA4">
        <w:fldChar w:fldCharType="separate"/>
      </w:r>
      <w:r w:rsidR="00C42453">
        <w:t>2.3</w:t>
      </w:r>
      <w:r w:rsidR="000F4AA4">
        <w:fldChar w:fldCharType="end"/>
      </w:r>
      <w:r>
        <w:t xml:space="preserve"> and </w:t>
      </w:r>
      <w:r w:rsidR="000F4AA4">
        <w:fldChar w:fldCharType="begin"/>
      </w:r>
      <w:r>
        <w:instrText xml:space="preserve"> REF _Ref274049447 \r \h </w:instrText>
      </w:r>
      <w:r w:rsidR="000F4AA4">
        <w:fldChar w:fldCharType="separate"/>
      </w:r>
      <w:r w:rsidR="00C42453">
        <w:t>3.5</w:t>
      </w:r>
      <w:r w:rsidR="000F4AA4">
        <w:fldChar w:fldCharType="end"/>
      </w:r>
      <w:r>
        <w:t xml:space="preserve">).  When a callback function receives an EventRPC, the memory and registers that were used by the iRPC can still be found in the address space and thread that the iRPC ran on.   Once the callback function completes, </w:t>
      </w:r>
      <w:r w:rsidR="00982E81">
        <w:t>the registers and memory are restored to their original state.</w:t>
      </w:r>
    </w:p>
    <w:p w:rsidR="00982E81" w:rsidRDefault="00982E81" w:rsidP="009A6F08">
      <w:pPr>
        <w:pStyle w:val="ClassHeading"/>
      </w:pPr>
      <w:r>
        <w:t>Associate</w:t>
      </w:r>
      <w:r w:rsidR="002731E8">
        <w:t>d</w:t>
      </w:r>
      <w:r>
        <w:t xml:space="preserve"> EventType Code:</w:t>
      </w:r>
    </w:p>
    <w:p w:rsidR="00982E81" w:rsidRDefault="00982E81" w:rsidP="00982E81">
      <w:pPr>
        <w:pStyle w:val="Definition"/>
      </w:pPr>
      <w:r>
        <w:t>RPC</w:t>
      </w:r>
    </w:p>
    <w:p w:rsidR="00982E81" w:rsidRDefault="00982E81" w:rsidP="009A6F08">
      <w:pPr>
        <w:pStyle w:val="ClassHeading"/>
      </w:pPr>
      <w:r>
        <w:t>EventRPC Member Functions:</w:t>
      </w:r>
    </w:p>
    <w:p w:rsidR="00982E81" w:rsidRDefault="00982E81" w:rsidP="00982E81">
      <w:pPr>
        <w:pStyle w:val="Definition"/>
      </w:pPr>
      <w:r>
        <w:t>IRPC::const_ptr getIRPC</w:t>
      </w:r>
      <w:r w:rsidR="000F4AA4" w:rsidRPr="000018EA">
        <w:rPr>
          <w:rFonts w:asciiTheme="minorHAnsi" w:hAnsiTheme="minorHAnsi"/>
        </w:rPr>
        <w:fldChar w:fldCharType="begin"/>
      </w:r>
      <w:r w:rsidR="00C5633F" w:rsidRPr="000018EA">
        <w:rPr>
          <w:rFonts w:asciiTheme="minorHAnsi" w:hAnsiTheme="minorHAnsi"/>
        </w:rPr>
        <w:instrText xml:space="preserve"> XE "getIRPC, EventRPC" </w:instrText>
      </w:r>
      <w:r w:rsidR="000F4AA4" w:rsidRPr="000018EA">
        <w:rPr>
          <w:rFonts w:asciiTheme="minorHAnsi" w:hAnsiTheme="minorHAnsi"/>
        </w:rPr>
        <w:fldChar w:fldCharType="end"/>
      </w:r>
      <w:r>
        <w:t>() const</w:t>
      </w:r>
    </w:p>
    <w:p w:rsidR="00982E81" w:rsidRPr="00060019" w:rsidRDefault="00982E81" w:rsidP="009A6F08">
      <w:pPr>
        <w:pStyle w:val="APIBody"/>
      </w:pPr>
      <w:r>
        <w:t>This function returns a const pointer to the IRPC object that completed.</w:t>
      </w:r>
    </w:p>
    <w:p w:rsidR="00430AF7" w:rsidRDefault="00430AF7" w:rsidP="009A6F08">
      <w:pPr>
        <w:pStyle w:val="Heading3"/>
      </w:pPr>
      <w:bookmarkStart w:id="138" w:name="_Toc273362666"/>
      <w:bookmarkStart w:id="139" w:name="_Toc274055844"/>
      <w:bookmarkStart w:id="140" w:name="_Toc350168868"/>
      <w:r>
        <w:t>EventSingleStep</w:t>
      </w:r>
      <w:bookmarkEnd w:id="138"/>
      <w:bookmarkEnd w:id="139"/>
      <w:bookmarkEnd w:id="140"/>
      <w:r w:rsidR="000F4AA4" w:rsidRPr="000018EA">
        <w:fldChar w:fldCharType="begin"/>
      </w:r>
      <w:r w:rsidR="00C5633F" w:rsidRPr="000018EA">
        <w:instrText xml:space="preserve"> XE "EventSingleStep" </w:instrText>
      </w:r>
      <w:r w:rsidR="000F4AA4" w:rsidRPr="000018EA">
        <w:fldChar w:fldCharType="end"/>
      </w:r>
    </w:p>
    <w:p w:rsidR="00982E81" w:rsidRDefault="00982E81" w:rsidP="009A6F08">
      <w:r>
        <w:t xml:space="preserve">An </w:t>
      </w:r>
      <w:r w:rsidRPr="002731E8">
        <w:rPr>
          <w:rFonts w:ascii="Courier New" w:hAnsi="Courier New" w:cs="Courier New"/>
        </w:rPr>
        <w:t>EventSingleStep</w:t>
      </w:r>
      <w:r>
        <w:t xml:space="preserve"> triggers when a thread, which was put in single-step mode by </w:t>
      </w:r>
      <w:r w:rsidRPr="002731E8">
        <w:rPr>
          <w:rFonts w:ascii="Courier New" w:hAnsi="Courier New" w:cs="Courier New"/>
        </w:rPr>
        <w:t>Thread::setSingleStep</w:t>
      </w:r>
      <w:r w:rsidR="000F4AA4" w:rsidRPr="000018EA">
        <w:rPr>
          <w:rFonts w:cs="Courier New"/>
        </w:rPr>
        <w:fldChar w:fldCharType="begin"/>
      </w:r>
      <w:r w:rsidR="00C5633F" w:rsidRPr="000018EA">
        <w:rPr>
          <w:rFonts w:cs="Courier New"/>
        </w:rPr>
        <w:instrText xml:space="preserve"> XE "setSingleStep, Thread" </w:instrText>
      </w:r>
      <w:r w:rsidR="000F4AA4" w:rsidRPr="000018EA">
        <w:rPr>
          <w:rFonts w:cs="Courier New"/>
        </w:rPr>
        <w:fldChar w:fldCharType="end"/>
      </w:r>
      <w:r>
        <w:t xml:space="preserve">, completes a single step operation. </w:t>
      </w:r>
      <w:r w:rsidR="002731E8">
        <w:t xml:space="preserve"> The </w:t>
      </w:r>
      <w:r w:rsidR="002731E8" w:rsidRPr="002731E8">
        <w:rPr>
          <w:rFonts w:ascii="Courier New" w:hAnsi="Courier New" w:cs="Courier New"/>
        </w:rPr>
        <w:t>Thread</w:t>
      </w:r>
      <w:r w:rsidR="002731E8">
        <w:t xml:space="preserve"> will remain in single-step mode after completion of this event (presuming it has not be explicitly disabled by </w:t>
      </w:r>
      <w:r w:rsidR="002731E8" w:rsidRPr="002731E8">
        <w:rPr>
          <w:rFonts w:ascii="Courier New" w:hAnsi="Courier New" w:cs="Courier New"/>
        </w:rPr>
        <w:t>Thread::setSingleStep</w:t>
      </w:r>
      <w:r w:rsidR="002731E8">
        <w:t>).</w:t>
      </w:r>
      <w:r>
        <w:t xml:space="preserve"> </w:t>
      </w:r>
    </w:p>
    <w:p w:rsidR="002731E8" w:rsidRDefault="002731E8" w:rsidP="009A6F08">
      <w:pPr>
        <w:pStyle w:val="ClassHeading"/>
      </w:pPr>
      <w:r>
        <w:t>Associated EventType Code:</w:t>
      </w:r>
    </w:p>
    <w:p w:rsidR="002731E8" w:rsidRPr="00982E81" w:rsidRDefault="002731E8" w:rsidP="002731E8">
      <w:pPr>
        <w:pStyle w:val="Definition"/>
      </w:pPr>
      <w:r>
        <w:t>SingleStep</w:t>
      </w:r>
    </w:p>
    <w:p w:rsidR="00430AF7" w:rsidRDefault="00430AF7" w:rsidP="009A6F08">
      <w:pPr>
        <w:pStyle w:val="Heading3"/>
      </w:pPr>
      <w:bookmarkStart w:id="141" w:name="_Toc273362667"/>
      <w:bookmarkStart w:id="142" w:name="_Toc274055845"/>
      <w:bookmarkStart w:id="143" w:name="_Toc350168869"/>
      <w:r>
        <w:t>EventLibrary</w:t>
      </w:r>
      <w:bookmarkEnd w:id="141"/>
      <w:bookmarkEnd w:id="142"/>
      <w:bookmarkEnd w:id="143"/>
      <w:r w:rsidR="000F4AA4" w:rsidRPr="000018EA">
        <w:fldChar w:fldCharType="begin"/>
      </w:r>
      <w:r w:rsidR="00C5633F" w:rsidRPr="000018EA">
        <w:instrText xml:space="preserve"> XE "EventLibrary" </w:instrText>
      </w:r>
      <w:r w:rsidR="000F4AA4" w:rsidRPr="000018EA">
        <w:fldChar w:fldCharType="end"/>
      </w:r>
    </w:p>
    <w:p w:rsidR="002731E8" w:rsidRDefault="002731E8" w:rsidP="009A6F08">
      <w:r>
        <w:t xml:space="preserve">An </w:t>
      </w:r>
      <w:r w:rsidRPr="001B2AD5">
        <w:rPr>
          <w:rFonts w:ascii="Courier New" w:hAnsi="Courier New" w:cs="Courier New"/>
        </w:rPr>
        <w:t>EventLibrary</w:t>
      </w:r>
      <w:r>
        <w:t xml:space="preserve"> triggers when </w:t>
      </w:r>
      <w:r w:rsidR="001B2AD5">
        <w:t xml:space="preserve">the process either loads or unloads a shared library.  ProcControlAPI will not trigger an </w:t>
      </w:r>
      <w:r w:rsidR="001B2AD5" w:rsidRPr="001B2AD5">
        <w:rPr>
          <w:rFonts w:ascii="Courier New" w:hAnsi="Courier New" w:cs="Courier New"/>
        </w:rPr>
        <w:t>EventLibrary</w:t>
      </w:r>
      <w:r w:rsidR="001B2AD5">
        <w:t xml:space="preserve"> for library unloads associated with a </w:t>
      </w:r>
      <w:r w:rsidR="001B2AD5">
        <w:lastRenderedPageBreak/>
        <w:t xml:space="preserve">Process being terminated, and it will not trigger </w:t>
      </w:r>
      <w:r w:rsidR="001B2AD5" w:rsidRPr="001B2AD5">
        <w:rPr>
          <w:rFonts w:ascii="Courier New" w:hAnsi="Courier New" w:cs="Courier New"/>
        </w:rPr>
        <w:t>EventLibrary</w:t>
      </w:r>
      <w:r w:rsidR="001B2AD5">
        <w:t xml:space="preserve"> for library loads that happened before a ProcControlAPI attach operation.</w:t>
      </w:r>
    </w:p>
    <w:p w:rsidR="001B2AD5" w:rsidRDefault="001B2AD5" w:rsidP="009A6F08">
      <w:r>
        <w:t xml:space="preserve">It is possible for multiple libraries to be loaded or unloaded at the same time.  In this case, an </w:t>
      </w:r>
      <w:r w:rsidRPr="001B2AD5">
        <w:rPr>
          <w:rFonts w:ascii="Courier New" w:hAnsi="Courier New" w:cs="Courier New"/>
        </w:rPr>
        <w:t>EventLibrary</w:t>
      </w:r>
      <w:r>
        <w:t xml:space="preserve"> will contain multiple libraries in its load and unload sets.</w:t>
      </w:r>
    </w:p>
    <w:p w:rsidR="001B2AD5" w:rsidRDefault="001B2AD5" w:rsidP="009A6F08">
      <w:pPr>
        <w:pStyle w:val="ClassHeading"/>
      </w:pPr>
      <w:r>
        <w:t>Associated EventType Code:</w:t>
      </w:r>
    </w:p>
    <w:p w:rsidR="001B2AD5" w:rsidRDefault="001B2AD5" w:rsidP="001B2AD5">
      <w:pPr>
        <w:pStyle w:val="Definition"/>
      </w:pPr>
      <w:r>
        <w:t>Library</w:t>
      </w:r>
    </w:p>
    <w:p w:rsidR="001B2AD5" w:rsidRDefault="001B2AD5" w:rsidP="009A6F08">
      <w:pPr>
        <w:pStyle w:val="ClassHeading"/>
      </w:pPr>
      <w:r>
        <w:t>EventLibrary Member Functions:</w:t>
      </w:r>
    </w:p>
    <w:p w:rsidR="001B2AD5" w:rsidRDefault="001B2AD5" w:rsidP="001B2AD5">
      <w:pPr>
        <w:pStyle w:val="Definition"/>
      </w:pPr>
      <w:r>
        <w:t>const std::set&lt;Library::ptr&gt; &amp;libsAdded</w:t>
      </w:r>
      <w:r w:rsidR="000F4AA4" w:rsidRPr="000018EA">
        <w:rPr>
          <w:rFonts w:asciiTheme="minorHAnsi" w:hAnsiTheme="minorHAnsi"/>
        </w:rPr>
        <w:fldChar w:fldCharType="begin"/>
      </w:r>
      <w:r w:rsidR="00C5633F" w:rsidRPr="000018EA">
        <w:rPr>
          <w:rFonts w:asciiTheme="minorHAnsi" w:hAnsiTheme="minorHAnsi"/>
        </w:rPr>
        <w:instrText xml:space="preserve"> XE "libsAdded, EventLibrary" </w:instrText>
      </w:r>
      <w:r w:rsidR="000F4AA4" w:rsidRPr="000018EA">
        <w:rPr>
          <w:rFonts w:asciiTheme="minorHAnsi" w:hAnsiTheme="minorHAnsi"/>
        </w:rPr>
        <w:fldChar w:fldCharType="end"/>
      </w:r>
      <w:r>
        <w:t>() const</w:t>
      </w:r>
    </w:p>
    <w:p w:rsidR="001B2AD5" w:rsidRDefault="001B2AD5" w:rsidP="009A6F08">
      <w:pPr>
        <w:pStyle w:val="APIBody"/>
      </w:pPr>
      <w:r>
        <w:t>This function returns the set of Library objects that were loaded into the target process’ address space.  The set will be empty if no libraries were loaded.</w:t>
      </w:r>
    </w:p>
    <w:p w:rsidR="001B2AD5" w:rsidRDefault="001B2AD5" w:rsidP="001B2AD5">
      <w:pPr>
        <w:pStyle w:val="Definition"/>
      </w:pPr>
      <w:r>
        <w:t>const std::set&lt;Library::ptr&gt; &amp;libsRemoved</w:t>
      </w:r>
      <w:r w:rsidR="000F4AA4" w:rsidRPr="000018EA">
        <w:rPr>
          <w:rFonts w:asciiTheme="minorHAnsi" w:hAnsiTheme="minorHAnsi"/>
        </w:rPr>
        <w:fldChar w:fldCharType="begin"/>
      </w:r>
      <w:r w:rsidR="00C5633F" w:rsidRPr="000018EA">
        <w:rPr>
          <w:rFonts w:asciiTheme="minorHAnsi" w:hAnsiTheme="minorHAnsi"/>
        </w:rPr>
        <w:instrText xml:space="preserve"> XE "libsRemoved, EventLibrary" </w:instrText>
      </w:r>
      <w:r w:rsidR="000F4AA4" w:rsidRPr="000018EA">
        <w:rPr>
          <w:rFonts w:asciiTheme="minorHAnsi" w:hAnsiTheme="minorHAnsi"/>
        </w:rPr>
        <w:fldChar w:fldCharType="end"/>
      </w:r>
      <w:r>
        <w:t>() const</w:t>
      </w:r>
    </w:p>
    <w:p w:rsidR="001B2AD5" w:rsidRPr="002731E8" w:rsidRDefault="001B2AD5" w:rsidP="009A6F08">
      <w:pPr>
        <w:pStyle w:val="APIBody"/>
      </w:pPr>
      <w:r>
        <w:t>This function returns the set of libraries that were unloaded from the target process’ address space.  The set will be empty if no libraries were unloaded.</w:t>
      </w:r>
    </w:p>
    <w:p w:rsidR="00DC6B19" w:rsidRDefault="00DC6B19" w:rsidP="009A6F08">
      <w:r>
        <w:br w:type="page"/>
      </w:r>
    </w:p>
    <w:p w:rsidR="00DC6B19" w:rsidRDefault="00DC6B19" w:rsidP="009A6F08">
      <w:pPr>
        <w:pStyle w:val="Appendix"/>
      </w:pPr>
      <w:r>
        <w:lastRenderedPageBreak/>
        <w:t xml:space="preserve"> </w:t>
      </w:r>
      <w:bookmarkStart w:id="144" w:name="_Ref273369184"/>
      <w:bookmarkStart w:id="145" w:name="_Toc274055846"/>
      <w:bookmarkStart w:id="146" w:name="_Toc350168870"/>
      <w:r>
        <w:t>Registers</w:t>
      </w:r>
      <w:bookmarkEnd w:id="144"/>
      <w:bookmarkEnd w:id="145"/>
      <w:bookmarkEnd w:id="146"/>
      <w:r w:rsidR="000F4AA4" w:rsidRPr="00076480">
        <w:fldChar w:fldCharType="begin"/>
      </w:r>
      <w:r w:rsidR="00076480" w:rsidRPr="00076480">
        <w:instrText xml:space="preserve"> XE "MachRegister" </w:instrText>
      </w:r>
      <w:r w:rsidR="000F4AA4" w:rsidRPr="00076480">
        <w:fldChar w:fldCharType="end"/>
      </w:r>
    </w:p>
    <w:p w:rsidR="00DC6B19" w:rsidRDefault="00DC6B19" w:rsidP="009A6F08">
      <w:r>
        <w:t xml:space="preserve">This appendix describes the </w:t>
      </w:r>
      <w:r w:rsidRPr="00DC6B19">
        <w:rPr>
          <w:rFonts w:ascii="Courier New" w:hAnsi="Courier New" w:cs="Courier New"/>
        </w:rPr>
        <w:t>MachRegister</w:t>
      </w:r>
      <w:r>
        <w:t xml:space="preserve"> interface, which is used for accessing registers in ProcControlAPI.  The entire definition of </w:t>
      </w:r>
      <w:r w:rsidRPr="00DC6B19">
        <w:rPr>
          <w:rFonts w:ascii="Courier New" w:hAnsi="Courier New" w:cs="Courier New"/>
        </w:rPr>
        <w:t>MachRegister</w:t>
      </w:r>
      <w:r>
        <w:t xml:space="preserve"> contains more register names than are listed here; this appendix only lists the registers that can be access</w:t>
      </w:r>
      <w:r w:rsidR="000D4822">
        <w:t>ed</w:t>
      </w:r>
      <w:r>
        <w:t xml:space="preserve"> through ProcControlAPI.  </w:t>
      </w:r>
    </w:p>
    <w:p w:rsidR="00436B19" w:rsidRDefault="00436B19" w:rsidP="009A6F08">
      <w:r>
        <w:t xml:space="preserve">An instance of </w:t>
      </w:r>
      <w:r w:rsidRPr="000D4822">
        <w:rPr>
          <w:rFonts w:ascii="Courier New" w:hAnsi="Courier New" w:cs="Courier New"/>
        </w:rPr>
        <w:t>MachRegister</w:t>
      </w:r>
      <w:r>
        <w:t xml:space="preserve"> </w:t>
      </w:r>
      <w:r w:rsidR="000D4822">
        <w:t xml:space="preserve">is </w:t>
      </w:r>
      <w:r>
        <w:t xml:space="preserve">defined for each register ProcControlAPI can name.  These instances live inside a namespace that represents the register’s architecture.  For example, we can name a register from an AMD64 machine with </w:t>
      </w:r>
      <w:r w:rsidRPr="00436B19">
        <w:rPr>
          <w:rFonts w:ascii="Courier New" w:hAnsi="Courier New" w:cs="Courier New"/>
        </w:rPr>
        <w:t>Dyninst::x86_64::rax</w:t>
      </w:r>
      <w:r>
        <w:t xml:space="preserve"> or a register from a Power machine with </w:t>
      </w:r>
      <w:r w:rsidRPr="00436B19">
        <w:rPr>
          <w:rFonts w:ascii="Courier New" w:hAnsi="Courier New" w:cs="Courier New"/>
        </w:rPr>
        <w:t>Dyninst::ppc32::r1</w:t>
      </w:r>
      <w:r>
        <w:rPr>
          <w:rFonts w:ascii="Courier New" w:hAnsi="Courier New" w:cs="Courier New"/>
        </w:rPr>
        <w:t>.</w:t>
      </w:r>
    </w:p>
    <w:p w:rsidR="00DC6B19" w:rsidRDefault="00436B19" w:rsidP="009A6F08">
      <w:r>
        <w:t>All functions, types, and objects</w:t>
      </w:r>
      <w:r w:rsidR="00DC6B19">
        <w:t xml:space="preserve"> listed below are part of the C++ namespace </w:t>
      </w:r>
      <w:r w:rsidR="00DC6B19" w:rsidRPr="00DC6B19">
        <w:rPr>
          <w:rFonts w:ascii="Courier New" w:hAnsi="Courier New" w:cs="Courier New"/>
        </w:rPr>
        <w:t>Dyninst</w:t>
      </w:r>
      <w:r w:rsidR="00DC6B19">
        <w:t>.</w:t>
      </w:r>
    </w:p>
    <w:p w:rsidR="00DC6B19" w:rsidRDefault="00FC52AC" w:rsidP="009A6F08">
      <w:pPr>
        <w:pStyle w:val="ClassHeading"/>
      </w:pPr>
      <w:r>
        <w:t>Declared In</w:t>
      </w:r>
      <w:r w:rsidR="00436B19">
        <w:t>:</w:t>
      </w:r>
    </w:p>
    <w:p w:rsidR="00436B19" w:rsidRDefault="00436B19" w:rsidP="00436B19">
      <w:pPr>
        <w:pStyle w:val="Definition"/>
      </w:pPr>
      <w:r>
        <w:t>dyn_regs.h</w:t>
      </w:r>
    </w:p>
    <w:p w:rsidR="00436B19" w:rsidRDefault="00436B19" w:rsidP="00436B19">
      <w:pPr>
        <w:pStyle w:val="Definition"/>
      </w:pPr>
    </w:p>
    <w:p w:rsidR="00436B19" w:rsidRDefault="00436B19" w:rsidP="009A6F08">
      <w:pPr>
        <w:pStyle w:val="ClassHeading"/>
      </w:pPr>
      <w:r>
        <w:t>Related Types:</w:t>
      </w:r>
    </w:p>
    <w:p w:rsidR="00436B19" w:rsidRDefault="00436B19" w:rsidP="00436B19">
      <w:pPr>
        <w:pStyle w:val="Definition"/>
      </w:pPr>
      <w:r>
        <w:t>typedef unsigned long MachRegisterVal</w:t>
      </w:r>
      <w:r w:rsidR="000F4AA4" w:rsidRPr="00076480">
        <w:rPr>
          <w:rFonts w:asciiTheme="minorHAnsi" w:hAnsiTheme="minorHAnsi"/>
        </w:rPr>
        <w:fldChar w:fldCharType="begin"/>
      </w:r>
      <w:r w:rsidR="00076480" w:rsidRPr="00076480">
        <w:rPr>
          <w:rFonts w:asciiTheme="minorHAnsi" w:hAnsiTheme="minorHAnsi"/>
        </w:rPr>
        <w:instrText xml:space="preserve"> XE "MachRegisterVal" </w:instrText>
      </w:r>
      <w:r w:rsidR="000F4AA4" w:rsidRPr="00076480">
        <w:rPr>
          <w:rFonts w:asciiTheme="minorHAnsi" w:hAnsiTheme="minorHAnsi"/>
        </w:rPr>
        <w:fldChar w:fldCharType="end"/>
      </w:r>
    </w:p>
    <w:p w:rsidR="00436B19" w:rsidRDefault="00436B19" w:rsidP="009A6F08">
      <w:pPr>
        <w:pStyle w:val="APIBody"/>
      </w:pPr>
      <w:r>
        <w:t xml:space="preserve">The </w:t>
      </w:r>
      <w:r w:rsidRPr="00436B19">
        <w:rPr>
          <w:rFonts w:ascii="Courier New" w:hAnsi="Courier New" w:cs="Courier New"/>
        </w:rPr>
        <w:t>MachRegisterVal</w:t>
      </w:r>
      <w:r>
        <w:t xml:space="preserve"> type is used to represent the contents of a register.  If a register’s contents are smaller than </w:t>
      </w:r>
      <w:r w:rsidRPr="00436B19">
        <w:rPr>
          <w:rFonts w:ascii="Courier New" w:hAnsi="Courier New" w:cs="Courier New"/>
        </w:rPr>
        <w:t>MachRegisterVal</w:t>
      </w:r>
      <w:r>
        <w:t xml:space="preserve">, then </w:t>
      </w:r>
      <w:r w:rsidR="000D4822">
        <w:t>it</w:t>
      </w:r>
      <w:r>
        <w:t xml:space="preserve"> will be up cast into a </w:t>
      </w:r>
      <w:r w:rsidRPr="00436B19">
        <w:rPr>
          <w:rFonts w:ascii="Courier New" w:hAnsi="Courier New" w:cs="Courier New"/>
        </w:rPr>
        <w:t>MachRegisterVal</w:t>
      </w:r>
      <w:r>
        <w:t>.</w:t>
      </w:r>
    </w:p>
    <w:p w:rsidR="00436B19" w:rsidRDefault="00436B19" w:rsidP="00436B19">
      <w:pPr>
        <w:pStyle w:val="Definition"/>
      </w:pPr>
      <w:r>
        <w:t>typedef enum {</w:t>
      </w:r>
    </w:p>
    <w:p w:rsidR="00436B19" w:rsidRDefault="00436B19" w:rsidP="00436B19">
      <w:pPr>
        <w:pStyle w:val="Definition"/>
      </w:pPr>
      <w:r>
        <w:tab/>
        <w:t>Arch_none,</w:t>
      </w:r>
    </w:p>
    <w:p w:rsidR="00436B19" w:rsidRDefault="00436B19" w:rsidP="00436B19">
      <w:pPr>
        <w:pStyle w:val="Definition"/>
      </w:pPr>
      <w:r>
        <w:tab/>
        <w:t>Arch_x86,</w:t>
      </w:r>
    </w:p>
    <w:p w:rsidR="00436B19" w:rsidRDefault="00436B19" w:rsidP="00436B19">
      <w:pPr>
        <w:pStyle w:val="Definition"/>
      </w:pPr>
      <w:r>
        <w:tab/>
        <w:t>Arch_x86_64,</w:t>
      </w:r>
    </w:p>
    <w:p w:rsidR="00436B19" w:rsidRDefault="00436B19" w:rsidP="00436B19">
      <w:pPr>
        <w:pStyle w:val="Definition"/>
      </w:pPr>
      <w:r>
        <w:tab/>
        <w:t>Arch_ppc32,</w:t>
      </w:r>
    </w:p>
    <w:p w:rsidR="00436B19" w:rsidRDefault="00436B19" w:rsidP="00436B19">
      <w:pPr>
        <w:pStyle w:val="Definition"/>
      </w:pPr>
      <w:r>
        <w:tab/>
        <w:t>Arch_ppc64</w:t>
      </w:r>
    </w:p>
    <w:p w:rsidR="00436B19" w:rsidRDefault="00436B19" w:rsidP="00436B19">
      <w:pPr>
        <w:pStyle w:val="Definition"/>
      </w:pPr>
      <w:r>
        <w:t>} Architecture</w:t>
      </w:r>
      <w:r w:rsidR="000F4AA4" w:rsidRPr="00076480">
        <w:rPr>
          <w:rFonts w:asciiTheme="minorHAnsi" w:hAnsiTheme="minorHAnsi"/>
        </w:rPr>
        <w:fldChar w:fldCharType="begin"/>
      </w:r>
      <w:r w:rsidR="00076480" w:rsidRPr="00076480">
        <w:rPr>
          <w:rFonts w:asciiTheme="minorHAnsi" w:hAnsiTheme="minorHAnsi"/>
        </w:rPr>
        <w:instrText xml:space="preserve"> XE "Architecture" </w:instrText>
      </w:r>
      <w:r w:rsidR="000F4AA4" w:rsidRPr="00076480">
        <w:rPr>
          <w:rFonts w:asciiTheme="minorHAnsi" w:hAnsiTheme="minorHAnsi"/>
        </w:rPr>
        <w:fldChar w:fldCharType="end"/>
      </w:r>
    </w:p>
    <w:p w:rsidR="00436B19" w:rsidRDefault="00436B19" w:rsidP="009A6F08">
      <w:pPr>
        <w:pStyle w:val="APIBody"/>
      </w:pPr>
      <w:r>
        <w:t xml:space="preserve">The </w:t>
      </w:r>
      <w:r w:rsidRPr="00436B19">
        <w:rPr>
          <w:rFonts w:ascii="Courier New" w:hAnsi="Courier New" w:cs="Courier New"/>
        </w:rPr>
        <w:t>Architecture</w:t>
      </w:r>
      <w:r>
        <w:t xml:space="preserve"> enum represents a system’s architecture.</w:t>
      </w:r>
    </w:p>
    <w:p w:rsidR="00413963" w:rsidRDefault="00413963" w:rsidP="009A6F08">
      <w:pPr>
        <w:pStyle w:val="ClassHeading"/>
      </w:pPr>
      <w:r>
        <w:t>Related Global Functions</w:t>
      </w:r>
    </w:p>
    <w:p w:rsidR="00413963" w:rsidRDefault="00413963" w:rsidP="00413963">
      <w:pPr>
        <w:pStyle w:val="Definition"/>
      </w:pPr>
      <w:r>
        <w:t>unsigned int getArchAddressWidth</w:t>
      </w:r>
      <w:r w:rsidR="000F4AA4" w:rsidRPr="00014E4A">
        <w:rPr>
          <w:rFonts w:asciiTheme="minorHAnsi" w:hAnsiTheme="minorHAnsi"/>
        </w:rPr>
        <w:fldChar w:fldCharType="begin"/>
      </w:r>
      <w:r w:rsidR="00014E4A" w:rsidRPr="00014E4A">
        <w:rPr>
          <w:rFonts w:asciiTheme="minorHAnsi" w:hAnsiTheme="minorHAnsi"/>
        </w:rPr>
        <w:instrText xml:space="preserve"> XE "getArchAddressWidth" </w:instrText>
      </w:r>
      <w:r w:rsidR="000F4AA4" w:rsidRPr="00014E4A">
        <w:rPr>
          <w:rFonts w:asciiTheme="minorHAnsi" w:hAnsiTheme="minorHAnsi"/>
        </w:rPr>
        <w:fldChar w:fldCharType="end"/>
      </w:r>
      <w:r>
        <w:t>(Architecture arch)</w:t>
      </w:r>
    </w:p>
    <w:p w:rsidR="00413963" w:rsidRDefault="00413963" w:rsidP="009A6F08">
      <w:pPr>
        <w:pStyle w:val="APIBody"/>
      </w:pPr>
      <w:r>
        <w:t>Returns the size of a pointer, in bytes, on the given architecture</w:t>
      </w:r>
      <w:r w:rsidR="000D4822">
        <w:t>,</w:t>
      </w:r>
      <w:r>
        <w:t xml:space="preserve"> </w:t>
      </w:r>
      <w:r w:rsidRPr="00413963">
        <w:rPr>
          <w:rFonts w:ascii="Courier New" w:hAnsi="Courier New" w:cs="Courier New"/>
        </w:rPr>
        <w:t>arch</w:t>
      </w:r>
      <w:r>
        <w:t>.</w:t>
      </w:r>
    </w:p>
    <w:p w:rsidR="00076480" w:rsidRDefault="00076480" w:rsidP="009A6F08">
      <w:pPr>
        <w:pStyle w:val="ClassHeading"/>
      </w:pPr>
      <w:r>
        <w:t>MachRegister Static Member Functions</w:t>
      </w:r>
    </w:p>
    <w:p w:rsidR="00076480" w:rsidRDefault="00076480" w:rsidP="00076480">
      <w:pPr>
        <w:pStyle w:val="Definition"/>
      </w:pPr>
      <w:r>
        <w:t>MachRegister getPC</w:t>
      </w:r>
      <w:r w:rsidR="000F4AA4" w:rsidRPr="00014E4A">
        <w:rPr>
          <w:rFonts w:asciiTheme="minorHAnsi" w:hAnsiTheme="minorHAnsi"/>
        </w:rPr>
        <w:fldChar w:fldCharType="begin"/>
      </w:r>
      <w:r w:rsidR="00014E4A" w:rsidRPr="00014E4A">
        <w:rPr>
          <w:rFonts w:asciiTheme="minorHAnsi" w:hAnsiTheme="minorHAnsi"/>
        </w:rPr>
        <w:instrText xml:space="preserve"> XE "getPC, MachRegister" </w:instrText>
      </w:r>
      <w:r w:rsidR="000F4AA4" w:rsidRPr="00014E4A">
        <w:rPr>
          <w:rFonts w:asciiTheme="minorHAnsi" w:hAnsiTheme="minorHAnsi"/>
        </w:rPr>
        <w:fldChar w:fldCharType="end"/>
      </w:r>
      <w:r>
        <w:t>(Dyninst::Architecture arch)</w:t>
      </w:r>
    </w:p>
    <w:p w:rsidR="00076480" w:rsidRDefault="00076480" w:rsidP="00076480">
      <w:pPr>
        <w:pStyle w:val="Definition"/>
      </w:pPr>
      <w:r>
        <w:t>MachRegister getFramePointer</w:t>
      </w:r>
      <w:r w:rsidR="000F4AA4" w:rsidRPr="00014E4A">
        <w:rPr>
          <w:rFonts w:asciiTheme="minorHAnsi" w:hAnsiTheme="minorHAnsi"/>
        </w:rPr>
        <w:fldChar w:fldCharType="begin"/>
      </w:r>
      <w:r w:rsidR="00014E4A" w:rsidRPr="00014E4A">
        <w:rPr>
          <w:rFonts w:asciiTheme="minorHAnsi" w:hAnsiTheme="minorHAnsi"/>
        </w:rPr>
        <w:instrText xml:space="preserve"> XE "getFramePointer, MachRegister" </w:instrText>
      </w:r>
      <w:r w:rsidR="000F4AA4" w:rsidRPr="00014E4A">
        <w:rPr>
          <w:rFonts w:asciiTheme="minorHAnsi" w:hAnsiTheme="minorHAnsi"/>
        </w:rPr>
        <w:fldChar w:fldCharType="end"/>
      </w:r>
      <w:r>
        <w:t>(Dyninst::Architecture arch)</w:t>
      </w:r>
    </w:p>
    <w:p w:rsidR="00076480" w:rsidRDefault="00076480" w:rsidP="00076480">
      <w:pPr>
        <w:pStyle w:val="Definition"/>
      </w:pPr>
      <w:r>
        <w:t>MachRegister getStackPointer</w:t>
      </w:r>
      <w:r w:rsidR="000F4AA4" w:rsidRPr="00014E4A">
        <w:rPr>
          <w:rFonts w:asciiTheme="minorHAnsi" w:hAnsiTheme="minorHAnsi"/>
        </w:rPr>
        <w:fldChar w:fldCharType="begin"/>
      </w:r>
      <w:r w:rsidR="00014E4A" w:rsidRPr="00014E4A">
        <w:rPr>
          <w:rFonts w:asciiTheme="minorHAnsi" w:hAnsiTheme="minorHAnsi"/>
        </w:rPr>
        <w:instrText xml:space="preserve"> XE "getStackPointer, MachRegister" </w:instrText>
      </w:r>
      <w:r w:rsidR="000F4AA4" w:rsidRPr="00014E4A">
        <w:rPr>
          <w:rFonts w:asciiTheme="minorHAnsi" w:hAnsiTheme="minorHAnsi"/>
        </w:rPr>
        <w:fldChar w:fldCharType="end"/>
      </w:r>
      <w:r>
        <w:t>(Dyninst::Architecture arch)</w:t>
      </w:r>
    </w:p>
    <w:p w:rsidR="00076480" w:rsidRDefault="00076480" w:rsidP="009A6F08">
      <w:pPr>
        <w:pStyle w:val="APIBody"/>
      </w:pPr>
      <w:r>
        <w:t>These functions respectively return the register that represents the program counter, frame pointer, or stack pointer for the given architecture.  If an architecture does not support a frame pointer (ppc32 and ppc64) then getFramePointer returns an invalid register.</w:t>
      </w:r>
    </w:p>
    <w:p w:rsidR="00436B19" w:rsidRDefault="00436B19" w:rsidP="009A6F08">
      <w:pPr>
        <w:pStyle w:val="ClassHeading"/>
      </w:pPr>
      <w:r>
        <w:t>MachRegister</w:t>
      </w:r>
      <w:r w:rsidR="00076480">
        <w:t xml:space="preserve"> </w:t>
      </w:r>
      <w:r>
        <w:t>Member Functions</w:t>
      </w:r>
    </w:p>
    <w:p w:rsidR="00436B19" w:rsidRPr="00014E4A" w:rsidRDefault="00436B19" w:rsidP="00436B19">
      <w:pPr>
        <w:pStyle w:val="Definition"/>
        <w:rPr>
          <w:rFonts w:asciiTheme="minorHAnsi" w:hAnsiTheme="minorHAnsi"/>
        </w:rPr>
      </w:pPr>
      <w:r>
        <w:t>MachRegister getBaseRegister</w:t>
      </w:r>
      <w:r w:rsidR="000F4AA4" w:rsidRPr="00014E4A">
        <w:rPr>
          <w:rFonts w:asciiTheme="minorHAnsi" w:hAnsiTheme="minorHAnsi"/>
        </w:rPr>
        <w:fldChar w:fldCharType="begin"/>
      </w:r>
      <w:r w:rsidR="00014E4A" w:rsidRPr="00014E4A">
        <w:rPr>
          <w:rFonts w:asciiTheme="minorHAnsi" w:hAnsiTheme="minorHAnsi"/>
        </w:rPr>
        <w:instrText xml:space="preserve"> XE "getBaseRegister, MachRegister" </w:instrText>
      </w:r>
      <w:r w:rsidR="000F4AA4" w:rsidRPr="00014E4A">
        <w:rPr>
          <w:rFonts w:asciiTheme="minorHAnsi" w:hAnsiTheme="minorHAnsi"/>
        </w:rPr>
        <w:fldChar w:fldCharType="end"/>
      </w:r>
      <w:r w:rsidRPr="00014E4A">
        <w:t>() const</w:t>
      </w:r>
    </w:p>
    <w:p w:rsidR="00436B19" w:rsidRDefault="00436B19" w:rsidP="009A6F08">
      <w:pPr>
        <w:pStyle w:val="APIBody"/>
      </w:pPr>
      <w:r>
        <w:t xml:space="preserve">This function returns the </w:t>
      </w:r>
      <w:r w:rsidR="004C1423">
        <w:t>largest register that may alias with the given register</w:t>
      </w:r>
      <w:r>
        <w:t xml:space="preserve">.  For example, </w:t>
      </w:r>
      <w:r w:rsidR="004C1423" w:rsidRPr="004C1423">
        <w:rPr>
          <w:rFonts w:ascii="Courier New" w:hAnsi="Courier New" w:cs="Courier New"/>
        </w:rPr>
        <w:t>getBaseRegister</w:t>
      </w:r>
      <w:r w:rsidR="004C1423">
        <w:t xml:space="preserve"> on </w:t>
      </w:r>
      <w:r w:rsidR="004C1423" w:rsidRPr="004C1423">
        <w:rPr>
          <w:rFonts w:ascii="Courier New" w:hAnsi="Courier New" w:cs="Courier New"/>
        </w:rPr>
        <w:t>x86_64::ah</w:t>
      </w:r>
      <w:r w:rsidR="004C1423">
        <w:t xml:space="preserve"> </w:t>
      </w:r>
      <w:r w:rsidR="00233FEF">
        <w:t>returns</w:t>
      </w:r>
      <w:r w:rsidR="004C1423">
        <w:t xml:space="preserve"> </w:t>
      </w:r>
      <w:r w:rsidR="004C1423" w:rsidRPr="004C1423">
        <w:rPr>
          <w:rFonts w:ascii="Courier New" w:hAnsi="Courier New" w:cs="Courier New"/>
        </w:rPr>
        <w:t>x86_64::rax</w:t>
      </w:r>
      <w:r w:rsidR="004C1423">
        <w:t>.</w:t>
      </w:r>
    </w:p>
    <w:p w:rsidR="004C1423" w:rsidRDefault="004C1423" w:rsidP="004C1423">
      <w:pPr>
        <w:pStyle w:val="Definition"/>
      </w:pPr>
      <w:r>
        <w:lastRenderedPageBreak/>
        <w:t>Architecture getArchitecture</w:t>
      </w:r>
      <w:r w:rsidR="000F4AA4" w:rsidRPr="00014E4A">
        <w:rPr>
          <w:rFonts w:asciiTheme="minorHAnsi" w:hAnsiTheme="minorHAnsi"/>
        </w:rPr>
        <w:fldChar w:fldCharType="begin"/>
      </w:r>
      <w:r w:rsidR="00014E4A" w:rsidRPr="00014E4A">
        <w:rPr>
          <w:rFonts w:asciiTheme="minorHAnsi" w:hAnsiTheme="minorHAnsi"/>
        </w:rPr>
        <w:instrText xml:space="preserve"> XE "getArchitecture, MachRegister" </w:instrText>
      </w:r>
      <w:r w:rsidR="000F4AA4" w:rsidRPr="00014E4A">
        <w:rPr>
          <w:rFonts w:asciiTheme="minorHAnsi" w:hAnsiTheme="minorHAnsi"/>
        </w:rPr>
        <w:fldChar w:fldCharType="end"/>
      </w:r>
      <w:r>
        <w:t>() const</w:t>
      </w:r>
    </w:p>
    <w:p w:rsidR="004C1423" w:rsidRDefault="004C1423" w:rsidP="009A6F08">
      <w:pPr>
        <w:pStyle w:val="APIBody"/>
      </w:pPr>
      <w:r>
        <w:t xml:space="preserve">This function returns the </w:t>
      </w:r>
      <w:r w:rsidRPr="004C1423">
        <w:rPr>
          <w:rFonts w:ascii="Courier New" w:hAnsi="Courier New" w:cs="Courier New"/>
        </w:rPr>
        <w:t>Architecture</w:t>
      </w:r>
      <w:r>
        <w:t xml:space="preserve"> for this register.</w:t>
      </w:r>
    </w:p>
    <w:p w:rsidR="004C1423" w:rsidRDefault="004C1423" w:rsidP="004C1423">
      <w:pPr>
        <w:pStyle w:val="Definition"/>
      </w:pPr>
      <w:r>
        <w:t>bool isValid</w:t>
      </w:r>
      <w:r w:rsidR="000F4AA4" w:rsidRPr="00014E4A">
        <w:rPr>
          <w:rFonts w:asciiTheme="minorHAnsi" w:hAnsiTheme="minorHAnsi"/>
        </w:rPr>
        <w:fldChar w:fldCharType="begin"/>
      </w:r>
      <w:r w:rsidR="00014E4A" w:rsidRPr="00014E4A">
        <w:rPr>
          <w:rFonts w:asciiTheme="minorHAnsi" w:hAnsiTheme="minorHAnsi"/>
        </w:rPr>
        <w:instrText xml:space="preserve"> XE "isValid, MachRegister" </w:instrText>
      </w:r>
      <w:r w:rsidR="000F4AA4" w:rsidRPr="00014E4A">
        <w:rPr>
          <w:rFonts w:asciiTheme="minorHAnsi" w:hAnsiTheme="minorHAnsi"/>
        </w:rPr>
        <w:fldChar w:fldCharType="end"/>
      </w:r>
      <w:r>
        <w:t>() const</w:t>
      </w:r>
    </w:p>
    <w:p w:rsidR="004C1423" w:rsidRDefault="004C1423" w:rsidP="009A6F08">
      <w:pPr>
        <w:pStyle w:val="APIBody"/>
      </w:pPr>
      <w:r>
        <w:t>This function returns true if this register is valid.  Some API functions may return invalid registers upon error.</w:t>
      </w:r>
    </w:p>
    <w:p w:rsidR="00076480" w:rsidRDefault="00076480" w:rsidP="00076480">
      <w:pPr>
        <w:pStyle w:val="Definition"/>
      </w:pPr>
      <w:r>
        <w:t>MachRegisterVal getSubRegVal</w:t>
      </w:r>
      <w:r w:rsidR="000F4AA4" w:rsidRPr="00014E4A">
        <w:rPr>
          <w:rFonts w:asciiTheme="minorHAnsi" w:hAnsiTheme="minorHAnsi"/>
        </w:rPr>
        <w:fldChar w:fldCharType="begin"/>
      </w:r>
      <w:r w:rsidR="00014E4A" w:rsidRPr="00014E4A">
        <w:rPr>
          <w:rFonts w:asciiTheme="minorHAnsi" w:hAnsiTheme="minorHAnsi"/>
        </w:rPr>
        <w:instrText xml:space="preserve"> XE "getSubRegVal, MachRegister" </w:instrText>
      </w:r>
      <w:r w:rsidR="000F4AA4" w:rsidRPr="00014E4A">
        <w:rPr>
          <w:rFonts w:asciiTheme="minorHAnsi" w:hAnsiTheme="minorHAnsi"/>
        </w:rPr>
        <w:fldChar w:fldCharType="end"/>
      </w:r>
      <w:r>
        <w:t>(</w:t>
      </w:r>
    </w:p>
    <w:p w:rsidR="00076480" w:rsidRDefault="00076480" w:rsidP="00076480">
      <w:pPr>
        <w:pStyle w:val="Definition"/>
        <w:ind w:firstLine="240"/>
      </w:pPr>
      <w:r>
        <w:t xml:space="preserve">  MachRegister subreg, </w:t>
      </w:r>
    </w:p>
    <w:p w:rsidR="00076480" w:rsidRDefault="00076480" w:rsidP="00076480">
      <w:pPr>
        <w:pStyle w:val="Definition"/>
        <w:ind w:firstLine="240"/>
      </w:pPr>
      <w:r>
        <w:t xml:space="preserve">  MachRegisterVal orig)</w:t>
      </w:r>
    </w:p>
    <w:p w:rsidR="00076480" w:rsidRDefault="00076480" w:rsidP="009A6F08">
      <w:pPr>
        <w:pStyle w:val="APIBody"/>
      </w:pPr>
      <w:r>
        <w:t xml:space="preserve">Given a value for this register, </w:t>
      </w:r>
      <w:r w:rsidRPr="004C1423">
        <w:rPr>
          <w:rFonts w:ascii="Courier New" w:hAnsi="Courier New" w:cs="Courier New"/>
        </w:rPr>
        <w:t>orig</w:t>
      </w:r>
      <w:r>
        <w:t xml:space="preserve">, and a smaller aliased register, </w:t>
      </w:r>
      <w:r w:rsidRPr="004C1423">
        <w:rPr>
          <w:rFonts w:ascii="Courier New" w:hAnsi="Courier New" w:cs="Courier New"/>
        </w:rPr>
        <w:t>subreg</w:t>
      </w:r>
      <w:r>
        <w:t xml:space="preserve">, then this function returns the value of the aliased register.  For example, if this function were called on </w:t>
      </w:r>
      <w:r w:rsidRPr="004C1423">
        <w:rPr>
          <w:rFonts w:ascii="Courier New" w:hAnsi="Courier New" w:cs="Courier New"/>
        </w:rPr>
        <w:t xml:space="preserve">x86::eax </w:t>
      </w:r>
      <w:r>
        <w:t xml:space="preserve">with </w:t>
      </w:r>
      <w:r w:rsidRPr="004C1423">
        <w:rPr>
          <w:rFonts w:ascii="Courier New" w:hAnsi="Courier New" w:cs="Courier New"/>
        </w:rPr>
        <w:t xml:space="preserve">subreg </w:t>
      </w:r>
      <w:r>
        <w:t xml:space="preserve">as </w:t>
      </w:r>
      <w:r w:rsidRPr="004C1423">
        <w:rPr>
          <w:rFonts w:ascii="Courier New" w:hAnsi="Courier New" w:cs="Courier New"/>
        </w:rPr>
        <w:t xml:space="preserve">x86::al </w:t>
      </w:r>
      <w:r>
        <w:t xml:space="preserve">and an </w:t>
      </w:r>
      <w:r w:rsidRPr="004C1423">
        <w:rPr>
          <w:rFonts w:ascii="Courier New" w:hAnsi="Courier New" w:cs="Courier New"/>
        </w:rPr>
        <w:t xml:space="preserve">orig </w:t>
      </w:r>
      <w:r>
        <w:t xml:space="preserve">value of </w:t>
      </w:r>
      <w:r w:rsidRPr="004C1423">
        <w:rPr>
          <w:rFonts w:ascii="Courier New" w:hAnsi="Courier New" w:cs="Courier New"/>
        </w:rPr>
        <w:t>0x11223344</w:t>
      </w:r>
      <w:r>
        <w:t xml:space="preserve">, then it would return </w:t>
      </w:r>
      <w:r w:rsidRPr="004C1423">
        <w:rPr>
          <w:rFonts w:ascii="Courier New" w:hAnsi="Courier New" w:cs="Courier New"/>
        </w:rPr>
        <w:t>0x44</w:t>
      </w:r>
      <w:r>
        <w:t>.</w:t>
      </w:r>
    </w:p>
    <w:p w:rsidR="00076480" w:rsidRDefault="00076480" w:rsidP="00076480">
      <w:pPr>
        <w:pStyle w:val="Definition"/>
      </w:pPr>
      <w:r>
        <w:t>const char *name</w:t>
      </w:r>
      <w:r w:rsidR="000F4AA4" w:rsidRPr="00014E4A">
        <w:rPr>
          <w:rFonts w:asciiTheme="minorHAnsi" w:hAnsiTheme="minorHAnsi"/>
        </w:rPr>
        <w:fldChar w:fldCharType="begin"/>
      </w:r>
      <w:r w:rsidR="00014E4A" w:rsidRPr="00014E4A">
        <w:rPr>
          <w:rFonts w:asciiTheme="minorHAnsi" w:hAnsiTheme="minorHAnsi"/>
        </w:rPr>
        <w:instrText xml:space="preserve"> XE "name, MachRegister" </w:instrText>
      </w:r>
      <w:r w:rsidR="000F4AA4" w:rsidRPr="00014E4A">
        <w:rPr>
          <w:rFonts w:asciiTheme="minorHAnsi" w:hAnsiTheme="minorHAnsi"/>
        </w:rPr>
        <w:fldChar w:fldCharType="end"/>
      </w:r>
      <w:r>
        <w:t>() const</w:t>
      </w:r>
    </w:p>
    <w:p w:rsidR="00076480" w:rsidRDefault="00076480" w:rsidP="009A6F08">
      <w:pPr>
        <w:pStyle w:val="APIBody"/>
      </w:pPr>
      <w:r>
        <w:t>This function returns a human readable name that identifies this register.</w:t>
      </w:r>
    </w:p>
    <w:p w:rsidR="00076480" w:rsidRDefault="00076480" w:rsidP="00076480">
      <w:pPr>
        <w:pStyle w:val="Definition"/>
      </w:pPr>
      <w:r>
        <w:t>unsigned int size</w:t>
      </w:r>
      <w:r w:rsidR="000F4AA4" w:rsidRPr="00014E4A">
        <w:rPr>
          <w:rFonts w:asciiTheme="minorHAnsi" w:hAnsiTheme="minorHAnsi"/>
        </w:rPr>
        <w:fldChar w:fldCharType="begin"/>
      </w:r>
      <w:r w:rsidR="00014E4A" w:rsidRPr="00014E4A">
        <w:rPr>
          <w:rFonts w:asciiTheme="minorHAnsi" w:hAnsiTheme="minorHAnsi"/>
        </w:rPr>
        <w:instrText xml:space="preserve"> XE "size, MachRegister" </w:instrText>
      </w:r>
      <w:r w:rsidR="000F4AA4" w:rsidRPr="00014E4A">
        <w:rPr>
          <w:rFonts w:asciiTheme="minorHAnsi" w:hAnsiTheme="minorHAnsi"/>
        </w:rPr>
        <w:fldChar w:fldCharType="end"/>
      </w:r>
      <w:r>
        <w:t>() const</w:t>
      </w:r>
    </w:p>
    <w:p w:rsidR="00076480" w:rsidRDefault="00076480" w:rsidP="009A6F08">
      <w:pPr>
        <w:pStyle w:val="APIBody"/>
      </w:pPr>
      <w:r>
        <w:t>This function returns the size of the register in bytes.</w:t>
      </w:r>
    </w:p>
    <w:p w:rsidR="00076480" w:rsidRDefault="00076480" w:rsidP="00076480">
      <w:pPr>
        <w:pStyle w:val="Definition"/>
      </w:pPr>
      <w:r>
        <w:t>signed int val</w:t>
      </w:r>
      <w:r w:rsidR="000F4AA4" w:rsidRPr="00014E4A">
        <w:rPr>
          <w:rFonts w:asciiTheme="minorHAnsi" w:hAnsiTheme="minorHAnsi"/>
        </w:rPr>
        <w:fldChar w:fldCharType="begin"/>
      </w:r>
      <w:r w:rsidR="00014E4A" w:rsidRPr="00014E4A">
        <w:rPr>
          <w:rFonts w:asciiTheme="minorHAnsi" w:hAnsiTheme="minorHAnsi"/>
        </w:rPr>
        <w:instrText xml:space="preserve"> XE "val, MachRegister" </w:instrText>
      </w:r>
      <w:r w:rsidR="000F4AA4" w:rsidRPr="00014E4A">
        <w:rPr>
          <w:rFonts w:asciiTheme="minorHAnsi" w:hAnsiTheme="minorHAnsi"/>
        </w:rPr>
        <w:fldChar w:fldCharType="end"/>
      </w:r>
      <w:r>
        <w:t>() const</w:t>
      </w:r>
    </w:p>
    <w:p w:rsidR="00076480" w:rsidRDefault="00076480" w:rsidP="009A6F08">
      <w:pPr>
        <w:pStyle w:val="APIBody"/>
      </w:pPr>
      <w:r>
        <w:t xml:space="preserve">This function returns a unique integer that represents this register.  This can be useful for writing switch statements that take a MachRegister.  The unique integers for a MachRegister can be found by preceding the register object name with an ‘i'.  For example, a </w:t>
      </w:r>
      <w:r w:rsidR="000D4822">
        <w:t>switch</w:t>
      </w:r>
      <w:r>
        <w:t xml:space="preserve"> statement for </w:t>
      </w:r>
      <w:r w:rsidRPr="000D4822">
        <w:rPr>
          <w:rFonts w:ascii="Courier New" w:hAnsi="Courier New" w:cs="Courier New"/>
        </w:rPr>
        <w:t>MachRegister</w:t>
      </w:r>
      <w:r>
        <w:t xml:space="preserve">, </w:t>
      </w:r>
      <w:r w:rsidRPr="000D4822">
        <w:rPr>
          <w:rFonts w:ascii="Courier New" w:hAnsi="Courier New" w:cs="Courier New"/>
        </w:rPr>
        <w:t>reg</w:t>
      </w:r>
      <w:r>
        <w:t>, could be written as:</w:t>
      </w:r>
    </w:p>
    <w:p w:rsidR="00076480" w:rsidRDefault="00076480" w:rsidP="00076480">
      <w:pPr>
        <w:pStyle w:val="Definition"/>
        <w:ind w:left="1440"/>
      </w:pPr>
      <w:r>
        <w:t>switch (reg.val()) {</w:t>
      </w:r>
    </w:p>
    <w:p w:rsidR="00076480" w:rsidRDefault="00076480" w:rsidP="00076480">
      <w:pPr>
        <w:pStyle w:val="Definition"/>
        <w:ind w:left="1440"/>
      </w:pPr>
      <w:r>
        <w:tab/>
        <w:t>case x86_64::irax:</w:t>
      </w:r>
    </w:p>
    <w:p w:rsidR="00076480" w:rsidRDefault="00076480" w:rsidP="00076480">
      <w:pPr>
        <w:pStyle w:val="Definition"/>
        <w:ind w:left="1440"/>
      </w:pPr>
      <w:r>
        <w:tab/>
        <w:t>case x86_64::irbx:</w:t>
      </w:r>
    </w:p>
    <w:p w:rsidR="00076480" w:rsidRDefault="00076480" w:rsidP="00076480">
      <w:pPr>
        <w:pStyle w:val="Definition"/>
        <w:ind w:left="1440"/>
      </w:pPr>
      <w:r>
        <w:tab/>
        <w:t>case x86_64::ircx:</w:t>
      </w:r>
    </w:p>
    <w:p w:rsidR="00076480" w:rsidRDefault="00076480" w:rsidP="00076480">
      <w:pPr>
        <w:pStyle w:val="Definition"/>
        <w:ind w:left="1440"/>
      </w:pPr>
      <w:r>
        <w:tab/>
        <w:t>…</w:t>
      </w:r>
    </w:p>
    <w:p w:rsidR="00076480" w:rsidRDefault="00076480" w:rsidP="00076480">
      <w:pPr>
        <w:pStyle w:val="Definition"/>
        <w:ind w:left="1440"/>
      </w:pPr>
      <w:r>
        <w:t>}</w:t>
      </w:r>
    </w:p>
    <w:p w:rsidR="00076480" w:rsidRDefault="00076480" w:rsidP="00076480">
      <w:pPr>
        <w:pStyle w:val="Definition"/>
      </w:pPr>
    </w:p>
    <w:p w:rsidR="00076480" w:rsidRDefault="00076480" w:rsidP="00076480">
      <w:pPr>
        <w:pStyle w:val="Definition"/>
      </w:pPr>
      <w:r>
        <w:t>bool isPC</w:t>
      </w:r>
      <w:r w:rsidR="000F4AA4" w:rsidRPr="00014E4A">
        <w:rPr>
          <w:rFonts w:asciiTheme="minorHAnsi" w:hAnsiTheme="minorHAnsi"/>
        </w:rPr>
        <w:fldChar w:fldCharType="begin"/>
      </w:r>
      <w:r w:rsidR="00014E4A" w:rsidRPr="00014E4A">
        <w:rPr>
          <w:rFonts w:asciiTheme="minorHAnsi" w:hAnsiTheme="minorHAnsi"/>
        </w:rPr>
        <w:instrText xml:space="preserve"> XE "isPC, MachRegister" </w:instrText>
      </w:r>
      <w:r w:rsidR="000F4AA4" w:rsidRPr="00014E4A">
        <w:rPr>
          <w:rFonts w:asciiTheme="minorHAnsi" w:hAnsiTheme="minorHAnsi"/>
        </w:rPr>
        <w:fldChar w:fldCharType="end"/>
      </w:r>
      <w:r>
        <w:t>() const</w:t>
      </w:r>
    </w:p>
    <w:p w:rsidR="00076480" w:rsidRDefault="00076480" w:rsidP="00076480">
      <w:pPr>
        <w:pStyle w:val="Definition"/>
      </w:pPr>
      <w:r>
        <w:t>bool isFramePointer</w:t>
      </w:r>
      <w:r w:rsidR="000F4AA4" w:rsidRPr="00014E4A">
        <w:rPr>
          <w:rFonts w:asciiTheme="minorHAnsi" w:hAnsiTheme="minorHAnsi"/>
        </w:rPr>
        <w:fldChar w:fldCharType="begin"/>
      </w:r>
      <w:r w:rsidR="00014E4A" w:rsidRPr="00014E4A">
        <w:rPr>
          <w:rFonts w:asciiTheme="minorHAnsi" w:hAnsiTheme="minorHAnsi"/>
        </w:rPr>
        <w:instrText xml:space="preserve"> XE "isFramePointer, MachRegister" </w:instrText>
      </w:r>
      <w:r w:rsidR="000F4AA4" w:rsidRPr="00014E4A">
        <w:rPr>
          <w:rFonts w:asciiTheme="minorHAnsi" w:hAnsiTheme="minorHAnsi"/>
        </w:rPr>
        <w:fldChar w:fldCharType="end"/>
      </w:r>
      <w:r>
        <w:t>() const</w:t>
      </w:r>
    </w:p>
    <w:p w:rsidR="00076480" w:rsidRDefault="00076480" w:rsidP="00076480">
      <w:pPr>
        <w:pStyle w:val="Definition"/>
      </w:pPr>
      <w:r>
        <w:t>bool isStackPointer</w:t>
      </w:r>
      <w:r w:rsidR="000F4AA4" w:rsidRPr="00014E4A">
        <w:rPr>
          <w:rFonts w:asciiTheme="minorHAnsi" w:hAnsiTheme="minorHAnsi"/>
        </w:rPr>
        <w:fldChar w:fldCharType="begin"/>
      </w:r>
      <w:r w:rsidR="00014E4A" w:rsidRPr="00014E4A">
        <w:rPr>
          <w:rFonts w:asciiTheme="minorHAnsi" w:hAnsiTheme="minorHAnsi"/>
        </w:rPr>
        <w:instrText xml:space="preserve"> XE "isStackPointer, MachRegister" </w:instrText>
      </w:r>
      <w:r w:rsidR="000F4AA4" w:rsidRPr="00014E4A">
        <w:rPr>
          <w:rFonts w:asciiTheme="minorHAnsi" w:hAnsiTheme="minorHAnsi"/>
        </w:rPr>
        <w:fldChar w:fldCharType="end"/>
      </w:r>
      <w:r>
        <w:t>() const</w:t>
      </w:r>
    </w:p>
    <w:p w:rsidR="00076480" w:rsidRDefault="00076480" w:rsidP="009A6F08">
      <w:pPr>
        <w:pStyle w:val="APIBody"/>
      </w:pPr>
      <w:r>
        <w:t>These functions respectively return true if the register is the program counter, frame pointer, or stack pointer for its architecture.  They return false otherwise.</w:t>
      </w:r>
    </w:p>
    <w:p w:rsidR="00076480" w:rsidRDefault="00076480" w:rsidP="009A6F08">
      <w:pPr>
        <w:pStyle w:val="ClassHeading"/>
      </w:pPr>
      <w:r>
        <w:t>MachRegister Objects</w:t>
      </w:r>
    </w:p>
    <w:p w:rsidR="00413963" w:rsidRDefault="00413963" w:rsidP="009A6F08">
      <w:r>
        <w:t>The following list describes instances of MachRegister that can be passed to ProcControlAPI.  These can be name</w:t>
      </w:r>
      <w:r w:rsidR="000D4822">
        <w:t>d</w:t>
      </w:r>
      <w:r>
        <w:t xml:space="preserve"> by prepending the namespace to the listed names, e.g., </w:t>
      </w:r>
      <w:r w:rsidRPr="000D4822">
        <w:rPr>
          <w:rFonts w:ascii="Courier New" w:hAnsi="Courier New" w:cs="Courier New"/>
        </w:rPr>
        <w:t>x86::eax</w:t>
      </w:r>
      <w:r>
        <w:t xml:space="preserve">.  </w:t>
      </w:r>
    </w:p>
    <w:p w:rsidR="00076480" w:rsidRDefault="00076480" w:rsidP="00076480">
      <w:pPr>
        <w:pStyle w:val="Definition"/>
      </w:pPr>
      <w:r>
        <w:t>namespace x86</w:t>
      </w:r>
      <w:r w:rsidR="000F4AA4" w:rsidRPr="004322D7">
        <w:rPr>
          <w:rFonts w:asciiTheme="minorHAnsi" w:hAnsiTheme="minorHAnsi"/>
        </w:rPr>
        <w:fldChar w:fldCharType="begin"/>
      </w:r>
      <w:r w:rsidR="00014E4A" w:rsidRPr="004322D7">
        <w:rPr>
          <w:rFonts w:asciiTheme="minorHAnsi" w:hAnsiTheme="minorHAnsi"/>
        </w:rPr>
        <w:instrText xml:space="preserve"> XE "x86 registers" </w:instrText>
      </w:r>
      <w:r w:rsidR="000F4AA4" w:rsidRPr="004322D7">
        <w:rPr>
          <w:rFonts w:asciiTheme="minorHAnsi" w:hAnsiTheme="minorHAnsi"/>
        </w:rPr>
        <w:fldChar w:fldCharType="end"/>
      </w:r>
    </w:p>
    <w:p w:rsidR="00FC0D5A" w:rsidRDefault="00FC0D5A" w:rsidP="009A6F08">
      <w:pPr>
        <w:sectPr w:rsidR="00FC0D5A" w:rsidSect="006A4937">
          <w:footerReference w:type="default" r:id="rId13"/>
          <w:pgSz w:w="12240" w:h="15840"/>
          <w:pgMar w:top="1440" w:right="1440" w:bottom="1440" w:left="1440" w:header="720" w:footer="720" w:gutter="0"/>
          <w:pgNumType w:start="1"/>
          <w:cols w:space="720"/>
          <w:docGrid w:linePitch="360"/>
        </w:sectPr>
      </w:pPr>
    </w:p>
    <w:p w:rsidR="00FC0D5A" w:rsidRPr="00FC0D5A" w:rsidRDefault="00FC0D5A" w:rsidP="009A6F08">
      <w:r w:rsidRPr="00FC0D5A">
        <w:lastRenderedPageBreak/>
        <w:t>eax</w:t>
      </w:r>
    </w:p>
    <w:p w:rsidR="00FC0D5A" w:rsidRPr="00FC0D5A" w:rsidRDefault="00FC0D5A" w:rsidP="009A6F08">
      <w:r w:rsidRPr="00FC0D5A">
        <w:t>ebx</w:t>
      </w:r>
    </w:p>
    <w:p w:rsidR="00FC0D5A" w:rsidRPr="00FC0D5A" w:rsidRDefault="00FC0D5A" w:rsidP="009A6F08">
      <w:r w:rsidRPr="00FC0D5A">
        <w:t>ecx</w:t>
      </w:r>
    </w:p>
    <w:p w:rsidR="00FC0D5A" w:rsidRPr="00FC0D5A" w:rsidRDefault="00FC0D5A" w:rsidP="009A6F08">
      <w:r w:rsidRPr="00FC0D5A">
        <w:t>edx</w:t>
      </w:r>
    </w:p>
    <w:p w:rsidR="00FC0D5A" w:rsidRPr="00FC0D5A" w:rsidRDefault="00FC0D5A" w:rsidP="009A6F08">
      <w:r w:rsidRPr="00FC0D5A">
        <w:t>ebp</w:t>
      </w:r>
    </w:p>
    <w:p w:rsidR="00FC0D5A" w:rsidRPr="00FC0D5A" w:rsidRDefault="00FC0D5A" w:rsidP="009A6F08">
      <w:r w:rsidRPr="00FC0D5A">
        <w:lastRenderedPageBreak/>
        <w:t>esp</w:t>
      </w:r>
    </w:p>
    <w:p w:rsidR="00FC0D5A" w:rsidRPr="00FC0D5A" w:rsidRDefault="00FC0D5A" w:rsidP="009A6F08">
      <w:r w:rsidRPr="00FC0D5A">
        <w:t>esi</w:t>
      </w:r>
    </w:p>
    <w:p w:rsidR="00FC0D5A" w:rsidRPr="00FC0D5A" w:rsidRDefault="00FC0D5A" w:rsidP="009A6F08">
      <w:r w:rsidRPr="00FC0D5A">
        <w:t>edi</w:t>
      </w:r>
    </w:p>
    <w:p w:rsidR="00FC0D5A" w:rsidRPr="00FC0D5A" w:rsidRDefault="00FC0D5A" w:rsidP="009A6F08">
      <w:r w:rsidRPr="00FC0D5A">
        <w:t>oeax</w:t>
      </w:r>
    </w:p>
    <w:p w:rsidR="00FC0D5A" w:rsidRPr="00FC0D5A" w:rsidRDefault="00FC0D5A" w:rsidP="009A6F08">
      <w:r w:rsidRPr="00FC0D5A">
        <w:t>eip</w:t>
      </w:r>
    </w:p>
    <w:p w:rsidR="00FC0D5A" w:rsidRPr="00FC0D5A" w:rsidRDefault="00FC0D5A" w:rsidP="009A6F08">
      <w:r w:rsidRPr="00FC0D5A">
        <w:lastRenderedPageBreak/>
        <w:t>flags</w:t>
      </w:r>
    </w:p>
    <w:p w:rsidR="00FC0D5A" w:rsidRPr="00FC0D5A" w:rsidRDefault="00FC0D5A" w:rsidP="009A6F08">
      <w:r w:rsidRPr="00FC0D5A">
        <w:t>cs</w:t>
      </w:r>
    </w:p>
    <w:p w:rsidR="00FC0D5A" w:rsidRPr="00FC0D5A" w:rsidRDefault="00FC0D5A" w:rsidP="009A6F08">
      <w:r w:rsidRPr="00FC0D5A">
        <w:t>ds</w:t>
      </w:r>
    </w:p>
    <w:p w:rsidR="00FC0D5A" w:rsidRPr="00FC0D5A" w:rsidRDefault="00FC0D5A" w:rsidP="009A6F08">
      <w:r w:rsidRPr="00FC0D5A">
        <w:t>es</w:t>
      </w:r>
    </w:p>
    <w:p w:rsidR="00FC0D5A" w:rsidRPr="00FC0D5A" w:rsidRDefault="00FC0D5A" w:rsidP="009A6F08">
      <w:r w:rsidRPr="00FC0D5A">
        <w:t>fs</w:t>
      </w:r>
    </w:p>
    <w:p w:rsidR="00FC0D5A" w:rsidRPr="00FC0D5A" w:rsidRDefault="00FC0D5A" w:rsidP="009A6F08">
      <w:r w:rsidRPr="00FC0D5A">
        <w:lastRenderedPageBreak/>
        <w:t>gs</w:t>
      </w:r>
    </w:p>
    <w:p w:rsidR="00C1068A" w:rsidRPr="00FC0D5A" w:rsidRDefault="00FC0D5A" w:rsidP="009A6F08">
      <w:r w:rsidRPr="00FC0D5A">
        <w:t>ss</w:t>
      </w:r>
    </w:p>
    <w:p w:rsidR="00FC0D5A" w:rsidRPr="00FC0D5A" w:rsidRDefault="00FC0D5A" w:rsidP="009A6F08">
      <w:r w:rsidRPr="00FC0D5A">
        <w:lastRenderedPageBreak/>
        <w:t>fsbase</w:t>
      </w:r>
    </w:p>
    <w:p w:rsidR="00FC0D5A" w:rsidRDefault="00FC0D5A" w:rsidP="009A6F08">
      <w:r w:rsidRPr="00FC0D5A">
        <w:t>gsbase</w:t>
      </w:r>
    </w:p>
    <w:p w:rsidR="00FC0D5A" w:rsidRPr="00FC0D5A" w:rsidRDefault="00FC0D5A" w:rsidP="009A6F08"/>
    <w:p w:rsidR="00FC0D5A" w:rsidRDefault="00FC0D5A" w:rsidP="009A6F08">
      <w:pPr>
        <w:sectPr w:rsidR="00FC0D5A" w:rsidSect="00FC0D5A">
          <w:type w:val="continuous"/>
          <w:pgSz w:w="12240" w:h="15840"/>
          <w:pgMar w:top="1440" w:right="1440" w:bottom="1440" w:left="1440" w:header="720" w:footer="720" w:gutter="0"/>
          <w:cols w:num="3" w:space="720"/>
          <w:docGrid w:linePitch="360"/>
        </w:sectPr>
      </w:pPr>
    </w:p>
    <w:p w:rsidR="00FC0D5A" w:rsidRPr="00F600B6" w:rsidRDefault="00FC0D5A" w:rsidP="009A6F08"/>
    <w:p w:rsidR="00FC0D5A" w:rsidRDefault="00FC0D5A" w:rsidP="009A6F08">
      <w:r>
        <w:t>namespace x86_64</w:t>
      </w:r>
      <w:r w:rsidR="000F4AA4" w:rsidRPr="004322D7">
        <w:fldChar w:fldCharType="begin"/>
      </w:r>
      <w:r w:rsidR="004322D7" w:rsidRPr="004322D7">
        <w:instrText xml:space="preserve"> XE "x86_64 registers" </w:instrText>
      </w:r>
      <w:r w:rsidR="000F4AA4" w:rsidRPr="004322D7">
        <w:fldChar w:fldCharType="end"/>
      </w:r>
    </w:p>
    <w:p w:rsidR="00FC0D5A" w:rsidRDefault="00FC0D5A" w:rsidP="009A6F08">
      <w:pPr>
        <w:sectPr w:rsidR="00FC0D5A" w:rsidSect="00FC0D5A">
          <w:type w:val="continuous"/>
          <w:pgSz w:w="12240" w:h="15840"/>
          <w:pgMar w:top="1440" w:right="1440" w:bottom="1440" w:left="1440" w:header="720" w:footer="720" w:gutter="0"/>
          <w:cols w:space="720"/>
          <w:docGrid w:linePitch="360"/>
        </w:sectPr>
      </w:pPr>
    </w:p>
    <w:p w:rsidR="00FC0D5A" w:rsidRPr="00FC0D5A" w:rsidRDefault="00FC0D5A" w:rsidP="009A6F08">
      <w:r>
        <w:lastRenderedPageBreak/>
        <w:t>r</w:t>
      </w:r>
      <w:r w:rsidRPr="00FC0D5A">
        <w:t>ax</w:t>
      </w:r>
    </w:p>
    <w:p w:rsidR="00FC0D5A" w:rsidRPr="00FC0D5A" w:rsidRDefault="00FC0D5A" w:rsidP="009A6F08">
      <w:r>
        <w:t>r</w:t>
      </w:r>
      <w:r w:rsidRPr="00FC0D5A">
        <w:t>bx</w:t>
      </w:r>
    </w:p>
    <w:p w:rsidR="00FC0D5A" w:rsidRPr="00FC0D5A" w:rsidRDefault="00FC0D5A" w:rsidP="009A6F08">
      <w:r>
        <w:t>r</w:t>
      </w:r>
      <w:r w:rsidRPr="00FC0D5A">
        <w:t>cx</w:t>
      </w:r>
    </w:p>
    <w:p w:rsidR="00FC0D5A" w:rsidRPr="00FC0D5A" w:rsidRDefault="00FC0D5A" w:rsidP="009A6F08">
      <w:r>
        <w:t>r</w:t>
      </w:r>
      <w:r w:rsidRPr="00FC0D5A">
        <w:t>dx</w:t>
      </w:r>
    </w:p>
    <w:p w:rsidR="00FC0D5A" w:rsidRPr="00FC0D5A" w:rsidRDefault="00FC0D5A" w:rsidP="009A6F08">
      <w:r>
        <w:t>r</w:t>
      </w:r>
      <w:r w:rsidRPr="00FC0D5A">
        <w:t>bp</w:t>
      </w:r>
    </w:p>
    <w:p w:rsidR="00FC0D5A" w:rsidRPr="00FC0D5A" w:rsidRDefault="00FC0D5A" w:rsidP="009A6F08">
      <w:r>
        <w:t>r</w:t>
      </w:r>
      <w:r w:rsidRPr="00FC0D5A">
        <w:t>sp</w:t>
      </w:r>
    </w:p>
    <w:p w:rsidR="00FC0D5A" w:rsidRPr="00FC0D5A" w:rsidRDefault="00FC0D5A" w:rsidP="009A6F08">
      <w:r>
        <w:t>r</w:t>
      </w:r>
      <w:r w:rsidRPr="00FC0D5A">
        <w:t>si</w:t>
      </w:r>
    </w:p>
    <w:p w:rsidR="00FC0D5A" w:rsidRDefault="00FC0D5A" w:rsidP="009A6F08">
      <w:r>
        <w:t>r</w:t>
      </w:r>
      <w:r w:rsidRPr="00FC0D5A">
        <w:t>di</w:t>
      </w:r>
    </w:p>
    <w:p w:rsidR="00FC0D5A" w:rsidRDefault="00FC0D5A" w:rsidP="009A6F08">
      <w:r>
        <w:t>r8</w:t>
      </w:r>
    </w:p>
    <w:p w:rsidR="00FC0D5A" w:rsidRDefault="00FC0D5A" w:rsidP="009A6F08">
      <w:r>
        <w:lastRenderedPageBreak/>
        <w:t>r9</w:t>
      </w:r>
    </w:p>
    <w:p w:rsidR="00FC0D5A" w:rsidRDefault="00FC0D5A" w:rsidP="009A6F08">
      <w:r>
        <w:t>r10</w:t>
      </w:r>
    </w:p>
    <w:p w:rsidR="00FC0D5A" w:rsidRDefault="00FC0D5A" w:rsidP="009A6F08">
      <w:r>
        <w:t>r11</w:t>
      </w:r>
    </w:p>
    <w:p w:rsidR="00FC0D5A" w:rsidRDefault="00FC0D5A" w:rsidP="009A6F08">
      <w:r>
        <w:t>r12</w:t>
      </w:r>
    </w:p>
    <w:p w:rsidR="00FC0D5A" w:rsidRDefault="00FC0D5A" w:rsidP="009A6F08">
      <w:r>
        <w:t>r13</w:t>
      </w:r>
    </w:p>
    <w:p w:rsidR="00FC0D5A" w:rsidRDefault="00FC0D5A" w:rsidP="009A6F08">
      <w:r>
        <w:t>r14</w:t>
      </w:r>
    </w:p>
    <w:p w:rsidR="00FC0D5A" w:rsidRPr="00FC0D5A" w:rsidRDefault="00FC0D5A" w:rsidP="009A6F08">
      <w:r>
        <w:t>r15</w:t>
      </w:r>
    </w:p>
    <w:p w:rsidR="00FC0D5A" w:rsidRPr="00FC0D5A" w:rsidRDefault="00FC0D5A" w:rsidP="009A6F08">
      <w:r w:rsidRPr="00FC0D5A">
        <w:t>o</w:t>
      </w:r>
      <w:r>
        <w:t>r</w:t>
      </w:r>
      <w:r w:rsidRPr="00FC0D5A">
        <w:t>ax</w:t>
      </w:r>
    </w:p>
    <w:p w:rsidR="00FC0D5A" w:rsidRPr="00FC0D5A" w:rsidRDefault="00FC0D5A" w:rsidP="009A6F08">
      <w:r>
        <w:t>r</w:t>
      </w:r>
      <w:r w:rsidRPr="00FC0D5A">
        <w:t>ip</w:t>
      </w:r>
    </w:p>
    <w:p w:rsidR="00FC0D5A" w:rsidRPr="00FC0D5A" w:rsidRDefault="00FC0D5A" w:rsidP="009A6F08">
      <w:r w:rsidRPr="00FC0D5A">
        <w:lastRenderedPageBreak/>
        <w:t>flags</w:t>
      </w:r>
    </w:p>
    <w:p w:rsidR="00FC0D5A" w:rsidRPr="00FC0D5A" w:rsidRDefault="00FC0D5A" w:rsidP="009A6F08">
      <w:r w:rsidRPr="00FC0D5A">
        <w:t>cs</w:t>
      </w:r>
    </w:p>
    <w:p w:rsidR="00FC0D5A" w:rsidRPr="00FC0D5A" w:rsidRDefault="00FC0D5A" w:rsidP="009A6F08">
      <w:r w:rsidRPr="00FC0D5A">
        <w:t>ds</w:t>
      </w:r>
    </w:p>
    <w:p w:rsidR="00FC0D5A" w:rsidRPr="00FC0D5A" w:rsidRDefault="00FC0D5A" w:rsidP="009A6F08">
      <w:r w:rsidRPr="00FC0D5A">
        <w:t>es</w:t>
      </w:r>
    </w:p>
    <w:p w:rsidR="00FC0D5A" w:rsidRPr="00FC0D5A" w:rsidRDefault="00FC0D5A" w:rsidP="009A6F08">
      <w:r w:rsidRPr="00FC0D5A">
        <w:t>fs</w:t>
      </w:r>
    </w:p>
    <w:p w:rsidR="00FC0D5A" w:rsidRPr="00FC0D5A" w:rsidRDefault="00FC0D5A" w:rsidP="009A6F08">
      <w:r w:rsidRPr="00FC0D5A">
        <w:t>gs</w:t>
      </w:r>
    </w:p>
    <w:p w:rsidR="00FC0D5A" w:rsidRPr="00FC0D5A" w:rsidRDefault="00FC0D5A" w:rsidP="009A6F08">
      <w:r w:rsidRPr="00FC0D5A">
        <w:t>ss</w:t>
      </w:r>
    </w:p>
    <w:p w:rsidR="00FC0D5A" w:rsidRPr="00FC0D5A" w:rsidRDefault="00FC0D5A" w:rsidP="009A6F08">
      <w:r w:rsidRPr="00FC0D5A">
        <w:t>fsbase</w:t>
      </w:r>
    </w:p>
    <w:p w:rsidR="00FC0D5A" w:rsidRDefault="00FC0D5A" w:rsidP="009A6F08">
      <w:r w:rsidRPr="00FC0D5A">
        <w:t>gsbase</w:t>
      </w:r>
    </w:p>
    <w:p w:rsidR="00FC0D5A" w:rsidRDefault="00FC0D5A" w:rsidP="009A6F08">
      <w:pPr>
        <w:sectPr w:rsidR="00FC0D5A" w:rsidSect="00FC0D5A">
          <w:type w:val="continuous"/>
          <w:pgSz w:w="12240" w:h="15840"/>
          <w:pgMar w:top="1440" w:right="1440" w:bottom="1440" w:left="1440" w:header="720" w:footer="720" w:gutter="0"/>
          <w:cols w:num="3" w:space="720"/>
          <w:docGrid w:linePitch="360"/>
        </w:sectPr>
      </w:pPr>
    </w:p>
    <w:p w:rsidR="00FC0D5A" w:rsidRPr="00F600B6" w:rsidRDefault="00FC0D5A" w:rsidP="009A6F08"/>
    <w:p w:rsidR="00FC0D5A" w:rsidRDefault="00FC0D5A" w:rsidP="009A6F08">
      <w:r>
        <w:t>namespace ppc32</w:t>
      </w:r>
      <w:r w:rsidR="000F4AA4" w:rsidRPr="004322D7">
        <w:fldChar w:fldCharType="begin"/>
      </w:r>
      <w:r w:rsidR="004322D7" w:rsidRPr="004322D7">
        <w:instrText xml:space="preserve"> XE "ppc32 registers" </w:instrText>
      </w:r>
      <w:r w:rsidR="000F4AA4" w:rsidRPr="004322D7">
        <w:fldChar w:fldCharType="end"/>
      </w:r>
    </w:p>
    <w:p w:rsidR="00413963" w:rsidRDefault="00413963" w:rsidP="009A6F08">
      <w:pPr>
        <w:sectPr w:rsidR="00413963" w:rsidSect="00FC0D5A">
          <w:type w:val="continuous"/>
          <w:pgSz w:w="12240" w:h="15840"/>
          <w:pgMar w:top="1440" w:right="1440" w:bottom="1440" w:left="1440" w:header="720" w:footer="720" w:gutter="0"/>
          <w:cols w:space="720"/>
          <w:docGrid w:linePitch="360"/>
        </w:sectPr>
      </w:pPr>
    </w:p>
    <w:p w:rsidR="00FC0D5A" w:rsidRDefault="00FC0D5A" w:rsidP="009A6F08">
      <w:r>
        <w:lastRenderedPageBreak/>
        <w:t>r0</w:t>
      </w:r>
    </w:p>
    <w:p w:rsidR="00FC0D5A" w:rsidRDefault="00FC0D5A" w:rsidP="009A6F08">
      <w:r>
        <w:t>r1</w:t>
      </w:r>
    </w:p>
    <w:p w:rsidR="00FC0D5A" w:rsidRDefault="00FC0D5A" w:rsidP="009A6F08">
      <w:r>
        <w:t>r2</w:t>
      </w:r>
    </w:p>
    <w:p w:rsidR="00FC0D5A" w:rsidRDefault="00FC0D5A" w:rsidP="009A6F08">
      <w:r>
        <w:t>r3</w:t>
      </w:r>
    </w:p>
    <w:p w:rsidR="00FC0D5A" w:rsidRDefault="00FC0D5A" w:rsidP="009A6F08">
      <w:r>
        <w:t>r4</w:t>
      </w:r>
    </w:p>
    <w:p w:rsidR="00FC0D5A" w:rsidRDefault="00FC0D5A" w:rsidP="009A6F08">
      <w:r>
        <w:t>r5</w:t>
      </w:r>
    </w:p>
    <w:p w:rsidR="00FC0D5A" w:rsidRDefault="00FC0D5A" w:rsidP="009A6F08">
      <w:r>
        <w:t>r6</w:t>
      </w:r>
    </w:p>
    <w:p w:rsidR="00FC0D5A" w:rsidRDefault="00FC0D5A" w:rsidP="009A6F08">
      <w:r>
        <w:t>r7</w:t>
      </w:r>
    </w:p>
    <w:p w:rsidR="00FC0D5A" w:rsidRDefault="00FC0D5A" w:rsidP="009A6F08">
      <w:r>
        <w:t>r8</w:t>
      </w:r>
    </w:p>
    <w:p w:rsidR="00FC0D5A" w:rsidRDefault="00FC0D5A" w:rsidP="009A6F08">
      <w:r>
        <w:t>r9</w:t>
      </w:r>
    </w:p>
    <w:p w:rsidR="00FC0D5A" w:rsidRDefault="00FC0D5A" w:rsidP="009A6F08">
      <w:r>
        <w:t>r10</w:t>
      </w:r>
    </w:p>
    <w:p w:rsidR="00413963" w:rsidRDefault="00413963" w:rsidP="009A6F08">
      <w:r>
        <w:t>r11</w:t>
      </w:r>
    </w:p>
    <w:p w:rsidR="00413963" w:rsidRDefault="00413963" w:rsidP="009A6F08">
      <w:r>
        <w:t>r12</w:t>
      </w:r>
    </w:p>
    <w:p w:rsidR="00413963" w:rsidRDefault="00413963" w:rsidP="009A6F08">
      <w:r>
        <w:lastRenderedPageBreak/>
        <w:t>r13</w:t>
      </w:r>
    </w:p>
    <w:p w:rsidR="00413963" w:rsidRDefault="00413963" w:rsidP="009A6F08">
      <w:r>
        <w:t>r14</w:t>
      </w:r>
    </w:p>
    <w:p w:rsidR="00413963" w:rsidRDefault="00413963" w:rsidP="009A6F08">
      <w:r>
        <w:t>r15</w:t>
      </w:r>
    </w:p>
    <w:p w:rsidR="00413963" w:rsidRDefault="00413963" w:rsidP="009A6F08">
      <w:r>
        <w:t>r16</w:t>
      </w:r>
    </w:p>
    <w:p w:rsidR="00413963" w:rsidRDefault="00413963" w:rsidP="009A6F08">
      <w:r>
        <w:t>r17</w:t>
      </w:r>
    </w:p>
    <w:p w:rsidR="00413963" w:rsidRDefault="00413963" w:rsidP="009A6F08">
      <w:r>
        <w:t>r18</w:t>
      </w:r>
    </w:p>
    <w:p w:rsidR="00413963" w:rsidRDefault="00413963" w:rsidP="009A6F08">
      <w:r>
        <w:t>r19</w:t>
      </w:r>
    </w:p>
    <w:p w:rsidR="00413963" w:rsidRDefault="00413963" w:rsidP="009A6F08">
      <w:r>
        <w:t>r20</w:t>
      </w:r>
    </w:p>
    <w:p w:rsidR="00413963" w:rsidRDefault="00413963" w:rsidP="009A6F08">
      <w:r>
        <w:t>r21</w:t>
      </w:r>
    </w:p>
    <w:p w:rsidR="00413963" w:rsidRDefault="00413963" w:rsidP="009A6F08">
      <w:r>
        <w:t>r22</w:t>
      </w:r>
    </w:p>
    <w:p w:rsidR="00413963" w:rsidRDefault="00413963" w:rsidP="009A6F08">
      <w:r>
        <w:t>r23</w:t>
      </w:r>
    </w:p>
    <w:p w:rsidR="00413963" w:rsidRDefault="00413963" w:rsidP="009A6F08">
      <w:r>
        <w:t>r24</w:t>
      </w:r>
    </w:p>
    <w:p w:rsidR="00413963" w:rsidRDefault="00413963" w:rsidP="009A6F08">
      <w:r>
        <w:t>r25</w:t>
      </w:r>
    </w:p>
    <w:p w:rsidR="00413963" w:rsidRDefault="00413963" w:rsidP="009A6F08">
      <w:r>
        <w:lastRenderedPageBreak/>
        <w:t>r26</w:t>
      </w:r>
    </w:p>
    <w:p w:rsidR="00413963" w:rsidRDefault="00413963" w:rsidP="009A6F08">
      <w:r>
        <w:t>r27</w:t>
      </w:r>
    </w:p>
    <w:p w:rsidR="00413963" w:rsidRDefault="00413963" w:rsidP="009A6F08">
      <w:r>
        <w:t>r28</w:t>
      </w:r>
    </w:p>
    <w:p w:rsidR="00413963" w:rsidRDefault="00413963" w:rsidP="009A6F08">
      <w:r>
        <w:t>r29</w:t>
      </w:r>
    </w:p>
    <w:p w:rsidR="00413963" w:rsidRDefault="00413963" w:rsidP="009A6F08">
      <w:r>
        <w:t>r30</w:t>
      </w:r>
    </w:p>
    <w:p w:rsidR="00413963" w:rsidRDefault="00413963" w:rsidP="009A6F08">
      <w:r>
        <w:t>r31</w:t>
      </w:r>
    </w:p>
    <w:p w:rsidR="00413963" w:rsidRDefault="00413963" w:rsidP="009A6F08">
      <w:r>
        <w:t>fpscw</w:t>
      </w:r>
    </w:p>
    <w:p w:rsidR="00413963" w:rsidRDefault="00413963" w:rsidP="009A6F08">
      <w:r>
        <w:t>lr</w:t>
      </w:r>
    </w:p>
    <w:p w:rsidR="00413963" w:rsidRDefault="00413963" w:rsidP="009A6F08">
      <w:r>
        <w:t>cr</w:t>
      </w:r>
    </w:p>
    <w:p w:rsidR="00413963" w:rsidRDefault="00413963" w:rsidP="009A6F08">
      <w:r>
        <w:t>xer</w:t>
      </w:r>
    </w:p>
    <w:p w:rsidR="00413963" w:rsidRDefault="00413963" w:rsidP="009A6F08">
      <w:r>
        <w:t>ctr</w:t>
      </w:r>
    </w:p>
    <w:p w:rsidR="00413963" w:rsidRDefault="00413963" w:rsidP="009A6F08">
      <w:r>
        <w:t>pc</w:t>
      </w:r>
    </w:p>
    <w:p w:rsidR="00413963" w:rsidRDefault="00413963" w:rsidP="009A6F08">
      <w:r>
        <w:t>msr</w:t>
      </w:r>
    </w:p>
    <w:p w:rsidR="00413963" w:rsidRDefault="00413963" w:rsidP="009A6F08">
      <w:pPr>
        <w:sectPr w:rsidR="00413963" w:rsidSect="00413963">
          <w:type w:val="continuous"/>
          <w:pgSz w:w="12240" w:h="15840"/>
          <w:pgMar w:top="1440" w:right="1440" w:bottom="1440" w:left="1440" w:header="720" w:footer="720" w:gutter="0"/>
          <w:cols w:num="3" w:space="720"/>
          <w:docGrid w:linePitch="360"/>
        </w:sectPr>
      </w:pPr>
    </w:p>
    <w:p w:rsidR="00413963" w:rsidRPr="00F600B6" w:rsidRDefault="00413963" w:rsidP="009A6F08"/>
    <w:p w:rsidR="00413963" w:rsidRPr="00413963" w:rsidRDefault="00413963" w:rsidP="0002725F">
      <w:pPr>
        <w:jc w:val="left"/>
        <w:sectPr w:rsidR="00413963" w:rsidRPr="00413963" w:rsidSect="00FC0D5A">
          <w:type w:val="continuous"/>
          <w:pgSz w:w="12240" w:h="15840"/>
          <w:pgMar w:top="1440" w:right="1440" w:bottom="1440" w:left="1440" w:header="720" w:footer="720" w:gutter="0"/>
          <w:cols w:space="720"/>
          <w:docGrid w:linePitch="360"/>
        </w:sectPr>
      </w:pPr>
      <w:r>
        <w:t>namespace ppc64</w:t>
      </w:r>
      <w:r w:rsidR="000F4AA4" w:rsidRPr="004322D7">
        <w:fldChar w:fldCharType="begin"/>
      </w:r>
      <w:r w:rsidR="004322D7" w:rsidRPr="004322D7">
        <w:instrText xml:space="preserve"> XE "ppc64 registers" </w:instrText>
      </w:r>
      <w:r w:rsidR="000F4AA4" w:rsidRPr="004322D7">
        <w:fldChar w:fldCharType="end"/>
      </w:r>
    </w:p>
    <w:p w:rsidR="00413963" w:rsidRDefault="00413963" w:rsidP="009A6F08">
      <w:r>
        <w:lastRenderedPageBreak/>
        <w:t>r0</w:t>
      </w:r>
    </w:p>
    <w:p w:rsidR="00413963" w:rsidRDefault="00413963" w:rsidP="009A6F08">
      <w:r>
        <w:t>r1</w:t>
      </w:r>
    </w:p>
    <w:p w:rsidR="00413963" w:rsidRDefault="00413963" w:rsidP="009A6F08">
      <w:r>
        <w:t>r2</w:t>
      </w:r>
    </w:p>
    <w:p w:rsidR="00413963" w:rsidRDefault="00413963" w:rsidP="009A6F08">
      <w:r>
        <w:t>r3</w:t>
      </w:r>
    </w:p>
    <w:p w:rsidR="00413963" w:rsidRDefault="00413963" w:rsidP="009A6F08">
      <w:r>
        <w:t>r4</w:t>
      </w:r>
    </w:p>
    <w:p w:rsidR="00413963" w:rsidRDefault="00413963" w:rsidP="009A6F08">
      <w:r>
        <w:t>r5</w:t>
      </w:r>
    </w:p>
    <w:p w:rsidR="00413963" w:rsidRDefault="00413963" w:rsidP="009A6F08">
      <w:r>
        <w:t>r6</w:t>
      </w:r>
    </w:p>
    <w:p w:rsidR="00413963" w:rsidRDefault="00413963" w:rsidP="009A6F08">
      <w:r>
        <w:t>r7</w:t>
      </w:r>
    </w:p>
    <w:p w:rsidR="00413963" w:rsidRDefault="00413963" w:rsidP="009A6F08">
      <w:r>
        <w:t>r8</w:t>
      </w:r>
    </w:p>
    <w:p w:rsidR="00413963" w:rsidRDefault="00413963" w:rsidP="009A6F08">
      <w:r>
        <w:t>r9</w:t>
      </w:r>
    </w:p>
    <w:p w:rsidR="00413963" w:rsidRDefault="00413963" w:rsidP="009A6F08">
      <w:r>
        <w:t>r10</w:t>
      </w:r>
    </w:p>
    <w:p w:rsidR="00413963" w:rsidRDefault="00413963" w:rsidP="009A6F08">
      <w:r>
        <w:t>r11</w:t>
      </w:r>
    </w:p>
    <w:p w:rsidR="00413963" w:rsidRDefault="00413963" w:rsidP="009A6F08">
      <w:r>
        <w:t>r12</w:t>
      </w:r>
    </w:p>
    <w:p w:rsidR="00413963" w:rsidRDefault="00413963" w:rsidP="009A6F08">
      <w:r>
        <w:lastRenderedPageBreak/>
        <w:t>r13</w:t>
      </w:r>
    </w:p>
    <w:p w:rsidR="00413963" w:rsidRDefault="00413963" w:rsidP="009A6F08">
      <w:r>
        <w:t>r14</w:t>
      </w:r>
    </w:p>
    <w:p w:rsidR="00413963" w:rsidRDefault="00413963" w:rsidP="009A6F08">
      <w:r>
        <w:t>r15</w:t>
      </w:r>
    </w:p>
    <w:p w:rsidR="00413963" w:rsidRDefault="00413963" w:rsidP="009A6F08">
      <w:r>
        <w:t>r16</w:t>
      </w:r>
    </w:p>
    <w:p w:rsidR="00413963" w:rsidRDefault="00413963" w:rsidP="009A6F08">
      <w:r>
        <w:t>r17</w:t>
      </w:r>
    </w:p>
    <w:p w:rsidR="00413963" w:rsidRDefault="00413963" w:rsidP="009A6F08">
      <w:r>
        <w:t>r18</w:t>
      </w:r>
    </w:p>
    <w:p w:rsidR="00413963" w:rsidRDefault="00413963" w:rsidP="009A6F08">
      <w:r>
        <w:t>r19</w:t>
      </w:r>
    </w:p>
    <w:p w:rsidR="00413963" w:rsidRDefault="00413963" w:rsidP="009A6F08">
      <w:r>
        <w:t>r20</w:t>
      </w:r>
    </w:p>
    <w:p w:rsidR="00413963" w:rsidRDefault="00413963" w:rsidP="009A6F08">
      <w:r>
        <w:t>r21</w:t>
      </w:r>
    </w:p>
    <w:p w:rsidR="00413963" w:rsidRDefault="00413963" w:rsidP="009A6F08">
      <w:r>
        <w:t>r22</w:t>
      </w:r>
    </w:p>
    <w:p w:rsidR="00413963" w:rsidRDefault="00413963" w:rsidP="009A6F08">
      <w:r>
        <w:t>r23</w:t>
      </w:r>
    </w:p>
    <w:p w:rsidR="00413963" w:rsidRDefault="00413963" w:rsidP="009A6F08">
      <w:r>
        <w:t>r24</w:t>
      </w:r>
    </w:p>
    <w:p w:rsidR="00413963" w:rsidRDefault="00413963" w:rsidP="009A6F08">
      <w:r>
        <w:t>r25</w:t>
      </w:r>
    </w:p>
    <w:p w:rsidR="00413963" w:rsidRDefault="00413963" w:rsidP="009A6F08">
      <w:r>
        <w:lastRenderedPageBreak/>
        <w:t>r26</w:t>
      </w:r>
    </w:p>
    <w:p w:rsidR="00413963" w:rsidRDefault="00413963" w:rsidP="009A6F08">
      <w:r>
        <w:t>r27</w:t>
      </w:r>
    </w:p>
    <w:p w:rsidR="00413963" w:rsidRDefault="00413963" w:rsidP="009A6F08">
      <w:r>
        <w:t>r28</w:t>
      </w:r>
    </w:p>
    <w:p w:rsidR="00413963" w:rsidRDefault="00413963" w:rsidP="009A6F08">
      <w:r>
        <w:t>r29</w:t>
      </w:r>
    </w:p>
    <w:p w:rsidR="00413963" w:rsidRDefault="00413963" w:rsidP="009A6F08">
      <w:r>
        <w:t>r30</w:t>
      </w:r>
    </w:p>
    <w:p w:rsidR="00413963" w:rsidRDefault="00413963" w:rsidP="009A6F08">
      <w:r>
        <w:t>r31</w:t>
      </w:r>
    </w:p>
    <w:p w:rsidR="00413963" w:rsidRDefault="00413963" w:rsidP="009A6F08">
      <w:r>
        <w:t>fpscw</w:t>
      </w:r>
    </w:p>
    <w:p w:rsidR="00413963" w:rsidRDefault="00413963" w:rsidP="009A6F08">
      <w:r>
        <w:t>lr</w:t>
      </w:r>
    </w:p>
    <w:p w:rsidR="00413963" w:rsidRDefault="00413963" w:rsidP="009A6F08">
      <w:r>
        <w:t>cr</w:t>
      </w:r>
    </w:p>
    <w:p w:rsidR="00413963" w:rsidRDefault="00413963" w:rsidP="009A6F08">
      <w:r>
        <w:t>xer</w:t>
      </w:r>
    </w:p>
    <w:p w:rsidR="00413963" w:rsidRDefault="00413963" w:rsidP="009A6F08">
      <w:r>
        <w:t>ctr</w:t>
      </w:r>
    </w:p>
    <w:p w:rsidR="00413963" w:rsidRDefault="00413963" w:rsidP="009A6F08">
      <w:r>
        <w:t>pc</w:t>
      </w:r>
    </w:p>
    <w:p w:rsidR="00413963" w:rsidRDefault="00413963" w:rsidP="009A6F08">
      <w:r>
        <w:t>msr</w:t>
      </w:r>
    </w:p>
    <w:p w:rsidR="00413963" w:rsidRDefault="00413963" w:rsidP="009A6F08">
      <w:pPr>
        <w:sectPr w:rsidR="00413963" w:rsidSect="00413963">
          <w:type w:val="continuous"/>
          <w:pgSz w:w="12240" w:h="15840"/>
          <w:pgMar w:top="1440" w:right="1440" w:bottom="1440" w:left="1440" w:header="720" w:footer="720" w:gutter="0"/>
          <w:cols w:num="3" w:space="720"/>
          <w:docGrid w:linePitch="360"/>
        </w:sectPr>
      </w:pPr>
    </w:p>
    <w:p w:rsidR="00413963" w:rsidRDefault="00413963" w:rsidP="009A6F08"/>
    <w:p w:rsidR="00F61C9D" w:rsidRDefault="00413963" w:rsidP="009A6F08">
      <w:pPr>
        <w:rPr>
          <w:noProof/>
        </w:rPr>
      </w:pPr>
      <w:r>
        <w:br w:type="page"/>
      </w:r>
      <w:r w:rsidR="000F4AA4">
        <w:fldChar w:fldCharType="begin"/>
      </w:r>
      <w:r w:rsidR="00C1068A">
        <w:instrText xml:space="preserve"> INDEX \e "</w:instrText>
      </w:r>
      <w:r w:rsidR="00C1068A">
        <w:tab/>
        <w:instrText xml:space="preserve">" \c "2" \z "1033" </w:instrText>
      </w:r>
      <w:r w:rsidR="000F4AA4">
        <w:fldChar w:fldCharType="separate"/>
      </w:r>
    </w:p>
    <w:p w:rsidR="00F61C9D" w:rsidRDefault="00F61C9D" w:rsidP="009A6F08">
      <w:pPr>
        <w:rPr>
          <w:noProof/>
        </w:rPr>
        <w:sectPr w:rsidR="00F61C9D" w:rsidSect="00F61C9D">
          <w:type w:val="continuous"/>
          <w:pgSz w:w="12240" w:h="15840"/>
          <w:pgMar w:top="1440" w:right="1440" w:bottom="1440" w:left="1440" w:header="720" w:footer="720" w:gutter="0"/>
          <w:cols w:space="720"/>
          <w:docGrid w:linePitch="360"/>
        </w:sectPr>
      </w:pPr>
    </w:p>
    <w:p w:rsidR="00F61C9D" w:rsidRDefault="00F61C9D">
      <w:pPr>
        <w:pStyle w:val="Index1"/>
        <w:tabs>
          <w:tab w:val="right" w:leader="dot" w:pos="4310"/>
        </w:tabs>
        <w:rPr>
          <w:noProof/>
        </w:rPr>
      </w:pPr>
      <w:r>
        <w:rPr>
          <w:noProof/>
        </w:rPr>
        <w:lastRenderedPageBreak/>
        <w:t>addBreakpoint, Process</w:t>
      </w:r>
      <w:r>
        <w:rPr>
          <w:noProof/>
        </w:rPr>
        <w:tab/>
        <w:t>16, 41</w:t>
      </w:r>
    </w:p>
    <w:p w:rsidR="00F61C9D" w:rsidRDefault="00F61C9D">
      <w:pPr>
        <w:pStyle w:val="Index1"/>
        <w:tabs>
          <w:tab w:val="right" w:leader="dot" w:pos="4310"/>
        </w:tabs>
        <w:rPr>
          <w:noProof/>
        </w:rPr>
      </w:pPr>
      <w:r w:rsidRPr="001B07ED">
        <w:rPr>
          <w:rFonts w:cstheme="minorHAnsi"/>
          <w:noProof/>
        </w:rPr>
        <w:t>addBreakpoint, ProcessSet</w:t>
      </w:r>
      <w:r>
        <w:rPr>
          <w:noProof/>
        </w:rPr>
        <w:tab/>
        <w:t>41</w:t>
      </w:r>
    </w:p>
    <w:p w:rsidR="00F61C9D" w:rsidRDefault="00F61C9D">
      <w:pPr>
        <w:pStyle w:val="Index1"/>
        <w:tabs>
          <w:tab w:val="right" w:leader="dot" w:pos="4310"/>
        </w:tabs>
        <w:rPr>
          <w:noProof/>
        </w:rPr>
      </w:pPr>
      <w:r>
        <w:rPr>
          <w:noProof/>
        </w:rPr>
        <w:t>AddressSet</w:t>
      </w:r>
      <w:r>
        <w:rPr>
          <w:noProof/>
        </w:rPr>
        <w:tab/>
        <w:t>30, 35, 39, 40, 45, 46</w:t>
      </w:r>
    </w:p>
    <w:p w:rsidR="00F61C9D" w:rsidRDefault="00F61C9D">
      <w:pPr>
        <w:pStyle w:val="Index1"/>
        <w:tabs>
          <w:tab w:val="right" w:leader="dot" w:pos="4310"/>
        </w:tabs>
        <w:rPr>
          <w:noProof/>
        </w:rPr>
      </w:pPr>
      <w:r w:rsidRPr="001B07ED">
        <w:rPr>
          <w:rFonts w:cstheme="minorHAnsi"/>
          <w:noProof/>
        </w:rPr>
        <w:t>allCrashed, ProcessSet</w:t>
      </w:r>
      <w:r>
        <w:rPr>
          <w:noProof/>
        </w:rPr>
        <w:tab/>
        <w:t>37</w:t>
      </w:r>
    </w:p>
    <w:p w:rsidR="00F61C9D" w:rsidRDefault="00F61C9D">
      <w:pPr>
        <w:pStyle w:val="Index1"/>
        <w:tabs>
          <w:tab w:val="right" w:leader="dot" w:pos="4310"/>
        </w:tabs>
        <w:rPr>
          <w:noProof/>
        </w:rPr>
      </w:pPr>
      <w:r w:rsidRPr="001B07ED">
        <w:rPr>
          <w:rFonts w:cstheme="minorHAnsi"/>
          <w:noProof/>
        </w:rPr>
        <w:t>allDetached, ProcessSet</w:t>
      </w:r>
      <w:r>
        <w:rPr>
          <w:noProof/>
        </w:rPr>
        <w:tab/>
        <w:t>37</w:t>
      </w:r>
    </w:p>
    <w:p w:rsidR="00F61C9D" w:rsidRDefault="00F61C9D">
      <w:pPr>
        <w:pStyle w:val="Index1"/>
        <w:tabs>
          <w:tab w:val="right" w:leader="dot" w:pos="4310"/>
        </w:tabs>
        <w:rPr>
          <w:noProof/>
        </w:rPr>
      </w:pPr>
      <w:r w:rsidRPr="001B07ED">
        <w:rPr>
          <w:rFonts w:cstheme="minorHAnsi"/>
          <w:noProof/>
        </w:rPr>
        <w:t>allExited, ProcessSet</w:t>
      </w:r>
      <w:r>
        <w:rPr>
          <w:noProof/>
        </w:rPr>
        <w:tab/>
        <w:t>37</w:t>
      </w:r>
    </w:p>
    <w:p w:rsidR="00F61C9D" w:rsidRDefault="00F61C9D">
      <w:pPr>
        <w:pStyle w:val="Index1"/>
        <w:tabs>
          <w:tab w:val="right" w:leader="dot" w:pos="4310"/>
        </w:tabs>
        <w:rPr>
          <w:noProof/>
        </w:rPr>
      </w:pPr>
      <w:r w:rsidRPr="001B07ED">
        <w:rPr>
          <w:rFonts w:cstheme="minorHAnsi"/>
          <w:noProof/>
        </w:rPr>
        <w:t>allHaveUserThreadInfo, ThreadSet</w:t>
      </w:r>
      <w:r>
        <w:rPr>
          <w:noProof/>
        </w:rPr>
        <w:tab/>
        <w:t>45</w:t>
      </w:r>
    </w:p>
    <w:p w:rsidR="00F61C9D" w:rsidRDefault="00F61C9D">
      <w:pPr>
        <w:pStyle w:val="Index1"/>
        <w:tabs>
          <w:tab w:val="right" w:leader="dot" w:pos="4310"/>
        </w:tabs>
        <w:rPr>
          <w:noProof/>
        </w:rPr>
      </w:pPr>
      <w:r w:rsidRPr="001B07ED">
        <w:rPr>
          <w:rFonts w:cstheme="minorHAnsi"/>
          <w:noProof/>
        </w:rPr>
        <w:t>allRunning, ThreadSet</w:t>
      </w:r>
      <w:r>
        <w:rPr>
          <w:noProof/>
        </w:rPr>
        <w:tab/>
        <w:t>45</w:t>
      </w:r>
    </w:p>
    <w:p w:rsidR="00F61C9D" w:rsidRDefault="00F61C9D">
      <w:pPr>
        <w:pStyle w:val="Index1"/>
        <w:tabs>
          <w:tab w:val="right" w:leader="dot" w:pos="4310"/>
        </w:tabs>
        <w:rPr>
          <w:noProof/>
        </w:rPr>
      </w:pPr>
      <w:r w:rsidRPr="001B07ED">
        <w:rPr>
          <w:rFonts w:cstheme="minorHAnsi"/>
          <w:noProof/>
        </w:rPr>
        <w:t>allSingleStepMode, ThreadSet</w:t>
      </w:r>
      <w:r>
        <w:rPr>
          <w:noProof/>
        </w:rPr>
        <w:tab/>
        <w:t>45</w:t>
      </w:r>
    </w:p>
    <w:p w:rsidR="00F61C9D" w:rsidRDefault="00F61C9D">
      <w:pPr>
        <w:pStyle w:val="Index1"/>
        <w:tabs>
          <w:tab w:val="right" w:leader="dot" w:pos="4310"/>
        </w:tabs>
        <w:rPr>
          <w:noProof/>
        </w:rPr>
      </w:pPr>
      <w:r w:rsidRPr="001B07ED">
        <w:rPr>
          <w:rFonts w:cstheme="minorHAnsi"/>
          <w:noProof/>
        </w:rPr>
        <w:t>allStopped, ThreadSet</w:t>
      </w:r>
      <w:r>
        <w:rPr>
          <w:noProof/>
        </w:rPr>
        <w:tab/>
        <w:t>45</w:t>
      </w:r>
    </w:p>
    <w:p w:rsidR="00F61C9D" w:rsidRDefault="00F61C9D">
      <w:pPr>
        <w:pStyle w:val="Index1"/>
        <w:tabs>
          <w:tab w:val="right" w:leader="dot" w:pos="4310"/>
        </w:tabs>
        <w:rPr>
          <w:noProof/>
        </w:rPr>
      </w:pPr>
      <w:r w:rsidRPr="001B07ED">
        <w:rPr>
          <w:rFonts w:cstheme="minorHAnsi"/>
          <w:noProof/>
        </w:rPr>
        <w:t>allTerminated, ProcessSet</w:t>
      </w:r>
      <w:r>
        <w:rPr>
          <w:noProof/>
        </w:rPr>
        <w:tab/>
        <w:t>37</w:t>
      </w:r>
    </w:p>
    <w:p w:rsidR="00F61C9D" w:rsidRDefault="00F61C9D">
      <w:pPr>
        <w:pStyle w:val="Index1"/>
        <w:tabs>
          <w:tab w:val="right" w:leader="dot" w:pos="4310"/>
        </w:tabs>
        <w:rPr>
          <w:noProof/>
        </w:rPr>
      </w:pPr>
      <w:r w:rsidRPr="001B07ED">
        <w:rPr>
          <w:rFonts w:cstheme="minorHAnsi"/>
          <w:noProof/>
        </w:rPr>
        <w:t>allTerminated, ThreadSet</w:t>
      </w:r>
      <w:r>
        <w:rPr>
          <w:noProof/>
        </w:rPr>
        <w:tab/>
        <w:t>45</w:t>
      </w:r>
    </w:p>
    <w:p w:rsidR="00F61C9D" w:rsidRDefault="00F61C9D">
      <w:pPr>
        <w:pStyle w:val="Index1"/>
        <w:tabs>
          <w:tab w:val="right" w:leader="dot" w:pos="4310"/>
        </w:tabs>
        <w:rPr>
          <w:noProof/>
        </w:rPr>
      </w:pPr>
      <w:r w:rsidRPr="001B07ED">
        <w:rPr>
          <w:rFonts w:cstheme="minorHAnsi"/>
          <w:noProof/>
        </w:rPr>
        <w:t>allThreadRunning, ProcessSet</w:t>
      </w:r>
      <w:r>
        <w:rPr>
          <w:noProof/>
        </w:rPr>
        <w:tab/>
        <w:t>38</w:t>
      </w:r>
    </w:p>
    <w:p w:rsidR="00F61C9D" w:rsidRDefault="00F61C9D">
      <w:pPr>
        <w:pStyle w:val="Index1"/>
        <w:tabs>
          <w:tab w:val="right" w:leader="dot" w:pos="4310"/>
        </w:tabs>
        <w:rPr>
          <w:noProof/>
        </w:rPr>
      </w:pPr>
      <w:r>
        <w:rPr>
          <w:noProof/>
        </w:rPr>
        <w:t>allThreadsRunning, Process</w:t>
      </w:r>
      <w:r>
        <w:rPr>
          <w:noProof/>
        </w:rPr>
        <w:tab/>
        <w:t>13</w:t>
      </w:r>
    </w:p>
    <w:p w:rsidR="00F61C9D" w:rsidRDefault="00F61C9D">
      <w:pPr>
        <w:pStyle w:val="Index1"/>
        <w:tabs>
          <w:tab w:val="right" w:leader="dot" w:pos="4310"/>
        </w:tabs>
        <w:rPr>
          <w:noProof/>
        </w:rPr>
      </w:pPr>
      <w:r>
        <w:rPr>
          <w:noProof/>
        </w:rPr>
        <w:t>allThreadsStopped, Process</w:t>
      </w:r>
      <w:r>
        <w:rPr>
          <w:noProof/>
        </w:rPr>
        <w:tab/>
        <w:t>13</w:t>
      </w:r>
    </w:p>
    <w:p w:rsidR="00F61C9D" w:rsidRDefault="00F61C9D">
      <w:pPr>
        <w:pStyle w:val="Index1"/>
        <w:tabs>
          <w:tab w:val="right" w:leader="dot" w:pos="4310"/>
        </w:tabs>
        <w:rPr>
          <w:noProof/>
        </w:rPr>
      </w:pPr>
      <w:r w:rsidRPr="001B07ED">
        <w:rPr>
          <w:rFonts w:cstheme="minorHAnsi"/>
          <w:noProof/>
        </w:rPr>
        <w:t>allThreadStopped, ProcessSet</w:t>
      </w:r>
      <w:r>
        <w:rPr>
          <w:noProof/>
        </w:rPr>
        <w:tab/>
        <w:t>38</w:t>
      </w:r>
    </w:p>
    <w:p w:rsidR="00F61C9D" w:rsidRDefault="00F61C9D">
      <w:pPr>
        <w:pStyle w:val="Index1"/>
        <w:tabs>
          <w:tab w:val="right" w:leader="dot" w:pos="4310"/>
        </w:tabs>
        <w:rPr>
          <w:noProof/>
        </w:rPr>
      </w:pPr>
      <w:r w:rsidRPr="001B07ED">
        <w:rPr>
          <w:rFonts w:cstheme="minorHAnsi"/>
          <w:noProof/>
        </w:rPr>
        <w:t>anyCrashed, ProcessSet</w:t>
      </w:r>
      <w:r>
        <w:rPr>
          <w:noProof/>
        </w:rPr>
        <w:tab/>
        <w:t>37</w:t>
      </w:r>
    </w:p>
    <w:p w:rsidR="00F61C9D" w:rsidRDefault="00F61C9D">
      <w:pPr>
        <w:pStyle w:val="Index1"/>
        <w:tabs>
          <w:tab w:val="right" w:leader="dot" w:pos="4310"/>
        </w:tabs>
        <w:rPr>
          <w:noProof/>
        </w:rPr>
      </w:pPr>
      <w:r w:rsidRPr="001B07ED">
        <w:rPr>
          <w:rFonts w:cstheme="minorHAnsi"/>
          <w:noProof/>
        </w:rPr>
        <w:t>anyDetached, ProcessSet</w:t>
      </w:r>
      <w:r>
        <w:rPr>
          <w:noProof/>
        </w:rPr>
        <w:tab/>
        <w:t>37</w:t>
      </w:r>
    </w:p>
    <w:p w:rsidR="00F61C9D" w:rsidRDefault="00F61C9D">
      <w:pPr>
        <w:pStyle w:val="Index1"/>
        <w:tabs>
          <w:tab w:val="right" w:leader="dot" w:pos="4310"/>
        </w:tabs>
        <w:rPr>
          <w:noProof/>
        </w:rPr>
      </w:pPr>
      <w:r w:rsidRPr="001B07ED">
        <w:rPr>
          <w:rFonts w:cstheme="minorHAnsi"/>
          <w:noProof/>
        </w:rPr>
        <w:t>anyExited, ProcessSet</w:t>
      </w:r>
      <w:r>
        <w:rPr>
          <w:noProof/>
        </w:rPr>
        <w:tab/>
        <w:t>37</w:t>
      </w:r>
    </w:p>
    <w:p w:rsidR="00F61C9D" w:rsidRDefault="00F61C9D">
      <w:pPr>
        <w:pStyle w:val="Index1"/>
        <w:tabs>
          <w:tab w:val="right" w:leader="dot" w:pos="4310"/>
        </w:tabs>
        <w:rPr>
          <w:noProof/>
        </w:rPr>
      </w:pPr>
      <w:r w:rsidRPr="001B07ED">
        <w:rPr>
          <w:rFonts w:cstheme="minorHAnsi"/>
          <w:noProof/>
        </w:rPr>
        <w:t>anyHaveUserThreadInfo, ThreadSet</w:t>
      </w:r>
      <w:r>
        <w:rPr>
          <w:noProof/>
        </w:rPr>
        <w:tab/>
        <w:t>45</w:t>
      </w:r>
    </w:p>
    <w:p w:rsidR="00F61C9D" w:rsidRDefault="00F61C9D">
      <w:pPr>
        <w:pStyle w:val="Index1"/>
        <w:tabs>
          <w:tab w:val="right" w:leader="dot" w:pos="4310"/>
        </w:tabs>
        <w:rPr>
          <w:noProof/>
        </w:rPr>
      </w:pPr>
      <w:r w:rsidRPr="001B07ED">
        <w:rPr>
          <w:rFonts w:cstheme="minorHAnsi"/>
          <w:noProof/>
        </w:rPr>
        <w:t>anyRunning, ThreadSet</w:t>
      </w:r>
      <w:r>
        <w:rPr>
          <w:noProof/>
        </w:rPr>
        <w:tab/>
        <w:t>45</w:t>
      </w:r>
    </w:p>
    <w:p w:rsidR="00F61C9D" w:rsidRDefault="00F61C9D">
      <w:pPr>
        <w:pStyle w:val="Index1"/>
        <w:tabs>
          <w:tab w:val="right" w:leader="dot" w:pos="4310"/>
        </w:tabs>
        <w:rPr>
          <w:noProof/>
        </w:rPr>
      </w:pPr>
      <w:r w:rsidRPr="001B07ED">
        <w:rPr>
          <w:rFonts w:cstheme="minorHAnsi"/>
          <w:noProof/>
        </w:rPr>
        <w:t>anySingleStepMode, ThreadSet</w:t>
      </w:r>
      <w:r>
        <w:rPr>
          <w:noProof/>
        </w:rPr>
        <w:tab/>
        <w:t>45</w:t>
      </w:r>
    </w:p>
    <w:p w:rsidR="00F61C9D" w:rsidRDefault="00F61C9D">
      <w:pPr>
        <w:pStyle w:val="Index1"/>
        <w:tabs>
          <w:tab w:val="right" w:leader="dot" w:pos="4310"/>
        </w:tabs>
        <w:rPr>
          <w:noProof/>
        </w:rPr>
      </w:pPr>
      <w:r w:rsidRPr="001B07ED">
        <w:rPr>
          <w:rFonts w:cstheme="minorHAnsi"/>
          <w:noProof/>
        </w:rPr>
        <w:t>anyStopped, ThreadSet</w:t>
      </w:r>
      <w:r>
        <w:rPr>
          <w:noProof/>
        </w:rPr>
        <w:tab/>
        <w:t>45</w:t>
      </w:r>
    </w:p>
    <w:p w:rsidR="00F61C9D" w:rsidRDefault="00F61C9D">
      <w:pPr>
        <w:pStyle w:val="Index1"/>
        <w:tabs>
          <w:tab w:val="right" w:leader="dot" w:pos="4310"/>
        </w:tabs>
        <w:rPr>
          <w:noProof/>
        </w:rPr>
      </w:pPr>
      <w:r w:rsidRPr="001B07ED">
        <w:rPr>
          <w:rFonts w:cstheme="minorHAnsi"/>
          <w:noProof/>
        </w:rPr>
        <w:t>anyTerminated, ProcessSet</w:t>
      </w:r>
      <w:r>
        <w:rPr>
          <w:noProof/>
        </w:rPr>
        <w:tab/>
        <w:t>37</w:t>
      </w:r>
    </w:p>
    <w:p w:rsidR="00F61C9D" w:rsidRDefault="00F61C9D">
      <w:pPr>
        <w:pStyle w:val="Index1"/>
        <w:tabs>
          <w:tab w:val="right" w:leader="dot" w:pos="4310"/>
        </w:tabs>
        <w:rPr>
          <w:noProof/>
        </w:rPr>
      </w:pPr>
      <w:r w:rsidRPr="001B07ED">
        <w:rPr>
          <w:rFonts w:cstheme="minorHAnsi"/>
          <w:noProof/>
        </w:rPr>
        <w:t>anyTerminated, ThreadSet</w:t>
      </w:r>
      <w:r>
        <w:rPr>
          <w:noProof/>
        </w:rPr>
        <w:tab/>
        <w:t>45</w:t>
      </w:r>
    </w:p>
    <w:p w:rsidR="00F61C9D" w:rsidRDefault="00F61C9D">
      <w:pPr>
        <w:pStyle w:val="Index1"/>
        <w:tabs>
          <w:tab w:val="right" w:leader="dot" w:pos="4310"/>
        </w:tabs>
        <w:rPr>
          <w:noProof/>
        </w:rPr>
      </w:pPr>
      <w:r w:rsidRPr="001B07ED">
        <w:rPr>
          <w:rFonts w:cstheme="minorHAnsi"/>
          <w:noProof/>
        </w:rPr>
        <w:t>anyThreadRunning, ProcessSet</w:t>
      </w:r>
      <w:r>
        <w:rPr>
          <w:noProof/>
        </w:rPr>
        <w:tab/>
        <w:t>38</w:t>
      </w:r>
    </w:p>
    <w:p w:rsidR="00F61C9D" w:rsidRDefault="00F61C9D">
      <w:pPr>
        <w:pStyle w:val="Index1"/>
        <w:tabs>
          <w:tab w:val="right" w:leader="dot" w:pos="4310"/>
        </w:tabs>
        <w:rPr>
          <w:noProof/>
        </w:rPr>
      </w:pPr>
      <w:r w:rsidRPr="001B07ED">
        <w:rPr>
          <w:rFonts w:cstheme="minorHAnsi"/>
          <w:noProof/>
        </w:rPr>
        <w:t>anyThreadStopped, ProcessSet</w:t>
      </w:r>
      <w:r>
        <w:rPr>
          <w:noProof/>
        </w:rPr>
        <w:tab/>
        <w:t>38</w:t>
      </w:r>
    </w:p>
    <w:p w:rsidR="00F61C9D" w:rsidRDefault="00F61C9D">
      <w:pPr>
        <w:pStyle w:val="Index1"/>
        <w:tabs>
          <w:tab w:val="right" w:leader="dot" w:pos="4310"/>
        </w:tabs>
        <w:rPr>
          <w:noProof/>
        </w:rPr>
      </w:pPr>
      <w:r>
        <w:rPr>
          <w:noProof/>
        </w:rPr>
        <w:t>Architecture</w:t>
      </w:r>
      <w:r>
        <w:rPr>
          <w:noProof/>
        </w:rPr>
        <w:tab/>
        <w:t>60</w:t>
      </w:r>
    </w:p>
    <w:p w:rsidR="00F61C9D" w:rsidRDefault="00F61C9D">
      <w:pPr>
        <w:pStyle w:val="Index1"/>
        <w:tabs>
          <w:tab w:val="right" w:leader="dot" w:pos="4310"/>
        </w:tabs>
        <w:rPr>
          <w:noProof/>
        </w:rPr>
      </w:pPr>
      <w:r w:rsidRPr="001B07ED">
        <w:rPr>
          <w:rFonts w:cstheme="minorHAnsi"/>
          <w:noProof/>
        </w:rPr>
        <w:t>AttachInfo, ProcessSet</w:t>
      </w:r>
      <w:r>
        <w:rPr>
          <w:noProof/>
        </w:rPr>
        <w:tab/>
        <w:t>34, 36</w:t>
      </w:r>
    </w:p>
    <w:p w:rsidR="00F61C9D" w:rsidRDefault="00F61C9D">
      <w:pPr>
        <w:pStyle w:val="Index1"/>
        <w:tabs>
          <w:tab w:val="right" w:leader="dot" w:pos="4310"/>
        </w:tabs>
        <w:rPr>
          <w:noProof/>
        </w:rPr>
      </w:pPr>
      <w:r>
        <w:rPr>
          <w:noProof/>
        </w:rPr>
        <w:t>attachProcess, Process</w:t>
      </w:r>
      <w:r>
        <w:rPr>
          <w:noProof/>
        </w:rPr>
        <w:tab/>
        <w:t>9, 11, 36</w:t>
      </w:r>
    </w:p>
    <w:p w:rsidR="00F61C9D" w:rsidRDefault="00F61C9D">
      <w:pPr>
        <w:pStyle w:val="Index1"/>
        <w:tabs>
          <w:tab w:val="right" w:leader="dot" w:pos="4310"/>
        </w:tabs>
        <w:rPr>
          <w:noProof/>
        </w:rPr>
      </w:pPr>
      <w:r>
        <w:rPr>
          <w:noProof/>
        </w:rPr>
        <w:t>attachProcessSet, ProcessSet</w:t>
      </w:r>
      <w:r>
        <w:rPr>
          <w:noProof/>
        </w:rPr>
        <w:tab/>
        <w:t>34, 36</w:t>
      </w:r>
    </w:p>
    <w:p w:rsidR="00F61C9D" w:rsidRDefault="00F61C9D">
      <w:pPr>
        <w:pStyle w:val="Index1"/>
        <w:tabs>
          <w:tab w:val="right" w:leader="dot" w:pos="4310"/>
        </w:tabs>
        <w:rPr>
          <w:noProof/>
        </w:rPr>
      </w:pPr>
      <w:r w:rsidRPr="001B07ED">
        <w:rPr>
          <w:rFonts w:cstheme="minorHAnsi"/>
          <w:noProof/>
        </w:rPr>
        <w:t>begin, AddressSet</w:t>
      </w:r>
      <w:r>
        <w:rPr>
          <w:noProof/>
        </w:rPr>
        <w:tab/>
        <w:t>31</w:t>
      </w:r>
    </w:p>
    <w:p w:rsidR="00F61C9D" w:rsidRDefault="00F61C9D">
      <w:pPr>
        <w:pStyle w:val="Index1"/>
        <w:tabs>
          <w:tab w:val="right" w:leader="dot" w:pos="4310"/>
        </w:tabs>
        <w:rPr>
          <w:noProof/>
        </w:rPr>
      </w:pPr>
      <w:r>
        <w:rPr>
          <w:noProof/>
        </w:rPr>
        <w:t>begin, LibraryPool</w:t>
      </w:r>
      <w:r>
        <w:rPr>
          <w:noProof/>
        </w:rPr>
        <w:tab/>
        <w:t>28</w:t>
      </w:r>
    </w:p>
    <w:p w:rsidR="00F61C9D" w:rsidRDefault="00F61C9D">
      <w:pPr>
        <w:pStyle w:val="Index1"/>
        <w:tabs>
          <w:tab w:val="right" w:leader="dot" w:pos="4310"/>
        </w:tabs>
        <w:rPr>
          <w:noProof/>
        </w:rPr>
      </w:pPr>
      <w:r w:rsidRPr="001B07ED">
        <w:rPr>
          <w:rFonts w:cstheme="minorHAnsi"/>
          <w:noProof/>
        </w:rPr>
        <w:t>begin, ProcessSet</w:t>
      </w:r>
      <w:r>
        <w:rPr>
          <w:noProof/>
        </w:rPr>
        <w:tab/>
        <w:t>36</w:t>
      </w:r>
    </w:p>
    <w:p w:rsidR="00F61C9D" w:rsidRDefault="00F61C9D">
      <w:pPr>
        <w:pStyle w:val="Index1"/>
        <w:tabs>
          <w:tab w:val="right" w:leader="dot" w:pos="4310"/>
        </w:tabs>
        <w:rPr>
          <w:noProof/>
        </w:rPr>
      </w:pPr>
      <w:r>
        <w:rPr>
          <w:noProof/>
        </w:rPr>
        <w:t>begin, RegisterPool</w:t>
      </w:r>
      <w:r>
        <w:rPr>
          <w:noProof/>
        </w:rPr>
        <w:tab/>
        <w:t>29</w:t>
      </w:r>
    </w:p>
    <w:p w:rsidR="00F61C9D" w:rsidRDefault="00F61C9D">
      <w:pPr>
        <w:pStyle w:val="Index1"/>
        <w:tabs>
          <w:tab w:val="right" w:leader="dot" w:pos="4310"/>
        </w:tabs>
        <w:rPr>
          <w:noProof/>
        </w:rPr>
      </w:pPr>
      <w:r>
        <w:rPr>
          <w:noProof/>
        </w:rPr>
        <w:t>begin, ThreadPool</w:t>
      </w:r>
      <w:r>
        <w:rPr>
          <w:noProof/>
        </w:rPr>
        <w:tab/>
        <w:t>26</w:t>
      </w:r>
    </w:p>
    <w:p w:rsidR="00F61C9D" w:rsidRDefault="00F61C9D">
      <w:pPr>
        <w:pStyle w:val="Index1"/>
        <w:tabs>
          <w:tab w:val="right" w:leader="dot" w:pos="4310"/>
        </w:tabs>
        <w:rPr>
          <w:noProof/>
        </w:rPr>
      </w:pPr>
      <w:r w:rsidRPr="001B07ED">
        <w:rPr>
          <w:rFonts w:cstheme="minorHAnsi"/>
          <w:noProof/>
        </w:rPr>
        <w:t>begin, ThreadSet</w:t>
      </w:r>
      <w:r>
        <w:rPr>
          <w:noProof/>
        </w:rPr>
        <w:tab/>
        <w:t>44</w:t>
      </w:r>
    </w:p>
    <w:p w:rsidR="00F61C9D" w:rsidRDefault="00F61C9D">
      <w:pPr>
        <w:pStyle w:val="Index1"/>
        <w:tabs>
          <w:tab w:val="right" w:leader="dot" w:pos="4310"/>
        </w:tabs>
        <w:rPr>
          <w:noProof/>
        </w:rPr>
      </w:pPr>
      <w:r>
        <w:rPr>
          <w:noProof/>
        </w:rPr>
        <w:t>Breakpoint</w:t>
      </w:r>
      <w:r>
        <w:rPr>
          <w:noProof/>
        </w:rPr>
        <w:tab/>
        <w:t>16, 17, 22, 41, 55</w:t>
      </w:r>
    </w:p>
    <w:p w:rsidR="00F61C9D" w:rsidRDefault="00F61C9D">
      <w:pPr>
        <w:pStyle w:val="Index1"/>
        <w:tabs>
          <w:tab w:val="right" w:leader="dot" w:pos="4310"/>
        </w:tabs>
        <w:rPr>
          <w:noProof/>
        </w:rPr>
      </w:pPr>
      <w:r>
        <w:rPr>
          <w:noProof/>
        </w:rPr>
        <w:t>Breakpoint, Hardware</w:t>
      </w:r>
      <w:r>
        <w:rPr>
          <w:noProof/>
        </w:rPr>
        <w:tab/>
        <w:t>22</w:t>
      </w:r>
    </w:p>
    <w:p w:rsidR="00F61C9D" w:rsidRDefault="00F61C9D">
      <w:pPr>
        <w:pStyle w:val="Index1"/>
        <w:tabs>
          <w:tab w:val="right" w:leader="dot" w:pos="4310"/>
        </w:tabs>
        <w:rPr>
          <w:noProof/>
        </w:rPr>
      </w:pPr>
      <w:r>
        <w:rPr>
          <w:noProof/>
        </w:rPr>
        <w:t>Breakpoint, Software</w:t>
      </w:r>
      <w:r>
        <w:rPr>
          <w:noProof/>
        </w:rPr>
        <w:tab/>
        <w:t>22</w:t>
      </w:r>
    </w:p>
    <w:p w:rsidR="00F61C9D" w:rsidRDefault="00F61C9D">
      <w:pPr>
        <w:pStyle w:val="Index1"/>
        <w:tabs>
          <w:tab w:val="right" w:leader="dot" w:pos="4310"/>
        </w:tabs>
        <w:rPr>
          <w:noProof/>
        </w:rPr>
      </w:pPr>
      <w:r>
        <w:rPr>
          <w:noProof/>
        </w:rPr>
        <w:t>callback function</w:t>
      </w:r>
      <w:r>
        <w:rPr>
          <w:noProof/>
        </w:rPr>
        <w:tab/>
        <w:t>2, 4, 6, 11, 48</w:t>
      </w:r>
    </w:p>
    <w:p w:rsidR="00F61C9D" w:rsidRDefault="00F61C9D">
      <w:pPr>
        <w:pStyle w:val="Index1"/>
        <w:tabs>
          <w:tab w:val="right" w:leader="dot" w:pos="4310"/>
        </w:tabs>
        <w:rPr>
          <w:noProof/>
        </w:rPr>
      </w:pPr>
      <w:r>
        <w:rPr>
          <w:noProof/>
        </w:rPr>
        <w:t>cb_func_t, Process</w:t>
      </w:r>
      <w:r>
        <w:rPr>
          <w:noProof/>
        </w:rPr>
        <w:tab/>
        <w:t>11</w:t>
      </w:r>
    </w:p>
    <w:p w:rsidR="00F61C9D" w:rsidRDefault="00F61C9D">
      <w:pPr>
        <w:pStyle w:val="Index1"/>
        <w:tabs>
          <w:tab w:val="right" w:leader="dot" w:pos="4310"/>
        </w:tabs>
        <w:rPr>
          <w:noProof/>
        </w:rPr>
      </w:pPr>
      <w:r w:rsidRPr="001B07ED">
        <w:rPr>
          <w:rFonts w:cs="Courier New"/>
          <w:noProof/>
        </w:rPr>
        <w:t>cb_ret_t, Process</w:t>
      </w:r>
      <w:r>
        <w:rPr>
          <w:noProof/>
        </w:rPr>
        <w:tab/>
        <w:t>2, 6, 9</w:t>
      </w:r>
    </w:p>
    <w:p w:rsidR="00F61C9D" w:rsidRDefault="00F61C9D">
      <w:pPr>
        <w:pStyle w:val="Index1"/>
        <w:tabs>
          <w:tab w:val="right" w:leader="dot" w:pos="4310"/>
        </w:tabs>
        <w:rPr>
          <w:noProof/>
        </w:rPr>
      </w:pPr>
      <w:r w:rsidRPr="001B07ED">
        <w:rPr>
          <w:rFonts w:cstheme="minorHAnsi"/>
          <w:noProof/>
        </w:rPr>
        <w:t>clear, AddressSet</w:t>
      </w:r>
      <w:r>
        <w:rPr>
          <w:noProof/>
        </w:rPr>
        <w:tab/>
        <w:t>32</w:t>
      </w:r>
    </w:p>
    <w:p w:rsidR="00F61C9D" w:rsidRDefault="00F61C9D">
      <w:pPr>
        <w:pStyle w:val="Index1"/>
        <w:tabs>
          <w:tab w:val="right" w:leader="dot" w:pos="4310"/>
        </w:tabs>
        <w:rPr>
          <w:noProof/>
        </w:rPr>
      </w:pPr>
      <w:r w:rsidRPr="001B07ED">
        <w:rPr>
          <w:rFonts w:cstheme="minorHAnsi"/>
          <w:noProof/>
        </w:rPr>
        <w:t>clear, ProcessSet</w:t>
      </w:r>
      <w:r>
        <w:rPr>
          <w:noProof/>
        </w:rPr>
        <w:tab/>
        <w:t>37</w:t>
      </w:r>
    </w:p>
    <w:p w:rsidR="00F61C9D" w:rsidRDefault="00F61C9D">
      <w:pPr>
        <w:pStyle w:val="Index1"/>
        <w:tabs>
          <w:tab w:val="right" w:leader="dot" w:pos="4310"/>
        </w:tabs>
        <w:rPr>
          <w:noProof/>
        </w:rPr>
      </w:pPr>
      <w:r w:rsidRPr="001B07ED">
        <w:rPr>
          <w:rFonts w:cstheme="minorHAnsi"/>
          <w:noProof/>
        </w:rPr>
        <w:t>clear, ThreadSet</w:t>
      </w:r>
      <w:r>
        <w:rPr>
          <w:noProof/>
        </w:rPr>
        <w:tab/>
        <w:t>44</w:t>
      </w:r>
    </w:p>
    <w:p w:rsidR="00F61C9D" w:rsidRDefault="00F61C9D">
      <w:pPr>
        <w:pStyle w:val="Index1"/>
        <w:tabs>
          <w:tab w:val="right" w:leader="dot" w:pos="4310"/>
        </w:tabs>
        <w:rPr>
          <w:noProof/>
        </w:rPr>
      </w:pPr>
      <w:r>
        <w:rPr>
          <w:noProof/>
        </w:rPr>
        <w:lastRenderedPageBreak/>
        <w:t>code, EventType</w:t>
      </w:r>
      <w:r>
        <w:rPr>
          <w:noProof/>
        </w:rPr>
        <w:tab/>
        <w:t>50</w:t>
      </w:r>
    </w:p>
    <w:p w:rsidR="00F61C9D" w:rsidRDefault="00F61C9D">
      <w:pPr>
        <w:pStyle w:val="Index1"/>
        <w:tabs>
          <w:tab w:val="right" w:leader="dot" w:pos="4310"/>
        </w:tabs>
        <w:rPr>
          <w:noProof/>
        </w:rPr>
      </w:pPr>
      <w:r>
        <w:rPr>
          <w:noProof/>
        </w:rPr>
        <w:t>const_iterator, AddressSet</w:t>
      </w:r>
      <w:r>
        <w:rPr>
          <w:noProof/>
        </w:rPr>
        <w:tab/>
        <w:t>31</w:t>
      </w:r>
    </w:p>
    <w:p w:rsidR="00F61C9D" w:rsidRDefault="00F61C9D">
      <w:pPr>
        <w:pStyle w:val="Index1"/>
        <w:tabs>
          <w:tab w:val="right" w:leader="dot" w:pos="4310"/>
        </w:tabs>
        <w:rPr>
          <w:noProof/>
        </w:rPr>
      </w:pPr>
      <w:r>
        <w:rPr>
          <w:noProof/>
        </w:rPr>
        <w:t>const_iterator, LibraryPool</w:t>
      </w:r>
      <w:r>
        <w:rPr>
          <w:noProof/>
        </w:rPr>
        <w:tab/>
        <w:t>28</w:t>
      </w:r>
    </w:p>
    <w:p w:rsidR="00F61C9D" w:rsidRDefault="00F61C9D">
      <w:pPr>
        <w:pStyle w:val="Index1"/>
        <w:tabs>
          <w:tab w:val="right" w:leader="dot" w:pos="4310"/>
        </w:tabs>
        <w:rPr>
          <w:noProof/>
        </w:rPr>
      </w:pPr>
      <w:r w:rsidRPr="001B07ED">
        <w:rPr>
          <w:rFonts w:cstheme="minorHAnsi"/>
          <w:noProof/>
        </w:rPr>
        <w:t>const_iterator, ProcessSet</w:t>
      </w:r>
      <w:r>
        <w:rPr>
          <w:noProof/>
        </w:rPr>
        <w:tab/>
        <w:t>34</w:t>
      </w:r>
    </w:p>
    <w:p w:rsidR="00F61C9D" w:rsidRDefault="00F61C9D">
      <w:pPr>
        <w:pStyle w:val="Index1"/>
        <w:tabs>
          <w:tab w:val="right" w:leader="dot" w:pos="4310"/>
        </w:tabs>
        <w:rPr>
          <w:noProof/>
        </w:rPr>
      </w:pPr>
      <w:r>
        <w:rPr>
          <w:noProof/>
        </w:rPr>
        <w:t>const_iterator, ThreadPool</w:t>
      </w:r>
      <w:r>
        <w:rPr>
          <w:noProof/>
        </w:rPr>
        <w:tab/>
        <w:t>26</w:t>
      </w:r>
    </w:p>
    <w:p w:rsidR="00F61C9D" w:rsidRDefault="00F61C9D">
      <w:pPr>
        <w:pStyle w:val="Index1"/>
        <w:tabs>
          <w:tab w:val="right" w:leader="dot" w:pos="4310"/>
        </w:tabs>
        <w:rPr>
          <w:noProof/>
        </w:rPr>
      </w:pPr>
      <w:r w:rsidRPr="001B07ED">
        <w:rPr>
          <w:rFonts w:cstheme="minorHAnsi"/>
          <w:noProof/>
        </w:rPr>
        <w:t>const_iterator, ThreadSet</w:t>
      </w:r>
      <w:r>
        <w:rPr>
          <w:noProof/>
        </w:rPr>
        <w:tab/>
        <w:t>43</w:t>
      </w:r>
    </w:p>
    <w:p w:rsidR="00F61C9D" w:rsidRDefault="00F61C9D">
      <w:pPr>
        <w:pStyle w:val="Index1"/>
        <w:tabs>
          <w:tab w:val="right" w:leader="dot" w:pos="4310"/>
        </w:tabs>
        <w:rPr>
          <w:noProof/>
        </w:rPr>
      </w:pPr>
      <w:r w:rsidRPr="001B07ED">
        <w:rPr>
          <w:rFonts w:cs="Courier New"/>
          <w:noProof/>
        </w:rPr>
        <w:t>const_ptr</w:t>
      </w:r>
      <w:r>
        <w:rPr>
          <w:noProof/>
        </w:rPr>
        <w:tab/>
        <w:t>8</w:t>
      </w:r>
    </w:p>
    <w:p w:rsidR="00F61C9D" w:rsidRDefault="00F61C9D">
      <w:pPr>
        <w:pStyle w:val="Index1"/>
        <w:tabs>
          <w:tab w:val="right" w:leader="dot" w:pos="4310"/>
        </w:tabs>
        <w:rPr>
          <w:noProof/>
        </w:rPr>
      </w:pPr>
      <w:r>
        <w:rPr>
          <w:noProof/>
        </w:rPr>
        <w:t>continueProc, Process</w:t>
      </w:r>
      <w:r>
        <w:rPr>
          <w:noProof/>
        </w:rPr>
        <w:tab/>
        <w:t>6, 14, 38</w:t>
      </w:r>
    </w:p>
    <w:p w:rsidR="00F61C9D" w:rsidRDefault="00F61C9D">
      <w:pPr>
        <w:pStyle w:val="Index1"/>
        <w:tabs>
          <w:tab w:val="right" w:leader="dot" w:pos="4310"/>
        </w:tabs>
        <w:rPr>
          <w:noProof/>
        </w:rPr>
      </w:pPr>
      <w:r w:rsidRPr="001B07ED">
        <w:rPr>
          <w:rFonts w:cstheme="minorHAnsi"/>
          <w:noProof/>
        </w:rPr>
        <w:t>continueProcs, ProcessSet</w:t>
      </w:r>
      <w:r>
        <w:rPr>
          <w:noProof/>
        </w:rPr>
        <w:tab/>
        <w:t>38</w:t>
      </w:r>
    </w:p>
    <w:p w:rsidR="00F61C9D" w:rsidRDefault="00F61C9D">
      <w:pPr>
        <w:pStyle w:val="Index1"/>
        <w:tabs>
          <w:tab w:val="right" w:leader="dot" w:pos="4310"/>
        </w:tabs>
        <w:rPr>
          <w:noProof/>
        </w:rPr>
      </w:pPr>
      <w:r>
        <w:rPr>
          <w:noProof/>
        </w:rPr>
        <w:t>continueThread, Thread</w:t>
      </w:r>
      <w:r>
        <w:rPr>
          <w:noProof/>
        </w:rPr>
        <w:tab/>
        <w:t>6, 19, 46</w:t>
      </w:r>
    </w:p>
    <w:p w:rsidR="00F61C9D" w:rsidRDefault="00F61C9D">
      <w:pPr>
        <w:pStyle w:val="Index1"/>
        <w:tabs>
          <w:tab w:val="right" w:leader="dot" w:pos="4310"/>
        </w:tabs>
        <w:rPr>
          <w:noProof/>
        </w:rPr>
      </w:pPr>
      <w:r w:rsidRPr="001B07ED">
        <w:rPr>
          <w:rFonts w:cstheme="minorHAnsi"/>
          <w:noProof/>
        </w:rPr>
        <w:t>continueThreads, ThreadSet</w:t>
      </w:r>
      <w:r>
        <w:rPr>
          <w:noProof/>
        </w:rPr>
        <w:tab/>
        <w:t>46</w:t>
      </w:r>
    </w:p>
    <w:p w:rsidR="00F61C9D" w:rsidRDefault="00F61C9D">
      <w:pPr>
        <w:pStyle w:val="Index1"/>
        <w:tabs>
          <w:tab w:val="right" w:leader="dot" w:pos="4310"/>
        </w:tabs>
        <w:rPr>
          <w:noProof/>
        </w:rPr>
      </w:pPr>
      <w:r>
        <w:rPr>
          <w:noProof/>
        </w:rPr>
        <w:t>controller process</w:t>
      </w:r>
      <w:r>
        <w:rPr>
          <w:noProof/>
        </w:rPr>
        <w:tab/>
        <w:t>1</w:t>
      </w:r>
    </w:p>
    <w:p w:rsidR="00F61C9D" w:rsidRDefault="00F61C9D">
      <w:pPr>
        <w:pStyle w:val="Index1"/>
        <w:tabs>
          <w:tab w:val="right" w:leader="dot" w:pos="4310"/>
        </w:tabs>
        <w:rPr>
          <w:noProof/>
        </w:rPr>
      </w:pPr>
      <w:r>
        <w:rPr>
          <w:noProof/>
        </w:rPr>
        <w:t>control-transfer breakpoints</w:t>
      </w:r>
      <w:r>
        <w:rPr>
          <w:noProof/>
        </w:rPr>
        <w:tab/>
        <w:t>22</w:t>
      </w:r>
    </w:p>
    <w:p w:rsidR="00F61C9D" w:rsidRDefault="00F61C9D">
      <w:pPr>
        <w:pStyle w:val="Index1"/>
        <w:tabs>
          <w:tab w:val="right" w:leader="dot" w:pos="4310"/>
        </w:tabs>
        <w:rPr>
          <w:noProof/>
        </w:rPr>
      </w:pPr>
      <w:r w:rsidRPr="001B07ED">
        <w:rPr>
          <w:rFonts w:cstheme="minorHAnsi"/>
          <w:noProof/>
        </w:rPr>
        <w:t>count, AddressSet</w:t>
      </w:r>
      <w:r>
        <w:rPr>
          <w:noProof/>
        </w:rPr>
        <w:tab/>
        <w:t>32</w:t>
      </w:r>
    </w:p>
    <w:p w:rsidR="00F61C9D" w:rsidRDefault="00F61C9D">
      <w:pPr>
        <w:pStyle w:val="Index1"/>
        <w:tabs>
          <w:tab w:val="right" w:leader="dot" w:pos="4310"/>
        </w:tabs>
        <w:rPr>
          <w:noProof/>
        </w:rPr>
      </w:pPr>
      <w:r w:rsidRPr="001B07ED">
        <w:rPr>
          <w:rFonts w:cstheme="minorHAnsi"/>
          <w:noProof/>
        </w:rPr>
        <w:t>CreateInfo, ProcessSet</w:t>
      </w:r>
      <w:r>
        <w:rPr>
          <w:noProof/>
        </w:rPr>
        <w:tab/>
        <w:t>34, 35</w:t>
      </w:r>
    </w:p>
    <w:p w:rsidR="00F61C9D" w:rsidRDefault="00F61C9D">
      <w:pPr>
        <w:pStyle w:val="Index1"/>
        <w:tabs>
          <w:tab w:val="right" w:leader="dot" w:pos="4310"/>
        </w:tabs>
        <w:rPr>
          <w:noProof/>
        </w:rPr>
      </w:pPr>
      <w:r>
        <w:rPr>
          <w:noProof/>
        </w:rPr>
        <w:t>createIRPC, IRPC</w:t>
      </w:r>
      <w:r>
        <w:rPr>
          <w:noProof/>
        </w:rPr>
        <w:tab/>
        <w:t>24</w:t>
      </w:r>
    </w:p>
    <w:p w:rsidR="00F61C9D" w:rsidRDefault="00F61C9D">
      <w:pPr>
        <w:pStyle w:val="Index1"/>
        <w:tabs>
          <w:tab w:val="right" w:leader="dot" w:pos="4310"/>
        </w:tabs>
        <w:rPr>
          <w:noProof/>
        </w:rPr>
      </w:pPr>
      <w:r>
        <w:rPr>
          <w:noProof/>
        </w:rPr>
        <w:t>createProcess, Process</w:t>
      </w:r>
      <w:r>
        <w:rPr>
          <w:noProof/>
        </w:rPr>
        <w:tab/>
        <w:t>9, 10, 35</w:t>
      </w:r>
    </w:p>
    <w:p w:rsidR="00F61C9D" w:rsidRDefault="00F61C9D">
      <w:pPr>
        <w:pStyle w:val="Index1"/>
        <w:tabs>
          <w:tab w:val="right" w:leader="dot" w:pos="4310"/>
        </w:tabs>
        <w:rPr>
          <w:noProof/>
        </w:rPr>
      </w:pPr>
      <w:r>
        <w:rPr>
          <w:noProof/>
        </w:rPr>
        <w:t>createProcessSet, ProcessSet</w:t>
      </w:r>
      <w:r>
        <w:rPr>
          <w:noProof/>
        </w:rPr>
        <w:tab/>
        <w:t>34, 35</w:t>
      </w:r>
    </w:p>
    <w:p w:rsidR="00F61C9D" w:rsidRDefault="00F61C9D">
      <w:pPr>
        <w:pStyle w:val="Index1"/>
        <w:tabs>
          <w:tab w:val="right" w:leader="dot" w:pos="4310"/>
        </w:tabs>
        <w:rPr>
          <w:noProof/>
        </w:rPr>
      </w:pPr>
      <w:r>
        <w:rPr>
          <w:noProof/>
        </w:rPr>
        <w:t>detach, Process</w:t>
      </w:r>
      <w:r>
        <w:rPr>
          <w:noProof/>
        </w:rPr>
        <w:tab/>
        <w:t>14, 38</w:t>
      </w:r>
    </w:p>
    <w:p w:rsidR="00F61C9D" w:rsidRDefault="00F61C9D">
      <w:pPr>
        <w:pStyle w:val="Index1"/>
        <w:tabs>
          <w:tab w:val="right" w:leader="dot" w:pos="4310"/>
        </w:tabs>
        <w:rPr>
          <w:noProof/>
        </w:rPr>
      </w:pPr>
      <w:r w:rsidRPr="001B07ED">
        <w:rPr>
          <w:rFonts w:cstheme="minorHAnsi"/>
          <w:noProof/>
        </w:rPr>
        <w:t>detach, ProcessSet</w:t>
      </w:r>
      <w:r>
        <w:rPr>
          <w:noProof/>
        </w:rPr>
        <w:tab/>
        <w:t>38</w:t>
      </w:r>
    </w:p>
    <w:p w:rsidR="00F61C9D" w:rsidRDefault="00F61C9D">
      <w:pPr>
        <w:pStyle w:val="Index1"/>
        <w:tabs>
          <w:tab w:val="right" w:leader="dot" w:pos="4310"/>
        </w:tabs>
        <w:rPr>
          <w:noProof/>
        </w:rPr>
      </w:pPr>
      <w:r w:rsidRPr="001B07ED">
        <w:rPr>
          <w:rFonts w:cstheme="minorHAnsi"/>
          <w:noProof/>
        </w:rPr>
        <w:t>empty, AddressSet</w:t>
      </w:r>
      <w:r>
        <w:rPr>
          <w:noProof/>
        </w:rPr>
        <w:tab/>
        <w:t>32</w:t>
      </w:r>
    </w:p>
    <w:p w:rsidR="00F61C9D" w:rsidRDefault="00F61C9D">
      <w:pPr>
        <w:pStyle w:val="Index1"/>
        <w:tabs>
          <w:tab w:val="right" w:leader="dot" w:pos="4310"/>
        </w:tabs>
        <w:rPr>
          <w:noProof/>
        </w:rPr>
      </w:pPr>
      <w:r w:rsidRPr="001B07ED">
        <w:rPr>
          <w:rFonts w:cstheme="minorHAnsi"/>
          <w:noProof/>
        </w:rPr>
        <w:t>empty, ProcessSet</w:t>
      </w:r>
      <w:r>
        <w:rPr>
          <w:noProof/>
        </w:rPr>
        <w:tab/>
        <w:t>36</w:t>
      </w:r>
    </w:p>
    <w:p w:rsidR="00F61C9D" w:rsidRDefault="00F61C9D">
      <w:pPr>
        <w:pStyle w:val="Index1"/>
        <w:tabs>
          <w:tab w:val="right" w:leader="dot" w:pos="4310"/>
        </w:tabs>
        <w:rPr>
          <w:noProof/>
        </w:rPr>
      </w:pPr>
      <w:r w:rsidRPr="001B07ED">
        <w:rPr>
          <w:rFonts w:cstheme="minorHAnsi"/>
          <w:noProof/>
        </w:rPr>
        <w:t>empty, ThreadSet</w:t>
      </w:r>
      <w:r>
        <w:rPr>
          <w:noProof/>
        </w:rPr>
        <w:tab/>
        <w:t>44</w:t>
      </w:r>
    </w:p>
    <w:p w:rsidR="00F61C9D" w:rsidRDefault="00F61C9D">
      <w:pPr>
        <w:pStyle w:val="Index1"/>
        <w:tabs>
          <w:tab w:val="right" w:leader="dot" w:pos="4310"/>
        </w:tabs>
        <w:rPr>
          <w:noProof/>
        </w:rPr>
      </w:pPr>
      <w:r w:rsidRPr="001B07ED">
        <w:rPr>
          <w:rFonts w:cstheme="minorHAnsi"/>
          <w:noProof/>
        </w:rPr>
        <w:t>end, AddressSet</w:t>
      </w:r>
      <w:r>
        <w:rPr>
          <w:noProof/>
        </w:rPr>
        <w:tab/>
        <w:t>32</w:t>
      </w:r>
    </w:p>
    <w:p w:rsidR="00F61C9D" w:rsidRDefault="00F61C9D">
      <w:pPr>
        <w:pStyle w:val="Index1"/>
        <w:tabs>
          <w:tab w:val="right" w:leader="dot" w:pos="4310"/>
        </w:tabs>
        <w:rPr>
          <w:noProof/>
        </w:rPr>
      </w:pPr>
      <w:r>
        <w:rPr>
          <w:noProof/>
        </w:rPr>
        <w:t>end, LibraryPool</w:t>
      </w:r>
      <w:r>
        <w:rPr>
          <w:noProof/>
        </w:rPr>
        <w:tab/>
        <w:t>28</w:t>
      </w:r>
    </w:p>
    <w:p w:rsidR="00F61C9D" w:rsidRDefault="00F61C9D">
      <w:pPr>
        <w:pStyle w:val="Index1"/>
        <w:tabs>
          <w:tab w:val="right" w:leader="dot" w:pos="4310"/>
        </w:tabs>
        <w:rPr>
          <w:noProof/>
        </w:rPr>
      </w:pPr>
      <w:r w:rsidRPr="001B07ED">
        <w:rPr>
          <w:rFonts w:cstheme="minorHAnsi"/>
          <w:noProof/>
        </w:rPr>
        <w:t>end, ProcessSet</w:t>
      </w:r>
      <w:r>
        <w:rPr>
          <w:noProof/>
        </w:rPr>
        <w:tab/>
        <w:t>36</w:t>
      </w:r>
    </w:p>
    <w:p w:rsidR="00F61C9D" w:rsidRDefault="00F61C9D">
      <w:pPr>
        <w:pStyle w:val="Index1"/>
        <w:tabs>
          <w:tab w:val="right" w:leader="dot" w:pos="4310"/>
        </w:tabs>
        <w:rPr>
          <w:noProof/>
        </w:rPr>
      </w:pPr>
      <w:r>
        <w:rPr>
          <w:noProof/>
        </w:rPr>
        <w:t>end, RegisterPool</w:t>
      </w:r>
      <w:r>
        <w:rPr>
          <w:noProof/>
        </w:rPr>
        <w:tab/>
        <w:t>29</w:t>
      </w:r>
    </w:p>
    <w:p w:rsidR="00F61C9D" w:rsidRDefault="00F61C9D">
      <w:pPr>
        <w:pStyle w:val="Index1"/>
        <w:tabs>
          <w:tab w:val="right" w:leader="dot" w:pos="4310"/>
        </w:tabs>
        <w:rPr>
          <w:noProof/>
        </w:rPr>
      </w:pPr>
      <w:r>
        <w:rPr>
          <w:noProof/>
        </w:rPr>
        <w:t>end, ThreadPool</w:t>
      </w:r>
      <w:r>
        <w:rPr>
          <w:noProof/>
        </w:rPr>
        <w:tab/>
        <w:t>26</w:t>
      </w:r>
    </w:p>
    <w:p w:rsidR="00F61C9D" w:rsidRDefault="00F61C9D">
      <w:pPr>
        <w:pStyle w:val="Index1"/>
        <w:tabs>
          <w:tab w:val="right" w:leader="dot" w:pos="4310"/>
        </w:tabs>
        <w:rPr>
          <w:noProof/>
        </w:rPr>
      </w:pPr>
      <w:r w:rsidRPr="001B07ED">
        <w:rPr>
          <w:rFonts w:cstheme="minorHAnsi"/>
          <w:noProof/>
        </w:rPr>
        <w:t>end, ThreadSet</w:t>
      </w:r>
      <w:r>
        <w:rPr>
          <w:noProof/>
        </w:rPr>
        <w:tab/>
        <w:t>44</w:t>
      </w:r>
    </w:p>
    <w:p w:rsidR="00F61C9D" w:rsidRDefault="00F61C9D">
      <w:pPr>
        <w:pStyle w:val="Index1"/>
        <w:tabs>
          <w:tab w:val="right" w:leader="dot" w:pos="4310"/>
        </w:tabs>
        <w:rPr>
          <w:noProof/>
        </w:rPr>
      </w:pPr>
      <w:r w:rsidRPr="001B07ED">
        <w:rPr>
          <w:rFonts w:cstheme="minorHAnsi"/>
          <w:noProof/>
        </w:rPr>
        <w:t>equal_range, AddressSet</w:t>
      </w:r>
      <w:r>
        <w:rPr>
          <w:noProof/>
        </w:rPr>
        <w:tab/>
        <w:t>33</w:t>
      </w:r>
    </w:p>
    <w:p w:rsidR="00F61C9D" w:rsidRDefault="00F61C9D">
      <w:pPr>
        <w:pStyle w:val="Index1"/>
        <w:tabs>
          <w:tab w:val="right" w:leader="dot" w:pos="4310"/>
        </w:tabs>
        <w:rPr>
          <w:noProof/>
        </w:rPr>
      </w:pPr>
      <w:r w:rsidRPr="001B07ED">
        <w:rPr>
          <w:rFonts w:cstheme="minorHAnsi"/>
          <w:noProof/>
        </w:rPr>
        <w:t>erase, AddressSet</w:t>
      </w:r>
      <w:r>
        <w:rPr>
          <w:noProof/>
        </w:rPr>
        <w:tab/>
        <w:t>32</w:t>
      </w:r>
    </w:p>
    <w:p w:rsidR="00F61C9D" w:rsidRDefault="00F61C9D">
      <w:pPr>
        <w:pStyle w:val="Index1"/>
        <w:tabs>
          <w:tab w:val="right" w:leader="dot" w:pos="4310"/>
        </w:tabs>
        <w:rPr>
          <w:noProof/>
        </w:rPr>
      </w:pPr>
      <w:r w:rsidRPr="001B07ED">
        <w:rPr>
          <w:rFonts w:cstheme="minorHAnsi"/>
          <w:noProof/>
        </w:rPr>
        <w:t>erase, ProcessSet</w:t>
      </w:r>
      <w:r>
        <w:rPr>
          <w:noProof/>
        </w:rPr>
        <w:tab/>
        <w:t>37</w:t>
      </w:r>
    </w:p>
    <w:p w:rsidR="00F61C9D" w:rsidRDefault="00F61C9D">
      <w:pPr>
        <w:pStyle w:val="Index1"/>
        <w:tabs>
          <w:tab w:val="right" w:leader="dot" w:pos="4310"/>
        </w:tabs>
        <w:rPr>
          <w:noProof/>
        </w:rPr>
      </w:pPr>
      <w:r w:rsidRPr="001B07ED">
        <w:rPr>
          <w:rFonts w:cstheme="minorHAnsi"/>
          <w:noProof/>
        </w:rPr>
        <w:t>erase, ThreadSet</w:t>
      </w:r>
      <w:r>
        <w:rPr>
          <w:noProof/>
        </w:rPr>
        <w:tab/>
        <w:t>44</w:t>
      </w:r>
    </w:p>
    <w:p w:rsidR="00F61C9D" w:rsidRDefault="00F61C9D">
      <w:pPr>
        <w:pStyle w:val="Index1"/>
        <w:tabs>
          <w:tab w:val="right" w:leader="dot" w:pos="4310"/>
        </w:tabs>
        <w:rPr>
          <w:noProof/>
        </w:rPr>
      </w:pPr>
      <w:r w:rsidRPr="001B07ED">
        <w:rPr>
          <w:rFonts w:cstheme="minorHAnsi"/>
          <w:noProof/>
        </w:rPr>
        <w:t>err_t</w:t>
      </w:r>
      <w:r>
        <w:rPr>
          <w:noProof/>
        </w:rPr>
        <w:tab/>
        <w:t>37, 44</w:t>
      </w:r>
    </w:p>
    <w:p w:rsidR="00F61C9D" w:rsidRDefault="00F61C9D">
      <w:pPr>
        <w:pStyle w:val="Index1"/>
        <w:tabs>
          <w:tab w:val="right" w:leader="dot" w:pos="4310"/>
        </w:tabs>
        <w:rPr>
          <w:noProof/>
        </w:rPr>
      </w:pPr>
      <w:r>
        <w:rPr>
          <w:noProof/>
        </w:rPr>
        <w:t>Event</w:t>
      </w:r>
      <w:r>
        <w:rPr>
          <w:noProof/>
        </w:rPr>
        <w:tab/>
        <w:t>2, 4, 6, 50</w:t>
      </w:r>
    </w:p>
    <w:p w:rsidR="00F61C9D" w:rsidRDefault="00F61C9D">
      <w:pPr>
        <w:pStyle w:val="Index1"/>
        <w:tabs>
          <w:tab w:val="right" w:leader="dot" w:pos="4310"/>
        </w:tabs>
        <w:rPr>
          <w:noProof/>
        </w:rPr>
      </w:pPr>
      <w:r>
        <w:rPr>
          <w:noProof/>
        </w:rPr>
        <w:t>EventBreakpoint</w:t>
      </w:r>
      <w:r>
        <w:rPr>
          <w:noProof/>
        </w:rPr>
        <w:tab/>
        <w:t>55</w:t>
      </w:r>
    </w:p>
    <w:p w:rsidR="00F61C9D" w:rsidRDefault="00F61C9D">
      <w:pPr>
        <w:pStyle w:val="Index1"/>
        <w:tabs>
          <w:tab w:val="right" w:leader="dot" w:pos="4310"/>
        </w:tabs>
        <w:rPr>
          <w:noProof/>
        </w:rPr>
      </w:pPr>
      <w:r>
        <w:rPr>
          <w:noProof/>
        </w:rPr>
        <w:t>EventCrash</w:t>
      </w:r>
      <w:r>
        <w:rPr>
          <w:noProof/>
        </w:rPr>
        <w:tab/>
        <w:t>54</w:t>
      </w:r>
    </w:p>
    <w:p w:rsidR="00F61C9D" w:rsidRDefault="00F61C9D">
      <w:pPr>
        <w:pStyle w:val="Index1"/>
        <w:tabs>
          <w:tab w:val="right" w:leader="dot" w:pos="4310"/>
        </w:tabs>
        <w:rPr>
          <w:noProof/>
        </w:rPr>
      </w:pPr>
      <w:r>
        <w:rPr>
          <w:noProof/>
        </w:rPr>
        <w:t>EventExec</w:t>
      </w:r>
      <w:r>
        <w:rPr>
          <w:noProof/>
        </w:rPr>
        <w:tab/>
        <w:t>55</w:t>
      </w:r>
    </w:p>
    <w:p w:rsidR="00F61C9D" w:rsidRDefault="00F61C9D">
      <w:pPr>
        <w:pStyle w:val="Index1"/>
        <w:tabs>
          <w:tab w:val="right" w:leader="dot" w:pos="4310"/>
        </w:tabs>
        <w:rPr>
          <w:noProof/>
        </w:rPr>
      </w:pPr>
      <w:r>
        <w:rPr>
          <w:noProof/>
        </w:rPr>
        <w:t>EventExit</w:t>
      </w:r>
      <w:r>
        <w:rPr>
          <w:noProof/>
        </w:rPr>
        <w:tab/>
        <w:t>54</w:t>
      </w:r>
    </w:p>
    <w:p w:rsidR="00F61C9D" w:rsidRDefault="00F61C9D">
      <w:pPr>
        <w:pStyle w:val="Index1"/>
        <w:tabs>
          <w:tab w:val="right" w:leader="dot" w:pos="4310"/>
        </w:tabs>
        <w:rPr>
          <w:noProof/>
        </w:rPr>
      </w:pPr>
      <w:r>
        <w:rPr>
          <w:noProof/>
        </w:rPr>
        <w:t>EventFork</w:t>
      </w:r>
      <w:r>
        <w:rPr>
          <w:noProof/>
        </w:rPr>
        <w:tab/>
        <w:t>57</w:t>
      </w:r>
    </w:p>
    <w:p w:rsidR="00F61C9D" w:rsidRDefault="00F61C9D">
      <w:pPr>
        <w:pStyle w:val="Index1"/>
        <w:tabs>
          <w:tab w:val="right" w:leader="dot" w:pos="4310"/>
        </w:tabs>
        <w:rPr>
          <w:noProof/>
        </w:rPr>
      </w:pPr>
      <w:r>
        <w:rPr>
          <w:noProof/>
        </w:rPr>
        <w:t>EventIRPC</w:t>
      </w:r>
      <w:r>
        <w:rPr>
          <w:noProof/>
        </w:rPr>
        <w:tab/>
        <w:t>7</w:t>
      </w:r>
    </w:p>
    <w:p w:rsidR="00F61C9D" w:rsidRDefault="00F61C9D">
      <w:pPr>
        <w:pStyle w:val="Index1"/>
        <w:tabs>
          <w:tab w:val="right" w:leader="dot" w:pos="4310"/>
        </w:tabs>
        <w:rPr>
          <w:noProof/>
        </w:rPr>
      </w:pPr>
      <w:r>
        <w:rPr>
          <w:noProof/>
        </w:rPr>
        <w:t>EventLibrary</w:t>
      </w:r>
      <w:r>
        <w:rPr>
          <w:noProof/>
        </w:rPr>
        <w:tab/>
        <w:t>58</w:t>
      </w:r>
    </w:p>
    <w:p w:rsidR="00F61C9D" w:rsidRDefault="00F61C9D">
      <w:pPr>
        <w:pStyle w:val="Index1"/>
        <w:tabs>
          <w:tab w:val="right" w:leader="dot" w:pos="4310"/>
        </w:tabs>
        <w:rPr>
          <w:noProof/>
        </w:rPr>
      </w:pPr>
      <w:r>
        <w:rPr>
          <w:noProof/>
        </w:rPr>
        <w:t>EventNewThread</w:t>
      </w:r>
      <w:r>
        <w:rPr>
          <w:noProof/>
        </w:rPr>
        <w:tab/>
        <w:t>56</w:t>
      </w:r>
    </w:p>
    <w:p w:rsidR="00F61C9D" w:rsidRDefault="00F61C9D">
      <w:pPr>
        <w:pStyle w:val="Index1"/>
        <w:tabs>
          <w:tab w:val="right" w:leader="dot" w:pos="4310"/>
        </w:tabs>
        <w:rPr>
          <w:noProof/>
        </w:rPr>
      </w:pPr>
      <w:r w:rsidRPr="001B07ED">
        <w:rPr>
          <w:rFonts w:cs="Courier New"/>
          <w:noProof/>
        </w:rPr>
        <w:t>EventNotify</w:t>
      </w:r>
      <w:r>
        <w:rPr>
          <w:noProof/>
        </w:rPr>
        <w:tab/>
        <w:t>6, 48</w:t>
      </w:r>
    </w:p>
    <w:p w:rsidR="00F61C9D" w:rsidRDefault="00F61C9D">
      <w:pPr>
        <w:pStyle w:val="Index1"/>
        <w:tabs>
          <w:tab w:val="right" w:leader="dot" w:pos="4310"/>
        </w:tabs>
        <w:rPr>
          <w:noProof/>
        </w:rPr>
      </w:pPr>
      <w:r>
        <w:rPr>
          <w:noProof/>
        </w:rPr>
        <w:t>EventRPC</w:t>
      </w:r>
      <w:r>
        <w:rPr>
          <w:noProof/>
        </w:rPr>
        <w:tab/>
        <w:t>58</w:t>
      </w:r>
    </w:p>
    <w:p w:rsidR="00F61C9D" w:rsidRDefault="00F61C9D">
      <w:pPr>
        <w:pStyle w:val="Index1"/>
        <w:tabs>
          <w:tab w:val="right" w:leader="dot" w:pos="4310"/>
        </w:tabs>
        <w:rPr>
          <w:noProof/>
        </w:rPr>
      </w:pPr>
      <w:r>
        <w:rPr>
          <w:noProof/>
        </w:rPr>
        <w:t>EventSignal</w:t>
      </w:r>
      <w:r>
        <w:rPr>
          <w:noProof/>
        </w:rPr>
        <w:tab/>
        <w:t>58</w:t>
      </w:r>
    </w:p>
    <w:p w:rsidR="00F61C9D" w:rsidRDefault="00F61C9D">
      <w:pPr>
        <w:pStyle w:val="Index1"/>
        <w:tabs>
          <w:tab w:val="right" w:leader="dot" w:pos="4310"/>
        </w:tabs>
        <w:rPr>
          <w:noProof/>
        </w:rPr>
      </w:pPr>
      <w:r>
        <w:rPr>
          <w:noProof/>
        </w:rPr>
        <w:lastRenderedPageBreak/>
        <w:t>EventSingleStep</w:t>
      </w:r>
      <w:r>
        <w:rPr>
          <w:noProof/>
        </w:rPr>
        <w:tab/>
        <w:t>58</w:t>
      </w:r>
    </w:p>
    <w:p w:rsidR="00F61C9D" w:rsidRDefault="00F61C9D">
      <w:pPr>
        <w:pStyle w:val="Index1"/>
        <w:tabs>
          <w:tab w:val="right" w:leader="dot" w:pos="4310"/>
        </w:tabs>
        <w:rPr>
          <w:noProof/>
        </w:rPr>
      </w:pPr>
      <w:r>
        <w:rPr>
          <w:noProof/>
        </w:rPr>
        <w:t>EventStop</w:t>
      </w:r>
      <w:r>
        <w:rPr>
          <w:noProof/>
        </w:rPr>
        <w:tab/>
        <w:t>55</w:t>
      </w:r>
    </w:p>
    <w:p w:rsidR="00F61C9D" w:rsidRDefault="00F61C9D">
      <w:pPr>
        <w:pStyle w:val="Index1"/>
        <w:tabs>
          <w:tab w:val="right" w:leader="dot" w:pos="4310"/>
        </w:tabs>
        <w:rPr>
          <w:noProof/>
        </w:rPr>
      </w:pPr>
      <w:r>
        <w:rPr>
          <w:noProof/>
        </w:rPr>
        <w:t>EventTerminate</w:t>
      </w:r>
      <w:r>
        <w:rPr>
          <w:noProof/>
        </w:rPr>
        <w:tab/>
        <w:t>53</w:t>
      </w:r>
    </w:p>
    <w:p w:rsidR="00F61C9D" w:rsidRDefault="00F61C9D">
      <w:pPr>
        <w:pStyle w:val="Index1"/>
        <w:tabs>
          <w:tab w:val="right" w:leader="dot" w:pos="4310"/>
        </w:tabs>
        <w:rPr>
          <w:noProof/>
        </w:rPr>
      </w:pPr>
      <w:r>
        <w:rPr>
          <w:noProof/>
        </w:rPr>
        <w:t>EventThreadDestroy</w:t>
      </w:r>
      <w:r>
        <w:rPr>
          <w:noProof/>
        </w:rPr>
        <w:tab/>
        <w:t>57</w:t>
      </w:r>
    </w:p>
    <w:p w:rsidR="00F61C9D" w:rsidRDefault="00F61C9D">
      <w:pPr>
        <w:pStyle w:val="Index1"/>
        <w:tabs>
          <w:tab w:val="right" w:leader="dot" w:pos="4310"/>
        </w:tabs>
        <w:rPr>
          <w:noProof/>
        </w:rPr>
      </w:pPr>
      <w:r>
        <w:rPr>
          <w:noProof/>
        </w:rPr>
        <w:t>EventType</w:t>
      </w:r>
      <w:r>
        <w:rPr>
          <w:noProof/>
        </w:rPr>
        <w:tab/>
        <w:t>4, 11, 48, 50</w:t>
      </w:r>
    </w:p>
    <w:p w:rsidR="00F61C9D" w:rsidRDefault="00F61C9D">
      <w:pPr>
        <w:pStyle w:val="Index1"/>
        <w:tabs>
          <w:tab w:val="right" w:leader="dot" w:pos="4310"/>
        </w:tabs>
        <w:rPr>
          <w:noProof/>
        </w:rPr>
      </w:pPr>
      <w:r>
        <w:rPr>
          <w:noProof/>
        </w:rPr>
        <w:t>EventType constructor</w:t>
      </w:r>
      <w:r>
        <w:rPr>
          <w:noProof/>
        </w:rPr>
        <w:tab/>
        <w:t>50</w:t>
      </w:r>
    </w:p>
    <w:p w:rsidR="00F61C9D" w:rsidRDefault="00F61C9D">
      <w:pPr>
        <w:pStyle w:val="Index1"/>
        <w:tabs>
          <w:tab w:val="right" w:leader="dot" w:pos="4310"/>
        </w:tabs>
        <w:rPr>
          <w:noProof/>
        </w:rPr>
      </w:pPr>
      <w:r>
        <w:rPr>
          <w:noProof/>
        </w:rPr>
        <w:t>EventType, Code</w:t>
      </w:r>
      <w:r>
        <w:rPr>
          <w:noProof/>
        </w:rPr>
        <w:tab/>
        <w:t>6, 49</w:t>
      </w:r>
    </w:p>
    <w:p w:rsidR="00F61C9D" w:rsidRDefault="00F61C9D">
      <w:pPr>
        <w:pStyle w:val="Index1"/>
        <w:tabs>
          <w:tab w:val="right" w:leader="dot" w:pos="4310"/>
        </w:tabs>
        <w:rPr>
          <w:noProof/>
        </w:rPr>
      </w:pPr>
      <w:r>
        <w:rPr>
          <w:noProof/>
        </w:rPr>
        <w:t>EventType, Time</w:t>
      </w:r>
      <w:r>
        <w:rPr>
          <w:noProof/>
        </w:rPr>
        <w:tab/>
        <w:t>49</w:t>
      </w:r>
    </w:p>
    <w:p w:rsidR="00F61C9D" w:rsidRDefault="00F61C9D">
      <w:pPr>
        <w:pStyle w:val="Index1"/>
        <w:tabs>
          <w:tab w:val="right" w:leader="dot" w:pos="4310"/>
        </w:tabs>
        <w:rPr>
          <w:noProof/>
        </w:rPr>
      </w:pPr>
      <w:r>
        <w:rPr>
          <w:noProof/>
        </w:rPr>
        <w:t>eventtype_cmp</w:t>
      </w:r>
      <w:r>
        <w:rPr>
          <w:noProof/>
        </w:rPr>
        <w:tab/>
        <w:t>50</w:t>
      </w:r>
    </w:p>
    <w:p w:rsidR="00F61C9D" w:rsidRDefault="00F61C9D">
      <w:pPr>
        <w:pStyle w:val="Index1"/>
        <w:tabs>
          <w:tab w:val="right" w:leader="dot" w:pos="4310"/>
        </w:tabs>
        <w:rPr>
          <w:noProof/>
        </w:rPr>
      </w:pPr>
      <w:r>
        <w:rPr>
          <w:noProof/>
        </w:rPr>
        <w:t>evNotify</w:t>
      </w:r>
      <w:r>
        <w:rPr>
          <w:noProof/>
        </w:rPr>
        <w:tab/>
        <w:t>48</w:t>
      </w:r>
    </w:p>
    <w:p w:rsidR="00F61C9D" w:rsidRDefault="00F61C9D">
      <w:pPr>
        <w:pStyle w:val="Index1"/>
        <w:tabs>
          <w:tab w:val="right" w:leader="dot" w:pos="4310"/>
        </w:tabs>
        <w:rPr>
          <w:noProof/>
        </w:rPr>
      </w:pPr>
      <w:r w:rsidRPr="001B07ED">
        <w:rPr>
          <w:rFonts w:cstheme="minorHAnsi"/>
          <w:noProof/>
        </w:rPr>
        <w:t>find, AddressSet</w:t>
      </w:r>
      <w:r>
        <w:rPr>
          <w:noProof/>
        </w:rPr>
        <w:tab/>
        <w:t>32</w:t>
      </w:r>
    </w:p>
    <w:p w:rsidR="00F61C9D" w:rsidRDefault="00F61C9D">
      <w:pPr>
        <w:pStyle w:val="Index1"/>
        <w:tabs>
          <w:tab w:val="right" w:leader="dot" w:pos="4310"/>
        </w:tabs>
        <w:rPr>
          <w:noProof/>
        </w:rPr>
      </w:pPr>
      <w:r w:rsidRPr="001B07ED">
        <w:rPr>
          <w:rFonts w:cstheme="minorHAnsi"/>
          <w:noProof/>
        </w:rPr>
        <w:t>find, ProcessSet</w:t>
      </w:r>
      <w:r>
        <w:rPr>
          <w:noProof/>
        </w:rPr>
        <w:tab/>
        <w:t>36</w:t>
      </w:r>
    </w:p>
    <w:p w:rsidR="00F61C9D" w:rsidRDefault="00F61C9D">
      <w:pPr>
        <w:pStyle w:val="Index1"/>
        <w:tabs>
          <w:tab w:val="right" w:leader="dot" w:pos="4310"/>
        </w:tabs>
        <w:rPr>
          <w:noProof/>
        </w:rPr>
      </w:pPr>
      <w:r w:rsidRPr="001B07ED">
        <w:rPr>
          <w:rFonts w:cstheme="minorHAnsi"/>
          <w:noProof/>
        </w:rPr>
        <w:t>find, ThreadSet</w:t>
      </w:r>
      <w:r>
        <w:rPr>
          <w:noProof/>
        </w:rPr>
        <w:tab/>
        <w:t>44</w:t>
      </w:r>
    </w:p>
    <w:p w:rsidR="00F61C9D" w:rsidRDefault="00F61C9D">
      <w:pPr>
        <w:pStyle w:val="Index1"/>
        <w:tabs>
          <w:tab w:val="right" w:leader="dot" w:pos="4310"/>
        </w:tabs>
        <w:rPr>
          <w:noProof/>
        </w:rPr>
      </w:pPr>
      <w:r>
        <w:rPr>
          <w:noProof/>
        </w:rPr>
        <w:t>find,ThreadPool</w:t>
      </w:r>
      <w:r>
        <w:rPr>
          <w:noProof/>
        </w:rPr>
        <w:tab/>
        <w:t>26</w:t>
      </w:r>
    </w:p>
    <w:p w:rsidR="00F61C9D" w:rsidRDefault="00F61C9D">
      <w:pPr>
        <w:pStyle w:val="Index1"/>
        <w:tabs>
          <w:tab w:val="right" w:leader="dot" w:pos="4310"/>
        </w:tabs>
        <w:rPr>
          <w:noProof/>
        </w:rPr>
      </w:pPr>
      <w:r>
        <w:rPr>
          <w:noProof/>
        </w:rPr>
        <w:t>freeMemory, Process</w:t>
      </w:r>
      <w:r>
        <w:rPr>
          <w:noProof/>
        </w:rPr>
        <w:tab/>
        <w:t>15</w:t>
      </w:r>
    </w:p>
    <w:p w:rsidR="00F61C9D" w:rsidRDefault="00F61C9D">
      <w:pPr>
        <w:pStyle w:val="Index1"/>
        <w:tabs>
          <w:tab w:val="right" w:leader="dot" w:pos="4310"/>
        </w:tabs>
        <w:rPr>
          <w:noProof/>
        </w:rPr>
      </w:pPr>
      <w:r w:rsidRPr="001B07ED">
        <w:rPr>
          <w:rFonts w:cstheme="minorHAnsi"/>
          <w:noProof/>
        </w:rPr>
        <w:t>freeMemory, ProcessSet</w:t>
      </w:r>
      <w:r>
        <w:rPr>
          <w:noProof/>
        </w:rPr>
        <w:tab/>
        <w:t>39</w:t>
      </w:r>
    </w:p>
    <w:p w:rsidR="00F61C9D" w:rsidRDefault="00F61C9D">
      <w:pPr>
        <w:pStyle w:val="Index1"/>
        <w:tabs>
          <w:tab w:val="right" w:leader="dot" w:pos="4310"/>
        </w:tabs>
        <w:rPr>
          <w:noProof/>
        </w:rPr>
      </w:pPr>
      <w:r>
        <w:rPr>
          <w:noProof/>
        </w:rPr>
        <w:t>getAddress, EventBreakpoint</w:t>
      </w:r>
      <w:r>
        <w:rPr>
          <w:noProof/>
        </w:rPr>
        <w:tab/>
        <w:t>55</w:t>
      </w:r>
    </w:p>
    <w:p w:rsidR="00F61C9D" w:rsidRDefault="00F61C9D">
      <w:pPr>
        <w:pStyle w:val="Index1"/>
        <w:tabs>
          <w:tab w:val="right" w:leader="dot" w:pos="4310"/>
        </w:tabs>
        <w:rPr>
          <w:noProof/>
        </w:rPr>
      </w:pPr>
      <w:r>
        <w:rPr>
          <w:noProof/>
        </w:rPr>
        <w:t>getAddress, IRPC</w:t>
      </w:r>
      <w:r>
        <w:rPr>
          <w:noProof/>
        </w:rPr>
        <w:tab/>
        <w:t>25</w:t>
      </w:r>
    </w:p>
    <w:p w:rsidR="00F61C9D" w:rsidRDefault="00F61C9D">
      <w:pPr>
        <w:pStyle w:val="Index1"/>
        <w:tabs>
          <w:tab w:val="right" w:leader="dot" w:pos="4310"/>
        </w:tabs>
        <w:rPr>
          <w:noProof/>
        </w:rPr>
      </w:pPr>
      <w:r>
        <w:rPr>
          <w:noProof/>
        </w:rPr>
        <w:t>getAllRegisters, Thread</w:t>
      </w:r>
      <w:r>
        <w:rPr>
          <w:noProof/>
        </w:rPr>
        <w:tab/>
        <w:t>19, 47</w:t>
      </w:r>
    </w:p>
    <w:p w:rsidR="00F61C9D" w:rsidRDefault="00F61C9D">
      <w:pPr>
        <w:pStyle w:val="Index1"/>
        <w:tabs>
          <w:tab w:val="right" w:leader="dot" w:pos="4310"/>
        </w:tabs>
        <w:rPr>
          <w:noProof/>
        </w:rPr>
      </w:pPr>
      <w:r w:rsidRPr="001B07ED">
        <w:rPr>
          <w:rFonts w:cstheme="minorHAnsi"/>
          <w:noProof/>
        </w:rPr>
        <w:t>getAllRegisters, ThreadSet</w:t>
      </w:r>
      <w:r>
        <w:rPr>
          <w:noProof/>
        </w:rPr>
        <w:tab/>
        <w:t>47</w:t>
      </w:r>
    </w:p>
    <w:p w:rsidR="00F61C9D" w:rsidRDefault="00F61C9D">
      <w:pPr>
        <w:pStyle w:val="Index1"/>
        <w:tabs>
          <w:tab w:val="right" w:leader="dot" w:pos="4310"/>
        </w:tabs>
        <w:rPr>
          <w:noProof/>
        </w:rPr>
      </w:pPr>
      <w:r w:rsidRPr="001B07ED">
        <w:rPr>
          <w:rFonts w:cstheme="minorHAnsi"/>
          <w:noProof/>
        </w:rPr>
        <w:t>getAllThreadRunningSubset, ProcessSet</w:t>
      </w:r>
      <w:r>
        <w:rPr>
          <w:noProof/>
        </w:rPr>
        <w:tab/>
        <w:t>38</w:t>
      </w:r>
    </w:p>
    <w:p w:rsidR="00F61C9D" w:rsidRDefault="00F61C9D">
      <w:pPr>
        <w:pStyle w:val="Index1"/>
        <w:tabs>
          <w:tab w:val="right" w:leader="dot" w:pos="4310"/>
        </w:tabs>
        <w:rPr>
          <w:noProof/>
        </w:rPr>
      </w:pPr>
      <w:r w:rsidRPr="001B07ED">
        <w:rPr>
          <w:rFonts w:cstheme="minorHAnsi"/>
          <w:noProof/>
        </w:rPr>
        <w:t>getAllThreadStoppedSubset, ProcessSet</w:t>
      </w:r>
      <w:r>
        <w:rPr>
          <w:noProof/>
        </w:rPr>
        <w:tab/>
        <w:t>38</w:t>
      </w:r>
    </w:p>
    <w:p w:rsidR="00F61C9D" w:rsidRDefault="00F61C9D">
      <w:pPr>
        <w:pStyle w:val="Index1"/>
        <w:tabs>
          <w:tab w:val="right" w:leader="dot" w:pos="4310"/>
        </w:tabs>
        <w:rPr>
          <w:noProof/>
        </w:rPr>
      </w:pPr>
      <w:r w:rsidRPr="001B07ED">
        <w:rPr>
          <w:rFonts w:cstheme="minorHAnsi"/>
          <w:noProof/>
        </w:rPr>
        <w:t>getAnyThreadRunningSubset, ProcessSet</w:t>
      </w:r>
      <w:r>
        <w:rPr>
          <w:noProof/>
        </w:rPr>
        <w:tab/>
        <w:t>38</w:t>
      </w:r>
    </w:p>
    <w:p w:rsidR="00F61C9D" w:rsidRDefault="00F61C9D">
      <w:pPr>
        <w:pStyle w:val="Index1"/>
        <w:tabs>
          <w:tab w:val="right" w:leader="dot" w:pos="4310"/>
        </w:tabs>
        <w:rPr>
          <w:noProof/>
        </w:rPr>
      </w:pPr>
      <w:r w:rsidRPr="001B07ED">
        <w:rPr>
          <w:rFonts w:cstheme="minorHAnsi"/>
          <w:noProof/>
        </w:rPr>
        <w:t>getAnyThreadStoppedSubset, ProcessSet</w:t>
      </w:r>
      <w:r>
        <w:rPr>
          <w:noProof/>
        </w:rPr>
        <w:tab/>
        <w:t>38</w:t>
      </w:r>
    </w:p>
    <w:p w:rsidR="00F61C9D" w:rsidRDefault="00F61C9D">
      <w:pPr>
        <w:pStyle w:val="Index1"/>
        <w:tabs>
          <w:tab w:val="right" w:leader="dot" w:pos="4310"/>
        </w:tabs>
        <w:rPr>
          <w:noProof/>
        </w:rPr>
      </w:pPr>
      <w:r>
        <w:rPr>
          <w:noProof/>
        </w:rPr>
        <w:t>getArchAddressWidth</w:t>
      </w:r>
      <w:r>
        <w:rPr>
          <w:noProof/>
        </w:rPr>
        <w:tab/>
        <w:t>60</w:t>
      </w:r>
    </w:p>
    <w:p w:rsidR="00F61C9D" w:rsidRDefault="00F61C9D">
      <w:pPr>
        <w:pStyle w:val="Index1"/>
        <w:tabs>
          <w:tab w:val="right" w:leader="dot" w:pos="4310"/>
        </w:tabs>
        <w:rPr>
          <w:noProof/>
        </w:rPr>
      </w:pPr>
      <w:r>
        <w:rPr>
          <w:noProof/>
        </w:rPr>
        <w:t>getArchitecture, MachRegister</w:t>
      </w:r>
      <w:r>
        <w:rPr>
          <w:noProof/>
        </w:rPr>
        <w:tab/>
        <w:t>61</w:t>
      </w:r>
    </w:p>
    <w:p w:rsidR="00F61C9D" w:rsidRDefault="00F61C9D">
      <w:pPr>
        <w:pStyle w:val="Index1"/>
        <w:tabs>
          <w:tab w:val="right" w:leader="dot" w:pos="4310"/>
        </w:tabs>
        <w:rPr>
          <w:noProof/>
        </w:rPr>
      </w:pPr>
      <w:r>
        <w:rPr>
          <w:noProof/>
        </w:rPr>
        <w:t>getArchitecture, Process</w:t>
      </w:r>
      <w:r>
        <w:rPr>
          <w:noProof/>
        </w:rPr>
        <w:tab/>
        <w:t>12</w:t>
      </w:r>
    </w:p>
    <w:p w:rsidR="00F61C9D" w:rsidRDefault="00F61C9D">
      <w:pPr>
        <w:pStyle w:val="Index1"/>
        <w:tabs>
          <w:tab w:val="right" w:leader="dot" w:pos="4310"/>
        </w:tabs>
        <w:rPr>
          <w:noProof/>
        </w:rPr>
      </w:pPr>
      <w:r>
        <w:rPr>
          <w:noProof/>
        </w:rPr>
        <w:t>getBaseRegister, MachRegister</w:t>
      </w:r>
      <w:r>
        <w:rPr>
          <w:noProof/>
        </w:rPr>
        <w:tab/>
        <w:t>60</w:t>
      </w:r>
    </w:p>
    <w:p w:rsidR="00F61C9D" w:rsidRDefault="00F61C9D">
      <w:pPr>
        <w:pStyle w:val="Index1"/>
        <w:tabs>
          <w:tab w:val="right" w:leader="dot" w:pos="4310"/>
        </w:tabs>
        <w:rPr>
          <w:noProof/>
        </w:rPr>
      </w:pPr>
      <w:r>
        <w:rPr>
          <w:noProof/>
        </w:rPr>
        <w:t>getBinaryCodeBlob, IRPC</w:t>
      </w:r>
      <w:r>
        <w:rPr>
          <w:noProof/>
        </w:rPr>
        <w:tab/>
        <w:t>25</w:t>
      </w:r>
    </w:p>
    <w:p w:rsidR="00F61C9D" w:rsidRDefault="00F61C9D">
      <w:pPr>
        <w:pStyle w:val="Index1"/>
        <w:tabs>
          <w:tab w:val="right" w:leader="dot" w:pos="4310"/>
        </w:tabs>
        <w:rPr>
          <w:noProof/>
        </w:rPr>
      </w:pPr>
      <w:r>
        <w:rPr>
          <w:noProof/>
        </w:rPr>
        <w:t>getBinaryCodeSize, IRPC</w:t>
      </w:r>
      <w:r>
        <w:rPr>
          <w:noProof/>
        </w:rPr>
        <w:tab/>
        <w:t>25</w:t>
      </w:r>
    </w:p>
    <w:p w:rsidR="00F61C9D" w:rsidRDefault="00F61C9D">
      <w:pPr>
        <w:pStyle w:val="Index1"/>
        <w:tabs>
          <w:tab w:val="right" w:leader="dot" w:pos="4310"/>
        </w:tabs>
        <w:rPr>
          <w:noProof/>
        </w:rPr>
      </w:pPr>
      <w:r>
        <w:rPr>
          <w:noProof/>
        </w:rPr>
        <w:t>getBreakpoints, EventBreakpoint</w:t>
      </w:r>
      <w:r>
        <w:rPr>
          <w:noProof/>
        </w:rPr>
        <w:tab/>
        <w:t>55</w:t>
      </w:r>
    </w:p>
    <w:p w:rsidR="00F61C9D" w:rsidRDefault="00F61C9D">
      <w:pPr>
        <w:pStyle w:val="Index1"/>
        <w:tabs>
          <w:tab w:val="right" w:leader="dot" w:pos="4310"/>
        </w:tabs>
        <w:rPr>
          <w:noProof/>
        </w:rPr>
      </w:pPr>
      <w:r>
        <w:rPr>
          <w:noProof/>
        </w:rPr>
        <w:t>getChildProcess, EventFork</w:t>
      </w:r>
      <w:r>
        <w:rPr>
          <w:noProof/>
        </w:rPr>
        <w:tab/>
        <w:t>58</w:t>
      </w:r>
    </w:p>
    <w:p w:rsidR="00F61C9D" w:rsidRDefault="00F61C9D">
      <w:pPr>
        <w:pStyle w:val="Index1"/>
        <w:tabs>
          <w:tab w:val="right" w:leader="dot" w:pos="4310"/>
        </w:tabs>
        <w:rPr>
          <w:noProof/>
        </w:rPr>
      </w:pPr>
      <w:r w:rsidRPr="001B07ED">
        <w:rPr>
          <w:rFonts w:cstheme="minorHAnsi"/>
          <w:noProof/>
        </w:rPr>
        <w:t>getCrashedSubset, ProcessSet</w:t>
      </w:r>
      <w:r>
        <w:rPr>
          <w:noProof/>
        </w:rPr>
        <w:tab/>
        <w:t>38</w:t>
      </w:r>
    </w:p>
    <w:p w:rsidR="00F61C9D" w:rsidRDefault="00F61C9D">
      <w:pPr>
        <w:pStyle w:val="Index1"/>
        <w:tabs>
          <w:tab w:val="right" w:leader="dot" w:pos="4310"/>
        </w:tabs>
        <w:rPr>
          <w:noProof/>
        </w:rPr>
      </w:pPr>
      <w:r>
        <w:rPr>
          <w:noProof/>
        </w:rPr>
        <w:t>getCrashSignal, Process</w:t>
      </w:r>
      <w:r>
        <w:rPr>
          <w:noProof/>
        </w:rPr>
        <w:tab/>
        <w:t>13</w:t>
      </w:r>
    </w:p>
    <w:p w:rsidR="00F61C9D" w:rsidRDefault="00F61C9D">
      <w:pPr>
        <w:pStyle w:val="Index1"/>
        <w:tabs>
          <w:tab w:val="right" w:leader="dot" w:pos="4310"/>
        </w:tabs>
        <w:rPr>
          <w:noProof/>
        </w:rPr>
      </w:pPr>
      <w:r>
        <w:rPr>
          <w:noProof/>
        </w:rPr>
        <w:t>getData, Breakpoint</w:t>
      </w:r>
      <w:r>
        <w:rPr>
          <w:noProof/>
        </w:rPr>
        <w:tab/>
        <w:t>24</w:t>
      </w:r>
    </w:p>
    <w:p w:rsidR="00F61C9D" w:rsidRDefault="00F61C9D">
      <w:pPr>
        <w:pStyle w:val="Index1"/>
        <w:tabs>
          <w:tab w:val="right" w:leader="dot" w:pos="4310"/>
        </w:tabs>
        <w:rPr>
          <w:noProof/>
        </w:rPr>
      </w:pPr>
      <w:r w:rsidRPr="001B07ED">
        <w:rPr>
          <w:rFonts w:cstheme="minorHAnsi"/>
          <w:noProof/>
        </w:rPr>
        <w:t>getData, Process</w:t>
      </w:r>
      <w:r>
        <w:rPr>
          <w:noProof/>
        </w:rPr>
        <w:tab/>
        <w:t>15</w:t>
      </w:r>
    </w:p>
    <w:p w:rsidR="00F61C9D" w:rsidRDefault="00F61C9D">
      <w:pPr>
        <w:pStyle w:val="Index1"/>
        <w:tabs>
          <w:tab w:val="right" w:leader="dot" w:pos="4310"/>
        </w:tabs>
        <w:rPr>
          <w:noProof/>
        </w:rPr>
      </w:pPr>
      <w:r w:rsidRPr="001B07ED">
        <w:rPr>
          <w:rFonts w:cstheme="minorHAnsi"/>
          <w:noProof/>
        </w:rPr>
        <w:t>getData, Thread</w:t>
      </w:r>
      <w:r>
        <w:rPr>
          <w:noProof/>
        </w:rPr>
        <w:tab/>
        <w:t>21</w:t>
      </w:r>
    </w:p>
    <w:p w:rsidR="00F61C9D" w:rsidRDefault="00F61C9D">
      <w:pPr>
        <w:pStyle w:val="Index1"/>
        <w:tabs>
          <w:tab w:val="right" w:leader="dot" w:pos="4310"/>
        </w:tabs>
        <w:rPr>
          <w:noProof/>
        </w:rPr>
      </w:pPr>
      <w:r>
        <w:rPr>
          <w:noProof/>
        </w:rPr>
        <w:t>getDataLoadAddress, Library</w:t>
      </w:r>
      <w:r>
        <w:rPr>
          <w:noProof/>
        </w:rPr>
        <w:tab/>
        <w:t>22</w:t>
      </w:r>
    </w:p>
    <w:p w:rsidR="00F61C9D" w:rsidRDefault="00F61C9D">
      <w:pPr>
        <w:pStyle w:val="Index1"/>
        <w:tabs>
          <w:tab w:val="right" w:leader="dot" w:pos="4310"/>
        </w:tabs>
        <w:rPr>
          <w:noProof/>
        </w:rPr>
      </w:pPr>
      <w:r w:rsidRPr="001B07ED">
        <w:rPr>
          <w:rFonts w:cstheme="minorHAnsi"/>
          <w:noProof/>
        </w:rPr>
        <w:t>getDetachedSubset, ProcessSet</w:t>
      </w:r>
      <w:r>
        <w:rPr>
          <w:noProof/>
        </w:rPr>
        <w:tab/>
        <w:t>38</w:t>
      </w:r>
    </w:p>
    <w:p w:rsidR="00F61C9D" w:rsidRDefault="00F61C9D">
      <w:pPr>
        <w:pStyle w:val="Index1"/>
        <w:tabs>
          <w:tab w:val="right" w:leader="dot" w:pos="4310"/>
        </w:tabs>
        <w:rPr>
          <w:noProof/>
        </w:rPr>
      </w:pPr>
      <w:r w:rsidRPr="001B07ED">
        <w:rPr>
          <w:rFonts w:cstheme="minorHAnsi"/>
          <w:noProof/>
        </w:rPr>
        <w:t>getErrorSubset, ProcessSet</w:t>
      </w:r>
      <w:r>
        <w:rPr>
          <w:noProof/>
        </w:rPr>
        <w:tab/>
        <w:t>37</w:t>
      </w:r>
    </w:p>
    <w:p w:rsidR="00F61C9D" w:rsidRDefault="00F61C9D">
      <w:pPr>
        <w:pStyle w:val="Index1"/>
        <w:tabs>
          <w:tab w:val="right" w:leader="dot" w:pos="4310"/>
        </w:tabs>
        <w:rPr>
          <w:noProof/>
        </w:rPr>
      </w:pPr>
      <w:r w:rsidRPr="001B07ED">
        <w:rPr>
          <w:rFonts w:cstheme="minorHAnsi"/>
          <w:noProof/>
        </w:rPr>
        <w:t>getErrorSubset, ThreadSet</w:t>
      </w:r>
      <w:r>
        <w:rPr>
          <w:noProof/>
        </w:rPr>
        <w:tab/>
        <w:t>44</w:t>
      </w:r>
    </w:p>
    <w:p w:rsidR="00F61C9D" w:rsidRDefault="00F61C9D">
      <w:pPr>
        <w:pStyle w:val="Index1"/>
        <w:tabs>
          <w:tab w:val="right" w:leader="dot" w:pos="4310"/>
        </w:tabs>
        <w:rPr>
          <w:noProof/>
        </w:rPr>
      </w:pPr>
      <w:r w:rsidRPr="001B07ED">
        <w:rPr>
          <w:rFonts w:cstheme="minorHAnsi"/>
          <w:noProof/>
        </w:rPr>
        <w:t>getErrorSubsets, ProcessSet</w:t>
      </w:r>
      <w:r>
        <w:rPr>
          <w:noProof/>
        </w:rPr>
        <w:tab/>
        <w:t>37</w:t>
      </w:r>
    </w:p>
    <w:p w:rsidR="00F61C9D" w:rsidRDefault="00F61C9D">
      <w:pPr>
        <w:pStyle w:val="Index1"/>
        <w:tabs>
          <w:tab w:val="right" w:leader="dot" w:pos="4310"/>
        </w:tabs>
        <w:rPr>
          <w:noProof/>
        </w:rPr>
      </w:pPr>
      <w:r w:rsidRPr="001B07ED">
        <w:rPr>
          <w:rFonts w:cstheme="minorHAnsi"/>
          <w:noProof/>
        </w:rPr>
        <w:t>getErrorSubsets, ThreadSet</w:t>
      </w:r>
      <w:r>
        <w:rPr>
          <w:noProof/>
        </w:rPr>
        <w:tab/>
        <w:t>44</w:t>
      </w:r>
    </w:p>
    <w:p w:rsidR="00F61C9D" w:rsidRDefault="00F61C9D">
      <w:pPr>
        <w:pStyle w:val="Index1"/>
        <w:tabs>
          <w:tab w:val="right" w:leader="dot" w:pos="4310"/>
        </w:tabs>
        <w:rPr>
          <w:noProof/>
        </w:rPr>
      </w:pPr>
      <w:r>
        <w:rPr>
          <w:noProof/>
        </w:rPr>
        <w:t>getEventBreakpoint, Event</w:t>
      </w:r>
      <w:r>
        <w:rPr>
          <w:noProof/>
        </w:rPr>
        <w:tab/>
        <w:t>52</w:t>
      </w:r>
    </w:p>
    <w:p w:rsidR="00F61C9D" w:rsidRDefault="00F61C9D">
      <w:pPr>
        <w:pStyle w:val="Index1"/>
        <w:tabs>
          <w:tab w:val="right" w:leader="dot" w:pos="4310"/>
        </w:tabs>
        <w:rPr>
          <w:noProof/>
        </w:rPr>
      </w:pPr>
      <w:r>
        <w:rPr>
          <w:noProof/>
        </w:rPr>
        <w:t>getEventCrash, Event</w:t>
      </w:r>
      <w:r>
        <w:rPr>
          <w:noProof/>
        </w:rPr>
        <w:tab/>
        <w:t>52</w:t>
      </w:r>
    </w:p>
    <w:p w:rsidR="00F61C9D" w:rsidRDefault="00F61C9D">
      <w:pPr>
        <w:pStyle w:val="Index1"/>
        <w:tabs>
          <w:tab w:val="right" w:leader="dot" w:pos="4310"/>
        </w:tabs>
        <w:rPr>
          <w:noProof/>
        </w:rPr>
      </w:pPr>
      <w:r>
        <w:rPr>
          <w:noProof/>
        </w:rPr>
        <w:t>getEventDestroy, Event</w:t>
      </w:r>
      <w:r>
        <w:rPr>
          <w:noProof/>
        </w:rPr>
        <w:tab/>
        <w:t>52</w:t>
      </w:r>
    </w:p>
    <w:p w:rsidR="00F61C9D" w:rsidRDefault="00F61C9D">
      <w:pPr>
        <w:pStyle w:val="Index1"/>
        <w:tabs>
          <w:tab w:val="right" w:leader="dot" w:pos="4310"/>
        </w:tabs>
        <w:rPr>
          <w:noProof/>
        </w:rPr>
      </w:pPr>
      <w:r>
        <w:rPr>
          <w:noProof/>
        </w:rPr>
        <w:lastRenderedPageBreak/>
        <w:t>getEventExec, Event</w:t>
      </w:r>
      <w:r>
        <w:rPr>
          <w:noProof/>
        </w:rPr>
        <w:tab/>
        <w:t>52</w:t>
      </w:r>
    </w:p>
    <w:p w:rsidR="00F61C9D" w:rsidRDefault="00F61C9D">
      <w:pPr>
        <w:pStyle w:val="Index1"/>
        <w:tabs>
          <w:tab w:val="right" w:leader="dot" w:pos="4310"/>
        </w:tabs>
        <w:rPr>
          <w:noProof/>
        </w:rPr>
      </w:pPr>
      <w:r>
        <w:rPr>
          <w:noProof/>
        </w:rPr>
        <w:t>getEventExit, Event</w:t>
      </w:r>
      <w:r>
        <w:rPr>
          <w:noProof/>
        </w:rPr>
        <w:tab/>
        <w:t>52</w:t>
      </w:r>
    </w:p>
    <w:p w:rsidR="00F61C9D" w:rsidRDefault="00F61C9D">
      <w:pPr>
        <w:pStyle w:val="Index1"/>
        <w:tabs>
          <w:tab w:val="right" w:leader="dot" w:pos="4310"/>
        </w:tabs>
        <w:rPr>
          <w:noProof/>
        </w:rPr>
      </w:pPr>
      <w:r>
        <w:rPr>
          <w:noProof/>
        </w:rPr>
        <w:t>getEventFork, Event</w:t>
      </w:r>
      <w:r>
        <w:rPr>
          <w:noProof/>
        </w:rPr>
        <w:tab/>
        <w:t>52</w:t>
      </w:r>
    </w:p>
    <w:p w:rsidR="00F61C9D" w:rsidRDefault="00F61C9D">
      <w:pPr>
        <w:pStyle w:val="Index1"/>
        <w:tabs>
          <w:tab w:val="right" w:leader="dot" w:pos="4310"/>
        </w:tabs>
        <w:rPr>
          <w:noProof/>
        </w:rPr>
      </w:pPr>
      <w:r>
        <w:rPr>
          <w:noProof/>
        </w:rPr>
        <w:t>getEventLibrary, Event</w:t>
      </w:r>
      <w:r>
        <w:rPr>
          <w:noProof/>
        </w:rPr>
        <w:tab/>
        <w:t>53</w:t>
      </w:r>
    </w:p>
    <w:p w:rsidR="00F61C9D" w:rsidRDefault="00F61C9D">
      <w:pPr>
        <w:pStyle w:val="Index1"/>
        <w:tabs>
          <w:tab w:val="right" w:leader="dot" w:pos="4310"/>
        </w:tabs>
        <w:rPr>
          <w:noProof/>
        </w:rPr>
      </w:pPr>
      <w:r>
        <w:rPr>
          <w:noProof/>
        </w:rPr>
        <w:t>getEventNewThread, Event</w:t>
      </w:r>
      <w:r>
        <w:rPr>
          <w:noProof/>
        </w:rPr>
        <w:tab/>
        <w:t>52</w:t>
      </w:r>
    </w:p>
    <w:p w:rsidR="00F61C9D" w:rsidRDefault="00F61C9D">
      <w:pPr>
        <w:pStyle w:val="Index1"/>
        <w:tabs>
          <w:tab w:val="right" w:leader="dot" w:pos="4310"/>
        </w:tabs>
        <w:rPr>
          <w:noProof/>
        </w:rPr>
      </w:pPr>
      <w:r>
        <w:rPr>
          <w:noProof/>
        </w:rPr>
        <w:t>getEventRPC, Event</w:t>
      </w:r>
      <w:r>
        <w:rPr>
          <w:noProof/>
        </w:rPr>
        <w:tab/>
        <w:t>53</w:t>
      </w:r>
    </w:p>
    <w:p w:rsidR="00F61C9D" w:rsidRDefault="00F61C9D">
      <w:pPr>
        <w:pStyle w:val="Index1"/>
        <w:tabs>
          <w:tab w:val="right" w:leader="dot" w:pos="4310"/>
        </w:tabs>
        <w:rPr>
          <w:noProof/>
        </w:rPr>
      </w:pPr>
      <w:r>
        <w:rPr>
          <w:noProof/>
        </w:rPr>
        <w:t>getEventSignal, Event</w:t>
      </w:r>
      <w:r>
        <w:rPr>
          <w:noProof/>
        </w:rPr>
        <w:tab/>
        <w:t>52</w:t>
      </w:r>
    </w:p>
    <w:p w:rsidR="00F61C9D" w:rsidRDefault="00F61C9D">
      <w:pPr>
        <w:pStyle w:val="Index1"/>
        <w:tabs>
          <w:tab w:val="right" w:leader="dot" w:pos="4310"/>
        </w:tabs>
        <w:rPr>
          <w:noProof/>
        </w:rPr>
      </w:pPr>
      <w:r>
        <w:rPr>
          <w:noProof/>
        </w:rPr>
        <w:t>getEventSingleStep, Event</w:t>
      </w:r>
      <w:r>
        <w:rPr>
          <w:noProof/>
        </w:rPr>
        <w:tab/>
        <w:t>53</w:t>
      </w:r>
    </w:p>
    <w:p w:rsidR="00F61C9D" w:rsidRDefault="00F61C9D">
      <w:pPr>
        <w:pStyle w:val="Index1"/>
        <w:tabs>
          <w:tab w:val="right" w:leader="dot" w:pos="4310"/>
        </w:tabs>
        <w:rPr>
          <w:noProof/>
        </w:rPr>
      </w:pPr>
      <w:r>
        <w:rPr>
          <w:noProof/>
        </w:rPr>
        <w:t>getEventStop, Event</w:t>
      </w:r>
      <w:r>
        <w:rPr>
          <w:noProof/>
        </w:rPr>
        <w:tab/>
        <w:t>52</w:t>
      </w:r>
    </w:p>
    <w:p w:rsidR="00F61C9D" w:rsidRDefault="00F61C9D">
      <w:pPr>
        <w:pStyle w:val="Index1"/>
        <w:tabs>
          <w:tab w:val="right" w:leader="dot" w:pos="4310"/>
        </w:tabs>
        <w:rPr>
          <w:noProof/>
        </w:rPr>
      </w:pPr>
      <w:r>
        <w:rPr>
          <w:noProof/>
        </w:rPr>
        <w:t>getEventTerminate, Event</w:t>
      </w:r>
      <w:r>
        <w:rPr>
          <w:noProof/>
        </w:rPr>
        <w:tab/>
        <w:t>52</w:t>
      </w:r>
    </w:p>
    <w:p w:rsidR="00F61C9D" w:rsidRDefault="00F61C9D">
      <w:pPr>
        <w:pStyle w:val="Index1"/>
        <w:tabs>
          <w:tab w:val="right" w:leader="dot" w:pos="4310"/>
        </w:tabs>
        <w:rPr>
          <w:noProof/>
        </w:rPr>
      </w:pPr>
      <w:r>
        <w:rPr>
          <w:noProof/>
        </w:rPr>
        <w:t>getEventType, Event</w:t>
      </w:r>
      <w:r>
        <w:rPr>
          <w:noProof/>
        </w:rPr>
        <w:tab/>
        <w:t>51</w:t>
      </w:r>
    </w:p>
    <w:p w:rsidR="00F61C9D" w:rsidRDefault="00F61C9D">
      <w:pPr>
        <w:pStyle w:val="Index1"/>
        <w:tabs>
          <w:tab w:val="right" w:leader="dot" w:pos="4310"/>
        </w:tabs>
        <w:rPr>
          <w:noProof/>
        </w:rPr>
      </w:pPr>
      <w:r>
        <w:rPr>
          <w:noProof/>
        </w:rPr>
        <w:t>getExecPath, EventExec</w:t>
      </w:r>
      <w:r>
        <w:rPr>
          <w:noProof/>
        </w:rPr>
        <w:tab/>
        <w:t>55</w:t>
      </w:r>
    </w:p>
    <w:p w:rsidR="00F61C9D" w:rsidRDefault="00F61C9D">
      <w:pPr>
        <w:pStyle w:val="Index1"/>
        <w:tabs>
          <w:tab w:val="right" w:leader="dot" w:pos="4310"/>
        </w:tabs>
        <w:rPr>
          <w:noProof/>
        </w:rPr>
      </w:pPr>
      <w:r>
        <w:rPr>
          <w:noProof/>
        </w:rPr>
        <w:t>getExecutable, LibraryPool</w:t>
      </w:r>
      <w:r>
        <w:rPr>
          <w:noProof/>
        </w:rPr>
        <w:tab/>
        <w:t>28</w:t>
      </w:r>
    </w:p>
    <w:p w:rsidR="00F61C9D" w:rsidRDefault="00F61C9D">
      <w:pPr>
        <w:pStyle w:val="Index1"/>
        <w:tabs>
          <w:tab w:val="right" w:leader="dot" w:pos="4310"/>
        </w:tabs>
        <w:rPr>
          <w:noProof/>
        </w:rPr>
      </w:pPr>
      <w:r>
        <w:rPr>
          <w:noProof/>
        </w:rPr>
        <w:t>getExitCode, EventExit</w:t>
      </w:r>
      <w:r>
        <w:rPr>
          <w:noProof/>
        </w:rPr>
        <w:tab/>
        <w:t>54</w:t>
      </w:r>
    </w:p>
    <w:p w:rsidR="00F61C9D" w:rsidRDefault="00F61C9D">
      <w:pPr>
        <w:pStyle w:val="Index1"/>
        <w:tabs>
          <w:tab w:val="right" w:leader="dot" w:pos="4310"/>
        </w:tabs>
        <w:rPr>
          <w:noProof/>
        </w:rPr>
      </w:pPr>
      <w:r>
        <w:rPr>
          <w:noProof/>
        </w:rPr>
        <w:t>getExitCode, Process</w:t>
      </w:r>
      <w:r>
        <w:rPr>
          <w:noProof/>
        </w:rPr>
        <w:tab/>
        <w:t>13</w:t>
      </w:r>
    </w:p>
    <w:p w:rsidR="00F61C9D" w:rsidRDefault="00F61C9D">
      <w:pPr>
        <w:pStyle w:val="Index1"/>
        <w:tabs>
          <w:tab w:val="right" w:leader="dot" w:pos="4310"/>
        </w:tabs>
        <w:rPr>
          <w:noProof/>
        </w:rPr>
      </w:pPr>
      <w:r w:rsidRPr="001B07ED">
        <w:rPr>
          <w:rFonts w:cstheme="minorHAnsi"/>
          <w:noProof/>
        </w:rPr>
        <w:t>getExitedSubset, ProcessSet</w:t>
      </w:r>
      <w:r>
        <w:rPr>
          <w:noProof/>
        </w:rPr>
        <w:tab/>
        <w:t>38</w:t>
      </w:r>
    </w:p>
    <w:p w:rsidR="00F61C9D" w:rsidRDefault="00F61C9D">
      <w:pPr>
        <w:pStyle w:val="Index1"/>
        <w:tabs>
          <w:tab w:val="right" w:leader="dot" w:pos="4310"/>
        </w:tabs>
        <w:rPr>
          <w:noProof/>
        </w:rPr>
      </w:pPr>
      <w:r w:rsidRPr="001B07ED">
        <w:rPr>
          <w:rFonts w:cs="Courier New"/>
          <w:noProof/>
        </w:rPr>
        <w:t>getFD, EventNotify</w:t>
      </w:r>
      <w:r>
        <w:rPr>
          <w:noProof/>
        </w:rPr>
        <w:tab/>
        <w:t>6, 48</w:t>
      </w:r>
    </w:p>
    <w:p w:rsidR="00F61C9D" w:rsidRDefault="00F61C9D">
      <w:pPr>
        <w:pStyle w:val="Index1"/>
        <w:tabs>
          <w:tab w:val="right" w:leader="dot" w:pos="4310"/>
        </w:tabs>
        <w:rPr>
          <w:noProof/>
        </w:rPr>
      </w:pPr>
      <w:r>
        <w:rPr>
          <w:noProof/>
        </w:rPr>
        <w:t>getFramePointer, MachRegister</w:t>
      </w:r>
      <w:r>
        <w:rPr>
          <w:noProof/>
        </w:rPr>
        <w:tab/>
        <w:t>60</w:t>
      </w:r>
    </w:p>
    <w:p w:rsidR="00F61C9D" w:rsidRDefault="00F61C9D">
      <w:pPr>
        <w:pStyle w:val="Index1"/>
        <w:tabs>
          <w:tab w:val="right" w:leader="dot" w:pos="4310"/>
        </w:tabs>
        <w:rPr>
          <w:noProof/>
        </w:rPr>
      </w:pPr>
      <w:r w:rsidRPr="001B07ED">
        <w:rPr>
          <w:rFonts w:cstheme="minorHAnsi"/>
          <w:noProof/>
        </w:rPr>
        <w:t>getHaveUserThreadInfoSubset, ThreadSet</w:t>
      </w:r>
      <w:r>
        <w:rPr>
          <w:noProof/>
        </w:rPr>
        <w:tab/>
        <w:t>45</w:t>
      </w:r>
    </w:p>
    <w:p w:rsidR="00F61C9D" w:rsidRDefault="00F61C9D">
      <w:pPr>
        <w:pStyle w:val="Index1"/>
        <w:tabs>
          <w:tab w:val="right" w:leader="dot" w:pos="4310"/>
        </w:tabs>
        <w:rPr>
          <w:noProof/>
        </w:rPr>
      </w:pPr>
      <w:r>
        <w:rPr>
          <w:noProof/>
        </w:rPr>
        <w:t>getID</w:t>
      </w:r>
      <w:r>
        <w:rPr>
          <w:noProof/>
        </w:rPr>
        <w:tab/>
        <w:t>25</w:t>
      </w:r>
    </w:p>
    <w:p w:rsidR="00F61C9D" w:rsidRDefault="00F61C9D">
      <w:pPr>
        <w:pStyle w:val="Index1"/>
        <w:tabs>
          <w:tab w:val="right" w:leader="dot" w:pos="4310"/>
        </w:tabs>
        <w:rPr>
          <w:noProof/>
        </w:rPr>
      </w:pPr>
      <w:r>
        <w:rPr>
          <w:noProof/>
        </w:rPr>
        <w:t>getInitialThread,ThreadPool</w:t>
      </w:r>
      <w:r>
        <w:rPr>
          <w:noProof/>
        </w:rPr>
        <w:tab/>
        <w:t>27</w:t>
      </w:r>
    </w:p>
    <w:p w:rsidR="00F61C9D" w:rsidRDefault="00F61C9D">
      <w:pPr>
        <w:pStyle w:val="Index1"/>
        <w:tabs>
          <w:tab w:val="right" w:leader="dot" w:pos="4310"/>
        </w:tabs>
        <w:rPr>
          <w:noProof/>
        </w:rPr>
      </w:pPr>
      <w:r>
        <w:rPr>
          <w:noProof/>
        </w:rPr>
        <w:t>getIRPC, EventRPC</w:t>
      </w:r>
      <w:r>
        <w:rPr>
          <w:noProof/>
        </w:rPr>
        <w:tab/>
        <w:t>58</w:t>
      </w:r>
    </w:p>
    <w:p w:rsidR="00F61C9D" w:rsidRDefault="00F61C9D">
      <w:pPr>
        <w:pStyle w:val="Index1"/>
        <w:tabs>
          <w:tab w:val="right" w:leader="dot" w:pos="4310"/>
        </w:tabs>
        <w:rPr>
          <w:noProof/>
        </w:rPr>
      </w:pPr>
      <w:r>
        <w:rPr>
          <w:noProof/>
        </w:rPr>
        <w:t>getLibraryByName, LibraryPool</w:t>
      </w:r>
      <w:r>
        <w:rPr>
          <w:noProof/>
        </w:rPr>
        <w:tab/>
        <w:t>29</w:t>
      </w:r>
    </w:p>
    <w:p w:rsidR="00F61C9D" w:rsidRDefault="00F61C9D">
      <w:pPr>
        <w:pStyle w:val="Index1"/>
        <w:tabs>
          <w:tab w:val="right" w:leader="dot" w:pos="4310"/>
        </w:tabs>
        <w:rPr>
          <w:noProof/>
        </w:rPr>
      </w:pPr>
      <w:r>
        <w:rPr>
          <w:noProof/>
        </w:rPr>
        <w:t>getLoadAddress, Library</w:t>
      </w:r>
      <w:r>
        <w:rPr>
          <w:noProof/>
        </w:rPr>
        <w:tab/>
        <w:t>22</w:t>
      </w:r>
    </w:p>
    <w:p w:rsidR="00F61C9D" w:rsidRDefault="00F61C9D">
      <w:pPr>
        <w:pStyle w:val="Index1"/>
        <w:tabs>
          <w:tab w:val="right" w:leader="dot" w:pos="4310"/>
        </w:tabs>
        <w:rPr>
          <w:noProof/>
        </w:rPr>
      </w:pPr>
      <w:r>
        <w:rPr>
          <w:noProof/>
        </w:rPr>
        <w:t>getLWP, Thread</w:t>
      </w:r>
      <w:r>
        <w:rPr>
          <w:noProof/>
        </w:rPr>
        <w:tab/>
        <w:t>18</w:t>
      </w:r>
    </w:p>
    <w:p w:rsidR="00F61C9D" w:rsidRDefault="00F61C9D">
      <w:pPr>
        <w:pStyle w:val="Index1"/>
        <w:tabs>
          <w:tab w:val="right" w:leader="dot" w:pos="4310"/>
        </w:tabs>
        <w:rPr>
          <w:noProof/>
        </w:rPr>
      </w:pPr>
      <w:r>
        <w:rPr>
          <w:noProof/>
        </w:rPr>
        <w:t>getName, Library</w:t>
      </w:r>
      <w:r>
        <w:rPr>
          <w:noProof/>
        </w:rPr>
        <w:tab/>
        <w:t>21</w:t>
      </w:r>
    </w:p>
    <w:p w:rsidR="00F61C9D" w:rsidRDefault="00F61C9D">
      <w:pPr>
        <w:pStyle w:val="Index1"/>
        <w:tabs>
          <w:tab w:val="right" w:leader="dot" w:pos="4310"/>
        </w:tabs>
        <w:rPr>
          <w:noProof/>
        </w:rPr>
      </w:pPr>
      <w:r>
        <w:rPr>
          <w:noProof/>
        </w:rPr>
        <w:t>getNewThread, EventNewThread</w:t>
      </w:r>
      <w:r>
        <w:rPr>
          <w:noProof/>
        </w:rPr>
        <w:tab/>
        <w:t>56, 57</w:t>
      </w:r>
    </w:p>
    <w:p w:rsidR="00F61C9D" w:rsidRDefault="00F61C9D">
      <w:pPr>
        <w:pStyle w:val="Index1"/>
        <w:tabs>
          <w:tab w:val="right" w:leader="dot" w:pos="4310"/>
        </w:tabs>
        <w:rPr>
          <w:noProof/>
        </w:rPr>
      </w:pPr>
      <w:r w:rsidRPr="001B07ED">
        <w:rPr>
          <w:rFonts w:cstheme="minorHAnsi"/>
          <w:noProof/>
        </w:rPr>
        <w:t>getOS, Process</w:t>
      </w:r>
      <w:r>
        <w:rPr>
          <w:noProof/>
        </w:rPr>
        <w:tab/>
        <w:t>12</w:t>
      </w:r>
    </w:p>
    <w:p w:rsidR="00F61C9D" w:rsidRDefault="00F61C9D">
      <w:pPr>
        <w:pStyle w:val="Index1"/>
        <w:tabs>
          <w:tab w:val="right" w:leader="dot" w:pos="4310"/>
        </w:tabs>
        <w:rPr>
          <w:noProof/>
        </w:rPr>
      </w:pPr>
      <w:r>
        <w:rPr>
          <w:noProof/>
        </w:rPr>
        <w:t>getPC, MachRegister</w:t>
      </w:r>
      <w:r>
        <w:rPr>
          <w:noProof/>
        </w:rPr>
        <w:tab/>
        <w:t>60</w:t>
      </w:r>
    </w:p>
    <w:p w:rsidR="00F61C9D" w:rsidRDefault="00F61C9D">
      <w:pPr>
        <w:pStyle w:val="Index1"/>
        <w:tabs>
          <w:tab w:val="right" w:leader="dot" w:pos="4310"/>
        </w:tabs>
        <w:rPr>
          <w:noProof/>
        </w:rPr>
      </w:pPr>
      <w:r>
        <w:rPr>
          <w:noProof/>
        </w:rPr>
        <w:t>getPid, Process</w:t>
      </w:r>
      <w:r>
        <w:rPr>
          <w:noProof/>
        </w:rPr>
        <w:tab/>
        <w:t>12</w:t>
      </w:r>
    </w:p>
    <w:p w:rsidR="00F61C9D" w:rsidRDefault="00F61C9D">
      <w:pPr>
        <w:pStyle w:val="Index1"/>
        <w:tabs>
          <w:tab w:val="right" w:leader="dot" w:pos="4310"/>
        </w:tabs>
        <w:rPr>
          <w:noProof/>
        </w:rPr>
      </w:pPr>
      <w:r>
        <w:rPr>
          <w:noProof/>
        </w:rPr>
        <w:t>getPostedIRPCs, Process</w:t>
      </w:r>
      <w:r>
        <w:rPr>
          <w:noProof/>
        </w:rPr>
        <w:tab/>
        <w:t>17</w:t>
      </w:r>
    </w:p>
    <w:p w:rsidR="00F61C9D" w:rsidRDefault="00F61C9D">
      <w:pPr>
        <w:pStyle w:val="Index1"/>
        <w:tabs>
          <w:tab w:val="right" w:leader="dot" w:pos="4310"/>
        </w:tabs>
        <w:rPr>
          <w:noProof/>
        </w:rPr>
      </w:pPr>
      <w:r>
        <w:rPr>
          <w:noProof/>
        </w:rPr>
        <w:t>getPostedIRPCs, Thread</w:t>
      </w:r>
      <w:r>
        <w:rPr>
          <w:noProof/>
        </w:rPr>
        <w:tab/>
        <w:t>20</w:t>
      </w:r>
    </w:p>
    <w:p w:rsidR="00F61C9D" w:rsidRDefault="00F61C9D">
      <w:pPr>
        <w:pStyle w:val="Index1"/>
        <w:tabs>
          <w:tab w:val="right" w:leader="dot" w:pos="4310"/>
        </w:tabs>
        <w:rPr>
          <w:noProof/>
        </w:rPr>
      </w:pPr>
      <w:r>
        <w:rPr>
          <w:noProof/>
        </w:rPr>
        <w:t>getProcess, Event</w:t>
      </w:r>
      <w:r>
        <w:rPr>
          <w:noProof/>
        </w:rPr>
        <w:tab/>
        <w:t>51</w:t>
      </w:r>
    </w:p>
    <w:p w:rsidR="00F61C9D" w:rsidRDefault="00F61C9D">
      <w:pPr>
        <w:pStyle w:val="Index1"/>
        <w:tabs>
          <w:tab w:val="right" w:leader="dot" w:pos="4310"/>
        </w:tabs>
        <w:rPr>
          <w:noProof/>
        </w:rPr>
      </w:pPr>
      <w:r>
        <w:rPr>
          <w:noProof/>
        </w:rPr>
        <w:t>getProcess, Thread</w:t>
      </w:r>
      <w:r>
        <w:rPr>
          <w:noProof/>
        </w:rPr>
        <w:tab/>
        <w:t>18</w:t>
      </w:r>
    </w:p>
    <w:p w:rsidR="00F61C9D" w:rsidRDefault="00F61C9D">
      <w:pPr>
        <w:pStyle w:val="Index1"/>
        <w:tabs>
          <w:tab w:val="right" w:leader="dot" w:pos="4310"/>
        </w:tabs>
        <w:rPr>
          <w:noProof/>
        </w:rPr>
      </w:pPr>
      <w:r>
        <w:rPr>
          <w:noProof/>
        </w:rPr>
        <w:t>getProcess,ThreadPool</w:t>
      </w:r>
      <w:r>
        <w:rPr>
          <w:noProof/>
        </w:rPr>
        <w:tab/>
        <w:t>27</w:t>
      </w:r>
    </w:p>
    <w:p w:rsidR="00F61C9D" w:rsidRDefault="00F61C9D">
      <w:pPr>
        <w:pStyle w:val="Index1"/>
        <w:tabs>
          <w:tab w:val="right" w:leader="dot" w:pos="4310"/>
        </w:tabs>
        <w:rPr>
          <w:noProof/>
        </w:rPr>
      </w:pPr>
      <w:r>
        <w:rPr>
          <w:noProof/>
        </w:rPr>
        <w:t>getRegister, Thread</w:t>
      </w:r>
      <w:r>
        <w:rPr>
          <w:noProof/>
        </w:rPr>
        <w:tab/>
        <w:t>19, 46</w:t>
      </w:r>
    </w:p>
    <w:p w:rsidR="00F61C9D" w:rsidRDefault="00F61C9D">
      <w:pPr>
        <w:pStyle w:val="Index1"/>
        <w:tabs>
          <w:tab w:val="right" w:leader="dot" w:pos="4310"/>
        </w:tabs>
        <w:rPr>
          <w:noProof/>
        </w:rPr>
      </w:pPr>
      <w:r w:rsidRPr="001B07ED">
        <w:rPr>
          <w:rFonts w:cstheme="minorHAnsi"/>
          <w:noProof/>
        </w:rPr>
        <w:t>getRegister, ThreadSet</w:t>
      </w:r>
      <w:r>
        <w:rPr>
          <w:noProof/>
        </w:rPr>
        <w:tab/>
        <w:t>46</w:t>
      </w:r>
    </w:p>
    <w:p w:rsidR="00F61C9D" w:rsidRDefault="00F61C9D">
      <w:pPr>
        <w:pStyle w:val="Index1"/>
        <w:tabs>
          <w:tab w:val="right" w:leader="dot" w:pos="4310"/>
        </w:tabs>
        <w:rPr>
          <w:noProof/>
        </w:rPr>
      </w:pPr>
      <w:r>
        <w:rPr>
          <w:noProof/>
        </w:rPr>
        <w:t>getRunningIRPC, Thread</w:t>
      </w:r>
      <w:r>
        <w:rPr>
          <w:noProof/>
        </w:rPr>
        <w:tab/>
        <w:t>20</w:t>
      </w:r>
    </w:p>
    <w:p w:rsidR="00F61C9D" w:rsidRDefault="00F61C9D">
      <w:pPr>
        <w:pStyle w:val="Index1"/>
        <w:tabs>
          <w:tab w:val="right" w:leader="dot" w:pos="4310"/>
        </w:tabs>
        <w:rPr>
          <w:noProof/>
        </w:rPr>
      </w:pPr>
      <w:r w:rsidRPr="001B07ED">
        <w:rPr>
          <w:rFonts w:cstheme="minorHAnsi"/>
          <w:noProof/>
        </w:rPr>
        <w:t>getRunningSubset, ThreadSet</w:t>
      </w:r>
      <w:r>
        <w:rPr>
          <w:noProof/>
        </w:rPr>
        <w:tab/>
        <w:t>45</w:t>
      </w:r>
    </w:p>
    <w:p w:rsidR="00F61C9D" w:rsidRDefault="00F61C9D">
      <w:pPr>
        <w:pStyle w:val="Index1"/>
        <w:tabs>
          <w:tab w:val="right" w:leader="dot" w:pos="4310"/>
        </w:tabs>
        <w:rPr>
          <w:noProof/>
        </w:rPr>
      </w:pPr>
      <w:r>
        <w:rPr>
          <w:noProof/>
        </w:rPr>
        <w:t>getSignal, EventSignal</w:t>
      </w:r>
      <w:r>
        <w:rPr>
          <w:noProof/>
        </w:rPr>
        <w:tab/>
        <w:t>58</w:t>
      </w:r>
    </w:p>
    <w:p w:rsidR="00F61C9D" w:rsidRDefault="00F61C9D">
      <w:pPr>
        <w:pStyle w:val="Index1"/>
        <w:tabs>
          <w:tab w:val="right" w:leader="dot" w:pos="4310"/>
        </w:tabs>
        <w:rPr>
          <w:noProof/>
        </w:rPr>
      </w:pPr>
      <w:r>
        <w:rPr>
          <w:noProof/>
        </w:rPr>
        <w:t>getSingleStepMode, Thread</w:t>
      </w:r>
      <w:r>
        <w:rPr>
          <w:noProof/>
        </w:rPr>
        <w:tab/>
        <w:t>21</w:t>
      </w:r>
    </w:p>
    <w:p w:rsidR="00F61C9D" w:rsidRDefault="00F61C9D">
      <w:pPr>
        <w:pStyle w:val="Index1"/>
        <w:tabs>
          <w:tab w:val="right" w:leader="dot" w:pos="4310"/>
        </w:tabs>
        <w:rPr>
          <w:noProof/>
        </w:rPr>
      </w:pPr>
      <w:r w:rsidRPr="001B07ED">
        <w:rPr>
          <w:rFonts w:cstheme="minorHAnsi"/>
          <w:noProof/>
        </w:rPr>
        <w:t>getSingleStepSubset, ThreadSet</w:t>
      </w:r>
      <w:r>
        <w:rPr>
          <w:noProof/>
        </w:rPr>
        <w:tab/>
        <w:t>45</w:t>
      </w:r>
    </w:p>
    <w:p w:rsidR="00F61C9D" w:rsidRDefault="00F61C9D">
      <w:pPr>
        <w:pStyle w:val="Index1"/>
        <w:tabs>
          <w:tab w:val="right" w:leader="dot" w:pos="4310"/>
        </w:tabs>
        <w:rPr>
          <w:noProof/>
        </w:rPr>
      </w:pPr>
      <w:r w:rsidRPr="001B07ED">
        <w:rPr>
          <w:rFonts w:cstheme="minorHAnsi"/>
          <w:noProof/>
        </w:rPr>
        <w:t>getStackBases, ThreadSet</w:t>
      </w:r>
      <w:r>
        <w:rPr>
          <w:noProof/>
        </w:rPr>
        <w:tab/>
        <w:t>46</w:t>
      </w:r>
    </w:p>
    <w:p w:rsidR="00F61C9D" w:rsidRDefault="00F61C9D">
      <w:pPr>
        <w:pStyle w:val="Index1"/>
        <w:tabs>
          <w:tab w:val="right" w:leader="dot" w:pos="4310"/>
        </w:tabs>
        <w:rPr>
          <w:noProof/>
        </w:rPr>
      </w:pPr>
      <w:r>
        <w:rPr>
          <w:noProof/>
        </w:rPr>
        <w:t>getStackPointer, MachRegister</w:t>
      </w:r>
      <w:r>
        <w:rPr>
          <w:noProof/>
        </w:rPr>
        <w:tab/>
        <w:t>60</w:t>
      </w:r>
    </w:p>
    <w:p w:rsidR="00F61C9D" w:rsidRDefault="00F61C9D">
      <w:pPr>
        <w:pStyle w:val="Index1"/>
        <w:tabs>
          <w:tab w:val="right" w:leader="dot" w:pos="4310"/>
        </w:tabs>
        <w:rPr>
          <w:noProof/>
        </w:rPr>
      </w:pPr>
      <w:r w:rsidRPr="001B07ED">
        <w:rPr>
          <w:rFonts w:cstheme="minorHAnsi"/>
          <w:noProof/>
        </w:rPr>
        <w:t>getStartFunctions, ThreadSet</w:t>
      </w:r>
      <w:r>
        <w:rPr>
          <w:noProof/>
        </w:rPr>
        <w:tab/>
        <w:t>45</w:t>
      </w:r>
    </w:p>
    <w:p w:rsidR="00F61C9D" w:rsidRDefault="00F61C9D">
      <w:pPr>
        <w:pStyle w:val="Index1"/>
        <w:tabs>
          <w:tab w:val="right" w:leader="dot" w:pos="4310"/>
        </w:tabs>
        <w:rPr>
          <w:noProof/>
        </w:rPr>
      </w:pPr>
      <w:r>
        <w:rPr>
          <w:noProof/>
        </w:rPr>
        <w:t>getStartOffset, IRPC</w:t>
      </w:r>
      <w:r>
        <w:rPr>
          <w:noProof/>
        </w:rPr>
        <w:tab/>
        <w:t>25</w:t>
      </w:r>
    </w:p>
    <w:p w:rsidR="00F61C9D" w:rsidRDefault="00F61C9D">
      <w:pPr>
        <w:pStyle w:val="Index1"/>
        <w:tabs>
          <w:tab w:val="right" w:leader="dot" w:pos="4310"/>
        </w:tabs>
        <w:rPr>
          <w:noProof/>
        </w:rPr>
      </w:pPr>
      <w:r w:rsidRPr="001B07ED">
        <w:rPr>
          <w:rFonts w:cstheme="minorHAnsi"/>
          <w:noProof/>
        </w:rPr>
        <w:lastRenderedPageBreak/>
        <w:t>getStoppedSubset, ThreadSet</w:t>
      </w:r>
      <w:r>
        <w:rPr>
          <w:noProof/>
        </w:rPr>
        <w:tab/>
        <w:t>45</w:t>
      </w:r>
    </w:p>
    <w:p w:rsidR="00F61C9D" w:rsidRDefault="00F61C9D">
      <w:pPr>
        <w:pStyle w:val="Index1"/>
        <w:tabs>
          <w:tab w:val="right" w:leader="dot" w:pos="4310"/>
        </w:tabs>
        <w:rPr>
          <w:noProof/>
        </w:rPr>
      </w:pPr>
      <w:r>
        <w:rPr>
          <w:noProof/>
        </w:rPr>
        <w:t>getSubRegVal, MachRegister</w:t>
      </w:r>
      <w:r>
        <w:rPr>
          <w:noProof/>
        </w:rPr>
        <w:tab/>
        <w:t>61</w:t>
      </w:r>
    </w:p>
    <w:p w:rsidR="00F61C9D" w:rsidRDefault="00F61C9D">
      <w:pPr>
        <w:pStyle w:val="Index1"/>
        <w:tabs>
          <w:tab w:val="right" w:leader="dot" w:pos="4310"/>
        </w:tabs>
        <w:rPr>
          <w:noProof/>
        </w:rPr>
      </w:pPr>
      <w:r>
        <w:rPr>
          <w:noProof/>
        </w:rPr>
        <w:t>getSyncType, Event</w:t>
      </w:r>
      <w:r>
        <w:rPr>
          <w:noProof/>
        </w:rPr>
        <w:tab/>
        <w:t>51</w:t>
      </w:r>
    </w:p>
    <w:p w:rsidR="00F61C9D" w:rsidRDefault="00F61C9D">
      <w:pPr>
        <w:pStyle w:val="Index1"/>
        <w:tabs>
          <w:tab w:val="right" w:leader="dot" w:pos="4310"/>
        </w:tabs>
        <w:rPr>
          <w:noProof/>
        </w:rPr>
      </w:pPr>
      <w:r w:rsidRPr="001B07ED">
        <w:rPr>
          <w:rFonts w:cstheme="minorHAnsi"/>
          <w:noProof/>
        </w:rPr>
        <w:t>getTerminatedSubset, ProcessSet</w:t>
      </w:r>
      <w:r>
        <w:rPr>
          <w:noProof/>
        </w:rPr>
        <w:tab/>
        <w:t>38</w:t>
      </w:r>
    </w:p>
    <w:p w:rsidR="00F61C9D" w:rsidRDefault="00F61C9D">
      <w:pPr>
        <w:pStyle w:val="Index1"/>
        <w:tabs>
          <w:tab w:val="right" w:leader="dot" w:pos="4310"/>
        </w:tabs>
        <w:rPr>
          <w:noProof/>
        </w:rPr>
      </w:pPr>
      <w:r w:rsidRPr="001B07ED">
        <w:rPr>
          <w:rFonts w:cstheme="minorHAnsi"/>
          <w:noProof/>
        </w:rPr>
        <w:t>getTerminatedSubset, ThreadSet</w:t>
      </w:r>
      <w:r>
        <w:rPr>
          <w:noProof/>
        </w:rPr>
        <w:tab/>
        <w:t>45</w:t>
      </w:r>
    </w:p>
    <w:p w:rsidR="00F61C9D" w:rsidRDefault="00F61C9D">
      <w:pPr>
        <w:pStyle w:val="Index1"/>
        <w:tabs>
          <w:tab w:val="right" w:leader="dot" w:pos="4310"/>
        </w:tabs>
        <w:rPr>
          <w:noProof/>
        </w:rPr>
      </w:pPr>
      <w:r>
        <w:rPr>
          <w:noProof/>
        </w:rPr>
        <w:t>getTermSignal, EventCrash</w:t>
      </w:r>
      <w:r>
        <w:rPr>
          <w:noProof/>
        </w:rPr>
        <w:tab/>
        <w:t>54</w:t>
      </w:r>
    </w:p>
    <w:p w:rsidR="00F61C9D" w:rsidRDefault="00F61C9D">
      <w:pPr>
        <w:pStyle w:val="Index1"/>
        <w:tabs>
          <w:tab w:val="right" w:leader="dot" w:pos="4310"/>
        </w:tabs>
        <w:rPr>
          <w:noProof/>
        </w:rPr>
      </w:pPr>
      <w:r>
        <w:rPr>
          <w:noProof/>
        </w:rPr>
        <w:t>getThread, Event</w:t>
      </w:r>
      <w:r>
        <w:rPr>
          <w:noProof/>
        </w:rPr>
        <w:tab/>
        <w:t>51</w:t>
      </w:r>
    </w:p>
    <w:p w:rsidR="00F61C9D" w:rsidRDefault="00F61C9D">
      <w:pPr>
        <w:pStyle w:val="Index1"/>
        <w:tabs>
          <w:tab w:val="right" w:leader="dot" w:pos="4310"/>
        </w:tabs>
        <w:rPr>
          <w:noProof/>
        </w:rPr>
      </w:pPr>
      <w:r w:rsidRPr="001B07ED">
        <w:rPr>
          <w:rFonts w:cstheme="minorHAnsi"/>
          <w:noProof/>
        </w:rPr>
        <w:t>getTLSs, ThreadSet</w:t>
      </w:r>
      <w:r>
        <w:rPr>
          <w:noProof/>
        </w:rPr>
        <w:tab/>
        <w:t>46</w:t>
      </w:r>
    </w:p>
    <w:p w:rsidR="00F61C9D" w:rsidRDefault="00F61C9D">
      <w:pPr>
        <w:pStyle w:val="Index1"/>
        <w:tabs>
          <w:tab w:val="right" w:leader="dot" w:pos="4310"/>
        </w:tabs>
        <w:rPr>
          <w:noProof/>
        </w:rPr>
      </w:pPr>
      <w:r>
        <w:rPr>
          <w:noProof/>
        </w:rPr>
        <w:t>getToAddress, Breakpoint</w:t>
      </w:r>
      <w:r>
        <w:rPr>
          <w:noProof/>
        </w:rPr>
        <w:tab/>
        <w:t>23</w:t>
      </w:r>
    </w:p>
    <w:p w:rsidR="00F61C9D" w:rsidRDefault="00F61C9D">
      <w:pPr>
        <w:pStyle w:val="Index1"/>
        <w:tabs>
          <w:tab w:val="right" w:leader="dot" w:pos="4310"/>
        </w:tabs>
        <w:rPr>
          <w:noProof/>
        </w:rPr>
      </w:pPr>
      <w:r>
        <w:rPr>
          <w:noProof/>
        </w:rPr>
        <w:t>handleEvents</w:t>
      </w:r>
      <w:r>
        <w:rPr>
          <w:noProof/>
        </w:rPr>
        <w:tab/>
        <w:t>25</w:t>
      </w:r>
    </w:p>
    <w:p w:rsidR="00F61C9D" w:rsidRDefault="00F61C9D">
      <w:pPr>
        <w:pStyle w:val="Index1"/>
        <w:tabs>
          <w:tab w:val="right" w:leader="dot" w:pos="4310"/>
        </w:tabs>
        <w:rPr>
          <w:noProof/>
        </w:rPr>
      </w:pPr>
      <w:r w:rsidRPr="001B07ED">
        <w:rPr>
          <w:rFonts w:cs="Courier New"/>
          <w:noProof/>
        </w:rPr>
        <w:t>handleEvents, Process</w:t>
      </w:r>
      <w:r>
        <w:rPr>
          <w:noProof/>
        </w:rPr>
        <w:tab/>
        <w:t>3, 7, 11, 48</w:t>
      </w:r>
    </w:p>
    <w:p w:rsidR="00F61C9D" w:rsidRDefault="00F61C9D">
      <w:pPr>
        <w:pStyle w:val="Index1"/>
        <w:tabs>
          <w:tab w:val="right" w:leader="dot" w:pos="4310"/>
        </w:tabs>
        <w:rPr>
          <w:noProof/>
        </w:rPr>
      </w:pPr>
      <w:r>
        <w:rPr>
          <w:noProof/>
        </w:rPr>
        <w:t>hasRunningThread, Process</w:t>
      </w:r>
      <w:r>
        <w:rPr>
          <w:noProof/>
        </w:rPr>
        <w:tab/>
        <w:t>13</w:t>
      </w:r>
    </w:p>
    <w:p w:rsidR="00F61C9D" w:rsidRDefault="00F61C9D">
      <w:pPr>
        <w:pStyle w:val="Index1"/>
        <w:tabs>
          <w:tab w:val="right" w:leader="dot" w:pos="4310"/>
        </w:tabs>
        <w:rPr>
          <w:noProof/>
        </w:rPr>
      </w:pPr>
      <w:r>
        <w:rPr>
          <w:noProof/>
        </w:rPr>
        <w:t>hasStoppedThread, Process</w:t>
      </w:r>
      <w:r>
        <w:rPr>
          <w:noProof/>
        </w:rPr>
        <w:tab/>
        <w:t>13</w:t>
      </w:r>
    </w:p>
    <w:p w:rsidR="00F61C9D" w:rsidRDefault="00F61C9D">
      <w:pPr>
        <w:pStyle w:val="Index1"/>
        <w:tabs>
          <w:tab w:val="right" w:leader="dot" w:pos="4310"/>
        </w:tabs>
        <w:rPr>
          <w:noProof/>
        </w:rPr>
      </w:pPr>
      <w:r w:rsidRPr="001B07ED">
        <w:rPr>
          <w:rFonts w:cstheme="minorHAnsi"/>
          <w:noProof/>
        </w:rPr>
        <w:t>insert, AddressSet</w:t>
      </w:r>
      <w:r>
        <w:rPr>
          <w:noProof/>
        </w:rPr>
        <w:tab/>
        <w:t>32</w:t>
      </w:r>
    </w:p>
    <w:p w:rsidR="00F61C9D" w:rsidRDefault="00F61C9D">
      <w:pPr>
        <w:pStyle w:val="Index1"/>
        <w:tabs>
          <w:tab w:val="right" w:leader="dot" w:pos="4310"/>
        </w:tabs>
        <w:rPr>
          <w:noProof/>
        </w:rPr>
      </w:pPr>
      <w:r w:rsidRPr="001B07ED">
        <w:rPr>
          <w:rFonts w:cstheme="minorHAnsi"/>
          <w:noProof/>
        </w:rPr>
        <w:t>insert, ProcessSet</w:t>
      </w:r>
      <w:r>
        <w:rPr>
          <w:noProof/>
        </w:rPr>
        <w:tab/>
        <w:t>37</w:t>
      </w:r>
    </w:p>
    <w:p w:rsidR="00F61C9D" w:rsidRDefault="00F61C9D">
      <w:pPr>
        <w:pStyle w:val="Index1"/>
        <w:tabs>
          <w:tab w:val="right" w:leader="dot" w:pos="4310"/>
        </w:tabs>
        <w:rPr>
          <w:noProof/>
        </w:rPr>
      </w:pPr>
      <w:r w:rsidRPr="001B07ED">
        <w:rPr>
          <w:rFonts w:cstheme="minorHAnsi"/>
          <w:noProof/>
        </w:rPr>
        <w:t>insert, ThreadSet</w:t>
      </w:r>
      <w:r>
        <w:rPr>
          <w:noProof/>
        </w:rPr>
        <w:tab/>
        <w:t>44</w:t>
      </w:r>
    </w:p>
    <w:p w:rsidR="00F61C9D" w:rsidRDefault="00F61C9D">
      <w:pPr>
        <w:pStyle w:val="Index1"/>
        <w:tabs>
          <w:tab w:val="right" w:leader="dot" w:pos="4310"/>
        </w:tabs>
        <w:rPr>
          <w:noProof/>
        </w:rPr>
      </w:pPr>
      <w:r>
        <w:rPr>
          <w:noProof/>
        </w:rPr>
        <w:t>IRPC</w:t>
      </w:r>
      <w:r>
        <w:rPr>
          <w:noProof/>
        </w:rPr>
        <w:tab/>
        <w:t>7, 17, 24, 41, 42, 47, 58</w:t>
      </w:r>
    </w:p>
    <w:p w:rsidR="00F61C9D" w:rsidRDefault="00F61C9D">
      <w:pPr>
        <w:pStyle w:val="Index1"/>
        <w:tabs>
          <w:tab w:val="right" w:leader="dot" w:pos="4310"/>
        </w:tabs>
        <w:rPr>
          <w:noProof/>
        </w:rPr>
      </w:pPr>
      <w:r>
        <w:rPr>
          <w:noProof/>
        </w:rPr>
        <w:t>isCrashed, Process</w:t>
      </w:r>
      <w:r>
        <w:rPr>
          <w:noProof/>
        </w:rPr>
        <w:tab/>
        <w:t>13</w:t>
      </w:r>
    </w:p>
    <w:p w:rsidR="00F61C9D" w:rsidRDefault="00F61C9D">
      <w:pPr>
        <w:pStyle w:val="Index1"/>
        <w:tabs>
          <w:tab w:val="right" w:leader="dot" w:pos="4310"/>
        </w:tabs>
        <w:rPr>
          <w:noProof/>
        </w:rPr>
      </w:pPr>
      <w:r>
        <w:rPr>
          <w:noProof/>
        </w:rPr>
        <w:t>isCtrlTransfer, Breakpoint</w:t>
      </w:r>
      <w:r>
        <w:rPr>
          <w:noProof/>
        </w:rPr>
        <w:tab/>
        <w:t>23</w:t>
      </w:r>
    </w:p>
    <w:p w:rsidR="00F61C9D" w:rsidRDefault="00F61C9D">
      <w:pPr>
        <w:pStyle w:val="Index1"/>
        <w:tabs>
          <w:tab w:val="right" w:leader="dot" w:pos="4310"/>
        </w:tabs>
        <w:rPr>
          <w:noProof/>
        </w:rPr>
      </w:pPr>
      <w:r w:rsidRPr="001B07ED">
        <w:rPr>
          <w:rFonts w:cstheme="minorHAnsi"/>
          <w:noProof/>
        </w:rPr>
        <w:t>isDetached, Thread</w:t>
      </w:r>
      <w:r>
        <w:rPr>
          <w:noProof/>
        </w:rPr>
        <w:tab/>
        <w:t>18</w:t>
      </w:r>
    </w:p>
    <w:p w:rsidR="00F61C9D" w:rsidRDefault="00F61C9D">
      <w:pPr>
        <w:pStyle w:val="Index1"/>
        <w:tabs>
          <w:tab w:val="right" w:leader="dot" w:pos="4310"/>
        </w:tabs>
        <w:rPr>
          <w:noProof/>
        </w:rPr>
      </w:pPr>
      <w:r>
        <w:rPr>
          <w:noProof/>
        </w:rPr>
        <w:t>isExited, Process</w:t>
      </w:r>
      <w:r>
        <w:rPr>
          <w:noProof/>
        </w:rPr>
        <w:tab/>
        <w:t>13</w:t>
      </w:r>
    </w:p>
    <w:p w:rsidR="00F61C9D" w:rsidRDefault="00F61C9D">
      <w:pPr>
        <w:pStyle w:val="Index1"/>
        <w:tabs>
          <w:tab w:val="right" w:leader="dot" w:pos="4310"/>
        </w:tabs>
        <w:rPr>
          <w:noProof/>
        </w:rPr>
      </w:pPr>
      <w:r>
        <w:rPr>
          <w:noProof/>
        </w:rPr>
        <w:t>isFramePointer, MachRegister</w:t>
      </w:r>
      <w:r>
        <w:rPr>
          <w:noProof/>
        </w:rPr>
        <w:tab/>
        <w:t>61</w:t>
      </w:r>
    </w:p>
    <w:p w:rsidR="00F61C9D" w:rsidRDefault="00F61C9D">
      <w:pPr>
        <w:pStyle w:val="Index1"/>
        <w:tabs>
          <w:tab w:val="right" w:leader="dot" w:pos="4310"/>
        </w:tabs>
        <w:rPr>
          <w:noProof/>
        </w:rPr>
      </w:pPr>
      <w:r>
        <w:rPr>
          <w:noProof/>
        </w:rPr>
        <w:t>isInitialThread, Thread</w:t>
      </w:r>
      <w:r>
        <w:rPr>
          <w:noProof/>
        </w:rPr>
        <w:tab/>
        <w:t>18</w:t>
      </w:r>
    </w:p>
    <w:p w:rsidR="00F61C9D" w:rsidRDefault="00F61C9D">
      <w:pPr>
        <w:pStyle w:val="Index1"/>
        <w:tabs>
          <w:tab w:val="right" w:leader="dot" w:pos="4310"/>
        </w:tabs>
        <w:rPr>
          <w:noProof/>
        </w:rPr>
      </w:pPr>
      <w:r>
        <w:rPr>
          <w:noProof/>
        </w:rPr>
        <w:t>isLive, Thread</w:t>
      </w:r>
      <w:r>
        <w:rPr>
          <w:noProof/>
        </w:rPr>
        <w:tab/>
        <w:t>18</w:t>
      </w:r>
    </w:p>
    <w:p w:rsidR="00F61C9D" w:rsidRDefault="00F61C9D">
      <w:pPr>
        <w:pStyle w:val="Index1"/>
        <w:tabs>
          <w:tab w:val="right" w:leader="dot" w:pos="4310"/>
        </w:tabs>
        <w:rPr>
          <w:noProof/>
        </w:rPr>
      </w:pPr>
      <w:r>
        <w:rPr>
          <w:noProof/>
        </w:rPr>
        <w:t>isPC, MachRegister</w:t>
      </w:r>
      <w:r>
        <w:rPr>
          <w:noProof/>
        </w:rPr>
        <w:tab/>
        <w:t>61</w:t>
      </w:r>
    </w:p>
    <w:p w:rsidR="00F61C9D" w:rsidRDefault="00F61C9D">
      <w:pPr>
        <w:pStyle w:val="Index1"/>
        <w:tabs>
          <w:tab w:val="right" w:leader="dot" w:pos="4310"/>
        </w:tabs>
        <w:rPr>
          <w:noProof/>
        </w:rPr>
      </w:pPr>
      <w:r>
        <w:rPr>
          <w:noProof/>
        </w:rPr>
        <w:t>isRunning, Thread</w:t>
      </w:r>
      <w:r>
        <w:rPr>
          <w:noProof/>
        </w:rPr>
        <w:tab/>
        <w:t>18</w:t>
      </w:r>
    </w:p>
    <w:p w:rsidR="00F61C9D" w:rsidRDefault="00F61C9D">
      <w:pPr>
        <w:pStyle w:val="Index1"/>
        <w:tabs>
          <w:tab w:val="right" w:leader="dot" w:pos="4310"/>
        </w:tabs>
        <w:rPr>
          <w:noProof/>
        </w:rPr>
      </w:pPr>
      <w:r>
        <w:rPr>
          <w:noProof/>
        </w:rPr>
        <w:t>isStackPointer, MachRegister</w:t>
      </w:r>
      <w:r>
        <w:rPr>
          <w:noProof/>
        </w:rPr>
        <w:tab/>
        <w:t>61</w:t>
      </w:r>
    </w:p>
    <w:p w:rsidR="00F61C9D" w:rsidRDefault="00F61C9D">
      <w:pPr>
        <w:pStyle w:val="Index1"/>
        <w:tabs>
          <w:tab w:val="right" w:leader="dot" w:pos="4310"/>
        </w:tabs>
        <w:rPr>
          <w:noProof/>
        </w:rPr>
      </w:pPr>
      <w:r>
        <w:rPr>
          <w:noProof/>
        </w:rPr>
        <w:t>isStopped, Thread</w:t>
      </w:r>
      <w:r>
        <w:rPr>
          <w:noProof/>
        </w:rPr>
        <w:tab/>
        <w:t>18</w:t>
      </w:r>
    </w:p>
    <w:p w:rsidR="00F61C9D" w:rsidRDefault="00F61C9D">
      <w:pPr>
        <w:pStyle w:val="Index1"/>
        <w:tabs>
          <w:tab w:val="right" w:leader="dot" w:pos="4310"/>
        </w:tabs>
        <w:rPr>
          <w:noProof/>
        </w:rPr>
      </w:pPr>
      <w:r>
        <w:rPr>
          <w:noProof/>
        </w:rPr>
        <w:t>isTerminated, Process</w:t>
      </w:r>
      <w:r>
        <w:rPr>
          <w:noProof/>
        </w:rPr>
        <w:tab/>
        <w:t>13</w:t>
      </w:r>
    </w:p>
    <w:p w:rsidR="00F61C9D" w:rsidRDefault="00F61C9D">
      <w:pPr>
        <w:pStyle w:val="Index1"/>
        <w:tabs>
          <w:tab w:val="right" w:leader="dot" w:pos="4310"/>
        </w:tabs>
        <w:rPr>
          <w:noProof/>
        </w:rPr>
      </w:pPr>
      <w:r>
        <w:rPr>
          <w:noProof/>
        </w:rPr>
        <w:t>isValid, MachRegister</w:t>
      </w:r>
      <w:r>
        <w:rPr>
          <w:noProof/>
        </w:rPr>
        <w:tab/>
        <w:t>61</w:t>
      </w:r>
    </w:p>
    <w:p w:rsidR="00F61C9D" w:rsidRDefault="00F61C9D">
      <w:pPr>
        <w:pStyle w:val="Index1"/>
        <w:tabs>
          <w:tab w:val="right" w:leader="dot" w:pos="4310"/>
        </w:tabs>
        <w:rPr>
          <w:noProof/>
        </w:rPr>
      </w:pPr>
      <w:r w:rsidRPr="001B07ED">
        <w:rPr>
          <w:rFonts w:cstheme="minorHAnsi"/>
          <w:noProof/>
        </w:rPr>
        <w:t>iterator, AddressSet</w:t>
      </w:r>
      <w:r>
        <w:rPr>
          <w:noProof/>
        </w:rPr>
        <w:tab/>
        <w:t>31</w:t>
      </w:r>
    </w:p>
    <w:p w:rsidR="00F61C9D" w:rsidRDefault="00F61C9D">
      <w:pPr>
        <w:pStyle w:val="Index1"/>
        <w:tabs>
          <w:tab w:val="right" w:leader="dot" w:pos="4310"/>
        </w:tabs>
        <w:rPr>
          <w:noProof/>
        </w:rPr>
      </w:pPr>
      <w:r>
        <w:rPr>
          <w:noProof/>
        </w:rPr>
        <w:t>iterator, Library</w:t>
      </w:r>
      <w:r>
        <w:rPr>
          <w:noProof/>
        </w:rPr>
        <w:tab/>
        <w:t>28</w:t>
      </w:r>
    </w:p>
    <w:p w:rsidR="00F61C9D" w:rsidRDefault="00F61C9D">
      <w:pPr>
        <w:pStyle w:val="Index1"/>
        <w:tabs>
          <w:tab w:val="right" w:leader="dot" w:pos="4310"/>
        </w:tabs>
        <w:rPr>
          <w:noProof/>
        </w:rPr>
      </w:pPr>
      <w:r w:rsidRPr="001B07ED">
        <w:rPr>
          <w:rFonts w:cstheme="minorHAnsi"/>
          <w:noProof/>
        </w:rPr>
        <w:t>iterator, ProcessSet</w:t>
      </w:r>
      <w:r>
        <w:rPr>
          <w:noProof/>
        </w:rPr>
        <w:tab/>
        <w:t>34</w:t>
      </w:r>
    </w:p>
    <w:p w:rsidR="00F61C9D" w:rsidRDefault="00F61C9D">
      <w:pPr>
        <w:pStyle w:val="Index1"/>
        <w:tabs>
          <w:tab w:val="right" w:leader="dot" w:pos="4310"/>
        </w:tabs>
        <w:rPr>
          <w:noProof/>
        </w:rPr>
      </w:pPr>
      <w:r>
        <w:rPr>
          <w:noProof/>
        </w:rPr>
        <w:t>iterator, RegisterPool</w:t>
      </w:r>
      <w:r>
        <w:rPr>
          <w:noProof/>
        </w:rPr>
        <w:tab/>
        <w:t>29</w:t>
      </w:r>
    </w:p>
    <w:p w:rsidR="00F61C9D" w:rsidRDefault="00F61C9D">
      <w:pPr>
        <w:pStyle w:val="Index1"/>
        <w:tabs>
          <w:tab w:val="right" w:leader="dot" w:pos="4310"/>
        </w:tabs>
        <w:rPr>
          <w:noProof/>
        </w:rPr>
      </w:pPr>
      <w:r>
        <w:rPr>
          <w:noProof/>
        </w:rPr>
        <w:t>iterator, ThreadPool</w:t>
      </w:r>
      <w:r>
        <w:rPr>
          <w:noProof/>
        </w:rPr>
        <w:tab/>
        <w:t>26</w:t>
      </w:r>
    </w:p>
    <w:p w:rsidR="00F61C9D" w:rsidRDefault="00F61C9D">
      <w:pPr>
        <w:pStyle w:val="Index1"/>
        <w:tabs>
          <w:tab w:val="right" w:leader="dot" w:pos="4310"/>
        </w:tabs>
        <w:rPr>
          <w:noProof/>
        </w:rPr>
      </w:pPr>
      <w:r w:rsidRPr="001B07ED">
        <w:rPr>
          <w:rFonts w:cstheme="minorHAnsi"/>
          <w:noProof/>
        </w:rPr>
        <w:t>iterator, ThreadSet</w:t>
      </w:r>
      <w:r>
        <w:rPr>
          <w:noProof/>
        </w:rPr>
        <w:tab/>
        <w:t>43</w:t>
      </w:r>
    </w:p>
    <w:p w:rsidR="00F61C9D" w:rsidRDefault="00F61C9D">
      <w:pPr>
        <w:pStyle w:val="Index1"/>
        <w:tabs>
          <w:tab w:val="right" w:leader="dot" w:pos="4310"/>
        </w:tabs>
        <w:rPr>
          <w:noProof/>
        </w:rPr>
      </w:pPr>
      <w:r>
        <w:rPr>
          <w:noProof/>
        </w:rPr>
        <w:t>libraries, Process</w:t>
      </w:r>
      <w:r>
        <w:rPr>
          <w:noProof/>
        </w:rPr>
        <w:tab/>
        <w:t>15</w:t>
      </w:r>
    </w:p>
    <w:p w:rsidR="00F61C9D" w:rsidRDefault="00F61C9D">
      <w:pPr>
        <w:pStyle w:val="Index1"/>
        <w:tabs>
          <w:tab w:val="right" w:leader="dot" w:pos="4310"/>
        </w:tabs>
        <w:rPr>
          <w:noProof/>
        </w:rPr>
      </w:pPr>
      <w:r>
        <w:rPr>
          <w:noProof/>
        </w:rPr>
        <w:t>Library</w:t>
      </w:r>
      <w:r>
        <w:rPr>
          <w:noProof/>
        </w:rPr>
        <w:tab/>
        <w:t>21</w:t>
      </w:r>
    </w:p>
    <w:p w:rsidR="00F61C9D" w:rsidRDefault="00F61C9D">
      <w:pPr>
        <w:pStyle w:val="Index1"/>
        <w:tabs>
          <w:tab w:val="right" w:leader="dot" w:pos="4310"/>
        </w:tabs>
        <w:rPr>
          <w:noProof/>
        </w:rPr>
      </w:pPr>
      <w:r>
        <w:rPr>
          <w:noProof/>
        </w:rPr>
        <w:t>LibraryPool</w:t>
      </w:r>
      <w:r>
        <w:rPr>
          <w:noProof/>
        </w:rPr>
        <w:tab/>
        <w:t>15</w:t>
      </w:r>
    </w:p>
    <w:p w:rsidR="00F61C9D" w:rsidRDefault="00F61C9D">
      <w:pPr>
        <w:pStyle w:val="Index1"/>
        <w:tabs>
          <w:tab w:val="right" w:leader="dot" w:pos="4310"/>
        </w:tabs>
        <w:rPr>
          <w:noProof/>
        </w:rPr>
      </w:pPr>
      <w:r>
        <w:rPr>
          <w:noProof/>
        </w:rPr>
        <w:t>libsAdded, EventLibrary</w:t>
      </w:r>
      <w:r>
        <w:rPr>
          <w:noProof/>
        </w:rPr>
        <w:tab/>
        <w:t>59</w:t>
      </w:r>
    </w:p>
    <w:p w:rsidR="00F61C9D" w:rsidRDefault="00F61C9D">
      <w:pPr>
        <w:pStyle w:val="Index1"/>
        <w:tabs>
          <w:tab w:val="right" w:leader="dot" w:pos="4310"/>
        </w:tabs>
        <w:rPr>
          <w:noProof/>
        </w:rPr>
      </w:pPr>
      <w:r>
        <w:rPr>
          <w:noProof/>
        </w:rPr>
        <w:t>libsRemoved, EventLibrary</w:t>
      </w:r>
      <w:r>
        <w:rPr>
          <w:noProof/>
        </w:rPr>
        <w:tab/>
        <w:t>59</w:t>
      </w:r>
    </w:p>
    <w:p w:rsidR="00F61C9D" w:rsidRDefault="00F61C9D">
      <w:pPr>
        <w:pStyle w:val="Index1"/>
        <w:tabs>
          <w:tab w:val="right" w:leader="dot" w:pos="4310"/>
        </w:tabs>
        <w:rPr>
          <w:noProof/>
        </w:rPr>
      </w:pPr>
      <w:r>
        <w:rPr>
          <w:noProof/>
        </w:rPr>
        <w:t>load address</w:t>
      </w:r>
      <w:r>
        <w:rPr>
          <w:noProof/>
        </w:rPr>
        <w:tab/>
        <w:t>21</w:t>
      </w:r>
    </w:p>
    <w:p w:rsidR="00F61C9D" w:rsidRDefault="00F61C9D">
      <w:pPr>
        <w:pStyle w:val="Index1"/>
        <w:tabs>
          <w:tab w:val="right" w:leader="dot" w:pos="4310"/>
        </w:tabs>
        <w:rPr>
          <w:noProof/>
        </w:rPr>
      </w:pPr>
      <w:r w:rsidRPr="001B07ED">
        <w:rPr>
          <w:rFonts w:cstheme="minorHAnsi"/>
          <w:noProof/>
        </w:rPr>
        <w:t>lower_bound, AddressSet</w:t>
      </w:r>
      <w:r>
        <w:rPr>
          <w:noProof/>
        </w:rPr>
        <w:tab/>
        <w:t>33</w:t>
      </w:r>
    </w:p>
    <w:p w:rsidR="00F61C9D" w:rsidRDefault="00F61C9D">
      <w:pPr>
        <w:pStyle w:val="Index1"/>
        <w:tabs>
          <w:tab w:val="right" w:leader="dot" w:pos="4310"/>
        </w:tabs>
        <w:rPr>
          <w:noProof/>
        </w:rPr>
      </w:pPr>
      <w:r>
        <w:rPr>
          <w:noProof/>
        </w:rPr>
        <w:t>MachRegister</w:t>
      </w:r>
      <w:r>
        <w:rPr>
          <w:noProof/>
        </w:rPr>
        <w:tab/>
        <w:t>19, 46, 47, 60</w:t>
      </w:r>
    </w:p>
    <w:p w:rsidR="00F61C9D" w:rsidRDefault="00F61C9D">
      <w:pPr>
        <w:pStyle w:val="Index1"/>
        <w:tabs>
          <w:tab w:val="right" w:leader="dot" w:pos="4310"/>
        </w:tabs>
        <w:rPr>
          <w:noProof/>
        </w:rPr>
      </w:pPr>
      <w:r>
        <w:rPr>
          <w:noProof/>
        </w:rPr>
        <w:t>MachRegisterVal</w:t>
      </w:r>
      <w:r>
        <w:rPr>
          <w:noProof/>
        </w:rPr>
        <w:tab/>
        <w:t>19, 46, 47, 60</w:t>
      </w:r>
    </w:p>
    <w:p w:rsidR="00F61C9D" w:rsidRDefault="00F61C9D">
      <w:pPr>
        <w:pStyle w:val="Index1"/>
        <w:tabs>
          <w:tab w:val="right" w:leader="dot" w:pos="4310"/>
        </w:tabs>
        <w:rPr>
          <w:noProof/>
        </w:rPr>
      </w:pPr>
      <w:r>
        <w:rPr>
          <w:noProof/>
        </w:rPr>
        <w:t>mallocMemory, Process</w:t>
      </w:r>
      <w:r>
        <w:rPr>
          <w:noProof/>
        </w:rPr>
        <w:tab/>
        <w:t>15, 39</w:t>
      </w:r>
    </w:p>
    <w:p w:rsidR="00F61C9D" w:rsidRDefault="00F61C9D">
      <w:pPr>
        <w:pStyle w:val="Index1"/>
        <w:tabs>
          <w:tab w:val="right" w:leader="dot" w:pos="4310"/>
        </w:tabs>
        <w:rPr>
          <w:noProof/>
        </w:rPr>
      </w:pPr>
      <w:r w:rsidRPr="001B07ED">
        <w:rPr>
          <w:rFonts w:cstheme="minorHAnsi"/>
          <w:noProof/>
        </w:rPr>
        <w:lastRenderedPageBreak/>
        <w:t>mallocMemory, ProcessSet</w:t>
      </w:r>
      <w:r>
        <w:rPr>
          <w:noProof/>
        </w:rPr>
        <w:tab/>
        <w:t>39</w:t>
      </w:r>
    </w:p>
    <w:p w:rsidR="00F61C9D" w:rsidRDefault="00F61C9D">
      <w:pPr>
        <w:pStyle w:val="Index1"/>
        <w:tabs>
          <w:tab w:val="right" w:leader="dot" w:pos="4310"/>
        </w:tabs>
        <w:rPr>
          <w:noProof/>
        </w:rPr>
      </w:pPr>
      <w:r>
        <w:rPr>
          <w:noProof/>
        </w:rPr>
        <w:t>name, Event</w:t>
      </w:r>
      <w:r>
        <w:rPr>
          <w:noProof/>
        </w:rPr>
        <w:tab/>
        <w:t>51</w:t>
      </w:r>
    </w:p>
    <w:p w:rsidR="00F61C9D" w:rsidRDefault="00F61C9D">
      <w:pPr>
        <w:pStyle w:val="Index1"/>
        <w:tabs>
          <w:tab w:val="right" w:leader="dot" w:pos="4310"/>
        </w:tabs>
        <w:rPr>
          <w:noProof/>
        </w:rPr>
      </w:pPr>
      <w:r>
        <w:rPr>
          <w:noProof/>
        </w:rPr>
        <w:t>name, EventType</w:t>
      </w:r>
      <w:r>
        <w:rPr>
          <w:noProof/>
        </w:rPr>
        <w:tab/>
        <w:t>50</w:t>
      </w:r>
    </w:p>
    <w:p w:rsidR="00F61C9D" w:rsidRDefault="00F61C9D">
      <w:pPr>
        <w:pStyle w:val="Index1"/>
        <w:tabs>
          <w:tab w:val="right" w:leader="dot" w:pos="4310"/>
        </w:tabs>
        <w:rPr>
          <w:noProof/>
        </w:rPr>
      </w:pPr>
      <w:r>
        <w:rPr>
          <w:noProof/>
        </w:rPr>
        <w:t>name, MachRegister</w:t>
      </w:r>
      <w:r>
        <w:rPr>
          <w:noProof/>
        </w:rPr>
        <w:tab/>
        <w:t>61</w:t>
      </w:r>
    </w:p>
    <w:p w:rsidR="00F61C9D" w:rsidRDefault="00F61C9D">
      <w:pPr>
        <w:pStyle w:val="Index1"/>
        <w:tabs>
          <w:tab w:val="right" w:leader="dot" w:pos="4310"/>
        </w:tabs>
        <w:rPr>
          <w:noProof/>
        </w:rPr>
      </w:pPr>
      <w:r>
        <w:rPr>
          <w:noProof/>
        </w:rPr>
        <w:t>namespaces</w:t>
      </w:r>
      <w:r>
        <w:rPr>
          <w:noProof/>
        </w:rPr>
        <w:tab/>
        <w:t>9</w:t>
      </w:r>
    </w:p>
    <w:p w:rsidR="00F61C9D" w:rsidRDefault="00F61C9D">
      <w:pPr>
        <w:pStyle w:val="Index1"/>
        <w:tabs>
          <w:tab w:val="right" w:leader="dot" w:pos="4310"/>
        </w:tabs>
        <w:rPr>
          <w:noProof/>
        </w:rPr>
      </w:pPr>
      <w:r w:rsidRPr="001B07ED">
        <w:rPr>
          <w:rFonts w:cstheme="minorHAnsi"/>
          <w:noProof/>
        </w:rPr>
        <w:t>newAddressSet, AddressSet</w:t>
      </w:r>
      <w:r>
        <w:rPr>
          <w:noProof/>
        </w:rPr>
        <w:tab/>
        <w:t>31</w:t>
      </w:r>
    </w:p>
    <w:p w:rsidR="00F61C9D" w:rsidRDefault="00F61C9D">
      <w:pPr>
        <w:pStyle w:val="Index1"/>
        <w:tabs>
          <w:tab w:val="right" w:leader="dot" w:pos="4310"/>
        </w:tabs>
        <w:rPr>
          <w:noProof/>
        </w:rPr>
      </w:pPr>
      <w:r>
        <w:rPr>
          <w:noProof/>
        </w:rPr>
        <w:t>newBreakpoint, Breakpoint</w:t>
      </w:r>
      <w:r>
        <w:rPr>
          <w:noProof/>
        </w:rPr>
        <w:tab/>
        <w:t>23</w:t>
      </w:r>
    </w:p>
    <w:p w:rsidR="00F61C9D" w:rsidRDefault="00F61C9D">
      <w:pPr>
        <w:pStyle w:val="Index1"/>
        <w:tabs>
          <w:tab w:val="right" w:leader="dot" w:pos="4310"/>
        </w:tabs>
        <w:rPr>
          <w:noProof/>
        </w:rPr>
      </w:pPr>
      <w:r w:rsidRPr="001B07ED">
        <w:rPr>
          <w:rFonts w:cstheme="minorHAnsi"/>
          <w:noProof/>
        </w:rPr>
        <w:t>newHardwareBreakpoint, Breakpoint</w:t>
      </w:r>
      <w:r>
        <w:rPr>
          <w:noProof/>
        </w:rPr>
        <w:tab/>
        <w:t>23</w:t>
      </w:r>
    </w:p>
    <w:p w:rsidR="00F61C9D" w:rsidRDefault="00F61C9D">
      <w:pPr>
        <w:pStyle w:val="Index1"/>
        <w:tabs>
          <w:tab w:val="right" w:leader="dot" w:pos="4310"/>
        </w:tabs>
        <w:rPr>
          <w:noProof/>
        </w:rPr>
      </w:pPr>
      <w:r w:rsidRPr="001B07ED">
        <w:rPr>
          <w:rFonts w:cstheme="minorHAnsi"/>
          <w:noProof/>
        </w:rPr>
        <w:t>newProcessSet, ProcessSet</w:t>
      </w:r>
      <w:r>
        <w:rPr>
          <w:noProof/>
        </w:rPr>
        <w:tab/>
        <w:t>35</w:t>
      </w:r>
    </w:p>
    <w:p w:rsidR="00F61C9D" w:rsidRDefault="00F61C9D">
      <w:pPr>
        <w:pStyle w:val="Index1"/>
        <w:tabs>
          <w:tab w:val="right" w:leader="dot" w:pos="4310"/>
        </w:tabs>
        <w:rPr>
          <w:noProof/>
        </w:rPr>
      </w:pPr>
      <w:r w:rsidRPr="001B07ED">
        <w:rPr>
          <w:rFonts w:cstheme="minorHAnsi"/>
          <w:noProof/>
        </w:rPr>
        <w:t>newThreadSet</w:t>
      </w:r>
      <w:r>
        <w:rPr>
          <w:noProof/>
        </w:rPr>
        <w:tab/>
        <w:t>43</w:t>
      </w:r>
    </w:p>
    <w:p w:rsidR="00F61C9D" w:rsidRDefault="00F61C9D">
      <w:pPr>
        <w:pStyle w:val="Index1"/>
        <w:tabs>
          <w:tab w:val="right" w:leader="dot" w:pos="4310"/>
        </w:tabs>
        <w:rPr>
          <w:noProof/>
        </w:rPr>
      </w:pPr>
      <w:r w:rsidRPr="001B07ED">
        <w:rPr>
          <w:rFonts w:cstheme="minorHAnsi"/>
          <w:noProof/>
        </w:rPr>
        <w:t>newThreadSet, ThreadSet</w:t>
      </w:r>
      <w:r>
        <w:rPr>
          <w:noProof/>
        </w:rPr>
        <w:tab/>
        <w:t>43</w:t>
      </w:r>
    </w:p>
    <w:p w:rsidR="00F61C9D" w:rsidRDefault="00F61C9D">
      <w:pPr>
        <w:pStyle w:val="Index1"/>
        <w:tabs>
          <w:tab w:val="right" w:leader="dot" w:pos="4310"/>
        </w:tabs>
        <w:rPr>
          <w:noProof/>
        </w:rPr>
      </w:pPr>
      <w:r>
        <w:rPr>
          <w:noProof/>
        </w:rPr>
        <w:t>newTransferBreakpoint, Breakpoint</w:t>
      </w:r>
      <w:r>
        <w:rPr>
          <w:noProof/>
        </w:rPr>
        <w:tab/>
        <w:t>23</w:t>
      </w:r>
    </w:p>
    <w:p w:rsidR="00F61C9D" w:rsidRDefault="00F61C9D">
      <w:pPr>
        <w:pStyle w:val="Index1"/>
        <w:tabs>
          <w:tab w:val="right" w:leader="dot" w:pos="4310"/>
        </w:tabs>
        <w:rPr>
          <w:noProof/>
        </w:rPr>
      </w:pPr>
      <w:r>
        <w:rPr>
          <w:noProof/>
        </w:rPr>
        <w:t>notify_cb_t, EventNotify</w:t>
      </w:r>
      <w:r>
        <w:rPr>
          <w:noProof/>
        </w:rPr>
        <w:tab/>
        <w:t>48</w:t>
      </w:r>
    </w:p>
    <w:p w:rsidR="00F61C9D" w:rsidRDefault="00F61C9D">
      <w:pPr>
        <w:pStyle w:val="Index1"/>
        <w:tabs>
          <w:tab w:val="right" w:leader="dot" w:pos="4310"/>
        </w:tabs>
        <w:rPr>
          <w:noProof/>
        </w:rPr>
      </w:pPr>
      <w:r>
        <w:rPr>
          <w:noProof/>
        </w:rPr>
        <w:t>OSType</w:t>
      </w:r>
      <w:r>
        <w:rPr>
          <w:noProof/>
        </w:rPr>
        <w:tab/>
        <w:t>10</w:t>
      </w:r>
    </w:p>
    <w:p w:rsidR="00F61C9D" w:rsidRDefault="00F61C9D">
      <w:pPr>
        <w:pStyle w:val="Index1"/>
        <w:tabs>
          <w:tab w:val="right" w:leader="dot" w:pos="4310"/>
        </w:tabs>
        <w:rPr>
          <w:noProof/>
        </w:rPr>
      </w:pPr>
      <w:r>
        <w:rPr>
          <w:noProof/>
        </w:rPr>
        <w:t>postIRPC, Process</w:t>
      </w:r>
      <w:r>
        <w:rPr>
          <w:noProof/>
        </w:rPr>
        <w:tab/>
        <w:t>7, 17, 41, 42</w:t>
      </w:r>
    </w:p>
    <w:p w:rsidR="00F61C9D" w:rsidRDefault="00F61C9D">
      <w:pPr>
        <w:pStyle w:val="Index1"/>
        <w:tabs>
          <w:tab w:val="right" w:leader="dot" w:pos="4310"/>
        </w:tabs>
        <w:rPr>
          <w:noProof/>
        </w:rPr>
      </w:pPr>
      <w:r w:rsidRPr="001B07ED">
        <w:rPr>
          <w:rFonts w:cstheme="minorHAnsi"/>
          <w:noProof/>
        </w:rPr>
        <w:t>postIRPC, ProcessSet</w:t>
      </w:r>
      <w:r>
        <w:rPr>
          <w:noProof/>
        </w:rPr>
        <w:tab/>
        <w:t>41, 42</w:t>
      </w:r>
    </w:p>
    <w:p w:rsidR="00F61C9D" w:rsidRDefault="00F61C9D">
      <w:pPr>
        <w:pStyle w:val="Index1"/>
        <w:tabs>
          <w:tab w:val="right" w:leader="dot" w:pos="4310"/>
        </w:tabs>
        <w:rPr>
          <w:noProof/>
        </w:rPr>
      </w:pPr>
      <w:r>
        <w:rPr>
          <w:noProof/>
        </w:rPr>
        <w:t>postIRPC, Thread</w:t>
      </w:r>
      <w:r>
        <w:rPr>
          <w:noProof/>
        </w:rPr>
        <w:tab/>
        <w:t>7, 20, 47</w:t>
      </w:r>
    </w:p>
    <w:p w:rsidR="00F61C9D" w:rsidRDefault="00F61C9D">
      <w:pPr>
        <w:pStyle w:val="Index1"/>
        <w:tabs>
          <w:tab w:val="right" w:leader="dot" w:pos="4310"/>
        </w:tabs>
        <w:rPr>
          <w:noProof/>
        </w:rPr>
      </w:pPr>
      <w:r w:rsidRPr="001B07ED">
        <w:rPr>
          <w:rFonts w:cstheme="minorHAnsi"/>
          <w:noProof/>
        </w:rPr>
        <w:t>postIRPC, ThreadSet</w:t>
      </w:r>
      <w:r>
        <w:rPr>
          <w:noProof/>
        </w:rPr>
        <w:tab/>
        <w:t>47</w:t>
      </w:r>
    </w:p>
    <w:p w:rsidR="00F61C9D" w:rsidRDefault="00F61C9D">
      <w:pPr>
        <w:pStyle w:val="Index1"/>
        <w:tabs>
          <w:tab w:val="right" w:leader="dot" w:pos="4310"/>
        </w:tabs>
        <w:rPr>
          <w:noProof/>
        </w:rPr>
      </w:pPr>
      <w:r>
        <w:rPr>
          <w:noProof/>
        </w:rPr>
        <w:t>ppc32 registers</w:t>
      </w:r>
      <w:r>
        <w:rPr>
          <w:noProof/>
        </w:rPr>
        <w:tab/>
        <w:t>62</w:t>
      </w:r>
    </w:p>
    <w:p w:rsidR="00F61C9D" w:rsidRDefault="00F61C9D">
      <w:pPr>
        <w:pStyle w:val="Index1"/>
        <w:tabs>
          <w:tab w:val="right" w:leader="dot" w:pos="4310"/>
        </w:tabs>
        <w:rPr>
          <w:noProof/>
        </w:rPr>
      </w:pPr>
      <w:r>
        <w:rPr>
          <w:noProof/>
        </w:rPr>
        <w:t>ppc64 registers</w:t>
      </w:r>
      <w:r>
        <w:rPr>
          <w:noProof/>
        </w:rPr>
        <w:tab/>
        <w:t>62</w:t>
      </w:r>
    </w:p>
    <w:p w:rsidR="00F61C9D" w:rsidRDefault="00F61C9D">
      <w:pPr>
        <w:pStyle w:val="Index1"/>
        <w:tabs>
          <w:tab w:val="right" w:leader="dot" w:pos="4310"/>
        </w:tabs>
        <w:rPr>
          <w:noProof/>
        </w:rPr>
      </w:pPr>
      <w:r>
        <w:rPr>
          <w:noProof/>
        </w:rPr>
        <w:t>Process</w:t>
      </w:r>
      <w:r>
        <w:rPr>
          <w:noProof/>
        </w:rPr>
        <w:tab/>
        <w:t>2, 4, 9, 27, 36, 37, 41, 42</w:t>
      </w:r>
    </w:p>
    <w:p w:rsidR="00F61C9D" w:rsidRDefault="00F61C9D">
      <w:pPr>
        <w:pStyle w:val="Index1"/>
        <w:tabs>
          <w:tab w:val="right" w:leader="dot" w:pos="4310"/>
        </w:tabs>
        <w:rPr>
          <w:noProof/>
        </w:rPr>
      </w:pPr>
      <w:r w:rsidRPr="001B07ED">
        <w:rPr>
          <w:rFonts w:cstheme="minorHAnsi"/>
          <w:noProof/>
        </w:rPr>
        <w:t>ProcessSet</w:t>
      </w:r>
      <w:r>
        <w:rPr>
          <w:noProof/>
        </w:rPr>
        <w:tab/>
        <w:t>30, 33, 43</w:t>
      </w:r>
    </w:p>
    <w:p w:rsidR="00F61C9D" w:rsidRDefault="00F61C9D">
      <w:pPr>
        <w:pStyle w:val="Index1"/>
        <w:tabs>
          <w:tab w:val="right" w:leader="dot" w:pos="4310"/>
        </w:tabs>
        <w:rPr>
          <w:noProof/>
        </w:rPr>
      </w:pPr>
      <w:r w:rsidRPr="001B07ED">
        <w:rPr>
          <w:rFonts w:cs="Courier New"/>
          <w:noProof/>
        </w:rPr>
        <w:t>ptr</w:t>
      </w:r>
      <w:r>
        <w:rPr>
          <w:noProof/>
        </w:rPr>
        <w:tab/>
        <w:t>8</w:t>
      </w:r>
    </w:p>
    <w:p w:rsidR="00F61C9D" w:rsidRDefault="00F61C9D">
      <w:pPr>
        <w:pStyle w:val="Index1"/>
        <w:tabs>
          <w:tab w:val="right" w:leader="dot" w:pos="4310"/>
        </w:tabs>
        <w:rPr>
          <w:noProof/>
        </w:rPr>
      </w:pPr>
      <w:r w:rsidRPr="001B07ED">
        <w:rPr>
          <w:rFonts w:cstheme="minorHAnsi"/>
          <w:noProof/>
        </w:rPr>
        <w:t>read_t, ProcessSet</w:t>
      </w:r>
      <w:r>
        <w:rPr>
          <w:noProof/>
        </w:rPr>
        <w:tab/>
        <w:t>35, 40</w:t>
      </w:r>
    </w:p>
    <w:p w:rsidR="00F61C9D" w:rsidRDefault="00F61C9D">
      <w:pPr>
        <w:pStyle w:val="Index1"/>
        <w:tabs>
          <w:tab w:val="right" w:leader="dot" w:pos="4310"/>
        </w:tabs>
        <w:rPr>
          <w:noProof/>
        </w:rPr>
      </w:pPr>
      <w:r>
        <w:rPr>
          <w:noProof/>
        </w:rPr>
        <w:t>readMemory, Process</w:t>
      </w:r>
      <w:r>
        <w:rPr>
          <w:noProof/>
        </w:rPr>
        <w:tab/>
        <w:t>16</w:t>
      </w:r>
    </w:p>
    <w:p w:rsidR="00F61C9D" w:rsidRDefault="00F61C9D">
      <w:pPr>
        <w:pStyle w:val="Index1"/>
        <w:tabs>
          <w:tab w:val="right" w:leader="dot" w:pos="4310"/>
        </w:tabs>
        <w:rPr>
          <w:noProof/>
        </w:rPr>
      </w:pPr>
      <w:r>
        <w:rPr>
          <w:noProof/>
        </w:rPr>
        <w:t>readMemory, ProcessSet</w:t>
      </w:r>
      <w:r>
        <w:rPr>
          <w:noProof/>
        </w:rPr>
        <w:tab/>
        <w:t>35, 39, 40</w:t>
      </w:r>
    </w:p>
    <w:p w:rsidR="00F61C9D" w:rsidRDefault="00F61C9D">
      <w:pPr>
        <w:pStyle w:val="Index1"/>
        <w:tabs>
          <w:tab w:val="right" w:leader="dot" w:pos="4310"/>
        </w:tabs>
        <w:rPr>
          <w:noProof/>
        </w:rPr>
      </w:pPr>
      <w:r w:rsidRPr="001B07ED">
        <w:rPr>
          <w:rFonts w:cstheme="minorHAnsi"/>
          <w:noProof/>
        </w:rPr>
        <w:t>reAttach, Process</w:t>
      </w:r>
      <w:r>
        <w:rPr>
          <w:noProof/>
        </w:rPr>
        <w:tab/>
        <w:t>14, 39</w:t>
      </w:r>
    </w:p>
    <w:p w:rsidR="00F61C9D" w:rsidRDefault="00F61C9D">
      <w:pPr>
        <w:pStyle w:val="Index1"/>
        <w:tabs>
          <w:tab w:val="right" w:leader="dot" w:pos="4310"/>
        </w:tabs>
        <w:rPr>
          <w:noProof/>
        </w:rPr>
      </w:pPr>
      <w:r w:rsidRPr="001B07ED">
        <w:rPr>
          <w:rFonts w:cstheme="minorHAnsi"/>
          <w:noProof/>
        </w:rPr>
        <w:t>reAttach, ProcessSet</w:t>
      </w:r>
      <w:r>
        <w:rPr>
          <w:noProof/>
        </w:rPr>
        <w:tab/>
        <w:t>39</w:t>
      </w:r>
    </w:p>
    <w:p w:rsidR="00F61C9D" w:rsidRDefault="00F61C9D">
      <w:pPr>
        <w:pStyle w:val="Index1"/>
        <w:tabs>
          <w:tab w:val="right" w:leader="dot" w:pos="4310"/>
        </w:tabs>
        <w:rPr>
          <w:noProof/>
        </w:rPr>
      </w:pPr>
      <w:r>
        <w:rPr>
          <w:noProof/>
        </w:rPr>
        <w:t>registerCB, EventNotify</w:t>
      </w:r>
      <w:r>
        <w:rPr>
          <w:noProof/>
        </w:rPr>
        <w:tab/>
        <w:t>48</w:t>
      </w:r>
    </w:p>
    <w:p w:rsidR="00F61C9D" w:rsidRDefault="00F61C9D">
      <w:pPr>
        <w:pStyle w:val="Index1"/>
        <w:tabs>
          <w:tab w:val="right" w:leader="dot" w:pos="4310"/>
        </w:tabs>
        <w:rPr>
          <w:noProof/>
        </w:rPr>
      </w:pPr>
      <w:r>
        <w:rPr>
          <w:noProof/>
        </w:rPr>
        <w:t>registerEventCallback, Process</w:t>
      </w:r>
      <w:r>
        <w:rPr>
          <w:noProof/>
        </w:rPr>
        <w:tab/>
        <w:t>11</w:t>
      </w:r>
    </w:p>
    <w:p w:rsidR="00F61C9D" w:rsidRDefault="00F61C9D">
      <w:pPr>
        <w:pStyle w:val="Index1"/>
        <w:tabs>
          <w:tab w:val="right" w:leader="dot" w:pos="4310"/>
        </w:tabs>
        <w:rPr>
          <w:noProof/>
        </w:rPr>
      </w:pPr>
      <w:r>
        <w:rPr>
          <w:noProof/>
        </w:rPr>
        <w:t>RegisterPool</w:t>
      </w:r>
      <w:r>
        <w:rPr>
          <w:noProof/>
        </w:rPr>
        <w:tab/>
        <w:t>19, 47</w:t>
      </w:r>
    </w:p>
    <w:p w:rsidR="00F61C9D" w:rsidRDefault="00F61C9D">
      <w:pPr>
        <w:pStyle w:val="Index1"/>
        <w:tabs>
          <w:tab w:val="right" w:leader="dot" w:pos="4310"/>
        </w:tabs>
        <w:rPr>
          <w:noProof/>
        </w:rPr>
      </w:pPr>
      <w:r>
        <w:rPr>
          <w:noProof/>
        </w:rPr>
        <w:t>removeCB, EventNotify</w:t>
      </w:r>
      <w:r>
        <w:rPr>
          <w:noProof/>
        </w:rPr>
        <w:tab/>
        <w:t>48</w:t>
      </w:r>
    </w:p>
    <w:p w:rsidR="00F61C9D" w:rsidRDefault="00F61C9D">
      <w:pPr>
        <w:pStyle w:val="Index1"/>
        <w:tabs>
          <w:tab w:val="right" w:leader="dot" w:pos="4310"/>
        </w:tabs>
        <w:rPr>
          <w:noProof/>
        </w:rPr>
      </w:pPr>
      <w:r>
        <w:rPr>
          <w:noProof/>
        </w:rPr>
        <w:t>removeEventCallback, Process</w:t>
      </w:r>
      <w:r>
        <w:rPr>
          <w:noProof/>
        </w:rPr>
        <w:tab/>
        <w:t>12</w:t>
      </w:r>
    </w:p>
    <w:p w:rsidR="00F61C9D" w:rsidRDefault="00F61C9D">
      <w:pPr>
        <w:pStyle w:val="Index1"/>
        <w:tabs>
          <w:tab w:val="right" w:leader="dot" w:pos="4310"/>
        </w:tabs>
        <w:rPr>
          <w:noProof/>
        </w:rPr>
      </w:pPr>
      <w:r>
        <w:rPr>
          <w:noProof/>
        </w:rPr>
        <w:t>rmBreakpoint, Process</w:t>
      </w:r>
      <w:r>
        <w:rPr>
          <w:noProof/>
        </w:rPr>
        <w:tab/>
        <w:t>17, 41</w:t>
      </w:r>
    </w:p>
    <w:p w:rsidR="00F61C9D" w:rsidRDefault="00F61C9D">
      <w:pPr>
        <w:pStyle w:val="Index1"/>
        <w:tabs>
          <w:tab w:val="right" w:leader="dot" w:pos="4310"/>
        </w:tabs>
        <w:rPr>
          <w:noProof/>
        </w:rPr>
      </w:pPr>
      <w:r w:rsidRPr="001B07ED">
        <w:rPr>
          <w:rFonts w:cstheme="minorHAnsi"/>
          <w:noProof/>
        </w:rPr>
        <w:t>rmBreakpoint, ProcessSet</w:t>
      </w:r>
      <w:r>
        <w:rPr>
          <w:noProof/>
        </w:rPr>
        <w:tab/>
        <w:t>41</w:t>
      </w:r>
    </w:p>
    <w:p w:rsidR="00F61C9D" w:rsidRDefault="00F61C9D">
      <w:pPr>
        <w:pStyle w:val="Index1"/>
        <w:tabs>
          <w:tab w:val="right" w:leader="dot" w:pos="4310"/>
        </w:tabs>
        <w:rPr>
          <w:noProof/>
        </w:rPr>
      </w:pPr>
      <w:r w:rsidRPr="001B07ED">
        <w:rPr>
          <w:rFonts w:cstheme="minorHAnsi"/>
          <w:noProof/>
        </w:rPr>
        <w:t>runIRPCAsync, Process</w:t>
      </w:r>
      <w:r>
        <w:rPr>
          <w:noProof/>
        </w:rPr>
        <w:tab/>
        <w:t>17</w:t>
      </w:r>
    </w:p>
    <w:p w:rsidR="00F61C9D" w:rsidRDefault="00F61C9D">
      <w:pPr>
        <w:pStyle w:val="Index1"/>
        <w:tabs>
          <w:tab w:val="right" w:leader="dot" w:pos="4310"/>
        </w:tabs>
        <w:rPr>
          <w:noProof/>
        </w:rPr>
      </w:pPr>
      <w:r w:rsidRPr="001B07ED">
        <w:rPr>
          <w:rFonts w:cstheme="minorHAnsi"/>
          <w:noProof/>
        </w:rPr>
        <w:t>runIRPCSync, Process</w:t>
      </w:r>
      <w:r>
        <w:rPr>
          <w:noProof/>
        </w:rPr>
        <w:tab/>
        <w:t>17</w:t>
      </w:r>
    </w:p>
    <w:p w:rsidR="00F61C9D" w:rsidRDefault="00F61C9D">
      <w:pPr>
        <w:pStyle w:val="Index1"/>
        <w:tabs>
          <w:tab w:val="right" w:leader="dot" w:pos="4310"/>
        </w:tabs>
        <w:rPr>
          <w:noProof/>
        </w:rPr>
      </w:pPr>
      <w:r>
        <w:rPr>
          <w:noProof/>
        </w:rPr>
        <w:t>running state</w:t>
      </w:r>
      <w:r>
        <w:rPr>
          <w:noProof/>
        </w:rPr>
        <w:tab/>
        <w:t>4, 14</w:t>
      </w:r>
    </w:p>
    <w:p w:rsidR="00F61C9D" w:rsidRDefault="00F61C9D">
      <w:pPr>
        <w:pStyle w:val="Index1"/>
        <w:tabs>
          <w:tab w:val="right" w:leader="dot" w:pos="4310"/>
        </w:tabs>
        <w:rPr>
          <w:noProof/>
        </w:rPr>
      </w:pPr>
      <w:r w:rsidRPr="001B07ED">
        <w:rPr>
          <w:rFonts w:cstheme="minorHAnsi"/>
          <w:noProof/>
        </w:rPr>
        <w:t>set_difference, AddressSet</w:t>
      </w:r>
      <w:r>
        <w:rPr>
          <w:noProof/>
        </w:rPr>
        <w:tab/>
        <w:t>33</w:t>
      </w:r>
    </w:p>
    <w:p w:rsidR="00F61C9D" w:rsidRDefault="00F61C9D">
      <w:pPr>
        <w:pStyle w:val="Index1"/>
        <w:tabs>
          <w:tab w:val="right" w:leader="dot" w:pos="4310"/>
        </w:tabs>
        <w:rPr>
          <w:noProof/>
        </w:rPr>
      </w:pPr>
      <w:r w:rsidRPr="001B07ED">
        <w:rPr>
          <w:rFonts w:cstheme="minorHAnsi"/>
          <w:noProof/>
        </w:rPr>
        <w:t>set_difference, ProcessSet</w:t>
      </w:r>
      <w:r>
        <w:rPr>
          <w:noProof/>
        </w:rPr>
        <w:tab/>
        <w:t>36</w:t>
      </w:r>
    </w:p>
    <w:p w:rsidR="00F61C9D" w:rsidRDefault="00F61C9D">
      <w:pPr>
        <w:pStyle w:val="Index1"/>
        <w:tabs>
          <w:tab w:val="right" w:leader="dot" w:pos="4310"/>
        </w:tabs>
        <w:rPr>
          <w:noProof/>
        </w:rPr>
      </w:pPr>
      <w:r w:rsidRPr="001B07ED">
        <w:rPr>
          <w:rFonts w:cstheme="minorHAnsi"/>
          <w:noProof/>
        </w:rPr>
        <w:t>set_difference, ThreadSet</w:t>
      </w:r>
      <w:r>
        <w:rPr>
          <w:noProof/>
        </w:rPr>
        <w:tab/>
        <w:t>44</w:t>
      </w:r>
    </w:p>
    <w:p w:rsidR="00F61C9D" w:rsidRDefault="00F61C9D">
      <w:pPr>
        <w:pStyle w:val="Index1"/>
        <w:tabs>
          <w:tab w:val="right" w:leader="dot" w:pos="4310"/>
        </w:tabs>
        <w:rPr>
          <w:noProof/>
        </w:rPr>
      </w:pPr>
      <w:r w:rsidRPr="001B07ED">
        <w:rPr>
          <w:rFonts w:cstheme="minorHAnsi"/>
          <w:noProof/>
        </w:rPr>
        <w:t>set_intersection, AddressSet</w:t>
      </w:r>
      <w:r>
        <w:rPr>
          <w:noProof/>
        </w:rPr>
        <w:tab/>
        <w:t>33</w:t>
      </w:r>
    </w:p>
    <w:p w:rsidR="00F61C9D" w:rsidRDefault="00F61C9D">
      <w:pPr>
        <w:pStyle w:val="Index1"/>
        <w:tabs>
          <w:tab w:val="right" w:leader="dot" w:pos="4310"/>
        </w:tabs>
        <w:rPr>
          <w:noProof/>
        </w:rPr>
      </w:pPr>
      <w:r w:rsidRPr="001B07ED">
        <w:rPr>
          <w:rFonts w:cstheme="minorHAnsi"/>
          <w:noProof/>
        </w:rPr>
        <w:t>set_intersection, ProcessSet</w:t>
      </w:r>
      <w:r>
        <w:rPr>
          <w:noProof/>
        </w:rPr>
        <w:tab/>
        <w:t>36</w:t>
      </w:r>
    </w:p>
    <w:p w:rsidR="00F61C9D" w:rsidRDefault="00F61C9D">
      <w:pPr>
        <w:pStyle w:val="Index1"/>
        <w:tabs>
          <w:tab w:val="right" w:leader="dot" w:pos="4310"/>
        </w:tabs>
        <w:rPr>
          <w:noProof/>
        </w:rPr>
      </w:pPr>
      <w:r w:rsidRPr="001B07ED">
        <w:rPr>
          <w:rFonts w:cstheme="minorHAnsi"/>
          <w:noProof/>
        </w:rPr>
        <w:t>set_intersection, ThreadSet</w:t>
      </w:r>
      <w:r>
        <w:rPr>
          <w:noProof/>
        </w:rPr>
        <w:tab/>
        <w:t>44</w:t>
      </w:r>
    </w:p>
    <w:p w:rsidR="00F61C9D" w:rsidRDefault="00F61C9D">
      <w:pPr>
        <w:pStyle w:val="Index1"/>
        <w:tabs>
          <w:tab w:val="right" w:leader="dot" w:pos="4310"/>
        </w:tabs>
        <w:rPr>
          <w:noProof/>
        </w:rPr>
      </w:pPr>
      <w:r w:rsidRPr="001B07ED">
        <w:rPr>
          <w:rFonts w:cstheme="minorHAnsi"/>
          <w:noProof/>
        </w:rPr>
        <w:t>set_union, AddressSet</w:t>
      </w:r>
      <w:r>
        <w:rPr>
          <w:noProof/>
        </w:rPr>
        <w:tab/>
        <w:t>33</w:t>
      </w:r>
    </w:p>
    <w:p w:rsidR="00F61C9D" w:rsidRDefault="00F61C9D">
      <w:pPr>
        <w:pStyle w:val="Index1"/>
        <w:tabs>
          <w:tab w:val="right" w:leader="dot" w:pos="4310"/>
        </w:tabs>
        <w:rPr>
          <w:noProof/>
        </w:rPr>
      </w:pPr>
      <w:r w:rsidRPr="001B07ED">
        <w:rPr>
          <w:rFonts w:cstheme="minorHAnsi"/>
          <w:noProof/>
        </w:rPr>
        <w:t>set_union, ProcessSet</w:t>
      </w:r>
      <w:r>
        <w:rPr>
          <w:noProof/>
        </w:rPr>
        <w:tab/>
        <w:t>36</w:t>
      </w:r>
    </w:p>
    <w:p w:rsidR="00F61C9D" w:rsidRDefault="00F61C9D">
      <w:pPr>
        <w:pStyle w:val="Index1"/>
        <w:tabs>
          <w:tab w:val="right" w:leader="dot" w:pos="4310"/>
        </w:tabs>
        <w:rPr>
          <w:noProof/>
        </w:rPr>
      </w:pPr>
      <w:r w:rsidRPr="001B07ED">
        <w:rPr>
          <w:rFonts w:cstheme="minorHAnsi"/>
          <w:noProof/>
        </w:rPr>
        <w:lastRenderedPageBreak/>
        <w:t>set_union, ThreadSet</w:t>
      </w:r>
      <w:r>
        <w:rPr>
          <w:noProof/>
        </w:rPr>
        <w:tab/>
        <w:t>43</w:t>
      </w:r>
    </w:p>
    <w:p w:rsidR="00F61C9D" w:rsidRDefault="00F61C9D">
      <w:pPr>
        <w:pStyle w:val="Index1"/>
        <w:tabs>
          <w:tab w:val="right" w:leader="dot" w:pos="4310"/>
        </w:tabs>
        <w:rPr>
          <w:noProof/>
        </w:rPr>
      </w:pPr>
      <w:r>
        <w:rPr>
          <w:noProof/>
        </w:rPr>
        <w:t>setAllRegisters, Thread</w:t>
      </w:r>
      <w:r>
        <w:rPr>
          <w:noProof/>
        </w:rPr>
        <w:tab/>
        <w:t>19</w:t>
      </w:r>
    </w:p>
    <w:p w:rsidR="00F61C9D" w:rsidRDefault="00F61C9D">
      <w:pPr>
        <w:pStyle w:val="Index1"/>
        <w:tabs>
          <w:tab w:val="right" w:leader="dot" w:pos="4310"/>
        </w:tabs>
        <w:rPr>
          <w:noProof/>
        </w:rPr>
      </w:pPr>
      <w:r w:rsidRPr="001B07ED">
        <w:rPr>
          <w:rFonts w:cstheme="minorHAnsi"/>
          <w:noProof/>
        </w:rPr>
        <w:t>setAllRegisters, ThreadSet</w:t>
      </w:r>
      <w:r>
        <w:rPr>
          <w:noProof/>
        </w:rPr>
        <w:tab/>
        <w:t>47</w:t>
      </w:r>
    </w:p>
    <w:p w:rsidR="00F61C9D" w:rsidRDefault="00F61C9D">
      <w:pPr>
        <w:pStyle w:val="Index1"/>
        <w:tabs>
          <w:tab w:val="right" w:leader="dot" w:pos="4310"/>
        </w:tabs>
        <w:rPr>
          <w:noProof/>
        </w:rPr>
      </w:pPr>
      <w:r>
        <w:rPr>
          <w:noProof/>
        </w:rPr>
        <w:t>setData, Breakpoint</w:t>
      </w:r>
      <w:r>
        <w:rPr>
          <w:noProof/>
        </w:rPr>
        <w:tab/>
        <w:t>24</w:t>
      </w:r>
    </w:p>
    <w:p w:rsidR="00F61C9D" w:rsidRDefault="00F61C9D">
      <w:pPr>
        <w:pStyle w:val="Index1"/>
        <w:tabs>
          <w:tab w:val="right" w:leader="dot" w:pos="4310"/>
        </w:tabs>
        <w:rPr>
          <w:noProof/>
        </w:rPr>
      </w:pPr>
      <w:r w:rsidRPr="001B07ED">
        <w:rPr>
          <w:rFonts w:cstheme="minorHAnsi"/>
          <w:noProof/>
        </w:rPr>
        <w:t>setData, Process</w:t>
      </w:r>
      <w:r>
        <w:rPr>
          <w:noProof/>
        </w:rPr>
        <w:tab/>
        <w:t>15</w:t>
      </w:r>
    </w:p>
    <w:p w:rsidR="00F61C9D" w:rsidRDefault="00F61C9D">
      <w:pPr>
        <w:pStyle w:val="Index1"/>
        <w:tabs>
          <w:tab w:val="right" w:leader="dot" w:pos="4310"/>
        </w:tabs>
        <w:rPr>
          <w:noProof/>
        </w:rPr>
      </w:pPr>
      <w:r w:rsidRPr="001B07ED">
        <w:rPr>
          <w:rFonts w:cstheme="minorHAnsi"/>
          <w:noProof/>
        </w:rPr>
        <w:t>setData, Thread</w:t>
      </w:r>
      <w:r>
        <w:rPr>
          <w:noProof/>
        </w:rPr>
        <w:tab/>
        <w:t>21</w:t>
      </w:r>
    </w:p>
    <w:p w:rsidR="00F61C9D" w:rsidRDefault="00F61C9D">
      <w:pPr>
        <w:pStyle w:val="Index1"/>
        <w:tabs>
          <w:tab w:val="right" w:leader="dot" w:pos="4310"/>
        </w:tabs>
        <w:rPr>
          <w:noProof/>
        </w:rPr>
      </w:pPr>
      <w:r>
        <w:rPr>
          <w:noProof/>
        </w:rPr>
        <w:t>setRegister, Thread</w:t>
      </w:r>
      <w:r>
        <w:rPr>
          <w:noProof/>
        </w:rPr>
        <w:tab/>
        <w:t>19, 47</w:t>
      </w:r>
    </w:p>
    <w:p w:rsidR="00F61C9D" w:rsidRDefault="00F61C9D">
      <w:pPr>
        <w:pStyle w:val="Index1"/>
        <w:tabs>
          <w:tab w:val="right" w:leader="dot" w:pos="4310"/>
        </w:tabs>
        <w:rPr>
          <w:noProof/>
        </w:rPr>
      </w:pPr>
      <w:r w:rsidRPr="001B07ED">
        <w:rPr>
          <w:rFonts w:cstheme="minorHAnsi"/>
          <w:noProof/>
        </w:rPr>
        <w:t>setRegister, ThreadSet</w:t>
      </w:r>
      <w:r>
        <w:rPr>
          <w:noProof/>
        </w:rPr>
        <w:tab/>
        <w:t>47</w:t>
      </w:r>
    </w:p>
    <w:p w:rsidR="00F61C9D" w:rsidRDefault="00F61C9D">
      <w:pPr>
        <w:pStyle w:val="Index1"/>
        <w:tabs>
          <w:tab w:val="right" w:leader="dot" w:pos="4310"/>
        </w:tabs>
        <w:rPr>
          <w:noProof/>
        </w:rPr>
      </w:pPr>
      <w:r w:rsidRPr="001B07ED">
        <w:rPr>
          <w:rFonts w:cs="Courier New"/>
          <w:noProof/>
        </w:rPr>
        <w:t>setSingleStep, Thread</w:t>
      </w:r>
      <w:r>
        <w:rPr>
          <w:noProof/>
        </w:rPr>
        <w:tab/>
        <w:t>58</w:t>
      </w:r>
    </w:p>
    <w:p w:rsidR="00F61C9D" w:rsidRDefault="00F61C9D">
      <w:pPr>
        <w:pStyle w:val="Index1"/>
        <w:tabs>
          <w:tab w:val="right" w:leader="dot" w:pos="4310"/>
        </w:tabs>
        <w:rPr>
          <w:noProof/>
        </w:rPr>
      </w:pPr>
      <w:r>
        <w:rPr>
          <w:noProof/>
        </w:rPr>
        <w:t>setSingleStepMode, Thread</w:t>
      </w:r>
      <w:r>
        <w:rPr>
          <w:noProof/>
        </w:rPr>
        <w:tab/>
        <w:t>21, 46</w:t>
      </w:r>
    </w:p>
    <w:p w:rsidR="00F61C9D" w:rsidRDefault="00F61C9D">
      <w:pPr>
        <w:pStyle w:val="Index1"/>
        <w:tabs>
          <w:tab w:val="right" w:leader="dot" w:pos="4310"/>
        </w:tabs>
        <w:rPr>
          <w:noProof/>
        </w:rPr>
      </w:pPr>
      <w:r w:rsidRPr="001B07ED">
        <w:rPr>
          <w:rFonts w:cstheme="minorHAnsi"/>
          <w:noProof/>
        </w:rPr>
        <w:t>setSingleStepMode, ThreadSet</w:t>
      </w:r>
      <w:r>
        <w:rPr>
          <w:noProof/>
        </w:rPr>
        <w:tab/>
        <w:t>46</w:t>
      </w:r>
    </w:p>
    <w:p w:rsidR="00F61C9D" w:rsidRDefault="00F61C9D">
      <w:pPr>
        <w:pStyle w:val="Index1"/>
        <w:tabs>
          <w:tab w:val="right" w:leader="dot" w:pos="4310"/>
        </w:tabs>
        <w:rPr>
          <w:noProof/>
        </w:rPr>
      </w:pPr>
      <w:r>
        <w:rPr>
          <w:noProof/>
        </w:rPr>
        <w:t>setStartOffset, IRPC</w:t>
      </w:r>
      <w:r>
        <w:rPr>
          <w:noProof/>
        </w:rPr>
        <w:tab/>
        <w:t>25</w:t>
      </w:r>
    </w:p>
    <w:p w:rsidR="00F61C9D" w:rsidRDefault="00F61C9D">
      <w:pPr>
        <w:pStyle w:val="Index1"/>
        <w:tabs>
          <w:tab w:val="right" w:leader="dot" w:pos="4310"/>
        </w:tabs>
        <w:rPr>
          <w:noProof/>
        </w:rPr>
      </w:pPr>
      <w:r w:rsidRPr="001B07ED">
        <w:rPr>
          <w:rFonts w:cstheme="minorHAnsi"/>
          <w:noProof/>
        </w:rPr>
        <w:t>setSuppressCallbacks, Breakpoint</w:t>
      </w:r>
      <w:r>
        <w:rPr>
          <w:noProof/>
        </w:rPr>
        <w:tab/>
        <w:t>24</w:t>
      </w:r>
    </w:p>
    <w:p w:rsidR="00F61C9D" w:rsidRDefault="00F61C9D">
      <w:pPr>
        <w:pStyle w:val="Index1"/>
        <w:tabs>
          <w:tab w:val="right" w:leader="dot" w:pos="4310"/>
        </w:tabs>
        <w:rPr>
          <w:noProof/>
        </w:rPr>
      </w:pPr>
      <w:r w:rsidRPr="001B07ED">
        <w:rPr>
          <w:rFonts w:cstheme="minorHAnsi"/>
          <w:noProof/>
        </w:rPr>
        <w:t>size, AddressSet</w:t>
      </w:r>
      <w:r>
        <w:rPr>
          <w:noProof/>
        </w:rPr>
        <w:tab/>
        <w:t>32</w:t>
      </w:r>
    </w:p>
    <w:p w:rsidR="00F61C9D" w:rsidRDefault="00F61C9D">
      <w:pPr>
        <w:pStyle w:val="Index1"/>
        <w:tabs>
          <w:tab w:val="right" w:leader="dot" w:pos="4310"/>
        </w:tabs>
        <w:rPr>
          <w:noProof/>
        </w:rPr>
      </w:pPr>
      <w:r>
        <w:rPr>
          <w:noProof/>
        </w:rPr>
        <w:t>size, LibraryPool</w:t>
      </w:r>
      <w:r>
        <w:rPr>
          <w:noProof/>
        </w:rPr>
        <w:tab/>
        <w:t>28</w:t>
      </w:r>
    </w:p>
    <w:p w:rsidR="00F61C9D" w:rsidRDefault="00F61C9D">
      <w:pPr>
        <w:pStyle w:val="Index1"/>
        <w:tabs>
          <w:tab w:val="right" w:leader="dot" w:pos="4310"/>
        </w:tabs>
        <w:rPr>
          <w:noProof/>
        </w:rPr>
      </w:pPr>
      <w:r>
        <w:rPr>
          <w:noProof/>
        </w:rPr>
        <w:t>size, MachRegister</w:t>
      </w:r>
      <w:r>
        <w:rPr>
          <w:noProof/>
        </w:rPr>
        <w:tab/>
        <w:t>61</w:t>
      </w:r>
    </w:p>
    <w:p w:rsidR="00F61C9D" w:rsidRDefault="00F61C9D">
      <w:pPr>
        <w:pStyle w:val="Index1"/>
        <w:tabs>
          <w:tab w:val="right" w:leader="dot" w:pos="4310"/>
        </w:tabs>
        <w:rPr>
          <w:noProof/>
        </w:rPr>
      </w:pPr>
      <w:r w:rsidRPr="001B07ED">
        <w:rPr>
          <w:rFonts w:cstheme="minorHAnsi"/>
          <w:noProof/>
        </w:rPr>
        <w:t>size, ProcessSet</w:t>
      </w:r>
      <w:r>
        <w:rPr>
          <w:noProof/>
        </w:rPr>
        <w:tab/>
        <w:t>36</w:t>
      </w:r>
    </w:p>
    <w:p w:rsidR="00F61C9D" w:rsidRDefault="00F61C9D">
      <w:pPr>
        <w:pStyle w:val="Index1"/>
        <w:tabs>
          <w:tab w:val="right" w:leader="dot" w:pos="4310"/>
        </w:tabs>
        <w:rPr>
          <w:noProof/>
        </w:rPr>
      </w:pPr>
      <w:r>
        <w:rPr>
          <w:noProof/>
        </w:rPr>
        <w:t>size, RegisterPool</w:t>
      </w:r>
      <w:r>
        <w:rPr>
          <w:noProof/>
        </w:rPr>
        <w:tab/>
        <w:t>29</w:t>
      </w:r>
    </w:p>
    <w:p w:rsidR="00F61C9D" w:rsidRDefault="00F61C9D">
      <w:pPr>
        <w:pStyle w:val="Index1"/>
        <w:tabs>
          <w:tab w:val="right" w:leader="dot" w:pos="4310"/>
        </w:tabs>
        <w:rPr>
          <w:noProof/>
        </w:rPr>
      </w:pPr>
      <w:r w:rsidRPr="001B07ED">
        <w:rPr>
          <w:rFonts w:cstheme="minorHAnsi"/>
          <w:noProof/>
        </w:rPr>
        <w:t>size, ThreadSet</w:t>
      </w:r>
      <w:r>
        <w:rPr>
          <w:noProof/>
        </w:rPr>
        <w:tab/>
        <w:t>44</w:t>
      </w:r>
    </w:p>
    <w:p w:rsidR="00F61C9D" w:rsidRDefault="00F61C9D">
      <w:pPr>
        <w:pStyle w:val="Index1"/>
        <w:tabs>
          <w:tab w:val="right" w:leader="dot" w:pos="4310"/>
        </w:tabs>
        <w:rPr>
          <w:noProof/>
        </w:rPr>
      </w:pPr>
      <w:r>
        <w:rPr>
          <w:noProof/>
        </w:rPr>
        <w:t>size,ThreadPool</w:t>
      </w:r>
      <w:r>
        <w:rPr>
          <w:noProof/>
        </w:rPr>
        <w:tab/>
        <w:t>27</w:t>
      </w:r>
    </w:p>
    <w:p w:rsidR="00F61C9D" w:rsidRDefault="00F61C9D">
      <w:pPr>
        <w:pStyle w:val="Index1"/>
        <w:tabs>
          <w:tab w:val="right" w:leader="dot" w:pos="4310"/>
        </w:tabs>
        <w:rPr>
          <w:noProof/>
        </w:rPr>
      </w:pPr>
      <w:r>
        <w:rPr>
          <w:noProof/>
        </w:rPr>
        <w:t>stopped state</w:t>
      </w:r>
      <w:r>
        <w:rPr>
          <w:noProof/>
        </w:rPr>
        <w:tab/>
        <w:t>4, 14</w:t>
      </w:r>
    </w:p>
    <w:p w:rsidR="00F61C9D" w:rsidRDefault="00F61C9D">
      <w:pPr>
        <w:pStyle w:val="Index1"/>
        <w:tabs>
          <w:tab w:val="right" w:leader="dot" w:pos="4310"/>
        </w:tabs>
        <w:rPr>
          <w:noProof/>
        </w:rPr>
      </w:pPr>
      <w:r>
        <w:rPr>
          <w:noProof/>
        </w:rPr>
        <w:t>stopProc, Process</w:t>
      </w:r>
      <w:r>
        <w:rPr>
          <w:noProof/>
        </w:rPr>
        <w:tab/>
        <w:t>6, 14, 38</w:t>
      </w:r>
    </w:p>
    <w:p w:rsidR="00F61C9D" w:rsidRDefault="00F61C9D">
      <w:pPr>
        <w:pStyle w:val="Index1"/>
        <w:tabs>
          <w:tab w:val="right" w:leader="dot" w:pos="4310"/>
        </w:tabs>
        <w:rPr>
          <w:noProof/>
        </w:rPr>
      </w:pPr>
      <w:r w:rsidRPr="001B07ED">
        <w:rPr>
          <w:rFonts w:cstheme="minorHAnsi"/>
          <w:noProof/>
        </w:rPr>
        <w:t>stopProcs, ProcessSet</w:t>
      </w:r>
      <w:r>
        <w:rPr>
          <w:noProof/>
        </w:rPr>
        <w:tab/>
        <w:t>38</w:t>
      </w:r>
    </w:p>
    <w:p w:rsidR="00F61C9D" w:rsidRDefault="00F61C9D">
      <w:pPr>
        <w:pStyle w:val="Index1"/>
        <w:tabs>
          <w:tab w:val="right" w:leader="dot" w:pos="4310"/>
        </w:tabs>
        <w:rPr>
          <w:noProof/>
        </w:rPr>
      </w:pPr>
      <w:r>
        <w:rPr>
          <w:noProof/>
        </w:rPr>
        <w:t>stopThread, Thread</w:t>
      </w:r>
      <w:r>
        <w:rPr>
          <w:noProof/>
        </w:rPr>
        <w:tab/>
        <w:t>6, 18, 46</w:t>
      </w:r>
    </w:p>
    <w:p w:rsidR="00F61C9D" w:rsidRDefault="00F61C9D">
      <w:pPr>
        <w:pStyle w:val="Index1"/>
        <w:tabs>
          <w:tab w:val="right" w:leader="dot" w:pos="4310"/>
        </w:tabs>
        <w:rPr>
          <w:noProof/>
        </w:rPr>
      </w:pPr>
      <w:r w:rsidRPr="001B07ED">
        <w:rPr>
          <w:rFonts w:cstheme="minorHAnsi"/>
          <w:noProof/>
        </w:rPr>
        <w:t>stopThreads, ThreadSet</w:t>
      </w:r>
      <w:r>
        <w:rPr>
          <w:noProof/>
        </w:rPr>
        <w:tab/>
        <w:t>46</w:t>
      </w:r>
    </w:p>
    <w:p w:rsidR="00F61C9D" w:rsidRDefault="00F61C9D">
      <w:pPr>
        <w:pStyle w:val="Index1"/>
        <w:tabs>
          <w:tab w:val="right" w:leader="dot" w:pos="4310"/>
        </w:tabs>
        <w:rPr>
          <w:noProof/>
        </w:rPr>
      </w:pPr>
      <w:r w:rsidRPr="001B07ED">
        <w:rPr>
          <w:rFonts w:cstheme="minorHAnsi"/>
          <w:noProof/>
        </w:rPr>
        <w:lastRenderedPageBreak/>
        <w:t>supportsExec, Process</w:t>
      </w:r>
      <w:r>
        <w:rPr>
          <w:noProof/>
        </w:rPr>
        <w:tab/>
        <w:t>13</w:t>
      </w:r>
    </w:p>
    <w:p w:rsidR="00F61C9D" w:rsidRDefault="00F61C9D">
      <w:pPr>
        <w:pStyle w:val="Index1"/>
        <w:tabs>
          <w:tab w:val="right" w:leader="dot" w:pos="4310"/>
        </w:tabs>
        <w:rPr>
          <w:noProof/>
        </w:rPr>
      </w:pPr>
      <w:r w:rsidRPr="001B07ED">
        <w:rPr>
          <w:rFonts w:cstheme="minorHAnsi"/>
          <w:noProof/>
        </w:rPr>
        <w:t>supportsFork, Process</w:t>
      </w:r>
      <w:r>
        <w:rPr>
          <w:noProof/>
        </w:rPr>
        <w:tab/>
        <w:t>13</w:t>
      </w:r>
    </w:p>
    <w:p w:rsidR="00F61C9D" w:rsidRDefault="00F61C9D">
      <w:pPr>
        <w:pStyle w:val="Index1"/>
        <w:tabs>
          <w:tab w:val="right" w:leader="dot" w:pos="4310"/>
        </w:tabs>
        <w:rPr>
          <w:noProof/>
        </w:rPr>
      </w:pPr>
      <w:r w:rsidRPr="001B07ED">
        <w:rPr>
          <w:rFonts w:cstheme="minorHAnsi"/>
          <w:noProof/>
        </w:rPr>
        <w:t>supportsLWPEvents, Process</w:t>
      </w:r>
      <w:r>
        <w:rPr>
          <w:noProof/>
        </w:rPr>
        <w:tab/>
        <w:t>12</w:t>
      </w:r>
    </w:p>
    <w:p w:rsidR="00F61C9D" w:rsidRDefault="00F61C9D">
      <w:pPr>
        <w:pStyle w:val="Index1"/>
        <w:tabs>
          <w:tab w:val="right" w:leader="dot" w:pos="4310"/>
        </w:tabs>
        <w:rPr>
          <w:noProof/>
        </w:rPr>
      </w:pPr>
      <w:r w:rsidRPr="001B07ED">
        <w:rPr>
          <w:rFonts w:cstheme="minorHAnsi"/>
          <w:noProof/>
        </w:rPr>
        <w:t>supportsUserThreadEvents, Process</w:t>
      </w:r>
      <w:r>
        <w:rPr>
          <w:noProof/>
        </w:rPr>
        <w:tab/>
        <w:t>12</w:t>
      </w:r>
    </w:p>
    <w:p w:rsidR="00F61C9D" w:rsidRDefault="00F61C9D">
      <w:pPr>
        <w:pStyle w:val="Index1"/>
        <w:tabs>
          <w:tab w:val="right" w:leader="dot" w:pos="4310"/>
        </w:tabs>
        <w:rPr>
          <w:noProof/>
        </w:rPr>
      </w:pPr>
      <w:r w:rsidRPr="001B07ED">
        <w:rPr>
          <w:rFonts w:cstheme="minorHAnsi"/>
          <w:noProof/>
        </w:rPr>
        <w:t>suppressCallbacks, Breakpoint</w:t>
      </w:r>
      <w:r>
        <w:rPr>
          <w:noProof/>
        </w:rPr>
        <w:tab/>
        <w:t>24</w:t>
      </w:r>
    </w:p>
    <w:p w:rsidR="00F61C9D" w:rsidRDefault="00F61C9D">
      <w:pPr>
        <w:pStyle w:val="Index1"/>
        <w:tabs>
          <w:tab w:val="right" w:leader="dot" w:pos="4310"/>
        </w:tabs>
        <w:rPr>
          <w:noProof/>
        </w:rPr>
      </w:pPr>
      <w:r>
        <w:rPr>
          <w:noProof/>
        </w:rPr>
        <w:t>SyncType, Event</w:t>
      </w:r>
      <w:r>
        <w:rPr>
          <w:noProof/>
        </w:rPr>
        <w:tab/>
        <w:t>51</w:t>
      </w:r>
    </w:p>
    <w:p w:rsidR="00F61C9D" w:rsidRDefault="00F61C9D">
      <w:pPr>
        <w:pStyle w:val="Index1"/>
        <w:tabs>
          <w:tab w:val="right" w:leader="dot" w:pos="4310"/>
        </w:tabs>
        <w:rPr>
          <w:noProof/>
        </w:rPr>
      </w:pPr>
      <w:r>
        <w:rPr>
          <w:noProof/>
        </w:rPr>
        <w:t>target process</w:t>
      </w:r>
      <w:r>
        <w:rPr>
          <w:noProof/>
        </w:rPr>
        <w:tab/>
        <w:t>1, 2</w:t>
      </w:r>
    </w:p>
    <w:p w:rsidR="00F61C9D" w:rsidRDefault="00F61C9D">
      <w:pPr>
        <w:pStyle w:val="Index1"/>
        <w:tabs>
          <w:tab w:val="right" w:leader="dot" w:pos="4310"/>
        </w:tabs>
        <w:rPr>
          <w:noProof/>
        </w:rPr>
      </w:pPr>
      <w:r w:rsidRPr="001B07ED">
        <w:rPr>
          <w:rFonts w:cstheme="minorHAnsi"/>
          <w:noProof/>
        </w:rPr>
        <w:t>temporaryDetach, Process</w:t>
      </w:r>
      <w:r>
        <w:rPr>
          <w:noProof/>
        </w:rPr>
        <w:tab/>
        <w:t>14, 18, 39</w:t>
      </w:r>
    </w:p>
    <w:p w:rsidR="00F61C9D" w:rsidRDefault="00F61C9D">
      <w:pPr>
        <w:pStyle w:val="Index1"/>
        <w:tabs>
          <w:tab w:val="right" w:leader="dot" w:pos="4310"/>
        </w:tabs>
        <w:rPr>
          <w:noProof/>
        </w:rPr>
      </w:pPr>
      <w:r w:rsidRPr="001B07ED">
        <w:rPr>
          <w:rFonts w:cstheme="minorHAnsi"/>
          <w:noProof/>
        </w:rPr>
        <w:t>temporaryDetach, ProcessSet</w:t>
      </w:r>
      <w:r>
        <w:rPr>
          <w:noProof/>
        </w:rPr>
        <w:tab/>
        <w:t>39</w:t>
      </w:r>
    </w:p>
    <w:p w:rsidR="00F61C9D" w:rsidRDefault="00F61C9D">
      <w:pPr>
        <w:pStyle w:val="Index1"/>
        <w:tabs>
          <w:tab w:val="right" w:leader="dot" w:pos="4310"/>
        </w:tabs>
        <w:rPr>
          <w:noProof/>
        </w:rPr>
      </w:pPr>
      <w:r>
        <w:rPr>
          <w:noProof/>
        </w:rPr>
        <w:t>terminate, Process</w:t>
      </w:r>
      <w:r>
        <w:rPr>
          <w:noProof/>
        </w:rPr>
        <w:tab/>
        <w:t>15, 39</w:t>
      </w:r>
    </w:p>
    <w:p w:rsidR="00F61C9D" w:rsidRDefault="00F61C9D">
      <w:pPr>
        <w:pStyle w:val="Index1"/>
        <w:tabs>
          <w:tab w:val="right" w:leader="dot" w:pos="4310"/>
        </w:tabs>
        <w:rPr>
          <w:noProof/>
        </w:rPr>
      </w:pPr>
      <w:r w:rsidRPr="001B07ED">
        <w:rPr>
          <w:rFonts w:cstheme="minorHAnsi"/>
          <w:noProof/>
        </w:rPr>
        <w:t>terminate, ProcessSet</w:t>
      </w:r>
      <w:r>
        <w:rPr>
          <w:noProof/>
        </w:rPr>
        <w:tab/>
        <w:t>39</w:t>
      </w:r>
    </w:p>
    <w:p w:rsidR="00F61C9D" w:rsidRDefault="00F61C9D">
      <w:pPr>
        <w:pStyle w:val="Index1"/>
        <w:tabs>
          <w:tab w:val="right" w:leader="dot" w:pos="4310"/>
        </w:tabs>
        <w:rPr>
          <w:noProof/>
        </w:rPr>
      </w:pPr>
      <w:r w:rsidRPr="001B07ED">
        <w:rPr>
          <w:rFonts w:cs="Courier New"/>
          <w:noProof/>
        </w:rPr>
        <w:t>Thread</w:t>
      </w:r>
      <w:r>
        <w:rPr>
          <w:noProof/>
        </w:rPr>
        <w:tab/>
        <w:t>4, 17, 25, 43, 44</w:t>
      </w:r>
    </w:p>
    <w:p w:rsidR="00F61C9D" w:rsidRDefault="00F61C9D">
      <w:pPr>
        <w:pStyle w:val="Index1"/>
        <w:tabs>
          <w:tab w:val="right" w:leader="dot" w:pos="4310"/>
        </w:tabs>
        <w:rPr>
          <w:noProof/>
        </w:rPr>
      </w:pPr>
      <w:r>
        <w:rPr>
          <w:noProof/>
        </w:rPr>
        <w:t>ThreadPool</w:t>
      </w:r>
      <w:r>
        <w:rPr>
          <w:noProof/>
        </w:rPr>
        <w:tab/>
        <w:t>15, 25, 43</w:t>
      </w:r>
    </w:p>
    <w:p w:rsidR="00F61C9D" w:rsidRDefault="00F61C9D">
      <w:pPr>
        <w:pStyle w:val="Index1"/>
        <w:tabs>
          <w:tab w:val="right" w:leader="dot" w:pos="4310"/>
        </w:tabs>
        <w:rPr>
          <w:noProof/>
        </w:rPr>
      </w:pPr>
      <w:r>
        <w:rPr>
          <w:noProof/>
        </w:rPr>
        <w:t>threads, Process</w:t>
      </w:r>
      <w:r>
        <w:rPr>
          <w:noProof/>
        </w:rPr>
        <w:tab/>
        <w:t>15</w:t>
      </w:r>
    </w:p>
    <w:p w:rsidR="00F61C9D" w:rsidRDefault="00F61C9D">
      <w:pPr>
        <w:pStyle w:val="Index1"/>
        <w:tabs>
          <w:tab w:val="right" w:leader="dot" w:pos="4310"/>
        </w:tabs>
        <w:rPr>
          <w:noProof/>
        </w:rPr>
      </w:pPr>
      <w:r w:rsidRPr="001B07ED">
        <w:rPr>
          <w:rFonts w:cstheme="minorHAnsi"/>
          <w:noProof/>
        </w:rPr>
        <w:t>ThreadSet</w:t>
      </w:r>
      <w:r>
        <w:rPr>
          <w:noProof/>
        </w:rPr>
        <w:tab/>
        <w:t>30</w:t>
      </w:r>
    </w:p>
    <w:p w:rsidR="00F61C9D" w:rsidRDefault="00F61C9D">
      <w:pPr>
        <w:pStyle w:val="Index1"/>
        <w:tabs>
          <w:tab w:val="right" w:leader="dot" w:pos="4310"/>
        </w:tabs>
        <w:rPr>
          <w:noProof/>
        </w:rPr>
      </w:pPr>
      <w:r>
        <w:rPr>
          <w:noProof/>
        </w:rPr>
        <w:t>time, EventType</w:t>
      </w:r>
      <w:r>
        <w:rPr>
          <w:noProof/>
        </w:rPr>
        <w:tab/>
        <w:t>50</w:t>
      </w:r>
    </w:p>
    <w:p w:rsidR="00F61C9D" w:rsidRDefault="00F61C9D">
      <w:pPr>
        <w:pStyle w:val="Index1"/>
        <w:tabs>
          <w:tab w:val="right" w:leader="dot" w:pos="4310"/>
        </w:tabs>
        <w:rPr>
          <w:noProof/>
        </w:rPr>
      </w:pPr>
      <w:r w:rsidRPr="001B07ED">
        <w:rPr>
          <w:rFonts w:cstheme="minorHAnsi"/>
          <w:noProof/>
        </w:rPr>
        <w:t>upper_bound, AddressSet</w:t>
      </w:r>
      <w:r>
        <w:rPr>
          <w:noProof/>
        </w:rPr>
        <w:tab/>
        <w:t>33</w:t>
      </w:r>
    </w:p>
    <w:p w:rsidR="00F61C9D" w:rsidRDefault="00F61C9D">
      <w:pPr>
        <w:pStyle w:val="Index1"/>
        <w:tabs>
          <w:tab w:val="right" w:leader="dot" w:pos="4310"/>
        </w:tabs>
        <w:rPr>
          <w:noProof/>
        </w:rPr>
      </w:pPr>
      <w:r>
        <w:rPr>
          <w:noProof/>
        </w:rPr>
        <w:t>val, MachRegister</w:t>
      </w:r>
      <w:r>
        <w:rPr>
          <w:noProof/>
        </w:rPr>
        <w:tab/>
        <w:t>61</w:t>
      </w:r>
    </w:p>
    <w:p w:rsidR="00F61C9D" w:rsidRDefault="00F61C9D">
      <w:pPr>
        <w:pStyle w:val="Index1"/>
        <w:tabs>
          <w:tab w:val="right" w:leader="dot" w:pos="4310"/>
        </w:tabs>
        <w:rPr>
          <w:noProof/>
        </w:rPr>
      </w:pPr>
      <w:r w:rsidRPr="001B07ED">
        <w:rPr>
          <w:rFonts w:cstheme="minorHAnsi"/>
          <w:noProof/>
        </w:rPr>
        <w:t>write_t, ProcessSet</w:t>
      </w:r>
      <w:r>
        <w:rPr>
          <w:noProof/>
        </w:rPr>
        <w:tab/>
        <w:t>35, 41</w:t>
      </w:r>
    </w:p>
    <w:p w:rsidR="00F61C9D" w:rsidRDefault="00F61C9D">
      <w:pPr>
        <w:pStyle w:val="Index1"/>
        <w:tabs>
          <w:tab w:val="right" w:leader="dot" w:pos="4310"/>
        </w:tabs>
        <w:rPr>
          <w:noProof/>
        </w:rPr>
      </w:pPr>
      <w:r>
        <w:rPr>
          <w:noProof/>
        </w:rPr>
        <w:t>writeMemory, Process</w:t>
      </w:r>
      <w:r>
        <w:rPr>
          <w:noProof/>
        </w:rPr>
        <w:tab/>
        <w:t>16</w:t>
      </w:r>
    </w:p>
    <w:p w:rsidR="00F61C9D" w:rsidRDefault="00F61C9D">
      <w:pPr>
        <w:pStyle w:val="Index1"/>
        <w:tabs>
          <w:tab w:val="right" w:leader="dot" w:pos="4310"/>
        </w:tabs>
        <w:rPr>
          <w:noProof/>
        </w:rPr>
      </w:pPr>
      <w:r>
        <w:rPr>
          <w:noProof/>
        </w:rPr>
        <w:t>writeMemory, ProcessSet</w:t>
      </w:r>
      <w:r>
        <w:rPr>
          <w:noProof/>
        </w:rPr>
        <w:tab/>
        <w:t>35, 41</w:t>
      </w:r>
    </w:p>
    <w:p w:rsidR="00F61C9D" w:rsidRDefault="00F61C9D">
      <w:pPr>
        <w:pStyle w:val="Index1"/>
        <w:tabs>
          <w:tab w:val="right" w:leader="dot" w:pos="4310"/>
        </w:tabs>
        <w:rPr>
          <w:noProof/>
        </w:rPr>
      </w:pPr>
      <w:r w:rsidRPr="001B07ED">
        <w:rPr>
          <w:rFonts w:cstheme="minorHAnsi"/>
          <w:noProof/>
        </w:rPr>
        <w:t>writMemory, ProcessSet</w:t>
      </w:r>
      <w:r>
        <w:rPr>
          <w:noProof/>
        </w:rPr>
        <w:tab/>
        <w:t>40</w:t>
      </w:r>
    </w:p>
    <w:p w:rsidR="00F61C9D" w:rsidRDefault="00F61C9D">
      <w:pPr>
        <w:pStyle w:val="Index1"/>
        <w:tabs>
          <w:tab w:val="right" w:leader="dot" w:pos="4310"/>
        </w:tabs>
        <w:rPr>
          <w:noProof/>
        </w:rPr>
      </w:pPr>
      <w:r>
        <w:rPr>
          <w:noProof/>
        </w:rPr>
        <w:t>x86 registers</w:t>
      </w:r>
      <w:r>
        <w:rPr>
          <w:noProof/>
        </w:rPr>
        <w:tab/>
        <w:t>61</w:t>
      </w:r>
    </w:p>
    <w:p w:rsidR="00F61C9D" w:rsidRDefault="00F61C9D">
      <w:pPr>
        <w:pStyle w:val="Index1"/>
        <w:tabs>
          <w:tab w:val="right" w:leader="dot" w:pos="4310"/>
        </w:tabs>
        <w:rPr>
          <w:noProof/>
        </w:rPr>
      </w:pPr>
      <w:r>
        <w:rPr>
          <w:noProof/>
        </w:rPr>
        <w:t>x86_64 registers</w:t>
      </w:r>
      <w:r>
        <w:rPr>
          <w:noProof/>
        </w:rPr>
        <w:tab/>
        <w:t>62</w:t>
      </w:r>
    </w:p>
    <w:p w:rsidR="00F61C9D" w:rsidRDefault="00F61C9D" w:rsidP="009A6F08">
      <w:pPr>
        <w:rPr>
          <w:noProof/>
        </w:rPr>
        <w:sectPr w:rsidR="00F61C9D" w:rsidSect="00F61C9D">
          <w:type w:val="continuous"/>
          <w:pgSz w:w="12240" w:h="15840"/>
          <w:pgMar w:top="1440" w:right="1440" w:bottom="1440" w:left="1440" w:header="720" w:footer="720" w:gutter="0"/>
          <w:cols w:num="2" w:space="720"/>
          <w:docGrid w:linePitch="360"/>
        </w:sectPr>
      </w:pPr>
    </w:p>
    <w:p w:rsidR="00C1068A" w:rsidRPr="00C1068A" w:rsidRDefault="000F4AA4" w:rsidP="009A6F08">
      <w:r>
        <w:lastRenderedPageBreak/>
        <w:fldChar w:fldCharType="end"/>
      </w:r>
    </w:p>
    <w:sectPr w:rsidR="00C1068A" w:rsidRPr="00C1068A" w:rsidSect="00F61C9D">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7207" w:rsidRDefault="00597207" w:rsidP="009A6F08">
      <w:r>
        <w:separator/>
      </w:r>
    </w:p>
  </w:endnote>
  <w:endnote w:type="continuationSeparator" w:id="0">
    <w:p w:rsidR="00597207" w:rsidRDefault="00597207" w:rsidP="009A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Hei">
    <w:altName w:val="黑体"/>
    <w:panose1 w:val="02010609060101010101"/>
    <w:charset w:val="86"/>
    <w:family w:val="modern"/>
    <w:pitch w:val="fixed"/>
    <w:sig w:usb0="800002BF" w:usb1="38CF7CFA" w:usb2="00000016" w:usb3="00000000" w:csb0="00040001" w:csb1="00000000"/>
  </w:font>
  <w:font w:name="Helvetica">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09259839"/>
      <w:docPartObj>
        <w:docPartGallery w:val="Page Numbers (Bottom of Page)"/>
        <w:docPartUnique/>
      </w:docPartObj>
    </w:sdtPr>
    <w:sdtEndPr/>
    <w:sdtContent>
      <w:p w:rsidR="007F392E" w:rsidRDefault="007F392E" w:rsidP="009A6F08">
        <w:pPr>
          <w:pStyle w:val="Footer"/>
        </w:pPr>
        <w:r>
          <w:fldChar w:fldCharType="begin"/>
        </w:r>
        <w:r>
          <w:instrText xml:space="preserve"> PAGE   \* MERGEFORMAT </w:instrText>
        </w:r>
        <w:r>
          <w:fldChar w:fldCharType="separate"/>
        </w:r>
        <w:r>
          <w:rPr>
            <w:noProof/>
          </w:rPr>
          <w:t>1</w:t>
        </w:r>
        <w:r>
          <w:rPr>
            <w:noProof/>
          </w:rPr>
          <w:fldChar w:fldCharType="end"/>
        </w:r>
      </w:p>
    </w:sdtContent>
  </w:sdt>
  <w:p w:rsidR="007F392E" w:rsidRDefault="007F392E" w:rsidP="009A6F0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2015008"/>
      <w:docPartObj>
        <w:docPartGallery w:val="Page Numbers (Bottom of Page)"/>
        <w:docPartUnique/>
      </w:docPartObj>
    </w:sdtPr>
    <w:sdtEndPr/>
    <w:sdtContent>
      <w:p w:rsidR="007F392E" w:rsidRDefault="007F392E" w:rsidP="009A6F08">
        <w:pPr>
          <w:pStyle w:val="Footer"/>
        </w:pPr>
        <w:r>
          <w:fldChar w:fldCharType="begin"/>
        </w:r>
        <w:r>
          <w:instrText xml:space="preserve"> PAGE   \* MERGEFORMAT </w:instrText>
        </w:r>
        <w:r>
          <w:fldChar w:fldCharType="separate"/>
        </w:r>
        <w:r>
          <w:rPr>
            <w:noProof/>
          </w:rPr>
          <w:t>1</w:t>
        </w:r>
        <w:r>
          <w:rPr>
            <w:noProof/>
          </w:rPr>
          <w:fldChar w:fldCharType="end"/>
        </w:r>
      </w:p>
    </w:sdtContent>
  </w:sdt>
  <w:p w:rsidR="007F392E" w:rsidRDefault="007F392E" w:rsidP="009A6F08">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876220"/>
      <w:docPartObj>
        <w:docPartGallery w:val="Page Numbers (Bottom of Page)"/>
        <w:docPartUnique/>
      </w:docPartObj>
    </w:sdtPr>
    <w:sdtEndPr/>
    <w:sdtContent>
      <w:p w:rsidR="007F392E" w:rsidRDefault="007F392E" w:rsidP="009A6F08">
        <w:pPr>
          <w:pStyle w:val="Footer"/>
        </w:pPr>
        <w:r>
          <w:fldChar w:fldCharType="begin"/>
        </w:r>
        <w:r>
          <w:instrText xml:space="preserve"> PAGE   \* MERGEFORMAT </w:instrText>
        </w:r>
        <w:r>
          <w:fldChar w:fldCharType="separate"/>
        </w:r>
        <w:r w:rsidR="00C42453">
          <w:rPr>
            <w:noProof/>
          </w:rPr>
          <w:t>5</w:t>
        </w:r>
        <w:r>
          <w:rPr>
            <w:noProof/>
          </w:rPr>
          <w:fldChar w:fldCharType="end"/>
        </w:r>
      </w:p>
    </w:sdtContent>
  </w:sdt>
  <w:p w:rsidR="007F392E" w:rsidRDefault="007F392E" w:rsidP="009A6F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7207" w:rsidRDefault="00597207" w:rsidP="009A6F08">
      <w:r>
        <w:separator/>
      </w:r>
    </w:p>
  </w:footnote>
  <w:footnote w:type="continuationSeparator" w:id="0">
    <w:p w:rsidR="00597207" w:rsidRDefault="00597207" w:rsidP="009A6F0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14CE6"/>
    <w:multiLevelType w:val="hybridMultilevel"/>
    <w:tmpl w:val="99887D94"/>
    <w:lvl w:ilvl="0" w:tplc="550ADA22">
      <w:start w:val="1"/>
      <w:numFmt w:val="upperLetter"/>
      <w:pStyle w:val="Appendix"/>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4473A89"/>
    <w:multiLevelType w:val="multilevel"/>
    <w:tmpl w:val="1A5E055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35496A3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008369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D8401CD"/>
    <w:multiLevelType w:val="multilevel"/>
    <w:tmpl w:val="B92415BC"/>
    <w:lvl w:ilvl="0">
      <w:start w:val="1"/>
      <w:numFmt w:val="decimal"/>
      <w:lvlText w:val="%1."/>
      <w:lvlJc w:val="left"/>
      <w:pPr>
        <w:ind w:left="360" w:hanging="360"/>
      </w:pPr>
    </w:lvl>
    <w:lvl w:ilvl="1">
      <w:start w:val="1"/>
      <w:numFmt w:val="decimal"/>
      <w:lvlText w:val="%1.%2."/>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1613B41"/>
    <w:multiLevelType w:val="multilevel"/>
    <w:tmpl w:val="CFEC3A06"/>
    <w:lvl w:ilvl="0">
      <w:start w:val="1"/>
      <w:numFmt w:val="decimal"/>
      <w:pStyle w:val="Heading1"/>
      <w:lvlText w:val="%1."/>
      <w:lvlJc w:val="left"/>
      <w:pPr>
        <w:ind w:left="360" w:hanging="360"/>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1">
      <w:start w:val="1"/>
      <w:numFmt w:val="decimal"/>
      <w:pStyle w:val="Heading2"/>
      <w:lvlText w:val="%1.%2."/>
      <w:lvlJc w:val="left"/>
      <w:pPr>
        <w:ind w:left="792" w:hanging="432"/>
      </w:pPr>
    </w:lvl>
    <w:lvl w:ilvl="2">
      <w:start w:val="1"/>
      <w:numFmt w:val="decimal"/>
      <w:pStyle w:val="Heading3"/>
      <w:lvlText w:val="%1.%2.%3."/>
      <w:lvlJc w:val="left"/>
      <w:pPr>
        <w:ind w:left="504" w:hanging="504"/>
      </w:pPr>
    </w:lvl>
    <w:lvl w:ilvl="3">
      <w:start w:val="1"/>
      <w:numFmt w:val="decimal"/>
      <w:pStyle w:val="Heading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1F24264"/>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6DC268B2"/>
    <w:multiLevelType w:val="hybridMultilevel"/>
    <w:tmpl w:val="8B34C5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7596C1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7DCE11F1"/>
    <w:multiLevelType w:val="multilevel"/>
    <w:tmpl w:val="7802674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rPr>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2"/>
  </w:num>
  <w:num w:numId="3">
    <w:abstractNumId w:val="6"/>
  </w:num>
  <w:num w:numId="4">
    <w:abstractNumId w:val="3"/>
  </w:num>
  <w:num w:numId="5">
    <w:abstractNumId w:val="9"/>
  </w:num>
  <w:num w:numId="6">
    <w:abstractNumId w:val="7"/>
  </w:num>
  <w:num w:numId="7">
    <w:abstractNumId w:val="1"/>
  </w:num>
  <w:num w:numId="8">
    <w:abstractNumId w:val="8"/>
  </w:num>
  <w:num w:numId="9">
    <w:abstractNumId w:val="5"/>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56038B"/>
    <w:rsid w:val="000018EA"/>
    <w:rsid w:val="00005F12"/>
    <w:rsid w:val="00007972"/>
    <w:rsid w:val="00013976"/>
    <w:rsid w:val="00014E4A"/>
    <w:rsid w:val="00016D07"/>
    <w:rsid w:val="0002725F"/>
    <w:rsid w:val="00032BD3"/>
    <w:rsid w:val="000410FC"/>
    <w:rsid w:val="00043099"/>
    <w:rsid w:val="00047003"/>
    <w:rsid w:val="00060019"/>
    <w:rsid w:val="00065BD2"/>
    <w:rsid w:val="00067BD2"/>
    <w:rsid w:val="00076480"/>
    <w:rsid w:val="00077EF1"/>
    <w:rsid w:val="0008098D"/>
    <w:rsid w:val="00081331"/>
    <w:rsid w:val="00084463"/>
    <w:rsid w:val="00087ECD"/>
    <w:rsid w:val="000A21BB"/>
    <w:rsid w:val="000B2B36"/>
    <w:rsid w:val="000B6AC1"/>
    <w:rsid w:val="000D4822"/>
    <w:rsid w:val="000E16DD"/>
    <w:rsid w:val="000F3230"/>
    <w:rsid w:val="000F4AA4"/>
    <w:rsid w:val="00114BDD"/>
    <w:rsid w:val="00116EB0"/>
    <w:rsid w:val="00120904"/>
    <w:rsid w:val="001752D9"/>
    <w:rsid w:val="00175B9F"/>
    <w:rsid w:val="00176977"/>
    <w:rsid w:val="0018537D"/>
    <w:rsid w:val="001970FB"/>
    <w:rsid w:val="001A0E10"/>
    <w:rsid w:val="001A2892"/>
    <w:rsid w:val="001A3994"/>
    <w:rsid w:val="001B2AD5"/>
    <w:rsid w:val="001C391B"/>
    <w:rsid w:val="001C7B8D"/>
    <w:rsid w:val="001D21AC"/>
    <w:rsid w:val="001E09AC"/>
    <w:rsid w:val="001E4C3A"/>
    <w:rsid w:val="001F0B88"/>
    <w:rsid w:val="001F61BC"/>
    <w:rsid w:val="00202F05"/>
    <w:rsid w:val="0021677E"/>
    <w:rsid w:val="002221CD"/>
    <w:rsid w:val="00222764"/>
    <w:rsid w:val="002329E4"/>
    <w:rsid w:val="00233FEF"/>
    <w:rsid w:val="0024411F"/>
    <w:rsid w:val="00250D0E"/>
    <w:rsid w:val="00251F3A"/>
    <w:rsid w:val="002648E5"/>
    <w:rsid w:val="00265435"/>
    <w:rsid w:val="00271F06"/>
    <w:rsid w:val="002731E8"/>
    <w:rsid w:val="00275937"/>
    <w:rsid w:val="00276DCD"/>
    <w:rsid w:val="00287588"/>
    <w:rsid w:val="002A0596"/>
    <w:rsid w:val="002A4451"/>
    <w:rsid w:val="002D113F"/>
    <w:rsid w:val="002D546D"/>
    <w:rsid w:val="002D5A1D"/>
    <w:rsid w:val="002E1E92"/>
    <w:rsid w:val="002F0230"/>
    <w:rsid w:val="002F034D"/>
    <w:rsid w:val="00302921"/>
    <w:rsid w:val="00304F3A"/>
    <w:rsid w:val="00311B6B"/>
    <w:rsid w:val="00311D2C"/>
    <w:rsid w:val="00316843"/>
    <w:rsid w:val="0032008D"/>
    <w:rsid w:val="00323E5E"/>
    <w:rsid w:val="00324FAD"/>
    <w:rsid w:val="0033046D"/>
    <w:rsid w:val="00331658"/>
    <w:rsid w:val="00340FBE"/>
    <w:rsid w:val="0034707D"/>
    <w:rsid w:val="003650EF"/>
    <w:rsid w:val="0036566F"/>
    <w:rsid w:val="00372AF8"/>
    <w:rsid w:val="003760DB"/>
    <w:rsid w:val="00380D96"/>
    <w:rsid w:val="0039020E"/>
    <w:rsid w:val="00390A88"/>
    <w:rsid w:val="003938E9"/>
    <w:rsid w:val="003A685A"/>
    <w:rsid w:val="003C7567"/>
    <w:rsid w:val="003D0B2A"/>
    <w:rsid w:val="003E3B1F"/>
    <w:rsid w:val="003F01C8"/>
    <w:rsid w:val="003F0DF9"/>
    <w:rsid w:val="0040488B"/>
    <w:rsid w:val="00407A23"/>
    <w:rsid w:val="00413963"/>
    <w:rsid w:val="00414E67"/>
    <w:rsid w:val="004238C1"/>
    <w:rsid w:val="0043020A"/>
    <w:rsid w:val="00430AF7"/>
    <w:rsid w:val="004322D7"/>
    <w:rsid w:val="00436B19"/>
    <w:rsid w:val="0044095D"/>
    <w:rsid w:val="004432D2"/>
    <w:rsid w:val="004456BB"/>
    <w:rsid w:val="00450DC9"/>
    <w:rsid w:val="00453E6F"/>
    <w:rsid w:val="004578B0"/>
    <w:rsid w:val="00460F8C"/>
    <w:rsid w:val="00465B52"/>
    <w:rsid w:val="00475278"/>
    <w:rsid w:val="00475C13"/>
    <w:rsid w:val="00480D19"/>
    <w:rsid w:val="00484074"/>
    <w:rsid w:val="004867A8"/>
    <w:rsid w:val="00497BC9"/>
    <w:rsid w:val="004A2955"/>
    <w:rsid w:val="004C1423"/>
    <w:rsid w:val="004C144D"/>
    <w:rsid w:val="004C5F4F"/>
    <w:rsid w:val="004E54B7"/>
    <w:rsid w:val="004E77A0"/>
    <w:rsid w:val="004F042A"/>
    <w:rsid w:val="004F0626"/>
    <w:rsid w:val="004F6ADE"/>
    <w:rsid w:val="00502830"/>
    <w:rsid w:val="00507389"/>
    <w:rsid w:val="005103C4"/>
    <w:rsid w:val="00531294"/>
    <w:rsid w:val="005360FF"/>
    <w:rsid w:val="00546064"/>
    <w:rsid w:val="0056038B"/>
    <w:rsid w:val="00566417"/>
    <w:rsid w:val="00581D27"/>
    <w:rsid w:val="00584D42"/>
    <w:rsid w:val="0058519B"/>
    <w:rsid w:val="005916DA"/>
    <w:rsid w:val="005956F8"/>
    <w:rsid w:val="00596FC9"/>
    <w:rsid w:val="00597207"/>
    <w:rsid w:val="005A008B"/>
    <w:rsid w:val="005A42BA"/>
    <w:rsid w:val="005B0C34"/>
    <w:rsid w:val="005B0EE6"/>
    <w:rsid w:val="005C268A"/>
    <w:rsid w:val="005C33C4"/>
    <w:rsid w:val="005C40AA"/>
    <w:rsid w:val="005C4BEF"/>
    <w:rsid w:val="005C5A8E"/>
    <w:rsid w:val="005C6A15"/>
    <w:rsid w:val="005D53AE"/>
    <w:rsid w:val="005D54C1"/>
    <w:rsid w:val="005E011A"/>
    <w:rsid w:val="005E0CE2"/>
    <w:rsid w:val="005E50E7"/>
    <w:rsid w:val="005E63CC"/>
    <w:rsid w:val="005E7CC3"/>
    <w:rsid w:val="005E7F7D"/>
    <w:rsid w:val="005F3677"/>
    <w:rsid w:val="005F4970"/>
    <w:rsid w:val="005F6FE0"/>
    <w:rsid w:val="00603F55"/>
    <w:rsid w:val="00615C26"/>
    <w:rsid w:val="006222A3"/>
    <w:rsid w:val="00626099"/>
    <w:rsid w:val="006316B9"/>
    <w:rsid w:val="006331B2"/>
    <w:rsid w:val="00641B97"/>
    <w:rsid w:val="006442EC"/>
    <w:rsid w:val="00647F77"/>
    <w:rsid w:val="00652A35"/>
    <w:rsid w:val="00673B29"/>
    <w:rsid w:val="006A4937"/>
    <w:rsid w:val="006A49F6"/>
    <w:rsid w:val="006B11DF"/>
    <w:rsid w:val="006C692C"/>
    <w:rsid w:val="006F21B4"/>
    <w:rsid w:val="00701C27"/>
    <w:rsid w:val="00702AFD"/>
    <w:rsid w:val="007060D8"/>
    <w:rsid w:val="007109F5"/>
    <w:rsid w:val="00732090"/>
    <w:rsid w:val="007420A4"/>
    <w:rsid w:val="007433C9"/>
    <w:rsid w:val="00753376"/>
    <w:rsid w:val="007538BE"/>
    <w:rsid w:val="007650F8"/>
    <w:rsid w:val="00771288"/>
    <w:rsid w:val="007719C4"/>
    <w:rsid w:val="00773F2F"/>
    <w:rsid w:val="00776AEB"/>
    <w:rsid w:val="00785EC2"/>
    <w:rsid w:val="0079641D"/>
    <w:rsid w:val="00797645"/>
    <w:rsid w:val="007B0B1C"/>
    <w:rsid w:val="007B477D"/>
    <w:rsid w:val="007B5521"/>
    <w:rsid w:val="007B7E79"/>
    <w:rsid w:val="007C5BF8"/>
    <w:rsid w:val="007C7FDC"/>
    <w:rsid w:val="007D697D"/>
    <w:rsid w:val="007D7263"/>
    <w:rsid w:val="007E0EC8"/>
    <w:rsid w:val="007F392E"/>
    <w:rsid w:val="007F40A5"/>
    <w:rsid w:val="00815BA2"/>
    <w:rsid w:val="00817D51"/>
    <w:rsid w:val="008250AC"/>
    <w:rsid w:val="008271B0"/>
    <w:rsid w:val="00835712"/>
    <w:rsid w:val="00840906"/>
    <w:rsid w:val="00842CA6"/>
    <w:rsid w:val="0084620D"/>
    <w:rsid w:val="00846788"/>
    <w:rsid w:val="00851D54"/>
    <w:rsid w:val="00852F46"/>
    <w:rsid w:val="00860400"/>
    <w:rsid w:val="00861E21"/>
    <w:rsid w:val="00862396"/>
    <w:rsid w:val="00866DF0"/>
    <w:rsid w:val="00870658"/>
    <w:rsid w:val="00871808"/>
    <w:rsid w:val="00873716"/>
    <w:rsid w:val="00876D25"/>
    <w:rsid w:val="008A3EB5"/>
    <w:rsid w:val="008B004C"/>
    <w:rsid w:val="008B04C5"/>
    <w:rsid w:val="008B16C1"/>
    <w:rsid w:val="008C6D71"/>
    <w:rsid w:val="008D0E17"/>
    <w:rsid w:val="008D573A"/>
    <w:rsid w:val="008E55D8"/>
    <w:rsid w:val="008F360C"/>
    <w:rsid w:val="008F5FC2"/>
    <w:rsid w:val="008F7EC8"/>
    <w:rsid w:val="00900654"/>
    <w:rsid w:val="00903A75"/>
    <w:rsid w:val="00906554"/>
    <w:rsid w:val="00913764"/>
    <w:rsid w:val="00920438"/>
    <w:rsid w:val="00920669"/>
    <w:rsid w:val="009237D1"/>
    <w:rsid w:val="009248FC"/>
    <w:rsid w:val="00931F60"/>
    <w:rsid w:val="00934722"/>
    <w:rsid w:val="0094165F"/>
    <w:rsid w:val="009466D5"/>
    <w:rsid w:val="00951D42"/>
    <w:rsid w:val="009546DD"/>
    <w:rsid w:val="00967E3D"/>
    <w:rsid w:val="00982E81"/>
    <w:rsid w:val="00984BBE"/>
    <w:rsid w:val="009A51F2"/>
    <w:rsid w:val="009A6F08"/>
    <w:rsid w:val="009A77E0"/>
    <w:rsid w:val="009B039D"/>
    <w:rsid w:val="009C030E"/>
    <w:rsid w:val="009C3410"/>
    <w:rsid w:val="009D07B2"/>
    <w:rsid w:val="009D2676"/>
    <w:rsid w:val="009D4D1E"/>
    <w:rsid w:val="009D52DB"/>
    <w:rsid w:val="009D7A05"/>
    <w:rsid w:val="009E4715"/>
    <w:rsid w:val="009F0DD2"/>
    <w:rsid w:val="00A14A88"/>
    <w:rsid w:val="00A2213E"/>
    <w:rsid w:val="00A240C7"/>
    <w:rsid w:val="00A2748D"/>
    <w:rsid w:val="00A319E4"/>
    <w:rsid w:val="00A367E2"/>
    <w:rsid w:val="00A43DE4"/>
    <w:rsid w:val="00A47204"/>
    <w:rsid w:val="00A50309"/>
    <w:rsid w:val="00A52481"/>
    <w:rsid w:val="00A55342"/>
    <w:rsid w:val="00A55348"/>
    <w:rsid w:val="00A56B60"/>
    <w:rsid w:val="00A66792"/>
    <w:rsid w:val="00A67A57"/>
    <w:rsid w:val="00A77543"/>
    <w:rsid w:val="00A83CF9"/>
    <w:rsid w:val="00A84110"/>
    <w:rsid w:val="00A93A72"/>
    <w:rsid w:val="00A961FE"/>
    <w:rsid w:val="00AA30E0"/>
    <w:rsid w:val="00AA7123"/>
    <w:rsid w:val="00AA7AB4"/>
    <w:rsid w:val="00AB7FE1"/>
    <w:rsid w:val="00AC2C03"/>
    <w:rsid w:val="00AC5416"/>
    <w:rsid w:val="00AC63A8"/>
    <w:rsid w:val="00AD747D"/>
    <w:rsid w:val="00AE3A7C"/>
    <w:rsid w:val="00AE4941"/>
    <w:rsid w:val="00B10FE2"/>
    <w:rsid w:val="00B1217C"/>
    <w:rsid w:val="00B12BA8"/>
    <w:rsid w:val="00B14E83"/>
    <w:rsid w:val="00B22416"/>
    <w:rsid w:val="00B32ED0"/>
    <w:rsid w:val="00B36283"/>
    <w:rsid w:val="00B42BFD"/>
    <w:rsid w:val="00B43E18"/>
    <w:rsid w:val="00B72194"/>
    <w:rsid w:val="00B73CD4"/>
    <w:rsid w:val="00B74018"/>
    <w:rsid w:val="00B753F7"/>
    <w:rsid w:val="00B760DD"/>
    <w:rsid w:val="00B777D6"/>
    <w:rsid w:val="00B91872"/>
    <w:rsid w:val="00B97DDD"/>
    <w:rsid w:val="00BA1A45"/>
    <w:rsid w:val="00BA1CA7"/>
    <w:rsid w:val="00BB1E65"/>
    <w:rsid w:val="00BB3C81"/>
    <w:rsid w:val="00BC06DD"/>
    <w:rsid w:val="00BC252D"/>
    <w:rsid w:val="00BD0B0C"/>
    <w:rsid w:val="00BE7330"/>
    <w:rsid w:val="00BE789B"/>
    <w:rsid w:val="00BF32E2"/>
    <w:rsid w:val="00C00103"/>
    <w:rsid w:val="00C02D7A"/>
    <w:rsid w:val="00C0518B"/>
    <w:rsid w:val="00C1068A"/>
    <w:rsid w:val="00C11E5A"/>
    <w:rsid w:val="00C14CE1"/>
    <w:rsid w:val="00C30A70"/>
    <w:rsid w:val="00C32EA5"/>
    <w:rsid w:val="00C34E52"/>
    <w:rsid w:val="00C42453"/>
    <w:rsid w:val="00C432E5"/>
    <w:rsid w:val="00C45558"/>
    <w:rsid w:val="00C54088"/>
    <w:rsid w:val="00C5633F"/>
    <w:rsid w:val="00C6071D"/>
    <w:rsid w:val="00C64756"/>
    <w:rsid w:val="00C70C61"/>
    <w:rsid w:val="00C84350"/>
    <w:rsid w:val="00C85B4B"/>
    <w:rsid w:val="00C865BA"/>
    <w:rsid w:val="00C93EA1"/>
    <w:rsid w:val="00C94004"/>
    <w:rsid w:val="00CA1E5D"/>
    <w:rsid w:val="00CA617E"/>
    <w:rsid w:val="00CB6D15"/>
    <w:rsid w:val="00CB718B"/>
    <w:rsid w:val="00CC1B4C"/>
    <w:rsid w:val="00CD4064"/>
    <w:rsid w:val="00CF2275"/>
    <w:rsid w:val="00D00369"/>
    <w:rsid w:val="00D07FA8"/>
    <w:rsid w:val="00D108A5"/>
    <w:rsid w:val="00D12D97"/>
    <w:rsid w:val="00D26811"/>
    <w:rsid w:val="00D42909"/>
    <w:rsid w:val="00D44E3A"/>
    <w:rsid w:val="00D46CA9"/>
    <w:rsid w:val="00D82B1F"/>
    <w:rsid w:val="00D912D9"/>
    <w:rsid w:val="00DA56A0"/>
    <w:rsid w:val="00DB4A14"/>
    <w:rsid w:val="00DC2A3C"/>
    <w:rsid w:val="00DC47EB"/>
    <w:rsid w:val="00DC6B19"/>
    <w:rsid w:val="00DD00AE"/>
    <w:rsid w:val="00DE44FD"/>
    <w:rsid w:val="00DE5099"/>
    <w:rsid w:val="00DF0C8C"/>
    <w:rsid w:val="00E07455"/>
    <w:rsid w:val="00E15D7D"/>
    <w:rsid w:val="00E211BA"/>
    <w:rsid w:val="00E24A5C"/>
    <w:rsid w:val="00E4752D"/>
    <w:rsid w:val="00E50288"/>
    <w:rsid w:val="00E54BA8"/>
    <w:rsid w:val="00E62AD9"/>
    <w:rsid w:val="00E63E7A"/>
    <w:rsid w:val="00E77CC7"/>
    <w:rsid w:val="00E800D5"/>
    <w:rsid w:val="00E86911"/>
    <w:rsid w:val="00E87F0D"/>
    <w:rsid w:val="00EA5DB4"/>
    <w:rsid w:val="00EB504B"/>
    <w:rsid w:val="00EC3211"/>
    <w:rsid w:val="00EC58BE"/>
    <w:rsid w:val="00EC7566"/>
    <w:rsid w:val="00ED204D"/>
    <w:rsid w:val="00EE2D12"/>
    <w:rsid w:val="00EF307D"/>
    <w:rsid w:val="00EF6888"/>
    <w:rsid w:val="00F01DBC"/>
    <w:rsid w:val="00F066AB"/>
    <w:rsid w:val="00F109B4"/>
    <w:rsid w:val="00F13EBB"/>
    <w:rsid w:val="00F15EE0"/>
    <w:rsid w:val="00F30C27"/>
    <w:rsid w:val="00F33A32"/>
    <w:rsid w:val="00F43F13"/>
    <w:rsid w:val="00F44BA9"/>
    <w:rsid w:val="00F5371E"/>
    <w:rsid w:val="00F57EC2"/>
    <w:rsid w:val="00F600B6"/>
    <w:rsid w:val="00F61C9D"/>
    <w:rsid w:val="00F64DF5"/>
    <w:rsid w:val="00F7702F"/>
    <w:rsid w:val="00F9225D"/>
    <w:rsid w:val="00F97A72"/>
    <w:rsid w:val="00FB1350"/>
    <w:rsid w:val="00FB3D6B"/>
    <w:rsid w:val="00FB5453"/>
    <w:rsid w:val="00FC0D5A"/>
    <w:rsid w:val="00FC52AC"/>
    <w:rsid w:val="00FC6321"/>
    <w:rsid w:val="00FE2D70"/>
    <w:rsid w:val="00FF20CE"/>
    <w:rsid w:val="00FF70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ind w:firstLine="576"/>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6F08"/>
    <w:pPr>
      <w:spacing w:after="120"/>
      <w:contextualSpacing/>
    </w:pPr>
    <w:rPr>
      <w:rFonts w:ascii="Times New Roman" w:hAnsi="Times New Roman" w:cs="Times New Roman"/>
      <w:sz w:val="24"/>
    </w:rPr>
  </w:style>
  <w:style w:type="paragraph" w:styleId="Heading1">
    <w:name w:val="heading 1"/>
    <w:basedOn w:val="ListParagraph"/>
    <w:next w:val="Normal"/>
    <w:link w:val="Heading1Char"/>
    <w:uiPriority w:val="9"/>
    <w:qFormat/>
    <w:rsid w:val="005F4970"/>
    <w:pPr>
      <w:numPr>
        <w:numId w:val="9"/>
      </w:numPr>
      <w:spacing w:before="240"/>
      <w:outlineLvl w:val="0"/>
    </w:pPr>
    <w:rPr>
      <w:rFonts w:asciiTheme="majorHAnsi" w:hAnsiTheme="majorHAnsi"/>
      <w:b/>
      <w:color w:val="365F91" w:themeColor="accent1" w:themeShade="BF"/>
      <w:sz w:val="32"/>
      <w:szCs w:val="32"/>
    </w:rPr>
  </w:style>
  <w:style w:type="paragraph" w:styleId="Heading2">
    <w:name w:val="heading 2"/>
    <w:basedOn w:val="ListParagraph"/>
    <w:next w:val="Normal"/>
    <w:link w:val="Heading2Char"/>
    <w:uiPriority w:val="9"/>
    <w:unhideWhenUsed/>
    <w:qFormat/>
    <w:rsid w:val="007D697D"/>
    <w:pPr>
      <w:keepNext/>
      <w:numPr>
        <w:ilvl w:val="1"/>
        <w:numId w:val="9"/>
      </w:numPr>
      <w:spacing w:before="240" w:after="240"/>
      <w:ind w:left="720" w:hanging="720"/>
      <w:outlineLvl w:val="1"/>
    </w:pPr>
    <w:rPr>
      <w:rFonts w:asciiTheme="majorHAnsi" w:hAnsiTheme="majorHAnsi"/>
      <w:color w:val="365F91" w:themeColor="accent1" w:themeShade="BF"/>
      <w:sz w:val="28"/>
      <w:szCs w:val="28"/>
    </w:rPr>
  </w:style>
  <w:style w:type="paragraph" w:styleId="Heading3">
    <w:name w:val="heading 3"/>
    <w:basedOn w:val="ListParagraph"/>
    <w:next w:val="Normal"/>
    <w:link w:val="Heading3Char"/>
    <w:autoRedefine/>
    <w:uiPriority w:val="9"/>
    <w:unhideWhenUsed/>
    <w:qFormat/>
    <w:rsid w:val="007D697D"/>
    <w:pPr>
      <w:keepNext/>
      <w:numPr>
        <w:ilvl w:val="2"/>
        <w:numId w:val="9"/>
      </w:numPr>
      <w:spacing w:before="240"/>
      <w:outlineLvl w:val="2"/>
    </w:pPr>
    <w:rPr>
      <w:rFonts w:asciiTheme="majorHAnsi" w:hAnsiTheme="majorHAnsi"/>
      <w:color w:val="365F91" w:themeColor="accent1" w:themeShade="BF"/>
      <w:sz w:val="28"/>
      <w:szCs w:val="28"/>
    </w:rPr>
  </w:style>
  <w:style w:type="paragraph" w:styleId="Heading4">
    <w:name w:val="heading 4"/>
    <w:basedOn w:val="ListParagraph"/>
    <w:next w:val="Normal"/>
    <w:link w:val="Heading4Char"/>
    <w:uiPriority w:val="9"/>
    <w:unhideWhenUsed/>
    <w:qFormat/>
    <w:rsid w:val="00B91872"/>
    <w:pPr>
      <w:numPr>
        <w:ilvl w:val="3"/>
        <w:numId w:val="9"/>
      </w:numPr>
      <w:spacing w:before="120"/>
      <w:ind w:left="0" w:firstLine="0"/>
      <w:outlineLvl w:val="3"/>
    </w:pPr>
    <w:rPr>
      <w:b/>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970"/>
    <w:rPr>
      <w:rFonts w:asciiTheme="majorHAnsi" w:hAnsiTheme="majorHAnsi"/>
      <w:b/>
      <w:color w:val="365F91" w:themeColor="accent1" w:themeShade="BF"/>
      <w:sz w:val="32"/>
      <w:szCs w:val="32"/>
    </w:rPr>
  </w:style>
  <w:style w:type="character" w:customStyle="1" w:styleId="Heading2Char">
    <w:name w:val="Heading 2 Char"/>
    <w:basedOn w:val="DefaultParagraphFont"/>
    <w:link w:val="Heading2"/>
    <w:uiPriority w:val="9"/>
    <w:rsid w:val="007D697D"/>
    <w:rPr>
      <w:rFonts w:asciiTheme="majorHAnsi" w:hAnsiTheme="majorHAnsi"/>
      <w:color w:val="365F91" w:themeColor="accent1" w:themeShade="BF"/>
      <w:sz w:val="28"/>
      <w:szCs w:val="28"/>
    </w:rPr>
  </w:style>
  <w:style w:type="paragraph" w:styleId="ListParagraph">
    <w:name w:val="List Paragraph"/>
    <w:basedOn w:val="Normal"/>
    <w:uiPriority w:val="34"/>
    <w:qFormat/>
    <w:rsid w:val="004F6ADE"/>
    <w:pPr>
      <w:ind w:left="720"/>
    </w:pPr>
  </w:style>
  <w:style w:type="character" w:customStyle="1" w:styleId="Heading3Char">
    <w:name w:val="Heading 3 Char"/>
    <w:basedOn w:val="DefaultParagraphFont"/>
    <w:link w:val="Heading3"/>
    <w:uiPriority w:val="9"/>
    <w:rsid w:val="007D697D"/>
    <w:rPr>
      <w:rFonts w:asciiTheme="majorHAnsi" w:hAnsiTheme="majorHAnsi"/>
      <w:color w:val="365F91" w:themeColor="accent1" w:themeShade="BF"/>
      <w:sz w:val="28"/>
      <w:szCs w:val="28"/>
    </w:rPr>
  </w:style>
  <w:style w:type="paragraph" w:styleId="NoSpacing">
    <w:name w:val="No Spacing"/>
    <w:link w:val="NoSpacingChar"/>
    <w:uiPriority w:val="1"/>
    <w:qFormat/>
    <w:rsid w:val="005A008B"/>
  </w:style>
  <w:style w:type="paragraph" w:customStyle="1" w:styleId="Definition">
    <w:name w:val="Definition"/>
    <w:basedOn w:val="NoSpacing"/>
    <w:link w:val="DefinitionChar"/>
    <w:qFormat/>
    <w:rsid w:val="00B91872"/>
    <w:pPr>
      <w:keepNext/>
      <w:keepLines/>
      <w:spacing w:before="40"/>
      <w:ind w:firstLine="0"/>
      <w:contextualSpacing/>
    </w:pPr>
    <w:rPr>
      <w:rFonts w:ascii="Courier New" w:hAnsi="Courier New" w:cs="Courier New"/>
      <w:noProof/>
      <w:sz w:val="24"/>
      <w:szCs w:val="26"/>
    </w:rPr>
  </w:style>
  <w:style w:type="paragraph" w:customStyle="1" w:styleId="ClassHeading">
    <w:name w:val="Class Heading"/>
    <w:basedOn w:val="Normal"/>
    <w:link w:val="ClassHeadingChar"/>
    <w:qFormat/>
    <w:rsid w:val="007D697D"/>
    <w:pPr>
      <w:keepNext/>
      <w:spacing w:before="160" w:after="40"/>
      <w:ind w:firstLine="0"/>
    </w:pPr>
    <w:rPr>
      <w:b/>
    </w:rPr>
  </w:style>
  <w:style w:type="character" w:customStyle="1" w:styleId="NoSpacingChar">
    <w:name w:val="No Spacing Char"/>
    <w:basedOn w:val="DefaultParagraphFont"/>
    <w:link w:val="NoSpacing"/>
    <w:uiPriority w:val="1"/>
    <w:rsid w:val="005A008B"/>
  </w:style>
  <w:style w:type="character" w:customStyle="1" w:styleId="DefinitionChar">
    <w:name w:val="Definition Char"/>
    <w:basedOn w:val="NoSpacingChar"/>
    <w:link w:val="Definition"/>
    <w:rsid w:val="00B91872"/>
    <w:rPr>
      <w:rFonts w:ascii="Courier New" w:hAnsi="Courier New" w:cs="Courier New"/>
      <w:noProof/>
      <w:sz w:val="24"/>
      <w:szCs w:val="26"/>
    </w:rPr>
  </w:style>
  <w:style w:type="paragraph" w:customStyle="1" w:styleId="APIBody">
    <w:name w:val="APIBody"/>
    <w:basedOn w:val="Normal"/>
    <w:link w:val="APIBodyChar"/>
    <w:qFormat/>
    <w:rsid w:val="00B91872"/>
    <w:pPr>
      <w:ind w:left="432" w:firstLine="0"/>
      <w:contextualSpacing w:val="0"/>
    </w:pPr>
  </w:style>
  <w:style w:type="character" w:customStyle="1" w:styleId="ClassHeadingChar">
    <w:name w:val="Class Heading Char"/>
    <w:basedOn w:val="DefaultParagraphFont"/>
    <w:link w:val="ClassHeading"/>
    <w:rsid w:val="007D697D"/>
    <w:rPr>
      <w:b/>
      <w:sz w:val="24"/>
    </w:rPr>
  </w:style>
  <w:style w:type="character" w:customStyle="1" w:styleId="APIBodyChar">
    <w:name w:val="APIBody Char"/>
    <w:basedOn w:val="DefaultParagraphFont"/>
    <w:link w:val="APIBody"/>
    <w:rsid w:val="00B91872"/>
    <w:rPr>
      <w:sz w:val="24"/>
    </w:rPr>
  </w:style>
  <w:style w:type="paragraph" w:styleId="BalloonText">
    <w:name w:val="Balloon Text"/>
    <w:basedOn w:val="Normal"/>
    <w:link w:val="BalloonTextChar"/>
    <w:uiPriority w:val="99"/>
    <w:semiHidden/>
    <w:unhideWhenUsed/>
    <w:rsid w:val="00F066AB"/>
    <w:rPr>
      <w:rFonts w:ascii="Tahoma" w:hAnsi="Tahoma" w:cs="Tahoma"/>
      <w:sz w:val="16"/>
      <w:szCs w:val="16"/>
    </w:rPr>
  </w:style>
  <w:style w:type="character" w:customStyle="1" w:styleId="BalloonTextChar">
    <w:name w:val="Balloon Text Char"/>
    <w:basedOn w:val="DefaultParagraphFont"/>
    <w:link w:val="BalloonText"/>
    <w:uiPriority w:val="99"/>
    <w:semiHidden/>
    <w:rsid w:val="00F066AB"/>
    <w:rPr>
      <w:rFonts w:ascii="Tahoma" w:hAnsi="Tahoma" w:cs="Tahoma"/>
      <w:sz w:val="16"/>
      <w:szCs w:val="16"/>
    </w:rPr>
  </w:style>
  <w:style w:type="paragraph" w:styleId="Header">
    <w:name w:val="header"/>
    <w:basedOn w:val="Normal"/>
    <w:link w:val="HeaderChar"/>
    <w:uiPriority w:val="99"/>
    <w:semiHidden/>
    <w:unhideWhenUsed/>
    <w:rsid w:val="00FF700E"/>
    <w:pPr>
      <w:tabs>
        <w:tab w:val="center" w:pos="4680"/>
        <w:tab w:val="right" w:pos="9360"/>
      </w:tabs>
    </w:pPr>
  </w:style>
  <w:style w:type="character" w:customStyle="1" w:styleId="HeaderChar">
    <w:name w:val="Header Char"/>
    <w:basedOn w:val="DefaultParagraphFont"/>
    <w:link w:val="Header"/>
    <w:uiPriority w:val="99"/>
    <w:semiHidden/>
    <w:rsid w:val="00FF700E"/>
    <w:rPr>
      <w:sz w:val="24"/>
    </w:rPr>
  </w:style>
  <w:style w:type="paragraph" w:styleId="Footer">
    <w:name w:val="footer"/>
    <w:basedOn w:val="Normal"/>
    <w:link w:val="FooterChar"/>
    <w:uiPriority w:val="99"/>
    <w:unhideWhenUsed/>
    <w:rsid w:val="00FF700E"/>
    <w:pPr>
      <w:tabs>
        <w:tab w:val="center" w:pos="4680"/>
        <w:tab w:val="right" w:pos="9360"/>
      </w:tabs>
    </w:pPr>
  </w:style>
  <w:style w:type="character" w:customStyle="1" w:styleId="FooterChar">
    <w:name w:val="Footer Char"/>
    <w:basedOn w:val="DefaultParagraphFont"/>
    <w:link w:val="Footer"/>
    <w:uiPriority w:val="99"/>
    <w:rsid w:val="00FF700E"/>
    <w:rPr>
      <w:sz w:val="24"/>
    </w:rPr>
  </w:style>
  <w:style w:type="paragraph" w:styleId="Caption">
    <w:name w:val="caption"/>
    <w:basedOn w:val="Normal"/>
    <w:next w:val="Normal"/>
    <w:uiPriority w:val="35"/>
    <w:unhideWhenUsed/>
    <w:qFormat/>
    <w:rsid w:val="00FF700E"/>
    <w:rPr>
      <w:b/>
      <w:bCs/>
      <w:color w:val="4F81BD" w:themeColor="accent1"/>
      <w:sz w:val="18"/>
      <w:szCs w:val="18"/>
    </w:rPr>
  </w:style>
  <w:style w:type="character" w:customStyle="1" w:styleId="Heading4Char">
    <w:name w:val="Heading 4 Char"/>
    <w:basedOn w:val="DefaultParagraphFont"/>
    <w:link w:val="Heading4"/>
    <w:uiPriority w:val="9"/>
    <w:rsid w:val="00B91872"/>
    <w:rPr>
      <w:b/>
      <w:color w:val="365F91" w:themeColor="accent1" w:themeShade="BF"/>
      <w:sz w:val="28"/>
      <w:szCs w:val="28"/>
    </w:rPr>
  </w:style>
  <w:style w:type="paragraph" w:styleId="Index1">
    <w:name w:val="index 1"/>
    <w:basedOn w:val="Normal"/>
    <w:next w:val="Normal"/>
    <w:autoRedefine/>
    <w:uiPriority w:val="99"/>
    <w:unhideWhenUsed/>
    <w:rsid w:val="00C1068A"/>
    <w:pPr>
      <w:ind w:left="240" w:hanging="240"/>
    </w:pPr>
  </w:style>
  <w:style w:type="paragraph" w:styleId="Index2">
    <w:name w:val="index 2"/>
    <w:basedOn w:val="Normal"/>
    <w:next w:val="Normal"/>
    <w:autoRedefine/>
    <w:uiPriority w:val="99"/>
    <w:semiHidden/>
    <w:unhideWhenUsed/>
    <w:rsid w:val="00C1068A"/>
    <w:pPr>
      <w:ind w:left="480" w:hanging="240"/>
    </w:pPr>
  </w:style>
  <w:style w:type="table" w:styleId="TableGrid">
    <w:name w:val="Table Grid"/>
    <w:basedOn w:val="TableNormal"/>
    <w:uiPriority w:val="59"/>
    <w:rsid w:val="009A77E0"/>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DocumentMap">
    <w:name w:val="Document Map"/>
    <w:basedOn w:val="Normal"/>
    <w:link w:val="DocumentMapChar"/>
    <w:uiPriority w:val="99"/>
    <w:semiHidden/>
    <w:unhideWhenUsed/>
    <w:rsid w:val="00C70C61"/>
    <w:rPr>
      <w:rFonts w:ascii="Tahoma" w:hAnsi="Tahoma" w:cs="Tahoma"/>
      <w:sz w:val="16"/>
      <w:szCs w:val="16"/>
    </w:rPr>
  </w:style>
  <w:style w:type="character" w:customStyle="1" w:styleId="DocumentMapChar">
    <w:name w:val="Document Map Char"/>
    <w:basedOn w:val="DefaultParagraphFont"/>
    <w:link w:val="DocumentMap"/>
    <w:uiPriority w:val="99"/>
    <w:semiHidden/>
    <w:rsid w:val="00C70C61"/>
    <w:rPr>
      <w:rFonts w:ascii="Tahoma" w:hAnsi="Tahoma" w:cs="Tahoma"/>
      <w:sz w:val="16"/>
      <w:szCs w:val="16"/>
    </w:rPr>
  </w:style>
  <w:style w:type="character" w:styleId="Hyperlink">
    <w:name w:val="Hyperlink"/>
    <w:basedOn w:val="DefaultParagraphFont"/>
    <w:uiPriority w:val="99"/>
    <w:unhideWhenUsed/>
    <w:rsid w:val="00E07455"/>
    <w:rPr>
      <w:color w:val="0000FF" w:themeColor="hyperlink"/>
      <w:u w:val="single"/>
    </w:rPr>
  </w:style>
  <w:style w:type="paragraph" w:styleId="TOCHeading">
    <w:name w:val="TOC Heading"/>
    <w:basedOn w:val="Heading1"/>
    <w:next w:val="Normal"/>
    <w:uiPriority w:val="39"/>
    <w:unhideWhenUsed/>
    <w:qFormat/>
    <w:rsid w:val="00647F77"/>
    <w:pPr>
      <w:keepNext/>
      <w:keepLines/>
      <w:numPr>
        <w:numId w:val="0"/>
      </w:numPr>
      <w:spacing w:before="480"/>
      <w:contextualSpacing w:val="0"/>
      <w:jc w:val="left"/>
      <w:outlineLvl w:val="9"/>
    </w:pPr>
    <w:rPr>
      <w:rFonts w:eastAsiaTheme="majorEastAsia" w:cstheme="majorBidi"/>
      <w:bCs/>
      <w:sz w:val="28"/>
      <w:szCs w:val="28"/>
    </w:rPr>
  </w:style>
  <w:style w:type="paragraph" w:styleId="TOC1">
    <w:name w:val="toc 1"/>
    <w:basedOn w:val="Normal"/>
    <w:next w:val="Normal"/>
    <w:autoRedefine/>
    <w:uiPriority w:val="39"/>
    <w:unhideWhenUsed/>
    <w:qFormat/>
    <w:rsid w:val="00B91872"/>
    <w:pPr>
      <w:spacing w:before="120"/>
      <w:jc w:val="left"/>
    </w:pPr>
    <w:rPr>
      <w:b/>
      <w:bCs/>
      <w:caps/>
      <w:sz w:val="20"/>
      <w:szCs w:val="20"/>
    </w:rPr>
  </w:style>
  <w:style w:type="paragraph" w:styleId="TOC2">
    <w:name w:val="toc 2"/>
    <w:basedOn w:val="Normal"/>
    <w:next w:val="Normal"/>
    <w:autoRedefine/>
    <w:uiPriority w:val="39"/>
    <w:unhideWhenUsed/>
    <w:qFormat/>
    <w:rsid w:val="00331658"/>
    <w:pPr>
      <w:spacing w:after="0"/>
      <w:ind w:left="240"/>
      <w:jc w:val="left"/>
    </w:pPr>
    <w:rPr>
      <w:smallCaps/>
      <w:sz w:val="20"/>
      <w:szCs w:val="20"/>
    </w:rPr>
  </w:style>
  <w:style w:type="paragraph" w:styleId="TOC3">
    <w:name w:val="toc 3"/>
    <w:basedOn w:val="Normal"/>
    <w:next w:val="Normal"/>
    <w:autoRedefine/>
    <w:uiPriority w:val="39"/>
    <w:unhideWhenUsed/>
    <w:qFormat/>
    <w:rsid w:val="00331658"/>
    <w:pPr>
      <w:spacing w:after="0"/>
      <w:ind w:left="480"/>
      <w:jc w:val="left"/>
    </w:pPr>
    <w:rPr>
      <w:i/>
      <w:iCs/>
      <w:sz w:val="20"/>
      <w:szCs w:val="20"/>
    </w:rPr>
  </w:style>
  <w:style w:type="paragraph" w:customStyle="1" w:styleId="Appendix">
    <w:name w:val="Appendix"/>
    <w:basedOn w:val="Heading1"/>
    <w:link w:val="AppendixChar"/>
    <w:qFormat/>
    <w:rsid w:val="00DC6B19"/>
    <w:pPr>
      <w:numPr>
        <w:numId w:val="10"/>
      </w:numPr>
      <w:ind w:left="360"/>
    </w:pPr>
  </w:style>
  <w:style w:type="character" w:customStyle="1" w:styleId="AppendixChar">
    <w:name w:val="Appendix Char"/>
    <w:basedOn w:val="Heading1Char"/>
    <w:link w:val="Appendix"/>
    <w:rsid w:val="00DC6B19"/>
    <w:rPr>
      <w:rFonts w:asciiTheme="majorHAnsi" w:hAnsiTheme="majorHAnsi"/>
      <w:b/>
      <w:color w:val="365F91" w:themeColor="accent1" w:themeShade="BF"/>
      <w:sz w:val="32"/>
      <w:szCs w:val="32"/>
    </w:rPr>
  </w:style>
  <w:style w:type="character" w:styleId="LineNumber">
    <w:name w:val="line number"/>
    <w:basedOn w:val="DefaultParagraphFont"/>
    <w:uiPriority w:val="99"/>
    <w:semiHidden/>
    <w:unhideWhenUsed/>
    <w:rsid w:val="006A4937"/>
  </w:style>
  <w:style w:type="paragraph" w:styleId="TOC4">
    <w:name w:val="toc 4"/>
    <w:basedOn w:val="Normal"/>
    <w:next w:val="Normal"/>
    <w:autoRedefine/>
    <w:uiPriority w:val="39"/>
    <w:unhideWhenUsed/>
    <w:rsid w:val="00EB504B"/>
    <w:pPr>
      <w:spacing w:after="0"/>
      <w:ind w:left="720"/>
      <w:jc w:val="left"/>
    </w:pPr>
    <w:rPr>
      <w:sz w:val="18"/>
      <w:szCs w:val="18"/>
    </w:rPr>
  </w:style>
  <w:style w:type="paragraph" w:styleId="TOC5">
    <w:name w:val="toc 5"/>
    <w:basedOn w:val="Normal"/>
    <w:next w:val="Normal"/>
    <w:autoRedefine/>
    <w:uiPriority w:val="39"/>
    <w:unhideWhenUsed/>
    <w:rsid w:val="00EB504B"/>
    <w:pPr>
      <w:spacing w:after="0"/>
      <w:ind w:left="960"/>
      <w:jc w:val="left"/>
    </w:pPr>
    <w:rPr>
      <w:sz w:val="18"/>
      <w:szCs w:val="18"/>
    </w:rPr>
  </w:style>
  <w:style w:type="paragraph" w:styleId="TOC6">
    <w:name w:val="toc 6"/>
    <w:basedOn w:val="Normal"/>
    <w:next w:val="Normal"/>
    <w:autoRedefine/>
    <w:uiPriority w:val="39"/>
    <w:unhideWhenUsed/>
    <w:rsid w:val="00EB504B"/>
    <w:pPr>
      <w:spacing w:after="0"/>
      <w:ind w:left="1200"/>
      <w:jc w:val="left"/>
    </w:pPr>
    <w:rPr>
      <w:sz w:val="18"/>
      <w:szCs w:val="18"/>
    </w:rPr>
  </w:style>
  <w:style w:type="paragraph" w:styleId="TOC7">
    <w:name w:val="toc 7"/>
    <w:basedOn w:val="Normal"/>
    <w:next w:val="Normal"/>
    <w:autoRedefine/>
    <w:uiPriority w:val="39"/>
    <w:unhideWhenUsed/>
    <w:rsid w:val="00EB504B"/>
    <w:pPr>
      <w:spacing w:after="0"/>
      <w:ind w:left="1440"/>
      <w:jc w:val="left"/>
    </w:pPr>
    <w:rPr>
      <w:sz w:val="18"/>
      <w:szCs w:val="18"/>
    </w:rPr>
  </w:style>
  <w:style w:type="paragraph" w:styleId="TOC8">
    <w:name w:val="toc 8"/>
    <w:basedOn w:val="Normal"/>
    <w:next w:val="Normal"/>
    <w:autoRedefine/>
    <w:uiPriority w:val="39"/>
    <w:unhideWhenUsed/>
    <w:rsid w:val="00EB504B"/>
    <w:pPr>
      <w:spacing w:after="0"/>
      <w:ind w:left="1680"/>
      <w:jc w:val="left"/>
    </w:pPr>
    <w:rPr>
      <w:sz w:val="18"/>
      <w:szCs w:val="18"/>
    </w:rPr>
  </w:style>
  <w:style w:type="paragraph" w:styleId="TOC9">
    <w:name w:val="toc 9"/>
    <w:basedOn w:val="Normal"/>
    <w:next w:val="Normal"/>
    <w:autoRedefine/>
    <w:uiPriority w:val="39"/>
    <w:unhideWhenUsed/>
    <w:rsid w:val="00EB504B"/>
    <w:pPr>
      <w:spacing w:after="0"/>
      <w:ind w:left="1920"/>
      <w:jc w:val="left"/>
    </w:pPr>
    <w:rPr>
      <w:sz w:val="18"/>
      <w:szCs w:val="18"/>
    </w:rPr>
  </w:style>
  <w:style w:type="paragraph" w:styleId="Revision">
    <w:name w:val="Revision"/>
    <w:hidden/>
    <w:uiPriority w:val="99"/>
    <w:semiHidden/>
    <w:rsid w:val="00913764"/>
    <w:pPr>
      <w:ind w:firstLine="0"/>
      <w:jc w:val="left"/>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ost.org"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pex">
      <a:majorFont>
        <a:latin typeface="Lucida Sans"/>
        <a:ea typeface=""/>
        <a:cs typeface=""/>
        <a:font script="Grek" typeface="Arial"/>
        <a:font script="Cyrl" typeface="Arial"/>
        <a:font script="Jpan" typeface="HG丸ｺﾞｼｯｸM-PRO"/>
        <a:font script="Hang" typeface="휴먼옛체"/>
        <a:font script="Hans" typeface="黑体"/>
        <a:font script="Hant" typeface="微軟正黑體"/>
        <a:font script="Arab" typeface="Tahoma"/>
        <a:font script="Hebr" typeface="Levenim MT"/>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Book Antiqua"/>
        <a:ea typeface=""/>
        <a:cs typeface=""/>
        <a:font script="Grek" typeface="Times New Roman"/>
        <a:font script="Cyrl" typeface="Times New Roman"/>
        <a:font script="Jpan" typeface="HG明朝B"/>
        <a:font script="Hang" typeface="돋움"/>
        <a:font script="Hans" typeface="宋体"/>
        <a:font script="Hant" typeface="新細明體"/>
        <a:font script="Arab" typeface="Times New Roman"/>
        <a:font script="Hebr" typeface="David"/>
        <a:font script="Thai" typeface="EucrosiaUPC"/>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01A75-2B42-44A0-B46D-EEF2314DD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A7372A71.dotm</Template>
  <TotalTime>8326</TotalTime>
  <Pages>1</Pages>
  <Words>22762</Words>
  <Characters>129748</Characters>
  <Application>Microsoft Office Word</Application>
  <DocSecurity>0</DocSecurity>
  <Lines>1081</Lines>
  <Paragraphs>304</Paragraphs>
  <ScaleCrop>false</ScaleCrop>
  <HeadingPairs>
    <vt:vector size="2" baseType="variant">
      <vt:variant>
        <vt:lpstr>Title</vt:lpstr>
      </vt:variant>
      <vt:variant>
        <vt:i4>1</vt:i4>
      </vt:variant>
    </vt:vector>
  </HeadingPairs>
  <TitlesOfParts>
    <vt:vector size="1" baseType="lpstr">
      <vt:lpstr/>
    </vt:vector>
  </TitlesOfParts>
  <Company>The University of Wisconsin Computer Sciences</Company>
  <LinksUpToDate>false</LinksUpToDate>
  <CharactersWithSpaces>152206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mcnulty</dc:creator>
  <cp:lastModifiedBy>Zuyu Zhang</cp:lastModifiedBy>
  <cp:revision>79</cp:revision>
  <cp:lastPrinted>2013-03-04T19:58:00Z</cp:lastPrinted>
  <dcterms:created xsi:type="dcterms:W3CDTF">2010-10-06T18:57:00Z</dcterms:created>
  <dcterms:modified xsi:type="dcterms:W3CDTF">2013-03-04T19:59:00Z</dcterms:modified>
</cp:coreProperties>
</file>